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954BD" w14:textId="2355B2CA" w:rsidR="007676F4" w:rsidRPr="00FA2581" w:rsidRDefault="00AA0C55" w:rsidP="00FA2581">
      <w:pPr>
        <w:pStyle w:val="Heading1"/>
      </w:pPr>
      <w:bookmarkStart w:id="0" w:name="_Toc197961420"/>
      <w:r>
        <w:t>Adult Day Services</w:t>
      </w:r>
      <w:bookmarkEnd w:id="0"/>
      <w:r>
        <w:t xml:space="preserve"> </w:t>
      </w:r>
    </w:p>
    <w:p w14:paraId="2A26A207" w14:textId="77777777" w:rsidR="00E45F93" w:rsidRDefault="00E45F93" w:rsidP="00E45F93"/>
    <w:p w14:paraId="2722A8A2" w14:textId="77777777" w:rsidR="007676F4" w:rsidRPr="006C3806" w:rsidRDefault="007676F4" w:rsidP="007676F4">
      <w:pPr>
        <w:pStyle w:val="Heading4"/>
        <w:rPr>
          <w:color w:val="193F6F"/>
        </w:rPr>
      </w:pPr>
      <w:r w:rsidRPr="006C3806">
        <w:rPr>
          <w:color w:val="193F6F"/>
        </w:rPr>
        <w:t>Ask the Expert</w:t>
      </w:r>
    </w:p>
    <w:p w14:paraId="497B5F5F" w14:textId="0A4FF38B" w:rsidR="007A2A11" w:rsidRDefault="00AA0C55" w:rsidP="007A2A11">
      <w:r>
        <w:t>If you have questions or need clarification about the content in this chapter, please contact:</w:t>
      </w:r>
    </w:p>
    <w:p w14:paraId="1D06A1D2" w14:textId="37014FA6" w:rsidR="007A2A11" w:rsidRDefault="007A2A11" w:rsidP="007A2A11">
      <w:r>
        <w:t>Susan Worthington</w:t>
      </w:r>
      <w:r>
        <w:tab/>
        <w:t>Adult Day Services Program Manager</w:t>
      </w:r>
    </w:p>
    <w:p w14:paraId="227AB4C1" w14:textId="3C1CE3FD" w:rsidR="007A2A11" w:rsidRDefault="007A2A11" w:rsidP="007A2A11">
      <w:r>
        <w:tab/>
      </w:r>
      <w:r>
        <w:tab/>
      </w:r>
      <w:r>
        <w:tab/>
      </w:r>
      <w:r w:rsidRPr="007A2A11">
        <w:t>360.725.2638</w:t>
      </w:r>
      <w:r>
        <w:tab/>
      </w:r>
      <w:r w:rsidR="00F17FAB">
        <w:tab/>
      </w:r>
      <w:hyperlink r:id="rId11" w:history="1">
        <w:r w:rsidR="00F17FAB" w:rsidRPr="00706399">
          <w:rPr>
            <w:rStyle w:val="Hyperlink"/>
          </w:rPr>
          <w:t>susan.worthington@dshs.wa.gov</w:t>
        </w:r>
      </w:hyperlink>
    </w:p>
    <w:p w14:paraId="5DE8035A" w14:textId="70C156CB" w:rsidR="007A2A11" w:rsidRDefault="007A2A11" w:rsidP="007A2A11">
      <w:r>
        <w:tab/>
      </w:r>
      <w:r>
        <w:tab/>
      </w:r>
      <w:r>
        <w:tab/>
      </w:r>
      <w:r>
        <w:tab/>
      </w:r>
      <w:r>
        <w:tab/>
      </w:r>
      <w:r w:rsidR="00F17FAB">
        <w:tab/>
      </w:r>
      <w:hyperlink r:id="rId12" w:history="1">
        <w:r w:rsidR="00F17FAB" w:rsidRPr="00706399">
          <w:rPr>
            <w:rStyle w:val="Hyperlink"/>
          </w:rPr>
          <w:t>Adultdayservices@dshs.wa.gov</w:t>
        </w:r>
      </w:hyperlink>
      <w:r>
        <w:t xml:space="preserve"> </w:t>
      </w:r>
    </w:p>
    <w:p w14:paraId="39BF12D2" w14:textId="77777777" w:rsidR="00296C58" w:rsidRDefault="00296C58" w:rsidP="00E22649"/>
    <w:bookmarkStart w:id="1" w:name="_Toc197961421" w:displacedByCustomXml="next"/>
    <w:sdt>
      <w:sdtPr>
        <w:rPr>
          <w:rFonts w:ascii="Calibri" w:eastAsiaTheme="minorHAnsi" w:hAnsi="Calibri" w:cs="Times New Roman"/>
          <w:b w:val="0"/>
          <w:caps w:val="0"/>
          <w:color w:val="auto"/>
          <w:sz w:val="22"/>
          <w:szCs w:val="22"/>
        </w:rPr>
        <w:id w:val="-1782870160"/>
        <w:docPartObj>
          <w:docPartGallery w:val="Table of Contents"/>
          <w:docPartUnique/>
        </w:docPartObj>
      </w:sdtPr>
      <w:sdtEndPr>
        <w:rPr>
          <w:bCs/>
          <w:noProof/>
        </w:rPr>
      </w:sdtEndPr>
      <w:sdtContent>
        <w:p w14:paraId="7241E425" w14:textId="670D6FE5" w:rsidR="007E62CD" w:rsidRPr="006C3806" w:rsidRDefault="007E62CD" w:rsidP="007E62CD">
          <w:pPr>
            <w:pStyle w:val="Heading2"/>
            <w:rPr>
              <w:color w:val="193F6F"/>
            </w:rPr>
          </w:pPr>
          <w:r w:rsidRPr="006C3806">
            <w:rPr>
              <w:color w:val="193F6F"/>
            </w:rPr>
            <w:t>Table of Contents</w:t>
          </w:r>
          <w:bookmarkEnd w:id="1"/>
        </w:p>
        <w:p w14:paraId="174A795E" w14:textId="7162BFF4" w:rsidR="00370E74" w:rsidRDefault="007E62CD">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97961420" w:history="1">
            <w:r w:rsidR="00370E74" w:rsidRPr="00C75DE0">
              <w:rPr>
                <w:rStyle w:val="Hyperlink"/>
                <w:noProof/>
              </w:rPr>
              <w:t>Adult Day Services</w:t>
            </w:r>
            <w:r w:rsidR="00370E74">
              <w:rPr>
                <w:noProof/>
                <w:webHidden/>
              </w:rPr>
              <w:tab/>
            </w:r>
            <w:r w:rsidR="00370E74">
              <w:rPr>
                <w:noProof/>
                <w:webHidden/>
              </w:rPr>
              <w:fldChar w:fldCharType="begin"/>
            </w:r>
            <w:r w:rsidR="00370E74">
              <w:rPr>
                <w:noProof/>
                <w:webHidden/>
              </w:rPr>
              <w:instrText xml:space="preserve"> PAGEREF _Toc197961420 \h </w:instrText>
            </w:r>
            <w:r w:rsidR="00370E74">
              <w:rPr>
                <w:noProof/>
                <w:webHidden/>
              </w:rPr>
            </w:r>
            <w:r w:rsidR="00370E74">
              <w:rPr>
                <w:noProof/>
                <w:webHidden/>
              </w:rPr>
              <w:fldChar w:fldCharType="separate"/>
            </w:r>
            <w:r w:rsidR="00370E74">
              <w:rPr>
                <w:noProof/>
                <w:webHidden/>
              </w:rPr>
              <w:t>1</w:t>
            </w:r>
            <w:r w:rsidR="00370E74">
              <w:rPr>
                <w:noProof/>
                <w:webHidden/>
              </w:rPr>
              <w:fldChar w:fldCharType="end"/>
            </w:r>
          </w:hyperlink>
        </w:p>
        <w:p w14:paraId="1F1ED601" w14:textId="3708A19F" w:rsidR="00370E74" w:rsidRDefault="00370E7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961421" w:history="1">
            <w:r w:rsidRPr="00C75DE0">
              <w:rPr>
                <w:rStyle w:val="Hyperlink"/>
                <w:noProof/>
              </w:rPr>
              <w:t>Table of Contents</w:t>
            </w:r>
            <w:r>
              <w:rPr>
                <w:noProof/>
                <w:webHidden/>
              </w:rPr>
              <w:tab/>
            </w:r>
            <w:r>
              <w:rPr>
                <w:noProof/>
                <w:webHidden/>
              </w:rPr>
              <w:fldChar w:fldCharType="begin"/>
            </w:r>
            <w:r>
              <w:rPr>
                <w:noProof/>
                <w:webHidden/>
              </w:rPr>
              <w:instrText xml:space="preserve"> PAGEREF _Toc197961421 \h </w:instrText>
            </w:r>
            <w:r>
              <w:rPr>
                <w:noProof/>
                <w:webHidden/>
              </w:rPr>
            </w:r>
            <w:r>
              <w:rPr>
                <w:noProof/>
                <w:webHidden/>
              </w:rPr>
              <w:fldChar w:fldCharType="separate"/>
            </w:r>
            <w:r>
              <w:rPr>
                <w:noProof/>
                <w:webHidden/>
              </w:rPr>
              <w:t>1</w:t>
            </w:r>
            <w:r>
              <w:rPr>
                <w:noProof/>
                <w:webHidden/>
              </w:rPr>
              <w:fldChar w:fldCharType="end"/>
            </w:r>
          </w:hyperlink>
        </w:p>
        <w:p w14:paraId="7D04A972" w14:textId="57200DAF" w:rsidR="00370E74" w:rsidRDefault="00370E7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961422" w:history="1">
            <w:r w:rsidRPr="00C75DE0">
              <w:rPr>
                <w:rStyle w:val="Hyperlink"/>
                <w:noProof/>
              </w:rPr>
              <w:t>Background</w:t>
            </w:r>
            <w:r>
              <w:rPr>
                <w:noProof/>
                <w:webHidden/>
              </w:rPr>
              <w:tab/>
            </w:r>
            <w:r>
              <w:rPr>
                <w:noProof/>
                <w:webHidden/>
              </w:rPr>
              <w:fldChar w:fldCharType="begin"/>
            </w:r>
            <w:r>
              <w:rPr>
                <w:noProof/>
                <w:webHidden/>
              </w:rPr>
              <w:instrText xml:space="preserve"> PAGEREF _Toc197961422 \h </w:instrText>
            </w:r>
            <w:r>
              <w:rPr>
                <w:noProof/>
                <w:webHidden/>
              </w:rPr>
            </w:r>
            <w:r>
              <w:rPr>
                <w:noProof/>
                <w:webHidden/>
              </w:rPr>
              <w:fldChar w:fldCharType="separate"/>
            </w:r>
            <w:r>
              <w:rPr>
                <w:noProof/>
                <w:webHidden/>
              </w:rPr>
              <w:t>3</w:t>
            </w:r>
            <w:r>
              <w:rPr>
                <w:noProof/>
                <w:webHidden/>
              </w:rPr>
              <w:fldChar w:fldCharType="end"/>
            </w:r>
          </w:hyperlink>
        </w:p>
        <w:p w14:paraId="36E56663" w14:textId="09A93482" w:rsidR="00370E74" w:rsidRDefault="00370E7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961423" w:history="1">
            <w:r w:rsidRPr="00C75DE0">
              <w:rPr>
                <w:rStyle w:val="Hyperlink"/>
                <w:noProof/>
              </w:rPr>
              <w:t>Funding &amp; Eligibility</w:t>
            </w:r>
            <w:r>
              <w:rPr>
                <w:noProof/>
                <w:webHidden/>
              </w:rPr>
              <w:tab/>
            </w:r>
            <w:r>
              <w:rPr>
                <w:noProof/>
                <w:webHidden/>
              </w:rPr>
              <w:fldChar w:fldCharType="begin"/>
            </w:r>
            <w:r>
              <w:rPr>
                <w:noProof/>
                <w:webHidden/>
              </w:rPr>
              <w:instrText xml:space="preserve"> PAGEREF _Toc197961423 \h </w:instrText>
            </w:r>
            <w:r>
              <w:rPr>
                <w:noProof/>
                <w:webHidden/>
              </w:rPr>
            </w:r>
            <w:r>
              <w:rPr>
                <w:noProof/>
                <w:webHidden/>
              </w:rPr>
              <w:fldChar w:fldCharType="separate"/>
            </w:r>
            <w:r>
              <w:rPr>
                <w:noProof/>
                <w:webHidden/>
              </w:rPr>
              <w:t>4</w:t>
            </w:r>
            <w:r>
              <w:rPr>
                <w:noProof/>
                <w:webHidden/>
              </w:rPr>
              <w:fldChar w:fldCharType="end"/>
            </w:r>
          </w:hyperlink>
        </w:p>
        <w:p w14:paraId="1995B411" w14:textId="63BE4B32" w:rsidR="00370E74" w:rsidRDefault="00370E7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961424" w:history="1">
            <w:r w:rsidRPr="00C75DE0">
              <w:rPr>
                <w:rStyle w:val="Hyperlink"/>
                <w:noProof/>
              </w:rPr>
              <w:t>Referrals</w:t>
            </w:r>
            <w:r>
              <w:rPr>
                <w:noProof/>
                <w:webHidden/>
              </w:rPr>
              <w:tab/>
            </w:r>
            <w:r>
              <w:rPr>
                <w:noProof/>
                <w:webHidden/>
              </w:rPr>
              <w:fldChar w:fldCharType="begin"/>
            </w:r>
            <w:r>
              <w:rPr>
                <w:noProof/>
                <w:webHidden/>
              </w:rPr>
              <w:instrText xml:space="preserve"> PAGEREF _Toc197961424 \h </w:instrText>
            </w:r>
            <w:r>
              <w:rPr>
                <w:noProof/>
                <w:webHidden/>
              </w:rPr>
            </w:r>
            <w:r>
              <w:rPr>
                <w:noProof/>
                <w:webHidden/>
              </w:rPr>
              <w:fldChar w:fldCharType="separate"/>
            </w:r>
            <w:r>
              <w:rPr>
                <w:noProof/>
                <w:webHidden/>
              </w:rPr>
              <w:t>5</w:t>
            </w:r>
            <w:r>
              <w:rPr>
                <w:noProof/>
                <w:webHidden/>
              </w:rPr>
              <w:fldChar w:fldCharType="end"/>
            </w:r>
          </w:hyperlink>
        </w:p>
        <w:p w14:paraId="1F29AA53" w14:textId="593C0389" w:rsidR="00370E74" w:rsidRDefault="00370E7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961425" w:history="1">
            <w:r w:rsidRPr="00C75DE0">
              <w:rPr>
                <w:rStyle w:val="Hyperlink"/>
                <w:noProof/>
              </w:rPr>
              <w:t>Adult Day Care (ADC)</w:t>
            </w:r>
            <w:r>
              <w:rPr>
                <w:noProof/>
                <w:webHidden/>
              </w:rPr>
              <w:tab/>
            </w:r>
            <w:r>
              <w:rPr>
                <w:noProof/>
                <w:webHidden/>
              </w:rPr>
              <w:fldChar w:fldCharType="begin"/>
            </w:r>
            <w:r>
              <w:rPr>
                <w:noProof/>
                <w:webHidden/>
              </w:rPr>
              <w:instrText xml:space="preserve"> PAGEREF _Toc197961425 \h </w:instrText>
            </w:r>
            <w:r>
              <w:rPr>
                <w:noProof/>
                <w:webHidden/>
              </w:rPr>
            </w:r>
            <w:r>
              <w:rPr>
                <w:noProof/>
                <w:webHidden/>
              </w:rPr>
              <w:fldChar w:fldCharType="separate"/>
            </w:r>
            <w:r>
              <w:rPr>
                <w:noProof/>
                <w:webHidden/>
              </w:rPr>
              <w:t>7</w:t>
            </w:r>
            <w:r>
              <w:rPr>
                <w:noProof/>
                <w:webHidden/>
              </w:rPr>
              <w:fldChar w:fldCharType="end"/>
            </w:r>
          </w:hyperlink>
        </w:p>
        <w:p w14:paraId="1C77E3D5" w14:textId="19641FC5" w:rsidR="00370E74" w:rsidRDefault="00370E7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961426" w:history="1">
            <w:r w:rsidRPr="00C75DE0">
              <w:rPr>
                <w:rStyle w:val="Hyperlink"/>
                <w:noProof/>
              </w:rPr>
              <w:t>Services</w:t>
            </w:r>
            <w:r>
              <w:rPr>
                <w:noProof/>
                <w:webHidden/>
              </w:rPr>
              <w:tab/>
            </w:r>
            <w:r>
              <w:rPr>
                <w:noProof/>
                <w:webHidden/>
              </w:rPr>
              <w:fldChar w:fldCharType="begin"/>
            </w:r>
            <w:r>
              <w:rPr>
                <w:noProof/>
                <w:webHidden/>
              </w:rPr>
              <w:instrText xml:space="preserve"> PAGEREF _Toc197961426 \h </w:instrText>
            </w:r>
            <w:r>
              <w:rPr>
                <w:noProof/>
                <w:webHidden/>
              </w:rPr>
            </w:r>
            <w:r>
              <w:rPr>
                <w:noProof/>
                <w:webHidden/>
              </w:rPr>
              <w:fldChar w:fldCharType="separate"/>
            </w:r>
            <w:r>
              <w:rPr>
                <w:noProof/>
                <w:webHidden/>
              </w:rPr>
              <w:t>7</w:t>
            </w:r>
            <w:r>
              <w:rPr>
                <w:noProof/>
                <w:webHidden/>
              </w:rPr>
              <w:fldChar w:fldCharType="end"/>
            </w:r>
          </w:hyperlink>
        </w:p>
        <w:p w14:paraId="3E6C2644" w14:textId="588128EF" w:rsidR="00370E74" w:rsidRDefault="00370E7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961427" w:history="1">
            <w:r w:rsidRPr="00C75DE0">
              <w:rPr>
                <w:rStyle w:val="Hyperlink"/>
                <w:noProof/>
              </w:rPr>
              <w:t>ADC Remote/Hybrid</w:t>
            </w:r>
            <w:r>
              <w:rPr>
                <w:noProof/>
                <w:webHidden/>
              </w:rPr>
              <w:tab/>
            </w:r>
            <w:r>
              <w:rPr>
                <w:noProof/>
                <w:webHidden/>
              </w:rPr>
              <w:fldChar w:fldCharType="begin"/>
            </w:r>
            <w:r>
              <w:rPr>
                <w:noProof/>
                <w:webHidden/>
              </w:rPr>
              <w:instrText xml:space="preserve"> PAGEREF _Toc197961427 \h </w:instrText>
            </w:r>
            <w:r>
              <w:rPr>
                <w:noProof/>
                <w:webHidden/>
              </w:rPr>
            </w:r>
            <w:r>
              <w:rPr>
                <w:noProof/>
                <w:webHidden/>
              </w:rPr>
              <w:fldChar w:fldCharType="separate"/>
            </w:r>
            <w:r>
              <w:rPr>
                <w:noProof/>
                <w:webHidden/>
              </w:rPr>
              <w:t>8</w:t>
            </w:r>
            <w:r>
              <w:rPr>
                <w:noProof/>
                <w:webHidden/>
              </w:rPr>
              <w:fldChar w:fldCharType="end"/>
            </w:r>
          </w:hyperlink>
        </w:p>
        <w:p w14:paraId="5604C7E8" w14:textId="71273390" w:rsidR="00370E74" w:rsidRDefault="00370E7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961428" w:history="1">
            <w:r w:rsidRPr="00C75DE0">
              <w:rPr>
                <w:rStyle w:val="Hyperlink"/>
                <w:noProof/>
              </w:rPr>
              <w:t>Negotiated Care Plan (NCP) Review</w:t>
            </w:r>
            <w:r>
              <w:rPr>
                <w:noProof/>
                <w:webHidden/>
              </w:rPr>
              <w:tab/>
            </w:r>
            <w:r>
              <w:rPr>
                <w:noProof/>
                <w:webHidden/>
              </w:rPr>
              <w:fldChar w:fldCharType="begin"/>
            </w:r>
            <w:r>
              <w:rPr>
                <w:noProof/>
                <w:webHidden/>
              </w:rPr>
              <w:instrText xml:space="preserve"> PAGEREF _Toc197961428 \h </w:instrText>
            </w:r>
            <w:r>
              <w:rPr>
                <w:noProof/>
                <w:webHidden/>
              </w:rPr>
            </w:r>
            <w:r>
              <w:rPr>
                <w:noProof/>
                <w:webHidden/>
              </w:rPr>
              <w:fldChar w:fldCharType="separate"/>
            </w:r>
            <w:r>
              <w:rPr>
                <w:noProof/>
                <w:webHidden/>
              </w:rPr>
              <w:t>8</w:t>
            </w:r>
            <w:r>
              <w:rPr>
                <w:noProof/>
                <w:webHidden/>
              </w:rPr>
              <w:fldChar w:fldCharType="end"/>
            </w:r>
          </w:hyperlink>
        </w:p>
        <w:p w14:paraId="1075FAE2" w14:textId="1BF8372E" w:rsidR="00370E74" w:rsidRDefault="00370E7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961429" w:history="1">
            <w:r w:rsidRPr="00C75DE0">
              <w:rPr>
                <w:rStyle w:val="Hyperlink"/>
                <w:noProof/>
              </w:rPr>
              <w:t>Authorizing Services</w:t>
            </w:r>
            <w:r>
              <w:rPr>
                <w:noProof/>
                <w:webHidden/>
              </w:rPr>
              <w:tab/>
            </w:r>
            <w:r>
              <w:rPr>
                <w:noProof/>
                <w:webHidden/>
              </w:rPr>
              <w:fldChar w:fldCharType="begin"/>
            </w:r>
            <w:r>
              <w:rPr>
                <w:noProof/>
                <w:webHidden/>
              </w:rPr>
              <w:instrText xml:space="preserve"> PAGEREF _Toc197961429 \h </w:instrText>
            </w:r>
            <w:r>
              <w:rPr>
                <w:noProof/>
                <w:webHidden/>
              </w:rPr>
            </w:r>
            <w:r>
              <w:rPr>
                <w:noProof/>
                <w:webHidden/>
              </w:rPr>
              <w:fldChar w:fldCharType="separate"/>
            </w:r>
            <w:r>
              <w:rPr>
                <w:noProof/>
                <w:webHidden/>
              </w:rPr>
              <w:t>9</w:t>
            </w:r>
            <w:r>
              <w:rPr>
                <w:noProof/>
                <w:webHidden/>
              </w:rPr>
              <w:fldChar w:fldCharType="end"/>
            </w:r>
          </w:hyperlink>
        </w:p>
        <w:p w14:paraId="19265D49" w14:textId="05D1D7F4" w:rsidR="00370E74" w:rsidRDefault="00370E74">
          <w:pPr>
            <w:pStyle w:val="TOC1"/>
            <w:tabs>
              <w:tab w:val="right" w:leader="dot" w:pos="9350"/>
            </w:tabs>
            <w:rPr>
              <w:rFonts w:asciiTheme="minorHAnsi" w:eastAsiaTheme="minorEastAsia" w:hAnsiTheme="minorHAnsi" w:cstheme="minorBidi"/>
              <w:noProof/>
              <w:kern w:val="2"/>
              <w:sz w:val="24"/>
              <w:szCs w:val="24"/>
              <w14:ligatures w14:val="standardContextual"/>
            </w:rPr>
          </w:pPr>
          <w:hyperlink w:anchor="_Toc197961430" w:history="1">
            <w:r w:rsidRPr="00C75DE0">
              <w:rPr>
                <w:rStyle w:val="Hyperlink"/>
                <w:noProof/>
              </w:rPr>
              <w:t>ADC</w:t>
            </w:r>
            <w:r>
              <w:rPr>
                <w:noProof/>
                <w:webHidden/>
              </w:rPr>
              <w:tab/>
            </w:r>
            <w:r>
              <w:rPr>
                <w:noProof/>
                <w:webHidden/>
              </w:rPr>
              <w:fldChar w:fldCharType="begin"/>
            </w:r>
            <w:r>
              <w:rPr>
                <w:noProof/>
                <w:webHidden/>
              </w:rPr>
              <w:instrText xml:space="preserve"> PAGEREF _Toc197961430 \h </w:instrText>
            </w:r>
            <w:r>
              <w:rPr>
                <w:noProof/>
                <w:webHidden/>
              </w:rPr>
            </w:r>
            <w:r>
              <w:rPr>
                <w:noProof/>
                <w:webHidden/>
              </w:rPr>
              <w:fldChar w:fldCharType="separate"/>
            </w:r>
            <w:r>
              <w:rPr>
                <w:noProof/>
                <w:webHidden/>
              </w:rPr>
              <w:t>9</w:t>
            </w:r>
            <w:r>
              <w:rPr>
                <w:noProof/>
                <w:webHidden/>
              </w:rPr>
              <w:fldChar w:fldCharType="end"/>
            </w:r>
          </w:hyperlink>
        </w:p>
        <w:p w14:paraId="6FD5814C" w14:textId="373A6042" w:rsidR="00370E74" w:rsidRDefault="00370E74">
          <w:pPr>
            <w:pStyle w:val="TOC1"/>
            <w:tabs>
              <w:tab w:val="right" w:leader="dot" w:pos="9350"/>
            </w:tabs>
            <w:rPr>
              <w:rFonts w:asciiTheme="minorHAnsi" w:eastAsiaTheme="minorEastAsia" w:hAnsiTheme="minorHAnsi" w:cstheme="minorBidi"/>
              <w:noProof/>
              <w:kern w:val="2"/>
              <w:sz w:val="24"/>
              <w:szCs w:val="24"/>
              <w14:ligatures w14:val="standardContextual"/>
            </w:rPr>
          </w:pPr>
          <w:hyperlink w:anchor="_Toc197961431" w:history="1">
            <w:r w:rsidRPr="00C75DE0">
              <w:rPr>
                <w:rStyle w:val="Hyperlink"/>
                <w:noProof/>
              </w:rPr>
              <w:t>code-COPES/RCL</w:t>
            </w:r>
            <w:r>
              <w:rPr>
                <w:noProof/>
                <w:webHidden/>
              </w:rPr>
              <w:tab/>
            </w:r>
            <w:r>
              <w:rPr>
                <w:noProof/>
                <w:webHidden/>
              </w:rPr>
              <w:fldChar w:fldCharType="begin"/>
            </w:r>
            <w:r>
              <w:rPr>
                <w:noProof/>
                <w:webHidden/>
              </w:rPr>
              <w:instrText xml:space="preserve"> PAGEREF _Toc197961431 \h </w:instrText>
            </w:r>
            <w:r>
              <w:rPr>
                <w:noProof/>
                <w:webHidden/>
              </w:rPr>
            </w:r>
            <w:r>
              <w:rPr>
                <w:noProof/>
                <w:webHidden/>
              </w:rPr>
              <w:fldChar w:fldCharType="separate"/>
            </w:r>
            <w:r>
              <w:rPr>
                <w:noProof/>
                <w:webHidden/>
              </w:rPr>
              <w:t>9</w:t>
            </w:r>
            <w:r>
              <w:rPr>
                <w:noProof/>
                <w:webHidden/>
              </w:rPr>
              <w:fldChar w:fldCharType="end"/>
            </w:r>
          </w:hyperlink>
        </w:p>
        <w:p w14:paraId="6CCE4142" w14:textId="1925A011" w:rsidR="00370E74" w:rsidRDefault="00370E7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961432" w:history="1">
            <w:r w:rsidRPr="00C75DE0">
              <w:rPr>
                <w:rStyle w:val="Hyperlink"/>
                <w:noProof/>
              </w:rPr>
              <w:t>Adult Day Health (ADH)</w:t>
            </w:r>
            <w:r>
              <w:rPr>
                <w:noProof/>
                <w:webHidden/>
              </w:rPr>
              <w:tab/>
            </w:r>
            <w:r>
              <w:rPr>
                <w:noProof/>
                <w:webHidden/>
              </w:rPr>
              <w:fldChar w:fldCharType="begin"/>
            </w:r>
            <w:r>
              <w:rPr>
                <w:noProof/>
                <w:webHidden/>
              </w:rPr>
              <w:instrText xml:space="preserve"> PAGEREF _Toc197961432 \h </w:instrText>
            </w:r>
            <w:r>
              <w:rPr>
                <w:noProof/>
                <w:webHidden/>
              </w:rPr>
            </w:r>
            <w:r>
              <w:rPr>
                <w:noProof/>
                <w:webHidden/>
              </w:rPr>
              <w:fldChar w:fldCharType="separate"/>
            </w:r>
            <w:r>
              <w:rPr>
                <w:noProof/>
                <w:webHidden/>
              </w:rPr>
              <w:t>10</w:t>
            </w:r>
            <w:r>
              <w:rPr>
                <w:noProof/>
                <w:webHidden/>
              </w:rPr>
              <w:fldChar w:fldCharType="end"/>
            </w:r>
          </w:hyperlink>
        </w:p>
        <w:p w14:paraId="3FAA7C89" w14:textId="1891EE6E" w:rsidR="00370E74" w:rsidRDefault="00370E7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961433" w:history="1">
            <w:r w:rsidRPr="00C75DE0">
              <w:rPr>
                <w:rStyle w:val="Hyperlink"/>
                <w:noProof/>
              </w:rPr>
              <w:t>Services</w:t>
            </w:r>
            <w:r>
              <w:rPr>
                <w:noProof/>
                <w:webHidden/>
              </w:rPr>
              <w:tab/>
            </w:r>
            <w:r>
              <w:rPr>
                <w:noProof/>
                <w:webHidden/>
              </w:rPr>
              <w:fldChar w:fldCharType="begin"/>
            </w:r>
            <w:r>
              <w:rPr>
                <w:noProof/>
                <w:webHidden/>
              </w:rPr>
              <w:instrText xml:space="preserve"> PAGEREF _Toc197961433 \h </w:instrText>
            </w:r>
            <w:r>
              <w:rPr>
                <w:noProof/>
                <w:webHidden/>
              </w:rPr>
            </w:r>
            <w:r>
              <w:rPr>
                <w:noProof/>
                <w:webHidden/>
              </w:rPr>
              <w:fldChar w:fldCharType="separate"/>
            </w:r>
            <w:r>
              <w:rPr>
                <w:noProof/>
                <w:webHidden/>
              </w:rPr>
              <w:t>10</w:t>
            </w:r>
            <w:r>
              <w:rPr>
                <w:noProof/>
                <w:webHidden/>
              </w:rPr>
              <w:fldChar w:fldCharType="end"/>
            </w:r>
          </w:hyperlink>
        </w:p>
        <w:p w14:paraId="0A785B7B" w14:textId="410962E3" w:rsidR="00370E74" w:rsidRDefault="00370E7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961434" w:history="1">
            <w:r w:rsidRPr="00C75DE0">
              <w:rPr>
                <w:rStyle w:val="Hyperlink"/>
                <w:noProof/>
              </w:rPr>
              <w:t>ADH Remote/Hybrid</w:t>
            </w:r>
            <w:r>
              <w:rPr>
                <w:noProof/>
                <w:webHidden/>
              </w:rPr>
              <w:tab/>
            </w:r>
            <w:r>
              <w:rPr>
                <w:noProof/>
                <w:webHidden/>
              </w:rPr>
              <w:fldChar w:fldCharType="begin"/>
            </w:r>
            <w:r>
              <w:rPr>
                <w:noProof/>
                <w:webHidden/>
              </w:rPr>
              <w:instrText xml:space="preserve"> PAGEREF _Toc197961434 \h </w:instrText>
            </w:r>
            <w:r>
              <w:rPr>
                <w:noProof/>
                <w:webHidden/>
              </w:rPr>
            </w:r>
            <w:r>
              <w:rPr>
                <w:noProof/>
                <w:webHidden/>
              </w:rPr>
              <w:fldChar w:fldCharType="separate"/>
            </w:r>
            <w:r>
              <w:rPr>
                <w:noProof/>
                <w:webHidden/>
              </w:rPr>
              <w:t>12</w:t>
            </w:r>
            <w:r>
              <w:rPr>
                <w:noProof/>
                <w:webHidden/>
              </w:rPr>
              <w:fldChar w:fldCharType="end"/>
            </w:r>
          </w:hyperlink>
        </w:p>
        <w:p w14:paraId="465A2AA4" w14:textId="602C6862" w:rsidR="00370E74" w:rsidRDefault="00370E7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961435" w:history="1">
            <w:r w:rsidRPr="00C75DE0">
              <w:rPr>
                <w:rStyle w:val="Hyperlink"/>
                <w:noProof/>
              </w:rPr>
              <w:t>Negotiated Care Plan (NCP) Review</w:t>
            </w:r>
            <w:r>
              <w:rPr>
                <w:noProof/>
                <w:webHidden/>
              </w:rPr>
              <w:tab/>
            </w:r>
            <w:r>
              <w:rPr>
                <w:noProof/>
                <w:webHidden/>
              </w:rPr>
              <w:fldChar w:fldCharType="begin"/>
            </w:r>
            <w:r>
              <w:rPr>
                <w:noProof/>
                <w:webHidden/>
              </w:rPr>
              <w:instrText xml:space="preserve"> PAGEREF _Toc197961435 \h </w:instrText>
            </w:r>
            <w:r>
              <w:rPr>
                <w:noProof/>
                <w:webHidden/>
              </w:rPr>
            </w:r>
            <w:r>
              <w:rPr>
                <w:noProof/>
                <w:webHidden/>
              </w:rPr>
              <w:fldChar w:fldCharType="separate"/>
            </w:r>
            <w:r>
              <w:rPr>
                <w:noProof/>
                <w:webHidden/>
              </w:rPr>
              <w:t>13</w:t>
            </w:r>
            <w:r>
              <w:rPr>
                <w:noProof/>
                <w:webHidden/>
              </w:rPr>
              <w:fldChar w:fldCharType="end"/>
            </w:r>
          </w:hyperlink>
        </w:p>
        <w:p w14:paraId="0C22AED2" w14:textId="691CDFE3" w:rsidR="00370E74" w:rsidRDefault="00370E7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961436" w:history="1">
            <w:r w:rsidRPr="00C75DE0">
              <w:rPr>
                <w:rStyle w:val="Hyperlink"/>
                <w:noProof/>
              </w:rPr>
              <w:t>ADH Service Authorization</w:t>
            </w:r>
            <w:r>
              <w:rPr>
                <w:noProof/>
                <w:webHidden/>
              </w:rPr>
              <w:tab/>
            </w:r>
            <w:r>
              <w:rPr>
                <w:noProof/>
                <w:webHidden/>
              </w:rPr>
              <w:fldChar w:fldCharType="begin"/>
            </w:r>
            <w:r>
              <w:rPr>
                <w:noProof/>
                <w:webHidden/>
              </w:rPr>
              <w:instrText xml:space="preserve"> PAGEREF _Toc197961436 \h </w:instrText>
            </w:r>
            <w:r>
              <w:rPr>
                <w:noProof/>
                <w:webHidden/>
              </w:rPr>
            </w:r>
            <w:r>
              <w:rPr>
                <w:noProof/>
                <w:webHidden/>
              </w:rPr>
              <w:fldChar w:fldCharType="separate"/>
            </w:r>
            <w:r>
              <w:rPr>
                <w:noProof/>
                <w:webHidden/>
              </w:rPr>
              <w:t>14</w:t>
            </w:r>
            <w:r>
              <w:rPr>
                <w:noProof/>
                <w:webHidden/>
              </w:rPr>
              <w:fldChar w:fldCharType="end"/>
            </w:r>
          </w:hyperlink>
        </w:p>
        <w:p w14:paraId="29996E94" w14:textId="3D8B8B60" w:rsidR="00370E74" w:rsidRDefault="00370E74">
          <w:pPr>
            <w:pStyle w:val="TOC1"/>
            <w:tabs>
              <w:tab w:val="right" w:leader="dot" w:pos="9350"/>
            </w:tabs>
            <w:rPr>
              <w:rFonts w:asciiTheme="minorHAnsi" w:eastAsiaTheme="minorEastAsia" w:hAnsiTheme="minorHAnsi" w:cstheme="minorBidi"/>
              <w:noProof/>
              <w:kern w:val="2"/>
              <w:sz w:val="24"/>
              <w:szCs w:val="24"/>
              <w14:ligatures w14:val="standardContextual"/>
            </w:rPr>
          </w:pPr>
          <w:hyperlink w:anchor="_Toc197961437" w:history="1">
            <w:r w:rsidRPr="00C75DE0">
              <w:rPr>
                <w:rStyle w:val="Hyperlink"/>
                <w:noProof/>
              </w:rPr>
              <w:t>ADH</w:t>
            </w:r>
            <w:r>
              <w:rPr>
                <w:noProof/>
                <w:webHidden/>
              </w:rPr>
              <w:tab/>
            </w:r>
            <w:r>
              <w:rPr>
                <w:noProof/>
                <w:webHidden/>
              </w:rPr>
              <w:fldChar w:fldCharType="begin"/>
            </w:r>
            <w:r>
              <w:rPr>
                <w:noProof/>
                <w:webHidden/>
              </w:rPr>
              <w:instrText xml:space="preserve"> PAGEREF _Toc197961437 \h </w:instrText>
            </w:r>
            <w:r>
              <w:rPr>
                <w:noProof/>
                <w:webHidden/>
              </w:rPr>
            </w:r>
            <w:r>
              <w:rPr>
                <w:noProof/>
                <w:webHidden/>
              </w:rPr>
              <w:fldChar w:fldCharType="separate"/>
            </w:r>
            <w:r>
              <w:rPr>
                <w:noProof/>
                <w:webHidden/>
              </w:rPr>
              <w:t>14</w:t>
            </w:r>
            <w:r>
              <w:rPr>
                <w:noProof/>
                <w:webHidden/>
              </w:rPr>
              <w:fldChar w:fldCharType="end"/>
            </w:r>
          </w:hyperlink>
        </w:p>
        <w:p w14:paraId="7E33F7C2" w14:textId="5AADE8C4" w:rsidR="00370E74" w:rsidRDefault="00370E74">
          <w:pPr>
            <w:pStyle w:val="TOC1"/>
            <w:tabs>
              <w:tab w:val="right" w:leader="dot" w:pos="9350"/>
            </w:tabs>
            <w:rPr>
              <w:rFonts w:asciiTheme="minorHAnsi" w:eastAsiaTheme="minorEastAsia" w:hAnsiTheme="minorHAnsi" w:cstheme="minorBidi"/>
              <w:noProof/>
              <w:kern w:val="2"/>
              <w:sz w:val="24"/>
              <w:szCs w:val="24"/>
              <w14:ligatures w14:val="standardContextual"/>
            </w:rPr>
          </w:pPr>
          <w:hyperlink w:anchor="_Toc197961438" w:history="1">
            <w:r w:rsidRPr="00C75DE0">
              <w:rPr>
                <w:rStyle w:val="Hyperlink"/>
                <w:noProof/>
              </w:rPr>
              <w:t>COPES/RCL</w:t>
            </w:r>
            <w:r>
              <w:rPr>
                <w:noProof/>
                <w:webHidden/>
              </w:rPr>
              <w:tab/>
            </w:r>
            <w:r>
              <w:rPr>
                <w:noProof/>
                <w:webHidden/>
              </w:rPr>
              <w:fldChar w:fldCharType="begin"/>
            </w:r>
            <w:r>
              <w:rPr>
                <w:noProof/>
                <w:webHidden/>
              </w:rPr>
              <w:instrText xml:space="preserve"> PAGEREF _Toc197961438 \h </w:instrText>
            </w:r>
            <w:r>
              <w:rPr>
                <w:noProof/>
                <w:webHidden/>
              </w:rPr>
            </w:r>
            <w:r>
              <w:rPr>
                <w:noProof/>
                <w:webHidden/>
              </w:rPr>
              <w:fldChar w:fldCharType="separate"/>
            </w:r>
            <w:r>
              <w:rPr>
                <w:noProof/>
                <w:webHidden/>
              </w:rPr>
              <w:t>14</w:t>
            </w:r>
            <w:r>
              <w:rPr>
                <w:noProof/>
                <w:webHidden/>
              </w:rPr>
              <w:fldChar w:fldCharType="end"/>
            </w:r>
          </w:hyperlink>
        </w:p>
        <w:p w14:paraId="2AB4BF12" w14:textId="7C696F7C" w:rsidR="00370E74" w:rsidRDefault="00370E74">
          <w:pPr>
            <w:pStyle w:val="TOC1"/>
            <w:tabs>
              <w:tab w:val="right" w:leader="dot" w:pos="9350"/>
            </w:tabs>
            <w:rPr>
              <w:rFonts w:asciiTheme="minorHAnsi" w:eastAsiaTheme="minorEastAsia" w:hAnsiTheme="minorHAnsi" w:cstheme="minorBidi"/>
              <w:noProof/>
              <w:kern w:val="2"/>
              <w:sz w:val="24"/>
              <w:szCs w:val="24"/>
              <w14:ligatures w14:val="standardContextual"/>
            </w:rPr>
          </w:pPr>
          <w:hyperlink w:anchor="_Toc197961439" w:history="1">
            <w:r w:rsidRPr="00C75DE0">
              <w:rPr>
                <w:rStyle w:val="Hyperlink"/>
                <w:noProof/>
              </w:rPr>
              <w:t>Modifier</w:t>
            </w:r>
            <w:r>
              <w:rPr>
                <w:noProof/>
                <w:webHidden/>
              </w:rPr>
              <w:tab/>
            </w:r>
            <w:r>
              <w:rPr>
                <w:noProof/>
                <w:webHidden/>
              </w:rPr>
              <w:fldChar w:fldCharType="begin"/>
            </w:r>
            <w:r>
              <w:rPr>
                <w:noProof/>
                <w:webHidden/>
              </w:rPr>
              <w:instrText xml:space="preserve"> PAGEREF _Toc197961439 \h </w:instrText>
            </w:r>
            <w:r>
              <w:rPr>
                <w:noProof/>
                <w:webHidden/>
              </w:rPr>
            </w:r>
            <w:r>
              <w:rPr>
                <w:noProof/>
                <w:webHidden/>
              </w:rPr>
              <w:fldChar w:fldCharType="separate"/>
            </w:r>
            <w:r>
              <w:rPr>
                <w:noProof/>
                <w:webHidden/>
              </w:rPr>
              <w:t>14</w:t>
            </w:r>
            <w:r>
              <w:rPr>
                <w:noProof/>
                <w:webHidden/>
              </w:rPr>
              <w:fldChar w:fldCharType="end"/>
            </w:r>
          </w:hyperlink>
        </w:p>
        <w:p w14:paraId="7312D719" w14:textId="02A7FDC3" w:rsidR="00370E74" w:rsidRDefault="00370E7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961440" w:history="1">
            <w:r w:rsidRPr="00C75DE0">
              <w:rPr>
                <w:rStyle w:val="Hyperlink"/>
                <w:noProof/>
              </w:rPr>
              <w:t>Assigning Needs to ADS Provider</w:t>
            </w:r>
            <w:r>
              <w:rPr>
                <w:noProof/>
                <w:webHidden/>
              </w:rPr>
              <w:tab/>
            </w:r>
            <w:r>
              <w:rPr>
                <w:noProof/>
                <w:webHidden/>
              </w:rPr>
              <w:fldChar w:fldCharType="begin"/>
            </w:r>
            <w:r>
              <w:rPr>
                <w:noProof/>
                <w:webHidden/>
              </w:rPr>
              <w:instrText xml:space="preserve"> PAGEREF _Toc197961440 \h </w:instrText>
            </w:r>
            <w:r>
              <w:rPr>
                <w:noProof/>
                <w:webHidden/>
              </w:rPr>
            </w:r>
            <w:r>
              <w:rPr>
                <w:noProof/>
                <w:webHidden/>
              </w:rPr>
              <w:fldChar w:fldCharType="separate"/>
            </w:r>
            <w:r>
              <w:rPr>
                <w:noProof/>
                <w:webHidden/>
              </w:rPr>
              <w:t>15</w:t>
            </w:r>
            <w:r>
              <w:rPr>
                <w:noProof/>
                <w:webHidden/>
              </w:rPr>
              <w:fldChar w:fldCharType="end"/>
            </w:r>
          </w:hyperlink>
        </w:p>
        <w:p w14:paraId="34D2D7D0" w14:textId="352EC398" w:rsidR="00370E74" w:rsidRDefault="00370E7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961441" w:history="1">
            <w:r w:rsidRPr="00C75DE0">
              <w:rPr>
                <w:rStyle w:val="Hyperlink"/>
                <w:noProof/>
              </w:rPr>
              <w:t>Transferring Client from HCS to the AAA</w:t>
            </w:r>
            <w:r>
              <w:rPr>
                <w:noProof/>
                <w:webHidden/>
              </w:rPr>
              <w:tab/>
            </w:r>
            <w:r>
              <w:rPr>
                <w:noProof/>
                <w:webHidden/>
              </w:rPr>
              <w:fldChar w:fldCharType="begin"/>
            </w:r>
            <w:r>
              <w:rPr>
                <w:noProof/>
                <w:webHidden/>
              </w:rPr>
              <w:instrText xml:space="preserve"> PAGEREF _Toc197961441 \h </w:instrText>
            </w:r>
            <w:r>
              <w:rPr>
                <w:noProof/>
                <w:webHidden/>
              </w:rPr>
            </w:r>
            <w:r>
              <w:rPr>
                <w:noProof/>
                <w:webHidden/>
              </w:rPr>
              <w:fldChar w:fldCharType="separate"/>
            </w:r>
            <w:r>
              <w:rPr>
                <w:noProof/>
                <w:webHidden/>
              </w:rPr>
              <w:t>15</w:t>
            </w:r>
            <w:r>
              <w:rPr>
                <w:noProof/>
                <w:webHidden/>
              </w:rPr>
              <w:fldChar w:fldCharType="end"/>
            </w:r>
          </w:hyperlink>
        </w:p>
        <w:p w14:paraId="17AE189D" w14:textId="6A91621E" w:rsidR="00370E74" w:rsidRDefault="00370E7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961442" w:history="1">
            <w:r w:rsidRPr="00C75DE0">
              <w:rPr>
                <w:rStyle w:val="Hyperlink"/>
                <w:noProof/>
              </w:rPr>
              <w:t>Resources</w:t>
            </w:r>
            <w:r>
              <w:rPr>
                <w:noProof/>
                <w:webHidden/>
              </w:rPr>
              <w:tab/>
            </w:r>
            <w:r>
              <w:rPr>
                <w:noProof/>
                <w:webHidden/>
              </w:rPr>
              <w:fldChar w:fldCharType="begin"/>
            </w:r>
            <w:r>
              <w:rPr>
                <w:noProof/>
                <w:webHidden/>
              </w:rPr>
              <w:instrText xml:space="preserve"> PAGEREF _Toc197961442 \h </w:instrText>
            </w:r>
            <w:r>
              <w:rPr>
                <w:noProof/>
                <w:webHidden/>
              </w:rPr>
            </w:r>
            <w:r>
              <w:rPr>
                <w:noProof/>
                <w:webHidden/>
              </w:rPr>
              <w:fldChar w:fldCharType="separate"/>
            </w:r>
            <w:r>
              <w:rPr>
                <w:noProof/>
                <w:webHidden/>
              </w:rPr>
              <w:t>15</w:t>
            </w:r>
            <w:r>
              <w:rPr>
                <w:noProof/>
                <w:webHidden/>
              </w:rPr>
              <w:fldChar w:fldCharType="end"/>
            </w:r>
          </w:hyperlink>
        </w:p>
        <w:p w14:paraId="0CF2EE8B" w14:textId="33F15170" w:rsidR="00370E74" w:rsidRDefault="00370E7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961443" w:history="1">
            <w:r w:rsidRPr="00C75DE0">
              <w:rPr>
                <w:rStyle w:val="Hyperlink"/>
                <w:noProof/>
              </w:rPr>
              <w:t>Related WACs, RCWs and CMS Waivers</w:t>
            </w:r>
            <w:r>
              <w:rPr>
                <w:noProof/>
                <w:webHidden/>
              </w:rPr>
              <w:tab/>
            </w:r>
            <w:r>
              <w:rPr>
                <w:noProof/>
                <w:webHidden/>
              </w:rPr>
              <w:fldChar w:fldCharType="begin"/>
            </w:r>
            <w:r>
              <w:rPr>
                <w:noProof/>
                <w:webHidden/>
              </w:rPr>
              <w:instrText xml:space="preserve"> PAGEREF _Toc197961443 \h </w:instrText>
            </w:r>
            <w:r>
              <w:rPr>
                <w:noProof/>
                <w:webHidden/>
              </w:rPr>
            </w:r>
            <w:r>
              <w:rPr>
                <w:noProof/>
                <w:webHidden/>
              </w:rPr>
              <w:fldChar w:fldCharType="separate"/>
            </w:r>
            <w:r>
              <w:rPr>
                <w:noProof/>
                <w:webHidden/>
              </w:rPr>
              <w:t>15</w:t>
            </w:r>
            <w:r>
              <w:rPr>
                <w:noProof/>
                <w:webHidden/>
              </w:rPr>
              <w:fldChar w:fldCharType="end"/>
            </w:r>
          </w:hyperlink>
        </w:p>
        <w:p w14:paraId="5EB6041D" w14:textId="29842D98" w:rsidR="00370E74" w:rsidRDefault="00370E7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961444" w:history="1">
            <w:r w:rsidRPr="00C75DE0">
              <w:rPr>
                <w:rStyle w:val="Hyperlink"/>
                <w:noProof/>
              </w:rPr>
              <w:t>Acronyms</w:t>
            </w:r>
            <w:r>
              <w:rPr>
                <w:noProof/>
                <w:webHidden/>
              </w:rPr>
              <w:tab/>
            </w:r>
            <w:r>
              <w:rPr>
                <w:noProof/>
                <w:webHidden/>
              </w:rPr>
              <w:fldChar w:fldCharType="begin"/>
            </w:r>
            <w:r>
              <w:rPr>
                <w:noProof/>
                <w:webHidden/>
              </w:rPr>
              <w:instrText xml:space="preserve"> PAGEREF _Toc197961444 \h </w:instrText>
            </w:r>
            <w:r>
              <w:rPr>
                <w:noProof/>
                <w:webHidden/>
              </w:rPr>
            </w:r>
            <w:r>
              <w:rPr>
                <w:noProof/>
                <w:webHidden/>
              </w:rPr>
              <w:fldChar w:fldCharType="separate"/>
            </w:r>
            <w:r>
              <w:rPr>
                <w:noProof/>
                <w:webHidden/>
              </w:rPr>
              <w:t>15</w:t>
            </w:r>
            <w:r>
              <w:rPr>
                <w:noProof/>
                <w:webHidden/>
              </w:rPr>
              <w:fldChar w:fldCharType="end"/>
            </w:r>
          </w:hyperlink>
        </w:p>
        <w:p w14:paraId="07C8C087" w14:textId="3B0A0847" w:rsidR="00370E74" w:rsidRDefault="00370E7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961445" w:history="1">
            <w:r w:rsidRPr="00C75DE0">
              <w:rPr>
                <w:rStyle w:val="Hyperlink"/>
                <w:noProof/>
              </w:rPr>
              <w:t>FAQs</w:t>
            </w:r>
            <w:r>
              <w:rPr>
                <w:noProof/>
                <w:webHidden/>
              </w:rPr>
              <w:tab/>
            </w:r>
            <w:r>
              <w:rPr>
                <w:noProof/>
                <w:webHidden/>
              </w:rPr>
              <w:fldChar w:fldCharType="begin"/>
            </w:r>
            <w:r>
              <w:rPr>
                <w:noProof/>
                <w:webHidden/>
              </w:rPr>
              <w:instrText xml:space="preserve"> PAGEREF _Toc197961445 \h </w:instrText>
            </w:r>
            <w:r>
              <w:rPr>
                <w:noProof/>
                <w:webHidden/>
              </w:rPr>
            </w:r>
            <w:r>
              <w:rPr>
                <w:noProof/>
                <w:webHidden/>
              </w:rPr>
              <w:fldChar w:fldCharType="separate"/>
            </w:r>
            <w:r>
              <w:rPr>
                <w:noProof/>
                <w:webHidden/>
              </w:rPr>
              <w:t>16</w:t>
            </w:r>
            <w:r>
              <w:rPr>
                <w:noProof/>
                <w:webHidden/>
              </w:rPr>
              <w:fldChar w:fldCharType="end"/>
            </w:r>
          </w:hyperlink>
        </w:p>
        <w:p w14:paraId="3B8EB56A" w14:textId="7A6AFF59" w:rsidR="00370E74" w:rsidRDefault="00370E7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961446" w:history="1">
            <w:r w:rsidRPr="00C75DE0">
              <w:rPr>
                <w:rStyle w:val="Hyperlink"/>
                <w:noProof/>
              </w:rPr>
              <w:t>Revision History</w:t>
            </w:r>
            <w:r>
              <w:rPr>
                <w:noProof/>
                <w:webHidden/>
              </w:rPr>
              <w:tab/>
            </w:r>
            <w:r>
              <w:rPr>
                <w:noProof/>
                <w:webHidden/>
              </w:rPr>
              <w:fldChar w:fldCharType="begin"/>
            </w:r>
            <w:r>
              <w:rPr>
                <w:noProof/>
                <w:webHidden/>
              </w:rPr>
              <w:instrText xml:space="preserve"> PAGEREF _Toc197961446 \h </w:instrText>
            </w:r>
            <w:r>
              <w:rPr>
                <w:noProof/>
                <w:webHidden/>
              </w:rPr>
            </w:r>
            <w:r>
              <w:rPr>
                <w:noProof/>
                <w:webHidden/>
              </w:rPr>
              <w:fldChar w:fldCharType="separate"/>
            </w:r>
            <w:r>
              <w:rPr>
                <w:noProof/>
                <w:webHidden/>
              </w:rPr>
              <w:t>17</w:t>
            </w:r>
            <w:r>
              <w:rPr>
                <w:noProof/>
                <w:webHidden/>
              </w:rPr>
              <w:fldChar w:fldCharType="end"/>
            </w:r>
          </w:hyperlink>
        </w:p>
        <w:p w14:paraId="589D6972" w14:textId="6CD26A16" w:rsidR="007E62CD" w:rsidRDefault="007E62CD">
          <w:r>
            <w:rPr>
              <w:b/>
              <w:bCs/>
              <w:noProof/>
            </w:rPr>
            <w:fldChar w:fldCharType="end"/>
          </w:r>
        </w:p>
      </w:sdtContent>
    </w:sdt>
    <w:p w14:paraId="08DA4449" w14:textId="6D315790" w:rsidR="007676F4" w:rsidRPr="007A2A11" w:rsidRDefault="00296C58" w:rsidP="007A2A11">
      <w:pPr>
        <w:pStyle w:val="Heading2"/>
      </w:pPr>
      <w:bookmarkStart w:id="2" w:name="_Toc525727012"/>
      <w:bookmarkStart w:id="3" w:name="_Toc525727112"/>
      <w:bookmarkStart w:id="4" w:name="_Toc528758278"/>
      <w:bookmarkStart w:id="5" w:name="_Toc528759426"/>
      <w:bookmarkStart w:id="6" w:name="_Toc528760021"/>
      <w:r>
        <w:br w:type="page"/>
      </w:r>
      <w:bookmarkStart w:id="7" w:name="_Toc197961422"/>
      <w:r w:rsidR="007676F4" w:rsidRPr="000F302E">
        <w:rPr>
          <w:color w:val="193F6F"/>
        </w:rPr>
        <w:lastRenderedPageBreak/>
        <w:t>Background</w:t>
      </w:r>
      <w:bookmarkEnd w:id="2"/>
      <w:bookmarkEnd w:id="3"/>
      <w:bookmarkEnd w:id="4"/>
      <w:bookmarkEnd w:id="5"/>
      <w:bookmarkEnd w:id="6"/>
      <w:bookmarkEnd w:id="7"/>
    </w:p>
    <w:p w14:paraId="007D2564" w14:textId="77777777" w:rsidR="00AA0C55" w:rsidRDefault="00AA0C55" w:rsidP="00AA0C55">
      <w:bookmarkStart w:id="8" w:name="_Hlk192064051"/>
      <w:r>
        <w:t xml:space="preserve">Adult Day Services (ADS) provide opportunities for adults with functional limitations to regularly attend a center where a variety of health, social, and related support services are provided. Services are individualized to meet the unique needs of each participant. For a quick overview of the programs, download the brochure </w:t>
      </w:r>
      <w:hyperlink r:id="rId13" w:history="1">
        <w:r w:rsidRPr="002872C2">
          <w:rPr>
            <w:rStyle w:val="Hyperlink"/>
          </w:rPr>
          <w:t>here</w:t>
        </w:r>
      </w:hyperlink>
      <w:r w:rsidRPr="002872C2">
        <w:t xml:space="preserve"> (DSHS 22-1731).</w:t>
      </w:r>
      <w:r>
        <w:t xml:space="preserve">   This brochure can be used as a marketing tool and an informative brochure to leave with the client.</w:t>
      </w:r>
    </w:p>
    <w:p w14:paraId="5C101DBB" w14:textId="77777777" w:rsidR="00AA0C55" w:rsidRDefault="00AA0C55" w:rsidP="00AA0C55"/>
    <w:p w14:paraId="715175CF" w14:textId="77777777" w:rsidR="00AA0C55" w:rsidRDefault="00AA0C55" w:rsidP="00AA0C55">
      <w:r>
        <w:t>ADS goals are to:</w:t>
      </w:r>
    </w:p>
    <w:p w14:paraId="5D217A90" w14:textId="77777777" w:rsidR="00AA0C55" w:rsidRDefault="00AA0C55" w:rsidP="00AA0C55">
      <w:pPr>
        <w:pStyle w:val="ListParagraph"/>
        <w:contextualSpacing/>
      </w:pPr>
      <w:r>
        <w:t>Provide clinical and non-clinical services to address unmet needs.</w:t>
      </w:r>
    </w:p>
    <w:p w14:paraId="6867C399" w14:textId="77777777" w:rsidR="00AA0C55" w:rsidRDefault="00AA0C55" w:rsidP="00AA0C55">
      <w:pPr>
        <w:pStyle w:val="ListParagraph"/>
        <w:contextualSpacing/>
      </w:pPr>
      <w:r>
        <w:t xml:space="preserve">Assist participants with their activities of daily living (ADLs). </w:t>
      </w:r>
    </w:p>
    <w:p w14:paraId="6FC7A3E3" w14:textId="77777777" w:rsidR="00AA0C55" w:rsidRDefault="00AA0C55" w:rsidP="00AA0C55">
      <w:pPr>
        <w:pStyle w:val="ListParagraph"/>
        <w:contextualSpacing/>
      </w:pPr>
      <w:r>
        <w:t>Support participants to live in their community/resident of choice.</w:t>
      </w:r>
    </w:p>
    <w:p w14:paraId="58E73D77" w14:textId="77777777" w:rsidR="00AA0C55" w:rsidRDefault="00AA0C55" w:rsidP="00AA0C55"/>
    <w:p w14:paraId="3A2DDDC4" w14:textId="77777777" w:rsidR="00AA0C55" w:rsidRDefault="00AA0C55" w:rsidP="00AA0C55">
      <w:r>
        <w:t xml:space="preserve">Each client has a Negotiated Care Plan (NCP) and their progress with program-component interventions is measured over time. </w:t>
      </w:r>
    </w:p>
    <w:p w14:paraId="387A6C3A" w14:textId="26E02877" w:rsidR="007676F4" w:rsidRDefault="007676F4" w:rsidP="00651643"/>
    <w:p w14:paraId="35A287E2" w14:textId="77777777" w:rsidR="00AA0C55" w:rsidRDefault="00AA0C55" w:rsidP="00AA0C55">
      <w:pPr>
        <w:pStyle w:val="TableTitle"/>
      </w:pPr>
      <w:r>
        <w:t>Table 12.1</w:t>
      </w:r>
      <w:r>
        <w:tab/>
        <w:t>Program Components</w:t>
      </w:r>
    </w:p>
    <w:tbl>
      <w:tblPr>
        <w:tblStyle w:val="TableGrid"/>
        <w:tblW w:w="0" w:type="auto"/>
        <w:tblLook w:val="04A0" w:firstRow="1" w:lastRow="0" w:firstColumn="1" w:lastColumn="0" w:noHBand="0" w:noVBand="1"/>
      </w:tblPr>
      <w:tblGrid>
        <w:gridCol w:w="4585"/>
        <w:gridCol w:w="2382"/>
        <w:gridCol w:w="2383"/>
      </w:tblGrid>
      <w:tr w:rsidR="00AA0C55" w14:paraId="480EC96F" w14:textId="77777777" w:rsidTr="007A2A11">
        <w:tc>
          <w:tcPr>
            <w:tcW w:w="4585" w:type="dxa"/>
            <w:shd w:val="clear" w:color="auto" w:fill="193F6F"/>
          </w:tcPr>
          <w:p w14:paraId="3743B9CD" w14:textId="77777777" w:rsidR="00AA0C55" w:rsidRPr="006614A5" w:rsidRDefault="00AA0C55" w:rsidP="00AA0C55">
            <w:pPr>
              <w:autoSpaceDE w:val="0"/>
              <w:autoSpaceDN w:val="0"/>
              <w:adjustRightInd w:val="0"/>
              <w:rPr>
                <w:b/>
                <w:caps/>
                <w:color w:val="FFFFFF" w:themeColor="background1"/>
                <w:sz w:val="26"/>
              </w:rPr>
            </w:pPr>
          </w:p>
        </w:tc>
        <w:tc>
          <w:tcPr>
            <w:tcW w:w="2382" w:type="dxa"/>
            <w:shd w:val="clear" w:color="auto" w:fill="193F6F"/>
          </w:tcPr>
          <w:p w14:paraId="3C3BB900" w14:textId="77777777" w:rsidR="00AA0C55" w:rsidRPr="006614A5" w:rsidRDefault="00AA0C55" w:rsidP="006913B9">
            <w:pPr>
              <w:jc w:val="center"/>
              <w:rPr>
                <w:b/>
                <w:caps/>
                <w:color w:val="FFFFFF" w:themeColor="background1"/>
                <w:sz w:val="26"/>
              </w:rPr>
            </w:pPr>
            <w:r w:rsidRPr="006614A5">
              <w:rPr>
                <w:b/>
                <w:caps/>
                <w:color w:val="FFFFFF" w:themeColor="background1"/>
                <w:sz w:val="26"/>
              </w:rPr>
              <w:t xml:space="preserve">Adult Day </w:t>
            </w:r>
            <w:r>
              <w:rPr>
                <w:b/>
                <w:caps/>
                <w:color w:val="FFFFFF" w:themeColor="background1"/>
                <w:sz w:val="26"/>
              </w:rPr>
              <w:t>Care (ADC)</w:t>
            </w:r>
          </w:p>
        </w:tc>
        <w:tc>
          <w:tcPr>
            <w:tcW w:w="2383" w:type="dxa"/>
            <w:shd w:val="clear" w:color="auto" w:fill="193F6F"/>
          </w:tcPr>
          <w:p w14:paraId="5A35126F" w14:textId="77777777" w:rsidR="00AA0C55" w:rsidRDefault="00AA0C55" w:rsidP="006913B9">
            <w:pPr>
              <w:jc w:val="center"/>
              <w:rPr>
                <w:b/>
                <w:caps/>
                <w:color w:val="FFFFFF" w:themeColor="background1"/>
                <w:sz w:val="26"/>
              </w:rPr>
            </w:pPr>
            <w:r>
              <w:rPr>
                <w:b/>
                <w:caps/>
                <w:color w:val="FFFFFF" w:themeColor="background1"/>
                <w:sz w:val="26"/>
              </w:rPr>
              <w:t xml:space="preserve">Adult Day </w:t>
            </w:r>
            <w:r w:rsidRPr="006614A5">
              <w:rPr>
                <w:b/>
                <w:caps/>
                <w:color w:val="FFFFFF" w:themeColor="background1"/>
                <w:sz w:val="26"/>
              </w:rPr>
              <w:t xml:space="preserve">Health </w:t>
            </w:r>
          </w:p>
          <w:p w14:paraId="41111992" w14:textId="77777777" w:rsidR="00AA0C55" w:rsidRPr="006614A5" w:rsidRDefault="00AA0C55" w:rsidP="006913B9">
            <w:pPr>
              <w:jc w:val="center"/>
              <w:rPr>
                <w:b/>
                <w:caps/>
                <w:color w:val="FFFFFF" w:themeColor="background1"/>
                <w:sz w:val="26"/>
              </w:rPr>
            </w:pPr>
            <w:r w:rsidRPr="006614A5">
              <w:rPr>
                <w:b/>
                <w:caps/>
                <w:color w:val="FFFFFF" w:themeColor="background1"/>
                <w:sz w:val="26"/>
              </w:rPr>
              <w:t>(ADH)</w:t>
            </w:r>
          </w:p>
        </w:tc>
      </w:tr>
      <w:tr w:rsidR="00AA0C55" w14:paraId="34AA1287" w14:textId="77777777" w:rsidTr="006913B9">
        <w:tc>
          <w:tcPr>
            <w:tcW w:w="4585" w:type="dxa"/>
          </w:tcPr>
          <w:p w14:paraId="7A528787" w14:textId="77777777" w:rsidR="00AA0C55" w:rsidRDefault="00AA0C55" w:rsidP="006913B9">
            <w:r>
              <w:t>Core services (e.g. help with ADLs, social services, health education, meals) are provided</w:t>
            </w:r>
          </w:p>
        </w:tc>
        <w:tc>
          <w:tcPr>
            <w:tcW w:w="2382" w:type="dxa"/>
          </w:tcPr>
          <w:p w14:paraId="4B264EF0" w14:textId="77777777" w:rsidR="00AA0C55" w:rsidRDefault="00AA0C55" w:rsidP="006913B9">
            <w:pPr>
              <w:jc w:val="center"/>
            </w:pPr>
            <w:r>
              <w:t>Yes</w:t>
            </w:r>
          </w:p>
        </w:tc>
        <w:tc>
          <w:tcPr>
            <w:tcW w:w="2383" w:type="dxa"/>
          </w:tcPr>
          <w:p w14:paraId="17AF21A2" w14:textId="77777777" w:rsidR="00AA0C55" w:rsidRDefault="00AA0C55" w:rsidP="006913B9">
            <w:pPr>
              <w:jc w:val="center"/>
            </w:pPr>
            <w:r>
              <w:t>Yes</w:t>
            </w:r>
          </w:p>
        </w:tc>
      </w:tr>
      <w:tr w:rsidR="00AA0C55" w14:paraId="5C2B6938" w14:textId="77777777" w:rsidTr="006913B9">
        <w:tc>
          <w:tcPr>
            <w:tcW w:w="4585" w:type="dxa"/>
          </w:tcPr>
          <w:p w14:paraId="7B95943D" w14:textId="77777777" w:rsidR="00AA0C55" w:rsidRDefault="00AA0C55" w:rsidP="006913B9">
            <w:r>
              <w:t>Skilled nursing, therapy (e.g. PT), psychological/ counseling services, and other services that requiring physician (or other prescriber) orders</w:t>
            </w:r>
          </w:p>
        </w:tc>
        <w:tc>
          <w:tcPr>
            <w:tcW w:w="2382" w:type="dxa"/>
          </w:tcPr>
          <w:p w14:paraId="3464E824" w14:textId="77777777" w:rsidR="00AA0C55" w:rsidRDefault="00AA0C55" w:rsidP="006913B9">
            <w:pPr>
              <w:jc w:val="center"/>
            </w:pPr>
            <w:r>
              <w:t>No</w:t>
            </w:r>
          </w:p>
        </w:tc>
        <w:tc>
          <w:tcPr>
            <w:tcW w:w="2383" w:type="dxa"/>
          </w:tcPr>
          <w:p w14:paraId="1E2A69D9" w14:textId="77777777" w:rsidR="00AA0C55" w:rsidRDefault="00AA0C55" w:rsidP="006913B9">
            <w:pPr>
              <w:jc w:val="center"/>
            </w:pPr>
            <w:r>
              <w:t>Yes</w:t>
            </w:r>
          </w:p>
        </w:tc>
      </w:tr>
      <w:tr w:rsidR="00AA0C55" w14:paraId="298C08DE" w14:textId="77777777" w:rsidTr="006913B9">
        <w:tc>
          <w:tcPr>
            <w:tcW w:w="4585" w:type="dxa"/>
          </w:tcPr>
          <w:p w14:paraId="08707CD0" w14:textId="77777777" w:rsidR="00AA0C55" w:rsidRDefault="00AA0C55" w:rsidP="006913B9">
            <w:r>
              <w:t>Provide transportation to/from program</w:t>
            </w:r>
          </w:p>
        </w:tc>
        <w:tc>
          <w:tcPr>
            <w:tcW w:w="2382" w:type="dxa"/>
          </w:tcPr>
          <w:p w14:paraId="5E70E784" w14:textId="77777777" w:rsidR="00AA0C55" w:rsidRDefault="00AA0C55" w:rsidP="006913B9">
            <w:pPr>
              <w:jc w:val="center"/>
            </w:pPr>
            <w:r>
              <w:t>Assist client with resources</w:t>
            </w:r>
          </w:p>
        </w:tc>
        <w:tc>
          <w:tcPr>
            <w:tcW w:w="2383" w:type="dxa"/>
          </w:tcPr>
          <w:p w14:paraId="2C6E9662" w14:textId="77777777" w:rsidR="00AA0C55" w:rsidRDefault="00AA0C55" w:rsidP="006913B9">
            <w:pPr>
              <w:jc w:val="center"/>
            </w:pPr>
            <w:r>
              <w:t>Yes</w:t>
            </w:r>
          </w:p>
        </w:tc>
      </w:tr>
    </w:tbl>
    <w:p w14:paraId="7C3CE943" w14:textId="77777777" w:rsidR="00AA0C55" w:rsidRDefault="00AA0C55" w:rsidP="00AA0C55"/>
    <w:p w14:paraId="47CDAD85" w14:textId="77777777" w:rsidR="00AA0C55" w:rsidRDefault="00AA0C55" w:rsidP="00AA0C55">
      <w:r>
        <w:t xml:space="preserve">Visit </w:t>
      </w:r>
      <w:hyperlink r:id="rId14" w:history="1">
        <w:r w:rsidRPr="007046D4">
          <w:rPr>
            <w:rStyle w:val="Hyperlink"/>
          </w:rPr>
          <w:t>WAC-388-71-0702</w:t>
        </w:r>
      </w:hyperlink>
      <w:r>
        <w:t xml:space="preserve"> for more detail. </w:t>
      </w:r>
    </w:p>
    <w:p w14:paraId="6C56638E" w14:textId="77777777" w:rsidR="00AA0C55" w:rsidRDefault="00AA0C55" w:rsidP="00AA0C55"/>
    <w:tbl>
      <w:tblPr>
        <w:tblStyle w:val="TableGrid"/>
        <w:tblW w:w="0" w:type="auto"/>
        <w:tblLook w:val="04A0" w:firstRow="1" w:lastRow="0" w:firstColumn="1" w:lastColumn="0" w:noHBand="0" w:noVBand="1"/>
      </w:tblPr>
      <w:tblGrid>
        <w:gridCol w:w="4585"/>
        <w:gridCol w:w="2382"/>
        <w:gridCol w:w="2383"/>
      </w:tblGrid>
      <w:tr w:rsidR="00AA0C55" w14:paraId="2B632F4D" w14:textId="77777777" w:rsidTr="007A2A11">
        <w:tc>
          <w:tcPr>
            <w:tcW w:w="4585" w:type="dxa"/>
            <w:shd w:val="clear" w:color="auto" w:fill="193F6F"/>
          </w:tcPr>
          <w:p w14:paraId="49363280" w14:textId="77777777" w:rsidR="00AA0C55" w:rsidRPr="006614A5" w:rsidRDefault="00AA0C55" w:rsidP="006913B9">
            <w:pPr>
              <w:rPr>
                <w:b/>
                <w:caps/>
                <w:color w:val="FFFFFF" w:themeColor="background1"/>
                <w:sz w:val="26"/>
              </w:rPr>
            </w:pPr>
            <w:r>
              <w:rPr>
                <w:b/>
                <w:caps/>
                <w:color w:val="FFFFFF" w:themeColor="background1"/>
                <w:sz w:val="26"/>
              </w:rPr>
              <w:t>Remote/Hybrid program</w:t>
            </w:r>
          </w:p>
        </w:tc>
        <w:tc>
          <w:tcPr>
            <w:tcW w:w="2382" w:type="dxa"/>
            <w:shd w:val="clear" w:color="auto" w:fill="193F6F"/>
          </w:tcPr>
          <w:p w14:paraId="3F3C3257" w14:textId="77777777" w:rsidR="00AA0C55" w:rsidRPr="006614A5" w:rsidRDefault="00AA0C55" w:rsidP="006913B9">
            <w:pPr>
              <w:jc w:val="center"/>
              <w:rPr>
                <w:b/>
                <w:caps/>
                <w:color w:val="FFFFFF" w:themeColor="background1"/>
                <w:sz w:val="26"/>
              </w:rPr>
            </w:pPr>
            <w:r w:rsidRPr="006614A5">
              <w:rPr>
                <w:b/>
                <w:caps/>
                <w:color w:val="FFFFFF" w:themeColor="background1"/>
                <w:sz w:val="26"/>
              </w:rPr>
              <w:t xml:space="preserve">Adult Day </w:t>
            </w:r>
            <w:r>
              <w:rPr>
                <w:b/>
                <w:caps/>
                <w:color w:val="FFFFFF" w:themeColor="background1"/>
                <w:sz w:val="26"/>
              </w:rPr>
              <w:t>Care (ADC)</w:t>
            </w:r>
          </w:p>
        </w:tc>
        <w:tc>
          <w:tcPr>
            <w:tcW w:w="2383" w:type="dxa"/>
            <w:shd w:val="clear" w:color="auto" w:fill="193F6F"/>
          </w:tcPr>
          <w:p w14:paraId="03640548" w14:textId="77777777" w:rsidR="00AA0C55" w:rsidRDefault="00AA0C55" w:rsidP="006913B9">
            <w:pPr>
              <w:jc w:val="center"/>
              <w:rPr>
                <w:b/>
                <w:caps/>
                <w:color w:val="FFFFFF" w:themeColor="background1"/>
                <w:sz w:val="26"/>
              </w:rPr>
            </w:pPr>
            <w:r>
              <w:rPr>
                <w:b/>
                <w:caps/>
                <w:color w:val="FFFFFF" w:themeColor="background1"/>
                <w:sz w:val="26"/>
              </w:rPr>
              <w:t xml:space="preserve">Adult Day </w:t>
            </w:r>
            <w:r w:rsidRPr="006614A5">
              <w:rPr>
                <w:b/>
                <w:caps/>
                <w:color w:val="FFFFFF" w:themeColor="background1"/>
                <w:sz w:val="26"/>
              </w:rPr>
              <w:t xml:space="preserve">Health </w:t>
            </w:r>
          </w:p>
          <w:p w14:paraId="2F2B4E2F" w14:textId="77777777" w:rsidR="00AA0C55" w:rsidRPr="006614A5" w:rsidRDefault="00AA0C55" w:rsidP="006913B9">
            <w:pPr>
              <w:jc w:val="center"/>
              <w:rPr>
                <w:b/>
                <w:caps/>
                <w:color w:val="FFFFFF" w:themeColor="background1"/>
                <w:sz w:val="26"/>
              </w:rPr>
            </w:pPr>
            <w:r w:rsidRPr="006614A5">
              <w:rPr>
                <w:b/>
                <w:caps/>
                <w:color w:val="FFFFFF" w:themeColor="background1"/>
                <w:sz w:val="26"/>
              </w:rPr>
              <w:t>(ADH)</w:t>
            </w:r>
          </w:p>
        </w:tc>
      </w:tr>
      <w:tr w:rsidR="00AA0C55" w14:paraId="37E9279E" w14:textId="77777777" w:rsidTr="006913B9">
        <w:tc>
          <w:tcPr>
            <w:tcW w:w="4585" w:type="dxa"/>
          </w:tcPr>
          <w:p w14:paraId="171A68BA" w14:textId="77777777" w:rsidR="00AA0C55" w:rsidRDefault="00AA0C55" w:rsidP="006913B9">
            <w:r>
              <w:t>Core services (e.g. social services, health education,) are provided</w:t>
            </w:r>
          </w:p>
        </w:tc>
        <w:tc>
          <w:tcPr>
            <w:tcW w:w="2382" w:type="dxa"/>
          </w:tcPr>
          <w:p w14:paraId="6B30738C" w14:textId="77777777" w:rsidR="00AA0C55" w:rsidRDefault="00AA0C55" w:rsidP="006913B9">
            <w:pPr>
              <w:jc w:val="center"/>
            </w:pPr>
            <w:r>
              <w:t>Yes</w:t>
            </w:r>
          </w:p>
        </w:tc>
        <w:tc>
          <w:tcPr>
            <w:tcW w:w="2383" w:type="dxa"/>
          </w:tcPr>
          <w:p w14:paraId="3CCDA2BE" w14:textId="77777777" w:rsidR="00AA0C55" w:rsidRDefault="00AA0C55" w:rsidP="006913B9">
            <w:pPr>
              <w:jc w:val="center"/>
            </w:pPr>
            <w:r>
              <w:t>Yes</w:t>
            </w:r>
          </w:p>
        </w:tc>
      </w:tr>
      <w:tr w:rsidR="00AA0C55" w14:paraId="08E3F64C" w14:textId="77777777" w:rsidTr="006913B9">
        <w:tc>
          <w:tcPr>
            <w:tcW w:w="4585" w:type="dxa"/>
          </w:tcPr>
          <w:p w14:paraId="06A1B503" w14:textId="77777777" w:rsidR="00AA0C55" w:rsidRDefault="00AA0C55" w:rsidP="006913B9">
            <w:r>
              <w:t>Skilled nursing, therapy (e.g. PT), psychological/ counseling services, and other services that requiring physician (or other prescriber) orders</w:t>
            </w:r>
          </w:p>
        </w:tc>
        <w:tc>
          <w:tcPr>
            <w:tcW w:w="2382" w:type="dxa"/>
          </w:tcPr>
          <w:p w14:paraId="04A9FB0D" w14:textId="77777777" w:rsidR="00AA0C55" w:rsidRDefault="00AA0C55" w:rsidP="006913B9">
            <w:pPr>
              <w:jc w:val="center"/>
            </w:pPr>
            <w:r>
              <w:t>No</w:t>
            </w:r>
          </w:p>
        </w:tc>
        <w:tc>
          <w:tcPr>
            <w:tcW w:w="2383" w:type="dxa"/>
          </w:tcPr>
          <w:p w14:paraId="0810D5BA" w14:textId="77777777" w:rsidR="00AA0C55" w:rsidRDefault="00AA0C55" w:rsidP="006913B9">
            <w:pPr>
              <w:jc w:val="center"/>
            </w:pPr>
            <w:r>
              <w:t>Yes</w:t>
            </w:r>
          </w:p>
        </w:tc>
      </w:tr>
    </w:tbl>
    <w:p w14:paraId="2C6C7E27" w14:textId="77777777" w:rsidR="00AA0C55" w:rsidRDefault="00AA0C55" w:rsidP="00AA0C55"/>
    <w:p w14:paraId="59306F04" w14:textId="77777777" w:rsidR="00AA0C55" w:rsidRDefault="00AA0C55" w:rsidP="00AA0C55">
      <w:pPr>
        <w:rPr>
          <w:b/>
        </w:rPr>
      </w:pPr>
    </w:p>
    <w:p w14:paraId="321FC5EB" w14:textId="77777777" w:rsidR="00AA0C55" w:rsidRDefault="00AA0C55" w:rsidP="00AA0C55">
      <w:pPr>
        <w:rPr>
          <w:rFonts w:ascii="Century Gothic" w:eastAsiaTheme="majorEastAsia" w:hAnsi="Century Gothic" w:cstheme="majorBidi"/>
          <w:b/>
          <w:caps/>
          <w:color w:val="005CAB"/>
          <w:sz w:val="26"/>
          <w:szCs w:val="26"/>
        </w:rPr>
      </w:pPr>
      <w:r>
        <w:rPr>
          <w:b/>
        </w:rPr>
        <w:t>Note:</w:t>
      </w:r>
      <w:r>
        <w:rPr>
          <w:b/>
        </w:rPr>
        <w:tab/>
      </w:r>
      <w:r>
        <w:t xml:space="preserve">Much of this chapter is laid out in a series of side-by-side comparisons between ADC and ADH. </w:t>
      </w:r>
      <w:r>
        <w:tab/>
        <w:t xml:space="preserve">Where there are significant differences between the three programs, that content is detailed in </w:t>
      </w:r>
      <w:r>
        <w:tab/>
        <w:t xml:space="preserve">the sub-sections </w:t>
      </w:r>
      <w:hyperlink w:anchor="_adult_day_care" w:history="1">
        <w:r w:rsidRPr="00281E1B">
          <w:rPr>
            <w:rStyle w:val="Hyperlink"/>
          </w:rPr>
          <w:t>Adult Day Care</w:t>
        </w:r>
      </w:hyperlink>
      <w:r>
        <w:t xml:space="preserve">, </w:t>
      </w:r>
      <w:hyperlink w:anchor="_Adult_Day_Health" w:history="1">
        <w:r w:rsidRPr="00281E1B">
          <w:rPr>
            <w:rStyle w:val="Hyperlink"/>
          </w:rPr>
          <w:t>Adult Day Health</w:t>
        </w:r>
      </w:hyperlink>
      <w:r>
        <w:rPr>
          <w:rStyle w:val="Hyperlink"/>
        </w:rPr>
        <w:t xml:space="preserve"> and Remote/Hybrid</w:t>
      </w:r>
      <w:r>
        <w:t xml:space="preserve">. </w:t>
      </w:r>
      <w:bookmarkStart w:id="9" w:name="_funding_&amp;_Eligibility"/>
      <w:bookmarkEnd w:id="9"/>
    </w:p>
    <w:p w14:paraId="07F89D91" w14:textId="77777777" w:rsidR="00AA0C55" w:rsidRDefault="00AA0C55" w:rsidP="00AA0C55">
      <w:pPr>
        <w:rPr>
          <w:rFonts w:ascii="Century Gothic" w:eastAsiaTheme="majorEastAsia" w:hAnsi="Century Gothic" w:cstheme="majorBidi"/>
          <w:b/>
          <w:caps/>
          <w:color w:val="005CAB"/>
          <w:sz w:val="26"/>
          <w:szCs w:val="26"/>
        </w:rPr>
      </w:pPr>
    </w:p>
    <w:p w14:paraId="67C18B4E" w14:textId="77777777" w:rsidR="00AA0C55" w:rsidRPr="007A2A11" w:rsidRDefault="00AA0C55" w:rsidP="00AA0C55">
      <w:pPr>
        <w:pStyle w:val="Heading2"/>
        <w:rPr>
          <w:color w:val="193F6F"/>
          <w:u w:val="single"/>
        </w:rPr>
      </w:pPr>
      <w:bookmarkStart w:id="10" w:name="_Toc197961423"/>
      <w:r w:rsidRPr="007A2A11">
        <w:rPr>
          <w:color w:val="193F6F"/>
          <w:u w:val="single"/>
        </w:rPr>
        <w:lastRenderedPageBreak/>
        <w:t>Funding &amp; Eligibility</w:t>
      </w:r>
      <w:bookmarkEnd w:id="10"/>
    </w:p>
    <w:p w14:paraId="070A220E" w14:textId="77777777" w:rsidR="00AA0C55" w:rsidRDefault="00AA0C55" w:rsidP="00AA0C55">
      <w:r>
        <w:t xml:space="preserve">Adult Day Services are available to clients that are eligible under Community Options Program Entry System (COPES), Roads to Community Living (RCL), New Freedom Waiver, MAC/TSOA, or other approved funding sources. </w:t>
      </w:r>
    </w:p>
    <w:p w14:paraId="2AC92A16" w14:textId="77777777" w:rsidR="00AA0C55" w:rsidRDefault="00AA0C55" w:rsidP="00AA0C55"/>
    <w:p w14:paraId="02604DE9" w14:textId="77777777" w:rsidR="00AA0C55" w:rsidRDefault="00AA0C55" w:rsidP="00AA0C55">
      <w:r>
        <w:t>Other funding sources include:</w:t>
      </w:r>
    </w:p>
    <w:p w14:paraId="439994CC" w14:textId="77777777" w:rsidR="00AA0C55" w:rsidRDefault="00AA0C55" w:rsidP="00AA0C55">
      <w:pPr>
        <w:pStyle w:val="ListParagraph"/>
        <w:contextualSpacing/>
      </w:pPr>
      <w:r>
        <w:t>Medicaid Alternative Care (MAC) via the AAA.</w:t>
      </w:r>
    </w:p>
    <w:p w14:paraId="75EE35F1" w14:textId="77777777" w:rsidR="00AA0C55" w:rsidRDefault="00AA0C55" w:rsidP="00AA0C55">
      <w:pPr>
        <w:pStyle w:val="ListParagraph"/>
        <w:contextualSpacing/>
      </w:pPr>
      <w:r>
        <w:t>Tailored Support for Older Adults (TSOA) via the AAA.</w:t>
      </w:r>
    </w:p>
    <w:p w14:paraId="4E985B9B" w14:textId="77777777" w:rsidR="00AA0C55" w:rsidRDefault="00AA0C55" w:rsidP="00AA0C55">
      <w:pPr>
        <w:pStyle w:val="ListParagraph"/>
        <w:contextualSpacing/>
      </w:pPr>
      <w:r>
        <w:t>Respite funds at ADCs that have the appropriate respite contract.</w:t>
      </w:r>
    </w:p>
    <w:p w14:paraId="45FF294B" w14:textId="77777777" w:rsidR="00AA0C55" w:rsidRDefault="00AA0C55" w:rsidP="00AA0C55">
      <w:pPr>
        <w:pStyle w:val="ListParagraph"/>
        <w:contextualSpacing/>
      </w:pPr>
      <w:r>
        <w:t>Senior Citizens Services Act (SCSA) funds for eligible clients age 60+ (check with the ADC).</w:t>
      </w:r>
    </w:p>
    <w:p w14:paraId="68DFEFDF" w14:textId="77777777" w:rsidR="00AA0C55" w:rsidRDefault="00AA0C55" w:rsidP="00AA0C55">
      <w:pPr>
        <w:pStyle w:val="ListParagraph"/>
        <w:contextualSpacing/>
      </w:pPr>
      <w:r>
        <w:t>Unique grant or other fund sources (check with the ADC).</w:t>
      </w:r>
    </w:p>
    <w:p w14:paraId="72021EBE" w14:textId="77777777" w:rsidR="00AA0C55" w:rsidRDefault="00AA0C55" w:rsidP="00AA0C55">
      <w:pPr>
        <w:pStyle w:val="ListParagraph"/>
        <w:contextualSpacing/>
      </w:pPr>
      <w:r>
        <w:t xml:space="preserve">Private pay. </w:t>
      </w:r>
    </w:p>
    <w:p w14:paraId="56624BF8" w14:textId="77777777" w:rsidR="00AA0C55" w:rsidRDefault="00AA0C55" w:rsidP="00AA0C55"/>
    <w:p w14:paraId="14094722" w14:textId="77777777" w:rsidR="00AA0C55" w:rsidRDefault="00AA0C55" w:rsidP="00AA0C55">
      <w:r>
        <w:t xml:space="preserve">Case Managers use CARE to determine eligibility for Adult Day Services (ADS). Clients are eligible if they are age 18 or older and assessed as needing one or more core services, plus the additional services offered by ADH (if eligible for ADH). </w:t>
      </w:r>
    </w:p>
    <w:p w14:paraId="42FA9541" w14:textId="77777777" w:rsidR="00AA0C55" w:rsidRDefault="00AA0C55" w:rsidP="00AA0C55"/>
    <w:p w14:paraId="223CB768" w14:textId="77777777" w:rsidR="00AA0C55" w:rsidRDefault="00AA0C55" w:rsidP="00AA0C55">
      <w:r>
        <w:t>Remote/Hybrid clients (either ADC or ADH) must meet certain requirements to qualify for this program, some examples are:</w:t>
      </w:r>
    </w:p>
    <w:p w14:paraId="0E54CDA0" w14:textId="77777777" w:rsidR="00AA0C55" w:rsidRDefault="00AA0C55" w:rsidP="00AA0C55">
      <w:pPr>
        <w:pStyle w:val="ListParagraph"/>
        <w:numPr>
          <w:ilvl w:val="0"/>
          <w:numId w:val="35"/>
        </w:numPr>
        <w:contextualSpacing/>
      </w:pPr>
      <w:r>
        <w:t>Client must live in a remote area that would make transportation very difficult.</w:t>
      </w:r>
    </w:p>
    <w:p w14:paraId="6661397B" w14:textId="77777777" w:rsidR="00AA0C55" w:rsidRDefault="00AA0C55" w:rsidP="00AA0C55">
      <w:pPr>
        <w:pStyle w:val="ListParagraph"/>
        <w:numPr>
          <w:ilvl w:val="0"/>
          <w:numId w:val="35"/>
        </w:numPr>
        <w:contextualSpacing/>
      </w:pPr>
      <w:r>
        <w:t>The client cannot be transported due to a medical condition but is still able to participate in the program.</w:t>
      </w:r>
    </w:p>
    <w:p w14:paraId="3AE71307" w14:textId="77777777" w:rsidR="00AA0C55" w:rsidRDefault="00AA0C55" w:rsidP="00AA0C55">
      <w:pPr>
        <w:pStyle w:val="ListParagraph"/>
        <w:numPr>
          <w:ilvl w:val="0"/>
          <w:numId w:val="35"/>
        </w:numPr>
        <w:contextualSpacing/>
      </w:pPr>
      <w:r>
        <w:t>The goal is to have all clients come to the ADS facility.  But there are certain circumstances that remote client participation would be in the best interest of the client and the other participants and staff:</w:t>
      </w:r>
    </w:p>
    <w:p w14:paraId="4DD1CA3C" w14:textId="77777777" w:rsidR="00AA0C55" w:rsidRDefault="00AA0C55" w:rsidP="00AA0C55">
      <w:pPr>
        <w:pStyle w:val="ListParagraph"/>
        <w:numPr>
          <w:ilvl w:val="1"/>
          <w:numId w:val="35"/>
        </w:numPr>
        <w:contextualSpacing/>
      </w:pPr>
      <w:r>
        <w:t>Any client that is contagious- such as being diagnosed with COVID etc.</w:t>
      </w:r>
    </w:p>
    <w:p w14:paraId="04483FB6" w14:textId="77777777" w:rsidR="00AA0C55" w:rsidRDefault="00AA0C55" w:rsidP="00AA0C55">
      <w:pPr>
        <w:pStyle w:val="ListParagraph"/>
        <w:numPr>
          <w:ilvl w:val="1"/>
          <w:numId w:val="35"/>
        </w:numPr>
        <w:contextualSpacing/>
      </w:pPr>
      <w:r>
        <w:t>Onset of mobility or medical issues preventing transportation.</w:t>
      </w:r>
    </w:p>
    <w:p w14:paraId="62C0C969" w14:textId="77777777" w:rsidR="00AA0C55" w:rsidRDefault="00AA0C55" w:rsidP="00AA0C55">
      <w:pPr>
        <w:pStyle w:val="ListParagraph"/>
        <w:numPr>
          <w:ilvl w:val="1"/>
          <w:numId w:val="35"/>
        </w:numPr>
        <w:contextualSpacing/>
      </w:pPr>
      <w:r>
        <w:t>Provider needs to contact case manager for evaluation/eligibility of specific situations on a case-by-case basis.</w:t>
      </w:r>
    </w:p>
    <w:p w14:paraId="18FBA600" w14:textId="77777777" w:rsidR="00AA0C55" w:rsidRDefault="00AA0C55" w:rsidP="00AA0C55">
      <w:pPr>
        <w:pStyle w:val="ListParagraph"/>
        <w:numPr>
          <w:ilvl w:val="0"/>
          <w:numId w:val="35"/>
        </w:numPr>
        <w:contextualSpacing/>
      </w:pPr>
      <w:r>
        <w:t>It is possible (but should be rare) that in-facility and remote clients can change between programs.  Additional authorizations will be needed.</w:t>
      </w:r>
    </w:p>
    <w:p w14:paraId="091C1436" w14:textId="77777777" w:rsidR="00AA0C55" w:rsidRPr="00B92594" w:rsidRDefault="00AA0C55" w:rsidP="00AA0C55">
      <w:r>
        <w:tab/>
      </w:r>
    </w:p>
    <w:tbl>
      <w:tblPr>
        <w:tblStyle w:val="TableGrid"/>
        <w:tblW w:w="9355" w:type="dxa"/>
        <w:tblLayout w:type="fixed"/>
        <w:tblCellMar>
          <w:top w:w="58" w:type="dxa"/>
          <w:left w:w="115" w:type="dxa"/>
          <w:bottom w:w="58" w:type="dxa"/>
          <w:right w:w="115" w:type="dxa"/>
        </w:tblCellMar>
        <w:tblLook w:val="04A0" w:firstRow="1" w:lastRow="0" w:firstColumn="1" w:lastColumn="0" w:noHBand="0" w:noVBand="1"/>
      </w:tblPr>
      <w:tblGrid>
        <w:gridCol w:w="4677"/>
        <w:gridCol w:w="4678"/>
      </w:tblGrid>
      <w:tr w:rsidR="00AA0C55" w14:paraId="0CF4E5AE" w14:textId="77777777" w:rsidTr="007A2A11">
        <w:trPr>
          <w:tblHeader/>
        </w:trPr>
        <w:tc>
          <w:tcPr>
            <w:tcW w:w="4677" w:type="dxa"/>
            <w:shd w:val="clear" w:color="auto" w:fill="193F6F"/>
          </w:tcPr>
          <w:p w14:paraId="154016AA" w14:textId="77777777" w:rsidR="00AA0C55" w:rsidRPr="00F47F51" w:rsidRDefault="00AA0C55" w:rsidP="006913B9">
            <w:pPr>
              <w:jc w:val="center"/>
              <w:rPr>
                <w:b/>
                <w:sz w:val="24"/>
              </w:rPr>
            </w:pPr>
            <w:r>
              <w:rPr>
                <w:b/>
                <w:sz w:val="24"/>
              </w:rPr>
              <w:t>ADC Eligibility</w:t>
            </w:r>
          </w:p>
        </w:tc>
        <w:tc>
          <w:tcPr>
            <w:tcW w:w="4678" w:type="dxa"/>
            <w:shd w:val="clear" w:color="auto" w:fill="193F6F"/>
          </w:tcPr>
          <w:p w14:paraId="56B23054" w14:textId="77777777" w:rsidR="00AA0C55" w:rsidRPr="00F47F51" w:rsidRDefault="00AA0C55" w:rsidP="006913B9">
            <w:pPr>
              <w:jc w:val="center"/>
              <w:rPr>
                <w:b/>
                <w:sz w:val="24"/>
              </w:rPr>
            </w:pPr>
            <w:r>
              <w:rPr>
                <w:b/>
                <w:sz w:val="24"/>
              </w:rPr>
              <w:t>ADH Eligibility</w:t>
            </w:r>
          </w:p>
        </w:tc>
      </w:tr>
      <w:tr w:rsidR="00AA0C55" w14:paraId="4E7F84B7" w14:textId="77777777" w:rsidTr="006913B9">
        <w:tc>
          <w:tcPr>
            <w:tcW w:w="4677" w:type="dxa"/>
          </w:tcPr>
          <w:p w14:paraId="2A1BEB8D" w14:textId="77777777" w:rsidR="00AA0C55" w:rsidRPr="00F47F51" w:rsidRDefault="00AA0C55" w:rsidP="006913B9">
            <w:r>
              <w:t>Core Services:</w:t>
            </w:r>
          </w:p>
          <w:p w14:paraId="0C284190" w14:textId="77777777" w:rsidR="00AA0C55" w:rsidRDefault="00AA0C55" w:rsidP="006913B9">
            <w:pPr>
              <w:pStyle w:val="ListParagraph"/>
              <w:contextualSpacing/>
            </w:pPr>
            <w:r>
              <w:t>Personal care</w:t>
            </w:r>
          </w:p>
          <w:p w14:paraId="7F67F3C5" w14:textId="77777777" w:rsidR="00AA0C55" w:rsidRDefault="00AA0C55" w:rsidP="006913B9">
            <w:pPr>
              <w:pStyle w:val="ListParagraph"/>
              <w:contextualSpacing/>
            </w:pPr>
            <w:r>
              <w:t>Routine health monitoring, overseen by a Registered Nurse.</w:t>
            </w:r>
          </w:p>
          <w:p w14:paraId="51FFD130" w14:textId="77777777" w:rsidR="00AA0C55" w:rsidRDefault="00AA0C55" w:rsidP="006913B9">
            <w:pPr>
              <w:pStyle w:val="ListParagraph"/>
              <w:contextualSpacing/>
            </w:pPr>
            <w:r>
              <w:t xml:space="preserve">Therapeutic activities       </w:t>
            </w:r>
          </w:p>
          <w:p w14:paraId="5E090BC2" w14:textId="77777777" w:rsidR="00AA0C55" w:rsidRDefault="00AA0C55" w:rsidP="006913B9">
            <w:pPr>
              <w:pStyle w:val="ListParagraph"/>
              <w:contextualSpacing/>
            </w:pPr>
            <w:r>
              <w:t>Supervised/protective environment as needed for client safety.</w:t>
            </w:r>
          </w:p>
          <w:p w14:paraId="1C14EBD8" w14:textId="77777777" w:rsidR="00AA0C55" w:rsidRDefault="00AA0C55" w:rsidP="006913B9"/>
          <w:p w14:paraId="69A87331" w14:textId="77777777" w:rsidR="00AA0C55" w:rsidRPr="00216579" w:rsidRDefault="00AA0C55" w:rsidP="006913B9">
            <w:hyperlink r:id="rId15" w:history="1">
              <w:r w:rsidRPr="00216579">
                <w:rPr>
                  <w:rStyle w:val="Hyperlink"/>
                </w:rPr>
                <w:t>WAC 388-106-0805</w:t>
              </w:r>
            </w:hyperlink>
          </w:p>
        </w:tc>
        <w:tc>
          <w:tcPr>
            <w:tcW w:w="4678" w:type="dxa"/>
          </w:tcPr>
          <w:p w14:paraId="7E5801B4" w14:textId="77777777" w:rsidR="00AA0C55" w:rsidRDefault="00AA0C55" w:rsidP="006913B9">
            <w:r>
              <w:t>ADC eligibility PLUS:</w:t>
            </w:r>
          </w:p>
          <w:p w14:paraId="11464D9B" w14:textId="77777777" w:rsidR="00AA0C55" w:rsidRDefault="00AA0C55" w:rsidP="006913B9">
            <w:pPr>
              <w:pStyle w:val="ListParagraph"/>
              <w:contextualSpacing/>
            </w:pPr>
            <w:r>
              <w:t xml:space="preserve">Assessed as having an unmet need for skilled nursing or skilled rehabilitative therapy. </w:t>
            </w:r>
          </w:p>
          <w:p w14:paraId="511BE67C" w14:textId="77777777" w:rsidR="00AA0C55" w:rsidRDefault="00AA0C55" w:rsidP="006913B9">
            <w:pPr>
              <w:pStyle w:val="ListParagraph"/>
              <w:contextualSpacing/>
            </w:pPr>
            <w:r>
              <w:t>There is a reasonable expectation these services will improve, restore, or maintain the client’s health.</w:t>
            </w:r>
          </w:p>
          <w:p w14:paraId="3665FF36" w14:textId="77777777" w:rsidR="00AA0C55" w:rsidRDefault="00AA0C55" w:rsidP="006913B9"/>
          <w:p w14:paraId="01FC7E22" w14:textId="77777777" w:rsidR="00AA0C55" w:rsidRPr="00216579" w:rsidRDefault="00AA0C55" w:rsidP="006913B9">
            <w:hyperlink r:id="rId16" w:history="1">
              <w:r w:rsidRPr="00216579">
                <w:rPr>
                  <w:rStyle w:val="Hyperlink"/>
                </w:rPr>
                <w:t>WAC 388-106-0300</w:t>
              </w:r>
            </w:hyperlink>
          </w:p>
        </w:tc>
      </w:tr>
    </w:tbl>
    <w:p w14:paraId="0D133A53" w14:textId="77777777" w:rsidR="00AA0C55" w:rsidRDefault="00AA0C55" w:rsidP="00AA0C55"/>
    <w:p w14:paraId="35B14477" w14:textId="77777777" w:rsidR="00AA0C55" w:rsidRDefault="00AA0C55" w:rsidP="00AA0C55"/>
    <w:p w14:paraId="6C9C598D" w14:textId="77777777" w:rsidR="00AA0C55" w:rsidRDefault="00AA0C55" w:rsidP="00AA0C55"/>
    <w:p w14:paraId="45246BA3" w14:textId="77777777" w:rsidR="00AA0C55" w:rsidRDefault="00AA0C55" w:rsidP="00AA0C55"/>
    <w:p w14:paraId="214217F8" w14:textId="77777777" w:rsidR="00AA0C55" w:rsidRDefault="00AA0C55" w:rsidP="00AA0C55">
      <w:r>
        <w:t xml:space="preserve">Clients are </w:t>
      </w:r>
      <w:r w:rsidRPr="00F06023">
        <w:rPr>
          <w:b/>
          <w:color w:val="FF0000"/>
          <w:u w:val="single"/>
        </w:rPr>
        <w:t>not eligible</w:t>
      </w:r>
      <w:r w:rsidRPr="00F06023">
        <w:rPr>
          <w:color w:val="FF0000"/>
        </w:rPr>
        <w:t xml:space="preserve"> </w:t>
      </w:r>
      <w:r>
        <w:t>if they:</w:t>
      </w:r>
    </w:p>
    <w:p w14:paraId="7F9E5111" w14:textId="77777777" w:rsidR="00AA0C55" w:rsidRDefault="00AA0C55" w:rsidP="00AA0C55">
      <w:pPr>
        <w:pStyle w:val="ListParagraph"/>
        <w:contextualSpacing/>
      </w:pPr>
      <w:r>
        <w:t>Can independently perform services provided at the ADC or ADH (depending on client’s program type).</w:t>
      </w:r>
    </w:p>
    <w:p w14:paraId="7799006B" w14:textId="77777777" w:rsidR="00AA0C55" w:rsidRDefault="00AA0C55" w:rsidP="00AA0C55">
      <w:pPr>
        <w:pStyle w:val="ListParagraph"/>
        <w:contextualSpacing/>
      </w:pPr>
      <w:r>
        <w:t>Are not capable of safely participating in a group setting for each program type.</w:t>
      </w:r>
    </w:p>
    <w:p w14:paraId="43B203D4" w14:textId="77777777" w:rsidR="00AA0C55" w:rsidRDefault="00AA0C55" w:rsidP="00AA0C55">
      <w:pPr>
        <w:pStyle w:val="ListParagraph"/>
        <w:contextualSpacing/>
      </w:pPr>
      <w:r>
        <w:t>For Remote/Hybrid can commute to the ADS facility.</w:t>
      </w:r>
    </w:p>
    <w:p w14:paraId="1F49B8B4" w14:textId="77777777" w:rsidR="00AA0C55" w:rsidRDefault="00AA0C55" w:rsidP="00AA0C55"/>
    <w:tbl>
      <w:tblPr>
        <w:tblStyle w:val="TableGrid"/>
        <w:tblW w:w="9355" w:type="dxa"/>
        <w:tblLayout w:type="fixed"/>
        <w:tblCellMar>
          <w:top w:w="58" w:type="dxa"/>
          <w:left w:w="115" w:type="dxa"/>
          <w:bottom w:w="58" w:type="dxa"/>
          <w:right w:w="115" w:type="dxa"/>
        </w:tblCellMar>
        <w:tblLook w:val="04A0" w:firstRow="1" w:lastRow="0" w:firstColumn="1" w:lastColumn="0" w:noHBand="0" w:noVBand="1"/>
      </w:tblPr>
      <w:tblGrid>
        <w:gridCol w:w="4677"/>
        <w:gridCol w:w="4678"/>
      </w:tblGrid>
      <w:tr w:rsidR="00AA0C55" w14:paraId="2D85C896" w14:textId="77777777" w:rsidTr="007A2A11">
        <w:tc>
          <w:tcPr>
            <w:tcW w:w="4677" w:type="dxa"/>
            <w:shd w:val="clear" w:color="auto" w:fill="193F6F"/>
          </w:tcPr>
          <w:p w14:paraId="6A3F9F50" w14:textId="77777777" w:rsidR="00AA0C55" w:rsidRDefault="00AA0C55" w:rsidP="006913B9">
            <w:pPr>
              <w:jc w:val="center"/>
            </w:pPr>
            <w:r w:rsidRPr="007A2A11">
              <w:rPr>
                <w:b/>
                <w:color w:val="FFFFFF" w:themeColor="background1"/>
                <w:sz w:val="24"/>
                <w:u w:val="single"/>
              </w:rPr>
              <w:t>Ineligibility</w:t>
            </w:r>
            <w:r>
              <w:rPr>
                <w:b/>
                <w:sz w:val="24"/>
              </w:rPr>
              <w:t xml:space="preserve"> Criteria - ADC</w:t>
            </w:r>
          </w:p>
        </w:tc>
        <w:tc>
          <w:tcPr>
            <w:tcW w:w="4678" w:type="dxa"/>
            <w:shd w:val="clear" w:color="auto" w:fill="193F6F"/>
          </w:tcPr>
          <w:p w14:paraId="25CFBCAC" w14:textId="77777777" w:rsidR="00AA0C55" w:rsidRPr="00F47F51" w:rsidRDefault="00AA0C55" w:rsidP="006913B9">
            <w:pPr>
              <w:jc w:val="center"/>
            </w:pPr>
            <w:r w:rsidRPr="007A2A11">
              <w:rPr>
                <w:b/>
                <w:color w:val="FFFFFF" w:themeColor="background1"/>
                <w:sz w:val="24"/>
                <w:u w:val="single"/>
              </w:rPr>
              <w:t>Ineligibility</w:t>
            </w:r>
            <w:r>
              <w:rPr>
                <w:b/>
                <w:sz w:val="24"/>
              </w:rPr>
              <w:t xml:space="preserve"> Criteria - ADH</w:t>
            </w:r>
          </w:p>
        </w:tc>
      </w:tr>
      <w:tr w:rsidR="00AA0C55" w14:paraId="2E0EA711" w14:textId="77777777" w:rsidTr="006913B9">
        <w:tc>
          <w:tcPr>
            <w:tcW w:w="4677" w:type="dxa"/>
          </w:tcPr>
          <w:p w14:paraId="006CDB84" w14:textId="77777777" w:rsidR="00AA0C55" w:rsidRDefault="00AA0C55" w:rsidP="006913B9">
            <w:pPr>
              <w:pStyle w:val="ListParagraph"/>
              <w:ind w:left="214"/>
              <w:contextualSpacing/>
            </w:pPr>
            <w:r>
              <w:t>Have unmet needs that can be met in a more cost-effective manner.</w:t>
            </w:r>
          </w:p>
          <w:p w14:paraId="6B2E1331" w14:textId="77777777" w:rsidR="00AA0C55" w:rsidRDefault="00AA0C55" w:rsidP="006913B9">
            <w:pPr>
              <w:pStyle w:val="ListParagraph"/>
              <w:ind w:left="214"/>
              <w:contextualSpacing/>
            </w:pPr>
            <w:r>
              <w:t>Live in a nursing facility (NF), assisted living facility (ALF), adult family home (AFH), or other licensed residential or institutional facility.</w:t>
            </w:r>
          </w:p>
          <w:p w14:paraId="61A34080" w14:textId="77777777" w:rsidR="00AA0C55" w:rsidRDefault="00AA0C55" w:rsidP="006913B9">
            <w:pPr>
              <w:pStyle w:val="ListParagraph"/>
              <w:ind w:left="214"/>
              <w:contextualSpacing/>
            </w:pPr>
            <w:r>
              <w:t>Have care needs that:</w:t>
            </w:r>
          </w:p>
          <w:p w14:paraId="4EEE6410" w14:textId="77777777" w:rsidR="00AA0C55" w:rsidRDefault="00AA0C55" w:rsidP="00AA0C55">
            <w:pPr>
              <w:pStyle w:val="ListParagraph2"/>
              <w:ind w:left="754" w:hanging="360"/>
              <w:contextualSpacing/>
            </w:pPr>
            <w:r>
              <w:t>Exceed the scope of authorized services the ADC can provide.</w:t>
            </w:r>
          </w:p>
          <w:p w14:paraId="2A81936E" w14:textId="77777777" w:rsidR="00AA0C55" w:rsidRDefault="00AA0C55" w:rsidP="00AA0C55">
            <w:pPr>
              <w:pStyle w:val="ListParagraph2"/>
              <w:ind w:left="754" w:hanging="360"/>
              <w:contextualSpacing/>
            </w:pPr>
            <w:r>
              <w:t>Can be met in a less structured setting.</w:t>
            </w:r>
          </w:p>
          <w:p w14:paraId="48019FBA" w14:textId="77777777" w:rsidR="00AA0C55" w:rsidRDefault="00AA0C55" w:rsidP="00AA0C55">
            <w:pPr>
              <w:pStyle w:val="ListParagraph2"/>
              <w:ind w:left="754" w:hanging="360"/>
              <w:contextualSpacing/>
            </w:pPr>
            <w:r w:rsidRPr="00D569CC">
              <w:t>Are being met by paid or unpaid caregivers</w:t>
            </w:r>
            <w:r>
              <w:t>.</w:t>
            </w:r>
          </w:p>
          <w:p w14:paraId="01598854" w14:textId="77777777" w:rsidR="00AA0C55" w:rsidRPr="00D569CC" w:rsidRDefault="00AA0C55" w:rsidP="006913B9">
            <w:pPr>
              <w:pStyle w:val="ListParagraph2"/>
              <w:numPr>
                <w:ilvl w:val="0"/>
                <w:numId w:val="0"/>
              </w:numPr>
              <w:ind w:left="394"/>
            </w:pPr>
          </w:p>
        </w:tc>
        <w:tc>
          <w:tcPr>
            <w:tcW w:w="4678" w:type="dxa"/>
          </w:tcPr>
          <w:p w14:paraId="62CFA540" w14:textId="77777777" w:rsidR="00AA0C55" w:rsidRDefault="00AA0C55" w:rsidP="006913B9">
            <w:pPr>
              <w:pStyle w:val="ListParagraph"/>
              <w:ind w:left="214"/>
              <w:contextualSpacing/>
            </w:pPr>
            <w:r>
              <w:t>Live in a nursing home or other institutional facility (clients can live in an AFH or ALF)</w:t>
            </w:r>
          </w:p>
          <w:p w14:paraId="530384EE" w14:textId="77777777" w:rsidR="00AA0C55" w:rsidRDefault="00AA0C55" w:rsidP="006913B9">
            <w:pPr>
              <w:pStyle w:val="ListParagraph"/>
              <w:ind w:left="214"/>
              <w:contextualSpacing/>
            </w:pPr>
            <w:r>
              <w:t>Have care needs that:</w:t>
            </w:r>
          </w:p>
          <w:p w14:paraId="490F8D5B" w14:textId="77777777" w:rsidR="00AA0C55" w:rsidRDefault="00AA0C55" w:rsidP="00AA0C55">
            <w:pPr>
              <w:pStyle w:val="ListParagraph2"/>
              <w:ind w:left="754" w:hanging="360"/>
              <w:contextualSpacing/>
            </w:pPr>
            <w:r>
              <w:t>Exceed the scope of authorized services the ADH can provide.</w:t>
            </w:r>
          </w:p>
          <w:p w14:paraId="74AEAF4D" w14:textId="77777777" w:rsidR="00AA0C55" w:rsidRDefault="00AA0C55" w:rsidP="00AA0C55">
            <w:pPr>
              <w:pStyle w:val="ListParagraph2"/>
              <w:ind w:left="754" w:hanging="360"/>
              <w:contextualSpacing/>
            </w:pPr>
            <w:r>
              <w:t>Do not need to be provided or supervised by a nurse or therapist.</w:t>
            </w:r>
          </w:p>
          <w:p w14:paraId="6C88159B" w14:textId="77777777" w:rsidR="00AA0C55" w:rsidRDefault="00AA0C55" w:rsidP="00AA0C55">
            <w:pPr>
              <w:pStyle w:val="ListParagraph2"/>
              <w:ind w:left="754" w:hanging="360"/>
              <w:contextualSpacing/>
            </w:pPr>
            <w:r>
              <w:t>Can be met in a less structured setting.</w:t>
            </w:r>
          </w:p>
          <w:p w14:paraId="3BB1C63B" w14:textId="77777777" w:rsidR="00AA0C55" w:rsidRDefault="00AA0C55" w:rsidP="00AA0C55">
            <w:pPr>
              <w:pStyle w:val="ListParagraph2"/>
              <w:ind w:left="754" w:hanging="360"/>
              <w:contextualSpacing/>
            </w:pPr>
            <w:r>
              <w:t>Skilled care needs are being met by paid or unpaid caregivers.</w:t>
            </w:r>
          </w:p>
        </w:tc>
      </w:tr>
    </w:tbl>
    <w:p w14:paraId="032C04A8" w14:textId="77777777" w:rsidR="00AA0C55" w:rsidRDefault="00AA0C55" w:rsidP="00AA0C55"/>
    <w:p w14:paraId="4ABB4D77" w14:textId="77777777" w:rsidR="00AA0C55" w:rsidRDefault="00AA0C55" w:rsidP="00AA0C55"/>
    <w:p w14:paraId="0E979D10" w14:textId="77777777" w:rsidR="00AA0C55" w:rsidRPr="007A2A11" w:rsidRDefault="00AA0C55" w:rsidP="00AA0C55">
      <w:pPr>
        <w:pStyle w:val="Heading2"/>
        <w:rPr>
          <w:color w:val="193F6F"/>
          <w:u w:val="single"/>
        </w:rPr>
      </w:pPr>
      <w:bookmarkStart w:id="11" w:name="_Referrals"/>
      <w:bookmarkStart w:id="12" w:name="_Toc197961424"/>
      <w:bookmarkEnd w:id="11"/>
      <w:r w:rsidRPr="007A2A11">
        <w:rPr>
          <w:color w:val="193F6F"/>
          <w:u w:val="single"/>
        </w:rPr>
        <w:t>Referrals</w:t>
      </w:r>
      <w:bookmarkEnd w:id="12"/>
    </w:p>
    <w:tbl>
      <w:tblPr>
        <w:tblStyle w:val="TableGrid"/>
        <w:tblW w:w="9715" w:type="dxa"/>
        <w:tblLayout w:type="fixed"/>
        <w:tblCellMar>
          <w:top w:w="86" w:type="dxa"/>
          <w:left w:w="115" w:type="dxa"/>
          <w:bottom w:w="86" w:type="dxa"/>
          <w:right w:w="115" w:type="dxa"/>
        </w:tblCellMar>
        <w:tblLook w:val="04A0" w:firstRow="1" w:lastRow="0" w:firstColumn="1" w:lastColumn="0" w:noHBand="0" w:noVBand="1"/>
      </w:tblPr>
      <w:tblGrid>
        <w:gridCol w:w="355"/>
        <w:gridCol w:w="4680"/>
        <w:gridCol w:w="4680"/>
      </w:tblGrid>
      <w:tr w:rsidR="00AA0C55" w:rsidRPr="00F47F51" w14:paraId="702C4666" w14:textId="77777777" w:rsidTr="007A2A11">
        <w:trPr>
          <w:tblHeader/>
        </w:trPr>
        <w:tc>
          <w:tcPr>
            <w:tcW w:w="355" w:type="dxa"/>
            <w:shd w:val="clear" w:color="auto" w:fill="193F6F"/>
            <w:tcMar>
              <w:left w:w="43" w:type="dxa"/>
              <w:right w:w="43" w:type="dxa"/>
            </w:tcMar>
          </w:tcPr>
          <w:p w14:paraId="69711639" w14:textId="77777777" w:rsidR="00AA0C55" w:rsidRPr="00E6720D" w:rsidRDefault="00AA0C55" w:rsidP="006913B9">
            <w:pPr>
              <w:rPr>
                <w:b/>
                <w:sz w:val="24"/>
              </w:rPr>
            </w:pPr>
            <w:r>
              <w:t xml:space="preserve"> </w:t>
            </w:r>
          </w:p>
        </w:tc>
        <w:tc>
          <w:tcPr>
            <w:tcW w:w="4680" w:type="dxa"/>
            <w:shd w:val="clear" w:color="auto" w:fill="193F6F"/>
          </w:tcPr>
          <w:p w14:paraId="326E7761" w14:textId="77777777" w:rsidR="00AA0C55" w:rsidRDefault="00AA0C55" w:rsidP="006913B9">
            <w:pPr>
              <w:jc w:val="center"/>
            </w:pPr>
            <w:r>
              <w:rPr>
                <w:b/>
                <w:sz w:val="24"/>
              </w:rPr>
              <w:t>ADC</w:t>
            </w:r>
          </w:p>
        </w:tc>
        <w:tc>
          <w:tcPr>
            <w:tcW w:w="4680" w:type="dxa"/>
            <w:shd w:val="clear" w:color="auto" w:fill="193F6F"/>
          </w:tcPr>
          <w:p w14:paraId="52E68294" w14:textId="77777777" w:rsidR="00AA0C55" w:rsidRPr="00F47F51" w:rsidRDefault="00AA0C55" w:rsidP="006913B9">
            <w:pPr>
              <w:jc w:val="center"/>
            </w:pPr>
            <w:r>
              <w:rPr>
                <w:b/>
                <w:sz w:val="24"/>
              </w:rPr>
              <w:t>ADH</w:t>
            </w:r>
          </w:p>
        </w:tc>
      </w:tr>
      <w:tr w:rsidR="00AA0C55" w14:paraId="4426686C" w14:textId="77777777" w:rsidTr="006913B9">
        <w:trPr>
          <w:trHeight w:val="17"/>
        </w:trPr>
        <w:tc>
          <w:tcPr>
            <w:tcW w:w="355" w:type="dxa"/>
            <w:tcMar>
              <w:left w:w="43" w:type="dxa"/>
              <w:right w:w="43" w:type="dxa"/>
            </w:tcMar>
          </w:tcPr>
          <w:p w14:paraId="6D95A0B3" w14:textId="77777777" w:rsidR="00AA0C55" w:rsidRPr="00E6720D" w:rsidRDefault="00AA0C55" w:rsidP="006913B9">
            <w:pPr>
              <w:rPr>
                <w:b/>
              </w:rPr>
            </w:pPr>
            <w:r>
              <w:rPr>
                <w:b/>
              </w:rPr>
              <w:t>1</w:t>
            </w:r>
          </w:p>
        </w:tc>
        <w:tc>
          <w:tcPr>
            <w:tcW w:w="9360" w:type="dxa"/>
            <w:gridSpan w:val="2"/>
          </w:tcPr>
          <w:p w14:paraId="2042F7BA" w14:textId="77777777" w:rsidR="00AA0C55" w:rsidRDefault="00AA0C55" w:rsidP="006913B9">
            <w:r>
              <w:t xml:space="preserve">Determine functional and financial eligibility. </w:t>
            </w:r>
          </w:p>
        </w:tc>
      </w:tr>
      <w:tr w:rsidR="00AA0C55" w14:paraId="04B86936" w14:textId="77777777" w:rsidTr="006913B9">
        <w:trPr>
          <w:trHeight w:val="17"/>
        </w:trPr>
        <w:tc>
          <w:tcPr>
            <w:tcW w:w="355" w:type="dxa"/>
            <w:tcMar>
              <w:left w:w="43" w:type="dxa"/>
              <w:right w:w="43" w:type="dxa"/>
            </w:tcMar>
          </w:tcPr>
          <w:p w14:paraId="1080C683" w14:textId="77777777" w:rsidR="00AA0C55" w:rsidRPr="00E6720D" w:rsidRDefault="00AA0C55" w:rsidP="006913B9">
            <w:pPr>
              <w:rPr>
                <w:b/>
              </w:rPr>
            </w:pPr>
            <w:r>
              <w:rPr>
                <w:b/>
              </w:rPr>
              <w:t>2</w:t>
            </w:r>
          </w:p>
        </w:tc>
        <w:tc>
          <w:tcPr>
            <w:tcW w:w="9360" w:type="dxa"/>
            <w:gridSpan w:val="2"/>
          </w:tcPr>
          <w:p w14:paraId="374C49CF" w14:textId="77777777" w:rsidR="00AA0C55" w:rsidRDefault="00AA0C55" w:rsidP="006913B9">
            <w:r>
              <w:t>Based on CARE assessment result, discuss ADC/ADH/Remote option with client and/or their representative.</w:t>
            </w:r>
          </w:p>
        </w:tc>
      </w:tr>
      <w:tr w:rsidR="00AA0C55" w14:paraId="4BBE9DC9" w14:textId="77777777" w:rsidTr="006913B9">
        <w:trPr>
          <w:trHeight w:val="17"/>
        </w:trPr>
        <w:tc>
          <w:tcPr>
            <w:tcW w:w="355" w:type="dxa"/>
            <w:tcMar>
              <w:left w:w="43" w:type="dxa"/>
              <w:right w:w="43" w:type="dxa"/>
            </w:tcMar>
          </w:tcPr>
          <w:p w14:paraId="31A8FC62" w14:textId="77777777" w:rsidR="00AA0C55" w:rsidRPr="00E6720D" w:rsidRDefault="00AA0C55" w:rsidP="006913B9">
            <w:pPr>
              <w:rPr>
                <w:b/>
              </w:rPr>
            </w:pPr>
            <w:r>
              <w:rPr>
                <w:b/>
              </w:rPr>
              <w:t>3</w:t>
            </w:r>
          </w:p>
        </w:tc>
        <w:tc>
          <w:tcPr>
            <w:tcW w:w="9360" w:type="dxa"/>
            <w:gridSpan w:val="2"/>
          </w:tcPr>
          <w:p w14:paraId="3AE7052F" w14:textId="77777777" w:rsidR="00AA0C55" w:rsidRPr="005A4968" w:rsidRDefault="00AA0C55" w:rsidP="006913B9">
            <w:r>
              <w:t>If interested, provide client and/or their representative with the contact information for contracted ADC providers in their area so they can schedule a tour.</w:t>
            </w:r>
          </w:p>
        </w:tc>
      </w:tr>
      <w:tr w:rsidR="00AA0C55" w14:paraId="10E6B7E2" w14:textId="77777777" w:rsidTr="006913B9">
        <w:trPr>
          <w:trHeight w:val="17"/>
        </w:trPr>
        <w:tc>
          <w:tcPr>
            <w:tcW w:w="355" w:type="dxa"/>
            <w:tcMar>
              <w:left w:w="43" w:type="dxa"/>
              <w:right w:w="43" w:type="dxa"/>
            </w:tcMar>
          </w:tcPr>
          <w:p w14:paraId="6AB80D52" w14:textId="77777777" w:rsidR="00AA0C55" w:rsidRPr="00E6720D" w:rsidRDefault="00AA0C55" w:rsidP="006913B9">
            <w:pPr>
              <w:rPr>
                <w:b/>
              </w:rPr>
            </w:pPr>
            <w:r>
              <w:rPr>
                <w:b/>
              </w:rPr>
              <w:t>4</w:t>
            </w:r>
          </w:p>
        </w:tc>
        <w:tc>
          <w:tcPr>
            <w:tcW w:w="9360" w:type="dxa"/>
            <w:gridSpan w:val="2"/>
          </w:tcPr>
          <w:p w14:paraId="31E3F2CF" w14:textId="77777777" w:rsidR="00AA0C55" w:rsidRDefault="00AA0C55" w:rsidP="006913B9">
            <w:r>
              <w:t xml:space="preserve">After client has toured and agreed to attend, contact the client’s chosen ADC provider. Complete the </w:t>
            </w:r>
            <w:hyperlink r:id="rId17" w:history="1">
              <w:r w:rsidRPr="00FD3D0D">
                <w:rPr>
                  <w:rStyle w:val="Hyperlink"/>
                </w:rPr>
                <w:t>Adult Day Services Referral Form</w:t>
              </w:r>
            </w:hyperlink>
            <w:r>
              <w:t xml:space="preserve"> (DSHS Form 10-580) and fax or email the ADC provider the referral form along with the client’s assessment details, service summary, and consent.</w:t>
            </w:r>
          </w:p>
        </w:tc>
      </w:tr>
      <w:tr w:rsidR="00AA0C55" w14:paraId="2FB93A5D" w14:textId="77777777" w:rsidTr="006913B9">
        <w:trPr>
          <w:trHeight w:val="17"/>
        </w:trPr>
        <w:tc>
          <w:tcPr>
            <w:tcW w:w="355" w:type="dxa"/>
            <w:tcMar>
              <w:left w:w="43" w:type="dxa"/>
              <w:right w:w="43" w:type="dxa"/>
            </w:tcMar>
          </w:tcPr>
          <w:p w14:paraId="7E2913EB" w14:textId="77777777" w:rsidR="00AA0C55" w:rsidRDefault="00AA0C55" w:rsidP="006913B9">
            <w:pPr>
              <w:rPr>
                <w:b/>
              </w:rPr>
            </w:pPr>
            <w:r>
              <w:rPr>
                <w:b/>
              </w:rPr>
              <w:t>5</w:t>
            </w:r>
          </w:p>
        </w:tc>
        <w:tc>
          <w:tcPr>
            <w:tcW w:w="9360" w:type="dxa"/>
            <w:gridSpan w:val="2"/>
          </w:tcPr>
          <w:p w14:paraId="08EE0EC4" w14:textId="77777777" w:rsidR="00AA0C55" w:rsidRDefault="00AA0C55" w:rsidP="006913B9">
            <w:r w:rsidRPr="009C4AC8">
              <w:rPr>
                <w:b/>
              </w:rPr>
              <w:t>Within 2 business days</w:t>
            </w:r>
            <w:r>
              <w:t>, the ADC provider must accept or deny the referral.</w:t>
            </w:r>
          </w:p>
        </w:tc>
      </w:tr>
      <w:tr w:rsidR="00AA0C55" w14:paraId="0E9EAEF1" w14:textId="77777777" w:rsidTr="006913B9">
        <w:trPr>
          <w:trHeight w:val="17"/>
        </w:trPr>
        <w:tc>
          <w:tcPr>
            <w:tcW w:w="355" w:type="dxa"/>
            <w:tcMar>
              <w:left w:w="43" w:type="dxa"/>
              <w:right w:w="43" w:type="dxa"/>
            </w:tcMar>
          </w:tcPr>
          <w:p w14:paraId="7000CE5C" w14:textId="77777777" w:rsidR="00AA0C55" w:rsidRDefault="00AA0C55" w:rsidP="006913B9">
            <w:pPr>
              <w:rPr>
                <w:b/>
              </w:rPr>
            </w:pPr>
            <w:r>
              <w:rPr>
                <w:b/>
              </w:rPr>
              <w:lastRenderedPageBreak/>
              <w:t>6</w:t>
            </w:r>
          </w:p>
        </w:tc>
        <w:tc>
          <w:tcPr>
            <w:tcW w:w="4680" w:type="dxa"/>
          </w:tcPr>
          <w:p w14:paraId="69F991AF" w14:textId="77777777" w:rsidR="00AA0C55" w:rsidRDefault="00AA0C55" w:rsidP="006913B9">
            <w:r>
              <w:t>If it is accepted, use CARE to conduct an interim, annual, or significant change assessment and add ADC in the treatment screen section.</w:t>
            </w:r>
          </w:p>
          <w:p w14:paraId="2656E6EE" w14:textId="77777777" w:rsidR="00AA0C55" w:rsidRDefault="00AA0C55" w:rsidP="006913B9">
            <w:pPr>
              <w:pStyle w:val="ListParagraph"/>
              <w:contextualSpacing/>
            </w:pPr>
            <w:r>
              <w:t>A</w:t>
            </w:r>
            <w:r w:rsidRPr="005A4968">
              <w:t>dd A</w:t>
            </w:r>
            <w:r>
              <w:t>DC to the treatment screen.</w:t>
            </w:r>
          </w:p>
          <w:p w14:paraId="6EE5F1B4" w14:textId="77777777" w:rsidR="00AA0C55" w:rsidRPr="005C19DC" w:rsidRDefault="00AA0C55" w:rsidP="006913B9">
            <w:pPr>
              <w:pStyle w:val="ListParagraph"/>
              <w:contextualSpacing/>
            </w:pPr>
            <w:r>
              <w:t>C</w:t>
            </w:r>
            <w:r w:rsidRPr="00B77405">
              <w:t xml:space="preserve">hange status to “partially met” for all ADLs the client will receive help with </w:t>
            </w:r>
            <w:r>
              <w:t>at the ADC</w:t>
            </w:r>
            <w:r w:rsidRPr="00B77405">
              <w:t>.</w:t>
            </w:r>
          </w:p>
        </w:tc>
        <w:tc>
          <w:tcPr>
            <w:tcW w:w="4680" w:type="dxa"/>
          </w:tcPr>
          <w:p w14:paraId="06767DE8" w14:textId="77777777" w:rsidR="00AA0C55" w:rsidRDefault="00AA0C55" w:rsidP="006913B9">
            <w:r w:rsidRPr="005A4968">
              <w:t xml:space="preserve">If not already completed, conduct an Initial, Significant Change or Interim assessment in CARE to complete the ADH screen, </w:t>
            </w:r>
          </w:p>
          <w:p w14:paraId="0AC8D5F9" w14:textId="77777777" w:rsidR="00AA0C55" w:rsidRDefault="00AA0C55" w:rsidP="006913B9">
            <w:pPr>
              <w:pStyle w:val="ListParagraph"/>
              <w:contextualSpacing/>
            </w:pPr>
            <w:r>
              <w:t>A</w:t>
            </w:r>
            <w:r w:rsidRPr="005A4968">
              <w:t>dd A</w:t>
            </w:r>
            <w:r>
              <w:t>DH to the treatment screen.</w:t>
            </w:r>
          </w:p>
          <w:p w14:paraId="55C556C5" w14:textId="77777777" w:rsidR="00AA0C55" w:rsidRPr="00B77405" w:rsidRDefault="00AA0C55" w:rsidP="006913B9">
            <w:pPr>
              <w:pStyle w:val="ListParagraph"/>
              <w:contextualSpacing/>
            </w:pPr>
            <w:r>
              <w:t>C</w:t>
            </w:r>
            <w:r w:rsidRPr="00B77405">
              <w:t xml:space="preserve">hange status to “partially met” for all ADLs the client will receive help with </w:t>
            </w:r>
            <w:r>
              <w:t>at the ADH</w:t>
            </w:r>
            <w:r w:rsidRPr="00B77405">
              <w:t>.</w:t>
            </w:r>
          </w:p>
        </w:tc>
      </w:tr>
      <w:tr w:rsidR="00AA0C55" w14:paraId="526AED84" w14:textId="77777777" w:rsidTr="006913B9">
        <w:trPr>
          <w:trHeight w:val="17"/>
        </w:trPr>
        <w:tc>
          <w:tcPr>
            <w:tcW w:w="355" w:type="dxa"/>
            <w:tcMar>
              <w:left w:w="43" w:type="dxa"/>
              <w:right w:w="43" w:type="dxa"/>
            </w:tcMar>
          </w:tcPr>
          <w:p w14:paraId="78AA1230" w14:textId="77777777" w:rsidR="00AA0C55" w:rsidRDefault="00AA0C55" w:rsidP="006913B9">
            <w:pPr>
              <w:rPr>
                <w:b/>
              </w:rPr>
            </w:pPr>
            <w:r>
              <w:rPr>
                <w:b/>
              </w:rPr>
              <w:t>7</w:t>
            </w:r>
          </w:p>
        </w:tc>
        <w:tc>
          <w:tcPr>
            <w:tcW w:w="4680" w:type="dxa"/>
          </w:tcPr>
          <w:p w14:paraId="2F88B5F2" w14:textId="77777777" w:rsidR="00AA0C55" w:rsidRDefault="00AA0C55" w:rsidP="006913B9">
            <w:pPr>
              <w:pStyle w:val="Numbering"/>
              <w:numPr>
                <w:ilvl w:val="0"/>
                <w:numId w:val="0"/>
              </w:numPr>
            </w:pPr>
            <w:r>
              <w:t xml:space="preserve">Authorize in-person ADC services in ProviderOne (P1), using: </w:t>
            </w:r>
          </w:p>
          <w:p w14:paraId="2AB8DE28" w14:textId="77777777" w:rsidR="00AA0C55" w:rsidRDefault="00AA0C55" w:rsidP="006913B9">
            <w:pPr>
              <w:pStyle w:val="ListParagraph"/>
              <w:contextualSpacing/>
            </w:pPr>
            <w:r>
              <w:t>** O</w:t>
            </w:r>
            <w:r w:rsidRPr="00E6720D">
              <w:t>ne-time</w:t>
            </w:r>
            <w:r>
              <w:t xml:space="preserve"> intake code:   </w:t>
            </w:r>
            <w:r w:rsidRPr="00B77405">
              <w:rPr>
                <w:b/>
              </w:rPr>
              <w:t>S5102-</w:t>
            </w:r>
            <w:r>
              <w:rPr>
                <w:b/>
              </w:rPr>
              <w:t>UA</w:t>
            </w:r>
          </w:p>
          <w:p w14:paraId="112F64D3" w14:textId="77777777" w:rsidR="00AA0C55" w:rsidRDefault="00AA0C55" w:rsidP="006913B9">
            <w:pPr>
              <w:pStyle w:val="ListParagraph"/>
              <w:contextualSpacing/>
            </w:pPr>
            <w:r>
              <w:t>Full day (4 hours) code:</w:t>
            </w:r>
            <w:r w:rsidRPr="0008613D">
              <w:t xml:space="preserve"> </w:t>
            </w:r>
            <w:r w:rsidRPr="00B77405">
              <w:rPr>
                <w:b/>
              </w:rPr>
              <w:t>S5102-HQ.</w:t>
            </w:r>
            <w:r w:rsidRPr="0008613D">
              <w:t xml:space="preserve"> </w:t>
            </w:r>
          </w:p>
          <w:p w14:paraId="623BA048" w14:textId="77777777" w:rsidR="00AA0C55" w:rsidRPr="00355912" w:rsidRDefault="00AA0C55" w:rsidP="006913B9">
            <w:pPr>
              <w:pStyle w:val="ListParagraph"/>
              <w:contextualSpacing/>
            </w:pPr>
            <w:r>
              <w:t xml:space="preserve">Partial day (less than 4 hours) code: </w:t>
            </w:r>
            <w:r w:rsidRPr="00B77405">
              <w:rPr>
                <w:b/>
              </w:rPr>
              <w:t>S5100</w:t>
            </w:r>
            <w:r w:rsidRPr="00B77405">
              <w:t xml:space="preserve"> </w:t>
            </w:r>
            <w:r>
              <w:t xml:space="preserve">in </w:t>
            </w:r>
            <w:r w:rsidRPr="00B77405">
              <w:t xml:space="preserve">15-minute </w:t>
            </w:r>
            <w:r>
              <w:t>units scheduled to attend</w:t>
            </w:r>
          </w:p>
        </w:tc>
        <w:tc>
          <w:tcPr>
            <w:tcW w:w="4680" w:type="dxa"/>
          </w:tcPr>
          <w:p w14:paraId="2480DBC0" w14:textId="77777777" w:rsidR="00AA0C55" w:rsidRDefault="00AA0C55" w:rsidP="006913B9">
            <w:pPr>
              <w:rPr>
                <w:b/>
              </w:rPr>
            </w:pPr>
            <w:r w:rsidRPr="00E6720D">
              <w:t xml:space="preserve">Authorize </w:t>
            </w:r>
            <w:r>
              <w:t xml:space="preserve">in-person </w:t>
            </w:r>
            <w:r w:rsidRPr="00E6720D">
              <w:t xml:space="preserve">ADH services in </w:t>
            </w:r>
            <w:r>
              <w:t>P1</w:t>
            </w:r>
            <w:r w:rsidRPr="00E6720D">
              <w:t xml:space="preserve"> </w:t>
            </w:r>
            <w:r>
              <w:t>using:</w:t>
            </w:r>
            <w:r w:rsidRPr="00E6720D">
              <w:rPr>
                <w:b/>
              </w:rPr>
              <w:t xml:space="preserve"> </w:t>
            </w:r>
          </w:p>
          <w:p w14:paraId="7E7B164F" w14:textId="77777777" w:rsidR="00AA0C55" w:rsidRDefault="00AA0C55" w:rsidP="006913B9">
            <w:pPr>
              <w:pStyle w:val="ListParagraph"/>
              <w:contextualSpacing/>
            </w:pPr>
            <w:r>
              <w:t>**O</w:t>
            </w:r>
            <w:r w:rsidRPr="00E6720D">
              <w:t>ne-time</w:t>
            </w:r>
            <w:r>
              <w:t xml:space="preserve"> intake code: </w:t>
            </w:r>
            <w:r w:rsidRPr="00B77405">
              <w:rPr>
                <w:b/>
              </w:rPr>
              <w:t>S5102-</w:t>
            </w:r>
            <w:r>
              <w:rPr>
                <w:b/>
              </w:rPr>
              <w:t>CG</w:t>
            </w:r>
          </w:p>
          <w:p w14:paraId="5313D26E" w14:textId="77777777" w:rsidR="00AA0C55" w:rsidRPr="007105CD" w:rsidRDefault="00AA0C55" w:rsidP="006913B9">
            <w:pPr>
              <w:pStyle w:val="ListParagraph"/>
              <w:contextualSpacing/>
            </w:pPr>
            <w:r>
              <w:t>10-day</w:t>
            </w:r>
            <w:r w:rsidRPr="00E6720D">
              <w:t xml:space="preserve"> trial period code</w:t>
            </w:r>
            <w:r>
              <w:t>:</w:t>
            </w:r>
            <w:r w:rsidRPr="00E6720D">
              <w:t xml:space="preserve"> </w:t>
            </w:r>
            <w:r w:rsidRPr="00B77405">
              <w:rPr>
                <w:b/>
              </w:rPr>
              <w:t>S5102-</w:t>
            </w:r>
            <w:r>
              <w:rPr>
                <w:b/>
              </w:rPr>
              <w:t>U9</w:t>
            </w:r>
            <w:r w:rsidRPr="00B77405">
              <w:rPr>
                <w:b/>
              </w:rPr>
              <w:t>.</w:t>
            </w:r>
          </w:p>
          <w:p w14:paraId="3A7C9802" w14:textId="77777777" w:rsidR="00AA0C55" w:rsidRPr="007105CD" w:rsidRDefault="00AA0C55" w:rsidP="006913B9">
            <w:pPr>
              <w:pStyle w:val="ListParagraph"/>
              <w:contextualSpacing/>
            </w:pPr>
            <w:r>
              <w:t xml:space="preserve">Send PAN to client for approval of ADH intake and 10-day trial period, </w:t>
            </w:r>
          </w:p>
          <w:p w14:paraId="58E05A98" w14:textId="77777777" w:rsidR="00AA0C55" w:rsidRPr="00BF02F7" w:rsidRDefault="00AA0C55" w:rsidP="006913B9">
            <w:pPr>
              <w:pStyle w:val="ListParagraph"/>
              <w:contextualSpacing/>
            </w:pPr>
            <w:r>
              <w:t>10-day</w:t>
            </w:r>
            <w:r w:rsidRPr="00E6720D">
              <w:t xml:space="preserve"> trial period</w:t>
            </w:r>
            <w:r>
              <w:rPr>
                <w:b/>
              </w:rPr>
              <w:t xml:space="preserve"> RCL </w:t>
            </w:r>
            <w:r>
              <w:rPr>
                <w:bCs/>
              </w:rPr>
              <w:t xml:space="preserve">client, use code </w:t>
            </w:r>
            <w:r w:rsidRPr="00B72DCE">
              <w:rPr>
                <w:b/>
              </w:rPr>
              <w:t>S5102-U9</w:t>
            </w:r>
          </w:p>
          <w:p w14:paraId="32005934" w14:textId="77777777" w:rsidR="00AA0C55" w:rsidRPr="00E6720D" w:rsidRDefault="00AA0C55" w:rsidP="006913B9">
            <w:pPr>
              <w:pStyle w:val="ListParagraph"/>
              <w:contextualSpacing/>
            </w:pPr>
            <w:r>
              <w:t xml:space="preserve">Full day (4+ hours) code: </w:t>
            </w:r>
            <w:r w:rsidRPr="00E04C48">
              <w:rPr>
                <w:b/>
              </w:rPr>
              <w:t>S5102-TG</w:t>
            </w:r>
          </w:p>
        </w:tc>
      </w:tr>
      <w:tr w:rsidR="00AA0C55" w14:paraId="57AC95E6" w14:textId="77777777" w:rsidTr="006913B9">
        <w:trPr>
          <w:trHeight w:val="17"/>
        </w:trPr>
        <w:tc>
          <w:tcPr>
            <w:tcW w:w="355" w:type="dxa"/>
            <w:tcMar>
              <w:left w:w="43" w:type="dxa"/>
              <w:right w:w="43" w:type="dxa"/>
            </w:tcMar>
          </w:tcPr>
          <w:p w14:paraId="6B26C1AF" w14:textId="77777777" w:rsidR="00AA0C55" w:rsidRDefault="00AA0C55" w:rsidP="006913B9">
            <w:pPr>
              <w:rPr>
                <w:b/>
              </w:rPr>
            </w:pPr>
            <w:r>
              <w:rPr>
                <w:b/>
              </w:rPr>
              <w:t>7A</w:t>
            </w:r>
          </w:p>
        </w:tc>
        <w:tc>
          <w:tcPr>
            <w:tcW w:w="4680" w:type="dxa"/>
          </w:tcPr>
          <w:p w14:paraId="48E14385" w14:textId="77777777" w:rsidR="00AA0C55" w:rsidRDefault="00AA0C55" w:rsidP="006913B9">
            <w:pPr>
              <w:pStyle w:val="Numbering"/>
              <w:numPr>
                <w:ilvl w:val="0"/>
                <w:numId w:val="0"/>
              </w:numPr>
            </w:pPr>
            <w:r>
              <w:t xml:space="preserve">Authorize ADC services in P1, for </w:t>
            </w:r>
            <w:r w:rsidRPr="00353F7F">
              <w:rPr>
                <w:b/>
                <w:bCs/>
                <w:color w:val="FF0000"/>
              </w:rPr>
              <w:t>Remote/</w:t>
            </w:r>
            <w:r w:rsidRPr="00E50387">
              <w:rPr>
                <w:b/>
                <w:bCs/>
                <w:color w:val="FF0000"/>
              </w:rPr>
              <w:t>hybrid</w:t>
            </w:r>
            <w:r w:rsidRPr="00E50387">
              <w:rPr>
                <w:color w:val="FF0000"/>
              </w:rPr>
              <w:t xml:space="preserve"> </w:t>
            </w:r>
            <w:r>
              <w:t>clients using:</w:t>
            </w:r>
          </w:p>
          <w:p w14:paraId="04E8235B" w14:textId="77777777" w:rsidR="00AA0C55" w:rsidRPr="006E7405" w:rsidRDefault="00AA0C55" w:rsidP="00AA0C55">
            <w:pPr>
              <w:pStyle w:val="ListParagraph"/>
              <w:numPr>
                <w:ilvl w:val="0"/>
                <w:numId w:val="28"/>
              </w:numPr>
              <w:contextualSpacing/>
            </w:pPr>
            <w:r>
              <w:t>** O</w:t>
            </w:r>
            <w:r w:rsidRPr="00E6720D">
              <w:t>ne-time</w:t>
            </w:r>
            <w:r>
              <w:t xml:space="preserve"> intake: code </w:t>
            </w:r>
            <w:r w:rsidRPr="00B77405">
              <w:rPr>
                <w:b/>
              </w:rPr>
              <w:t>S5102-</w:t>
            </w:r>
            <w:r>
              <w:rPr>
                <w:b/>
              </w:rPr>
              <w:t>UA</w:t>
            </w:r>
          </w:p>
          <w:p w14:paraId="58A10BF6" w14:textId="77777777" w:rsidR="00AA0C55" w:rsidRPr="00FC2E2D" w:rsidRDefault="00AA0C55" w:rsidP="00AA0C55">
            <w:pPr>
              <w:pStyle w:val="Numbering"/>
              <w:numPr>
                <w:ilvl w:val="0"/>
                <w:numId w:val="28"/>
              </w:numPr>
            </w:pPr>
            <w:r>
              <w:t xml:space="preserve"> Authorize in 1</w:t>
            </w:r>
            <w:r w:rsidRPr="00B77405">
              <w:t xml:space="preserve">5-minute </w:t>
            </w:r>
            <w:r>
              <w:t>units using code</w:t>
            </w:r>
            <w:r w:rsidRPr="004A3F91">
              <w:rPr>
                <w:b/>
                <w:bCs/>
              </w:rPr>
              <w:t>:  S5100 U1</w:t>
            </w:r>
            <w:r>
              <w:rPr>
                <w:b/>
                <w:bCs/>
              </w:rPr>
              <w:t>.  Full day in considered 4 hours billed at 16 units.</w:t>
            </w:r>
          </w:p>
          <w:p w14:paraId="3554B528" w14:textId="77777777" w:rsidR="00AA0C55" w:rsidRDefault="00AA0C55" w:rsidP="00AA0C55">
            <w:pPr>
              <w:pStyle w:val="Numbering"/>
              <w:numPr>
                <w:ilvl w:val="0"/>
                <w:numId w:val="28"/>
              </w:numPr>
            </w:pPr>
            <w:r>
              <w:rPr>
                <w:b/>
                <w:bCs/>
              </w:rPr>
              <w:t>Providers can bill for a minimum of one (1) hour (4 units) per visit.</w:t>
            </w:r>
          </w:p>
        </w:tc>
        <w:tc>
          <w:tcPr>
            <w:tcW w:w="4680" w:type="dxa"/>
          </w:tcPr>
          <w:p w14:paraId="0DB6A2BD" w14:textId="77777777" w:rsidR="00AA0C55" w:rsidRDefault="00AA0C55" w:rsidP="006913B9">
            <w:pPr>
              <w:rPr>
                <w:b/>
              </w:rPr>
            </w:pPr>
            <w:r w:rsidRPr="00E6720D">
              <w:t xml:space="preserve">Authorize ADH services in </w:t>
            </w:r>
            <w:r>
              <w:t>P1</w:t>
            </w:r>
            <w:r w:rsidRPr="00E6720D">
              <w:t xml:space="preserve"> </w:t>
            </w:r>
            <w:r>
              <w:t xml:space="preserve">for </w:t>
            </w:r>
            <w:r w:rsidRPr="00E50387">
              <w:rPr>
                <w:b/>
                <w:bCs/>
                <w:color w:val="FF0000"/>
              </w:rPr>
              <w:t>Remote/hybrid</w:t>
            </w:r>
            <w:r w:rsidRPr="00E50387">
              <w:rPr>
                <w:color w:val="FF0000"/>
              </w:rPr>
              <w:t xml:space="preserve"> </w:t>
            </w:r>
            <w:r>
              <w:t>clients using:</w:t>
            </w:r>
            <w:r w:rsidRPr="00E6720D">
              <w:rPr>
                <w:b/>
              </w:rPr>
              <w:t xml:space="preserve"> </w:t>
            </w:r>
          </w:p>
          <w:p w14:paraId="328DF305" w14:textId="77777777" w:rsidR="00AA0C55" w:rsidRPr="006809A9" w:rsidRDefault="00AA0C55" w:rsidP="006913B9">
            <w:pPr>
              <w:pStyle w:val="ListParagraph"/>
              <w:contextualSpacing/>
            </w:pPr>
            <w:r>
              <w:t>**O</w:t>
            </w:r>
            <w:r w:rsidRPr="00E6720D">
              <w:t>ne-time</w:t>
            </w:r>
            <w:r>
              <w:t xml:space="preserve"> intake: code </w:t>
            </w:r>
            <w:r w:rsidRPr="00B77405">
              <w:rPr>
                <w:b/>
              </w:rPr>
              <w:t>S5102-</w:t>
            </w:r>
            <w:r>
              <w:rPr>
                <w:b/>
              </w:rPr>
              <w:t>CG</w:t>
            </w:r>
          </w:p>
          <w:p w14:paraId="0AB0CFCD" w14:textId="77777777" w:rsidR="00AA0C55" w:rsidRDefault="00AA0C55" w:rsidP="006913B9">
            <w:pPr>
              <w:pStyle w:val="ListParagraph"/>
              <w:contextualSpacing/>
            </w:pPr>
            <w:r>
              <w:rPr>
                <w:b/>
              </w:rPr>
              <w:t>Authorize visits in 15-minute units using code:  S5100-U2.  Full Day is considered four hours which would be billed as 16 units.</w:t>
            </w:r>
          </w:p>
          <w:p w14:paraId="3C209BCD" w14:textId="77777777" w:rsidR="00AA0C55" w:rsidRPr="001A712C" w:rsidRDefault="00AA0C55" w:rsidP="006913B9">
            <w:pPr>
              <w:pStyle w:val="ListParagraph"/>
              <w:contextualSpacing/>
            </w:pPr>
            <w:r>
              <w:t>10-day</w:t>
            </w:r>
            <w:r w:rsidRPr="00E6720D">
              <w:t xml:space="preserve"> trial period</w:t>
            </w:r>
            <w:r>
              <w:t>:</w:t>
            </w:r>
            <w:r w:rsidRPr="00E6720D">
              <w:t xml:space="preserve"> code </w:t>
            </w:r>
            <w:r w:rsidRPr="005030C9">
              <w:rPr>
                <w:b/>
              </w:rPr>
              <w:t>S5102-</w:t>
            </w:r>
            <w:r>
              <w:rPr>
                <w:b/>
              </w:rPr>
              <w:t>U9</w:t>
            </w:r>
            <w:r w:rsidRPr="005030C9">
              <w:rPr>
                <w:b/>
              </w:rPr>
              <w:t>.</w:t>
            </w:r>
          </w:p>
          <w:p w14:paraId="4A05E761" w14:textId="77777777" w:rsidR="00AA0C55" w:rsidRPr="001A712C" w:rsidRDefault="00AA0C55" w:rsidP="006913B9">
            <w:pPr>
              <w:pStyle w:val="ListParagraph"/>
              <w:contextualSpacing/>
            </w:pPr>
            <w:r>
              <w:t xml:space="preserve">Send PAN to client for approval of ADH intake and 10-day trial period, </w:t>
            </w:r>
          </w:p>
          <w:p w14:paraId="5F8A6142" w14:textId="77777777" w:rsidR="00AA0C55" w:rsidRPr="003E5D5E" w:rsidRDefault="00AA0C55" w:rsidP="006913B9">
            <w:pPr>
              <w:pStyle w:val="ListParagraph"/>
              <w:contextualSpacing/>
            </w:pPr>
            <w:r>
              <w:t>10-day</w:t>
            </w:r>
            <w:r w:rsidRPr="00E6720D">
              <w:t xml:space="preserve"> trial period </w:t>
            </w:r>
            <w:r>
              <w:t xml:space="preserve">for </w:t>
            </w:r>
            <w:r w:rsidRPr="002A3E41">
              <w:rPr>
                <w:b/>
                <w:bCs/>
              </w:rPr>
              <w:t>RCL</w:t>
            </w:r>
            <w:r w:rsidRPr="00E6720D">
              <w:t xml:space="preserve"> client, use code </w:t>
            </w:r>
            <w:r w:rsidRPr="005030C9">
              <w:rPr>
                <w:b/>
              </w:rPr>
              <w:t>S5102-U9</w:t>
            </w:r>
          </w:p>
          <w:p w14:paraId="5AC205D4" w14:textId="77777777" w:rsidR="00AA0C55" w:rsidRPr="001B6C3C" w:rsidRDefault="00AA0C55" w:rsidP="006913B9">
            <w:pPr>
              <w:pStyle w:val="ListParagraph"/>
              <w:contextualSpacing/>
            </w:pPr>
            <w:r>
              <w:rPr>
                <w:b/>
                <w:bCs/>
              </w:rPr>
              <w:t>Providers can bill for a minimum of one (1) hour (4 units) per visit.</w:t>
            </w:r>
          </w:p>
          <w:p w14:paraId="60668296" w14:textId="77777777" w:rsidR="00AA0C55" w:rsidRPr="006E1B3C" w:rsidRDefault="00AA0C55" w:rsidP="006913B9">
            <w:pPr>
              <w:pStyle w:val="ListParagraph2"/>
              <w:numPr>
                <w:ilvl w:val="0"/>
                <w:numId w:val="0"/>
              </w:numPr>
            </w:pPr>
          </w:p>
        </w:tc>
      </w:tr>
      <w:tr w:rsidR="00AA0C55" w14:paraId="6FBF26C1" w14:textId="77777777" w:rsidTr="006913B9">
        <w:trPr>
          <w:trHeight w:val="17"/>
        </w:trPr>
        <w:tc>
          <w:tcPr>
            <w:tcW w:w="355" w:type="dxa"/>
            <w:tcMar>
              <w:left w:w="43" w:type="dxa"/>
              <w:right w:w="43" w:type="dxa"/>
            </w:tcMar>
          </w:tcPr>
          <w:p w14:paraId="12FF777E" w14:textId="77777777" w:rsidR="00AA0C55" w:rsidRDefault="00AA0C55" w:rsidP="006913B9">
            <w:pPr>
              <w:rPr>
                <w:b/>
              </w:rPr>
            </w:pPr>
            <w:r>
              <w:rPr>
                <w:b/>
              </w:rPr>
              <w:t>8</w:t>
            </w:r>
          </w:p>
        </w:tc>
        <w:tc>
          <w:tcPr>
            <w:tcW w:w="4680" w:type="dxa"/>
          </w:tcPr>
          <w:p w14:paraId="6D97D591" w14:textId="77777777" w:rsidR="00AA0C55" w:rsidRPr="00C55D78" w:rsidRDefault="00AA0C55" w:rsidP="006913B9">
            <w:r>
              <w:t xml:space="preserve">ADC </w:t>
            </w:r>
            <w:r w:rsidRPr="00C55D78">
              <w:t>Timeframes (from first day of attendance)</w:t>
            </w:r>
            <w:r>
              <w:t>:</w:t>
            </w:r>
          </w:p>
          <w:p w14:paraId="74E90FBD" w14:textId="77777777" w:rsidR="00AA0C55" w:rsidRPr="008262C8" w:rsidRDefault="00AA0C55" w:rsidP="006913B9">
            <w:pPr>
              <w:pStyle w:val="ListParagraph"/>
              <w:contextualSpacing/>
              <w:rPr>
                <w:i/>
              </w:rPr>
            </w:pPr>
            <w:r w:rsidRPr="00A930BE">
              <w:rPr>
                <w:b/>
              </w:rPr>
              <w:t xml:space="preserve">10 </w:t>
            </w:r>
            <w:r>
              <w:rPr>
                <w:b/>
              </w:rPr>
              <w:t xml:space="preserve">paid service </w:t>
            </w:r>
            <w:r w:rsidRPr="00A930BE">
              <w:rPr>
                <w:b/>
              </w:rPr>
              <w:t>days:</w:t>
            </w:r>
            <w:r>
              <w:t xml:space="preserve"> </w:t>
            </w:r>
            <w:r>
              <w:br/>
            </w:r>
            <w:r>
              <w:rPr>
                <w:i/>
              </w:rPr>
              <w:t xml:space="preserve">a) </w:t>
            </w:r>
            <w:r w:rsidRPr="00B07F1A">
              <w:t>Complete intake evaluation</w:t>
            </w:r>
            <w:r>
              <w:t xml:space="preserve"> in person </w:t>
            </w:r>
            <w:r>
              <w:br/>
            </w:r>
            <w:r w:rsidRPr="00B07F1A">
              <w:rPr>
                <w:i/>
              </w:rPr>
              <w:t>b)</w:t>
            </w:r>
            <w:r>
              <w:rPr>
                <w:i/>
              </w:rPr>
              <w:t xml:space="preserve"> </w:t>
            </w:r>
            <w:r w:rsidRPr="00B07F1A">
              <w:t>Determine if and how it can/will meet the client’s needs</w:t>
            </w:r>
            <w:r>
              <w:t xml:space="preserve"> </w:t>
            </w:r>
            <w:r>
              <w:br/>
            </w:r>
            <w:r>
              <w:rPr>
                <w:i/>
              </w:rPr>
              <w:t xml:space="preserve">c) </w:t>
            </w:r>
            <w:r>
              <w:t>De</w:t>
            </w:r>
            <w:r w:rsidRPr="00B07F1A">
              <w:t>velop preliminary service plan</w:t>
            </w:r>
            <w:r>
              <w:t xml:space="preserve"> to- determine is client will be </w:t>
            </w:r>
            <w:r w:rsidRPr="00264E74">
              <w:rPr>
                <w:b/>
                <w:bCs/>
              </w:rPr>
              <w:t>in-person</w:t>
            </w:r>
            <w:r>
              <w:t xml:space="preserve"> or </w:t>
            </w:r>
            <w:r w:rsidRPr="00264E74">
              <w:rPr>
                <w:b/>
                <w:bCs/>
              </w:rPr>
              <w:t>remote/hybrid</w:t>
            </w:r>
            <w:r>
              <w:rPr>
                <w:b/>
                <w:bCs/>
              </w:rPr>
              <w:t>.</w:t>
            </w:r>
          </w:p>
          <w:p w14:paraId="2C0DAD70" w14:textId="77777777" w:rsidR="00AA0C55" w:rsidRPr="00B07F1A" w:rsidRDefault="00AA0C55" w:rsidP="006913B9">
            <w:pPr>
              <w:pStyle w:val="ListParagraph"/>
              <w:numPr>
                <w:ilvl w:val="0"/>
                <w:numId w:val="0"/>
              </w:numPr>
              <w:ind w:left="720"/>
              <w:rPr>
                <w:i/>
              </w:rPr>
            </w:pPr>
            <w:r>
              <w:t>d) G</w:t>
            </w:r>
            <w:r w:rsidRPr="00B07F1A">
              <w:t>ive to client and/or their representative and to the case manager.</w:t>
            </w:r>
          </w:p>
          <w:p w14:paraId="23C36B32" w14:textId="77777777" w:rsidR="00AA0C55" w:rsidRPr="00B07F1A" w:rsidRDefault="00AA0C55" w:rsidP="006913B9">
            <w:pPr>
              <w:pStyle w:val="ListParagraph"/>
              <w:contextualSpacing/>
              <w:rPr>
                <w:i/>
              </w:rPr>
            </w:pPr>
            <w:r w:rsidRPr="00B07F1A">
              <w:lastRenderedPageBreak/>
              <w:t>If not accepted</w:t>
            </w:r>
            <w:r>
              <w:t>, the preliminary service plan must include the reason(s) as to</w:t>
            </w:r>
            <w:r w:rsidRPr="00FD1100">
              <w:rPr>
                <w:i/>
                <w:iCs/>
              </w:rPr>
              <w:t xml:space="preserve"> why.</w:t>
            </w:r>
          </w:p>
          <w:p w14:paraId="1AF417E9" w14:textId="77777777" w:rsidR="00AA0C55" w:rsidRPr="00261A26" w:rsidRDefault="00AA0C55" w:rsidP="006913B9">
            <w:pPr>
              <w:pStyle w:val="ListParagraph"/>
              <w:contextualSpacing/>
            </w:pPr>
            <w:r w:rsidRPr="00253EFF">
              <w:rPr>
                <w:b/>
              </w:rPr>
              <w:t xml:space="preserve">30 days: </w:t>
            </w:r>
            <w:r>
              <w:t xml:space="preserve">Develop and complete a Negotiated Care Plan (NCP) and send to the case manager </w:t>
            </w:r>
            <w:r w:rsidRPr="00253EFF">
              <w:rPr>
                <w:i/>
              </w:rPr>
              <w:t>(</w:t>
            </w:r>
            <w:r>
              <w:rPr>
                <w:i/>
              </w:rPr>
              <w:t>from accepting client to the ADC)</w:t>
            </w:r>
          </w:p>
          <w:p w14:paraId="214608B5" w14:textId="77777777" w:rsidR="00AA0C55" w:rsidRPr="00253EFF" w:rsidRDefault="00AA0C55" w:rsidP="006913B9">
            <w:pPr>
              <w:pStyle w:val="ListParagraph"/>
              <w:numPr>
                <w:ilvl w:val="0"/>
                <w:numId w:val="0"/>
              </w:numPr>
              <w:ind w:left="720"/>
            </w:pPr>
          </w:p>
        </w:tc>
        <w:tc>
          <w:tcPr>
            <w:tcW w:w="4680" w:type="dxa"/>
          </w:tcPr>
          <w:p w14:paraId="16C8D109" w14:textId="77777777" w:rsidR="00AA0C55" w:rsidRPr="00C55D78" w:rsidRDefault="00AA0C55" w:rsidP="006913B9">
            <w:r>
              <w:lastRenderedPageBreak/>
              <w:t xml:space="preserve">ADH </w:t>
            </w:r>
            <w:r w:rsidRPr="00C55D78">
              <w:t>Timeframes (from first day of attendance)</w:t>
            </w:r>
            <w:r>
              <w:t>:</w:t>
            </w:r>
          </w:p>
          <w:p w14:paraId="31081279" w14:textId="77777777" w:rsidR="00AA0C55" w:rsidRDefault="00AA0C55" w:rsidP="006913B9">
            <w:pPr>
              <w:pStyle w:val="ListParagraph"/>
              <w:numPr>
                <w:ilvl w:val="0"/>
                <w:numId w:val="0"/>
              </w:numPr>
              <w:ind w:left="720"/>
            </w:pPr>
            <w:r w:rsidRPr="008224EC">
              <w:rPr>
                <w:b/>
              </w:rPr>
              <w:t>10 paid service days:</w:t>
            </w:r>
            <w:r>
              <w:t xml:space="preserve"> </w:t>
            </w:r>
            <w:r>
              <w:br/>
            </w:r>
            <w:r w:rsidRPr="008224EC">
              <w:rPr>
                <w:i/>
              </w:rPr>
              <w:t>a</w:t>
            </w:r>
            <w:r>
              <w:t xml:space="preserve">) Complete intake evaluation in person </w:t>
            </w:r>
            <w:r>
              <w:br/>
            </w:r>
            <w:r w:rsidRPr="008224EC">
              <w:rPr>
                <w:i/>
              </w:rPr>
              <w:t>b)</w:t>
            </w:r>
            <w:r>
              <w:t xml:space="preserve"> Develop preliminary service plan to determine is client will be </w:t>
            </w:r>
            <w:r w:rsidRPr="008224EC">
              <w:rPr>
                <w:b/>
                <w:bCs/>
              </w:rPr>
              <w:t>in-person</w:t>
            </w:r>
            <w:r>
              <w:t xml:space="preserve"> or </w:t>
            </w:r>
            <w:r w:rsidRPr="008224EC">
              <w:rPr>
                <w:b/>
                <w:bCs/>
              </w:rPr>
              <w:t>remote/hybrid</w:t>
            </w:r>
            <w:r>
              <w:t xml:space="preserve"> </w:t>
            </w:r>
            <w:r>
              <w:br/>
            </w:r>
            <w:r w:rsidRPr="008224EC">
              <w:rPr>
                <w:i/>
              </w:rPr>
              <w:t>c)</w:t>
            </w:r>
            <w:r>
              <w:t xml:space="preserve"> Obtain orders from client’s health care provider for skilled services, and </w:t>
            </w:r>
            <w:r>
              <w:br/>
            </w:r>
            <w:r w:rsidRPr="008224EC">
              <w:rPr>
                <w:i/>
              </w:rPr>
              <w:t>d)</w:t>
            </w:r>
            <w:r>
              <w:t xml:space="preserve"> </w:t>
            </w:r>
            <w:r w:rsidRPr="008224EC">
              <w:rPr>
                <w:i/>
              </w:rPr>
              <w:t>s</w:t>
            </w:r>
            <w:r w:rsidRPr="00E04C48">
              <w:t xml:space="preserve">end preliminary service plan to </w:t>
            </w:r>
            <w:r>
              <w:t xml:space="preserve">case manager if client meets eligibility criteria. </w:t>
            </w:r>
          </w:p>
          <w:p w14:paraId="1DB97B62" w14:textId="77777777" w:rsidR="00AA0C55" w:rsidRPr="00E04C48" w:rsidRDefault="00AA0C55" w:rsidP="006913B9">
            <w:pPr>
              <w:pStyle w:val="ListParagraph"/>
              <w:contextualSpacing/>
            </w:pPr>
            <w:r w:rsidRPr="00E04C48">
              <w:rPr>
                <w:b/>
              </w:rPr>
              <w:lastRenderedPageBreak/>
              <w:t>30 days:</w:t>
            </w:r>
            <w:r>
              <w:t xml:space="preserve"> Develop and complete an NCP and send to the case manager </w:t>
            </w:r>
            <w:r w:rsidRPr="00E04C48">
              <w:rPr>
                <w:i/>
              </w:rPr>
              <w:t>(from date of acceptance into ADH)</w:t>
            </w:r>
          </w:p>
        </w:tc>
      </w:tr>
      <w:tr w:rsidR="00AA0C55" w14:paraId="2AF14402" w14:textId="77777777" w:rsidTr="006913B9">
        <w:trPr>
          <w:trHeight w:val="17"/>
        </w:trPr>
        <w:tc>
          <w:tcPr>
            <w:tcW w:w="355" w:type="dxa"/>
            <w:tcMar>
              <w:left w:w="43" w:type="dxa"/>
              <w:right w:w="43" w:type="dxa"/>
            </w:tcMar>
          </w:tcPr>
          <w:p w14:paraId="133EB73F" w14:textId="77777777" w:rsidR="00AA0C55" w:rsidRDefault="00AA0C55" w:rsidP="006913B9">
            <w:pPr>
              <w:rPr>
                <w:b/>
              </w:rPr>
            </w:pPr>
            <w:r>
              <w:rPr>
                <w:b/>
              </w:rPr>
              <w:lastRenderedPageBreak/>
              <w:t>9</w:t>
            </w:r>
          </w:p>
        </w:tc>
        <w:tc>
          <w:tcPr>
            <w:tcW w:w="4680" w:type="dxa"/>
          </w:tcPr>
          <w:p w14:paraId="6808AC8C" w14:textId="77777777" w:rsidR="00AA0C55" w:rsidRDefault="00AA0C55" w:rsidP="006913B9">
            <w:r>
              <w:t>Case manager will:</w:t>
            </w:r>
          </w:p>
          <w:p w14:paraId="2FD06DB2" w14:textId="77777777" w:rsidR="00AA0C55" w:rsidRDefault="00AA0C55" w:rsidP="006913B9">
            <w:pPr>
              <w:pStyle w:val="ListParagraph"/>
              <w:contextualSpacing/>
            </w:pPr>
            <w:r>
              <w:t>P</w:t>
            </w:r>
            <w:r w:rsidRPr="00995ED4">
              <w:t xml:space="preserve">rovide the client's department service plan to the ADC center </w:t>
            </w:r>
            <w:r w:rsidRPr="00995ED4">
              <w:rPr>
                <w:b/>
              </w:rPr>
              <w:t>within five working days</w:t>
            </w:r>
            <w:r w:rsidRPr="00995ED4">
              <w:t xml:space="preserve"> after the client or client's representative has signed it</w:t>
            </w:r>
            <w:r>
              <w:t>.</w:t>
            </w:r>
          </w:p>
          <w:p w14:paraId="6A0D22A6" w14:textId="77777777" w:rsidR="00AA0C55" w:rsidRDefault="00AA0C55" w:rsidP="006913B9">
            <w:pPr>
              <w:pStyle w:val="ListParagraph"/>
              <w:contextualSpacing/>
            </w:pPr>
            <w:r>
              <w:t>Send PAN to client for approval of ADC and Community First Choice (CFC) care plan hours.</w:t>
            </w:r>
          </w:p>
          <w:p w14:paraId="14F7241B" w14:textId="77777777" w:rsidR="00AA0C55" w:rsidRDefault="00AA0C55" w:rsidP="006913B9">
            <w:pPr>
              <w:pStyle w:val="ListParagraph"/>
              <w:contextualSpacing/>
            </w:pPr>
            <w:r>
              <w:t>Review NCP</w:t>
            </w:r>
          </w:p>
          <w:p w14:paraId="6830E591" w14:textId="77777777" w:rsidR="00AA0C55" w:rsidRDefault="00AA0C55" w:rsidP="006913B9">
            <w:pPr>
              <w:pStyle w:val="ListParagraph"/>
              <w:contextualSpacing/>
            </w:pPr>
            <w:r>
              <w:t>Document in a SER the NCP was received.</w:t>
            </w:r>
          </w:p>
          <w:p w14:paraId="36E3C9A3" w14:textId="77777777" w:rsidR="00AA0C55" w:rsidRPr="00995ED4" w:rsidRDefault="00AA0C55" w:rsidP="006913B9">
            <w:pPr>
              <w:pStyle w:val="ListParagraph"/>
              <w:contextualSpacing/>
            </w:pPr>
            <w:r>
              <w:t>Send copy to the Hub Imaging Unit (HIU).</w:t>
            </w:r>
          </w:p>
        </w:tc>
        <w:tc>
          <w:tcPr>
            <w:tcW w:w="4680" w:type="dxa"/>
          </w:tcPr>
          <w:p w14:paraId="5BBB4383" w14:textId="77777777" w:rsidR="00AA0C55" w:rsidRDefault="00AA0C55" w:rsidP="006913B9">
            <w:r>
              <w:t>Case manager will:</w:t>
            </w:r>
          </w:p>
          <w:p w14:paraId="3A19D580" w14:textId="77777777" w:rsidR="00AA0C55" w:rsidRDefault="00AA0C55" w:rsidP="006913B9">
            <w:pPr>
              <w:pStyle w:val="ListParagraph"/>
              <w:contextualSpacing/>
            </w:pPr>
            <w:r>
              <w:t>Send another PAN for approval of on-going attendance.</w:t>
            </w:r>
          </w:p>
          <w:p w14:paraId="0C207255" w14:textId="77777777" w:rsidR="00AA0C55" w:rsidRDefault="00AA0C55" w:rsidP="006913B9">
            <w:pPr>
              <w:pStyle w:val="ListParagraph"/>
              <w:contextualSpacing/>
            </w:pPr>
            <w:r>
              <w:t>Review preliminary service plan.</w:t>
            </w:r>
          </w:p>
          <w:p w14:paraId="53CEF0C2" w14:textId="77777777" w:rsidR="00AA0C55" w:rsidRDefault="00AA0C55" w:rsidP="00AA0C55">
            <w:pPr>
              <w:pStyle w:val="ListParagraph2"/>
              <w:ind w:left="1440" w:hanging="360"/>
              <w:contextualSpacing/>
            </w:pPr>
            <w:r>
              <w:t>Document a SER it was received.</w:t>
            </w:r>
          </w:p>
          <w:p w14:paraId="44F72010" w14:textId="77777777" w:rsidR="00AA0C55" w:rsidRDefault="00AA0C55" w:rsidP="00AA0C55">
            <w:pPr>
              <w:pStyle w:val="ListParagraph2"/>
              <w:ind w:left="1440" w:hanging="360"/>
              <w:contextualSpacing/>
            </w:pPr>
            <w:r>
              <w:t>Send copy to HIU.</w:t>
            </w:r>
          </w:p>
          <w:p w14:paraId="5795DAA1" w14:textId="77777777" w:rsidR="00AA0C55" w:rsidRPr="003D2628" w:rsidRDefault="00AA0C55" w:rsidP="006913B9">
            <w:pPr>
              <w:pStyle w:val="ListParagraph"/>
              <w:contextualSpacing/>
            </w:pPr>
            <w:r>
              <w:t>Review NCP (same steps as preliminary).</w:t>
            </w:r>
          </w:p>
        </w:tc>
      </w:tr>
    </w:tbl>
    <w:p w14:paraId="04CABB53" w14:textId="77777777" w:rsidR="00AA0C55" w:rsidRDefault="00AA0C55" w:rsidP="00AA0C55"/>
    <w:p w14:paraId="70811446" w14:textId="77777777" w:rsidR="00AA0C55" w:rsidRPr="003F3FE8" w:rsidRDefault="00AA0C55" w:rsidP="00AA0C55">
      <w:pPr>
        <w:rPr>
          <w:rFonts w:asciiTheme="minorHAnsi" w:eastAsiaTheme="majorEastAsia" w:hAnsiTheme="minorHAnsi" w:cstheme="minorHAnsi"/>
          <w:b/>
          <w:caps/>
        </w:rPr>
      </w:pPr>
      <w:r w:rsidRPr="003F3FE8">
        <w:rPr>
          <w:rFonts w:asciiTheme="minorHAnsi" w:eastAsiaTheme="majorEastAsia" w:hAnsiTheme="minorHAnsi" w:cstheme="minorHAnsi"/>
          <w:b/>
          <w:caps/>
        </w:rPr>
        <w:t>**New:  Case managers need to authorize the Intake for all programs, adc, adh and remote/hybrid.</w:t>
      </w:r>
      <w:r>
        <w:rPr>
          <w:rFonts w:asciiTheme="minorHAnsi" w:eastAsiaTheme="majorEastAsia" w:hAnsiTheme="minorHAnsi" w:cstheme="minorHAnsi"/>
          <w:b/>
          <w:caps/>
        </w:rPr>
        <w:t xml:space="preserve">  Authorizations for client intake is a onetime approval per attendance cycle.  If the client discharges from services and at a later date is reauthorized, the authorization may be forced per hq ads program manager.</w:t>
      </w:r>
    </w:p>
    <w:p w14:paraId="22F3B951" w14:textId="77777777" w:rsidR="00AA0C55" w:rsidRPr="008F21B3" w:rsidRDefault="00AA0C55" w:rsidP="00AA0C55">
      <w:pPr>
        <w:rPr>
          <w:rFonts w:ascii="Century Gothic" w:eastAsiaTheme="majorEastAsia" w:hAnsi="Century Gothic" w:cstheme="majorBidi"/>
          <w:b/>
          <w:caps/>
          <w:sz w:val="26"/>
          <w:szCs w:val="26"/>
        </w:rPr>
      </w:pPr>
    </w:p>
    <w:p w14:paraId="7B1923E0" w14:textId="77777777" w:rsidR="00AA0C55" w:rsidRPr="007A2A11" w:rsidRDefault="00AA0C55" w:rsidP="00AA0C55">
      <w:pPr>
        <w:pStyle w:val="Heading2"/>
        <w:rPr>
          <w:color w:val="193F6F"/>
        </w:rPr>
      </w:pPr>
      <w:bookmarkStart w:id="13" w:name="_adult_day_care"/>
      <w:bookmarkStart w:id="14" w:name="_Toc197961425"/>
      <w:bookmarkEnd w:id="13"/>
      <w:r w:rsidRPr="007A2A11">
        <w:rPr>
          <w:color w:val="193F6F"/>
        </w:rPr>
        <w:t>Adult Day Care (ADC)</w:t>
      </w:r>
      <w:bookmarkEnd w:id="14"/>
    </w:p>
    <w:p w14:paraId="0E824535" w14:textId="77777777" w:rsidR="00AA0C55" w:rsidRDefault="00AA0C55" w:rsidP="00AA0C55">
      <w:pPr>
        <w:pStyle w:val="Heading3"/>
      </w:pPr>
      <w:bookmarkStart w:id="15" w:name="_Toc197961426"/>
      <w:r w:rsidRPr="00AA0C55">
        <w:t>Services</w:t>
      </w:r>
      <w:bookmarkEnd w:id="15"/>
    </w:p>
    <w:p w14:paraId="36A5CD68" w14:textId="77777777" w:rsidR="00AA0C55" w:rsidRDefault="00AA0C55" w:rsidP="00AA0C55">
      <w:r>
        <w:t>ADC is a supervised, non-residential program providing the following services:</w:t>
      </w:r>
    </w:p>
    <w:p w14:paraId="11C5EFBE" w14:textId="77777777" w:rsidR="00AA0C55" w:rsidRDefault="00AA0C55" w:rsidP="00AA0C55">
      <w:pPr>
        <w:pStyle w:val="ListParagraph"/>
        <w:contextualSpacing/>
      </w:pPr>
      <w:r>
        <w:t>Assistance with ADLs.</w:t>
      </w:r>
    </w:p>
    <w:p w14:paraId="718B0125" w14:textId="77777777" w:rsidR="00AA0C55" w:rsidRDefault="00AA0C55" w:rsidP="00AA0C55">
      <w:pPr>
        <w:pStyle w:val="ListParagraph"/>
        <w:contextualSpacing/>
      </w:pPr>
      <w:r>
        <w:t xml:space="preserve">Social services including referrals for services not within the scope of COPES waiver or RCL. </w:t>
      </w:r>
    </w:p>
    <w:p w14:paraId="7CB7E053" w14:textId="77777777" w:rsidR="00AA0C55" w:rsidRDefault="00AA0C55" w:rsidP="00AA0C55">
      <w:pPr>
        <w:pStyle w:val="ListParagraph"/>
        <w:contextualSpacing/>
      </w:pPr>
      <w:r>
        <w:t>Routine health monitoring by a Registered Nurse (e.g., baseline and routine monitoring of vital signs, weight, and dietary needs).</w:t>
      </w:r>
    </w:p>
    <w:p w14:paraId="3525C1F8" w14:textId="77777777" w:rsidR="00AA0C55" w:rsidRDefault="00AA0C55" w:rsidP="00AA0C55">
      <w:pPr>
        <w:pStyle w:val="ListParagraph"/>
        <w:contextualSpacing/>
      </w:pPr>
      <w:r>
        <w:t>Therapeutic activities (e.g., recreational, relaxation, group exercises) that an unlicensed individual can provide or a licensed individual without physician orders.</w:t>
      </w:r>
    </w:p>
    <w:p w14:paraId="048F1DA4" w14:textId="77777777" w:rsidR="00AA0C55" w:rsidRDefault="00AA0C55" w:rsidP="00AA0C55">
      <w:pPr>
        <w:pStyle w:val="ListParagraph"/>
        <w:contextualSpacing/>
      </w:pPr>
      <w:r>
        <w:t>Health education (e.g., nutrition, disease management skills) that an unlicensed individual can provide or a licensed individual without physician orders.</w:t>
      </w:r>
    </w:p>
    <w:p w14:paraId="0170C831" w14:textId="77777777" w:rsidR="00AA0C55" w:rsidRDefault="00AA0C55" w:rsidP="00AA0C55">
      <w:pPr>
        <w:pStyle w:val="ListParagraph"/>
        <w:contextualSpacing/>
      </w:pPr>
      <w:r>
        <w:t>Nutritional meals and snacks.</w:t>
      </w:r>
    </w:p>
    <w:p w14:paraId="5EBCA856" w14:textId="77777777" w:rsidR="00AA0C55" w:rsidRPr="00EA21CA" w:rsidRDefault="00AA0C55" w:rsidP="00AA0C55">
      <w:pPr>
        <w:pStyle w:val="ListParagraph"/>
        <w:contextualSpacing/>
      </w:pPr>
      <w:r w:rsidRPr="00EA21CA">
        <w:t>Assistance with arranging for transportation to and from the center</w:t>
      </w:r>
      <w:r>
        <w:t>.</w:t>
      </w:r>
    </w:p>
    <w:p w14:paraId="0692CF5A" w14:textId="77777777" w:rsidR="00AA0C55" w:rsidRDefault="00AA0C55" w:rsidP="00AA0C55">
      <w:pPr>
        <w:pStyle w:val="ListParagraph"/>
        <w:contextualSpacing/>
      </w:pPr>
      <w:r>
        <w:t>First aid, and providing or obtaining care, in an emergency.</w:t>
      </w:r>
    </w:p>
    <w:p w14:paraId="4929620C" w14:textId="77777777" w:rsidR="00AA0C55" w:rsidRDefault="00AA0C55" w:rsidP="00AA0C55"/>
    <w:p w14:paraId="53A34298" w14:textId="77777777" w:rsidR="00AA0C55" w:rsidRDefault="00AA0C55" w:rsidP="00AA0C55">
      <w:r>
        <w:t xml:space="preserve">Services are for adults with health conditions that do not require the intervention of a registered nurse or licensed rehabilitative specialist (e.g. Physical Therapist). See WAC </w:t>
      </w:r>
      <w:hyperlink r:id="rId18" w:history="1">
        <w:r w:rsidRPr="00CA1053">
          <w:rPr>
            <w:rStyle w:val="Hyperlink"/>
          </w:rPr>
          <w:t>388-71-0704</w:t>
        </w:r>
      </w:hyperlink>
      <w:r>
        <w:t xml:space="preserve"> for more detail. </w:t>
      </w:r>
    </w:p>
    <w:p w14:paraId="393EB210" w14:textId="77777777" w:rsidR="00AA0C55" w:rsidRDefault="00AA0C55" w:rsidP="00AA0C55"/>
    <w:p w14:paraId="3541D86B" w14:textId="77777777" w:rsidR="00AA0C55" w:rsidRPr="00AA0C55" w:rsidRDefault="00AA0C55" w:rsidP="00AA0C55">
      <w:pPr>
        <w:pStyle w:val="Heading3"/>
      </w:pPr>
      <w:bookmarkStart w:id="16" w:name="_Toc197961427"/>
      <w:r w:rsidRPr="00AA0C55">
        <w:t>ADC Remote/Hybrid</w:t>
      </w:r>
      <w:bookmarkEnd w:id="16"/>
    </w:p>
    <w:p w14:paraId="3A185B16" w14:textId="77777777" w:rsidR="00AA0C55" w:rsidRDefault="00AA0C55" w:rsidP="00AA0C55">
      <w:pPr>
        <w:rPr>
          <w:b/>
          <w:bCs/>
          <w:u w:val="single"/>
        </w:rPr>
      </w:pPr>
    </w:p>
    <w:p w14:paraId="536B2924" w14:textId="77777777" w:rsidR="00AA0C55" w:rsidRDefault="00AA0C55" w:rsidP="00AA0C55">
      <w:r>
        <w:t>The percentage of time for the remote visit will be the delivery method for ADC services will vary on the participants’ needs and goals.  Each client will be evaluated on their ability to attend in-facility visits.</w:t>
      </w:r>
    </w:p>
    <w:p w14:paraId="5116353A" w14:textId="77777777" w:rsidR="00AA0C55" w:rsidRPr="00A8223B" w:rsidRDefault="00AA0C55" w:rsidP="00AA0C55">
      <w:pPr>
        <w:ind w:left="720" w:hanging="216"/>
        <w:rPr>
          <w:b/>
          <w:bCs/>
          <w:u w:val="single"/>
        </w:rPr>
      </w:pPr>
    </w:p>
    <w:p w14:paraId="5C04C22B" w14:textId="77777777" w:rsidR="00AA0C55" w:rsidRDefault="00AA0C55" w:rsidP="00AA0C55">
      <w:pPr>
        <w:pStyle w:val="ListParagraph"/>
        <w:numPr>
          <w:ilvl w:val="0"/>
          <w:numId w:val="29"/>
        </w:numPr>
        <w:contextualSpacing/>
      </w:pPr>
      <w:r>
        <w:t>Par</w:t>
      </w:r>
      <w:r>
        <w:rPr>
          <w:rFonts w:eastAsia="Calibri" w:cs="Calibri"/>
        </w:rPr>
        <w:t>t</w:t>
      </w:r>
      <w:r>
        <w:t>icipants will have an in-person ini</w:t>
      </w:r>
      <w:r>
        <w:rPr>
          <w:rFonts w:eastAsia="Calibri" w:cs="Calibri"/>
        </w:rPr>
        <w:t>ti</w:t>
      </w:r>
      <w:r>
        <w:t>al intake and comprehensive assessment by a nurse or trained qualified staff in the participant’s place of residence or in the Adult Day Care center. Par</w:t>
      </w:r>
      <w:r>
        <w:rPr>
          <w:rFonts w:eastAsia="Calibri" w:cs="Calibri"/>
        </w:rPr>
        <w:t>t</w:t>
      </w:r>
      <w:r>
        <w:t>icipants will be required to be seen in-person a minimum of once per quarter to update their assessment, after the ini</w:t>
      </w:r>
      <w:r>
        <w:rPr>
          <w:rFonts w:eastAsia="Calibri" w:cs="Calibri"/>
        </w:rPr>
        <w:t>ti</w:t>
      </w:r>
      <w:r>
        <w:t>al intake and comprehensive assessment.</w:t>
      </w:r>
    </w:p>
    <w:p w14:paraId="3D99CC21" w14:textId="77777777" w:rsidR="00AA0C55" w:rsidRDefault="00AA0C55" w:rsidP="00AA0C55">
      <w:pPr>
        <w:pStyle w:val="ListParagraph"/>
        <w:numPr>
          <w:ilvl w:val="0"/>
          <w:numId w:val="29"/>
        </w:numPr>
        <w:contextualSpacing/>
      </w:pPr>
      <w:r>
        <w:t xml:space="preserve">Adult Day Care providers offering services through telehealth are required to have IT policies to meet HIPAA requirements, as well as a business associate agreement with either </w:t>
      </w:r>
      <w:proofErr w:type="gramStart"/>
      <w:r>
        <w:t>Zoom</w:t>
      </w:r>
      <w:proofErr w:type="gramEnd"/>
      <w:r>
        <w:t xml:space="preserve"> or Microso</w:t>
      </w:r>
      <w:r>
        <w:rPr>
          <w:rFonts w:eastAsia="Calibri" w:cs="Calibri"/>
        </w:rPr>
        <w:t>ft</w:t>
      </w:r>
      <w:r>
        <w:t xml:space="preserve"> Teams. These delivery methods have been approved by the WA HIPPA Compliance officer (Contact the ADS PM for contact information).</w:t>
      </w:r>
    </w:p>
    <w:p w14:paraId="5038E607" w14:textId="77777777" w:rsidR="00AA0C55" w:rsidRDefault="00AA0C55" w:rsidP="00AA0C55">
      <w:pPr>
        <w:pStyle w:val="ListParagraph"/>
        <w:numPr>
          <w:ilvl w:val="0"/>
          <w:numId w:val="29"/>
        </w:numPr>
        <w:contextualSpacing/>
      </w:pPr>
      <w:r>
        <w:t>Par</w:t>
      </w:r>
      <w:r>
        <w:rPr>
          <w:rFonts w:eastAsia="Calibri" w:cs="Calibri"/>
        </w:rPr>
        <w:t>ti</w:t>
      </w:r>
      <w:r>
        <w:t>cipant’s privacy will be protected by the Adult Day Care provider. The host of the telehealth mee</w:t>
      </w:r>
      <w:r>
        <w:rPr>
          <w:rFonts w:eastAsia="Calibri" w:cs="Calibri"/>
        </w:rPr>
        <w:t>ti</w:t>
      </w:r>
      <w:r>
        <w:t xml:space="preserve">ng (ADC staff) will also </w:t>
      </w:r>
      <w:proofErr w:type="gramStart"/>
      <w:r>
        <w:t>have the ability to</w:t>
      </w:r>
      <w:proofErr w:type="gramEnd"/>
      <w:r>
        <w:t xml:space="preserve"> turn off the par</w:t>
      </w:r>
      <w:r>
        <w:rPr>
          <w:rFonts w:eastAsia="Calibri" w:cs="Calibri"/>
        </w:rPr>
        <w:t>ti</w:t>
      </w:r>
      <w:r>
        <w:t>cipant’s camera to ensure there is no video camera/monitor in the bedroom or bathroom. The par</w:t>
      </w:r>
      <w:r>
        <w:rPr>
          <w:rFonts w:eastAsia="Calibri" w:cs="Calibri"/>
        </w:rPr>
        <w:t>ti</w:t>
      </w:r>
      <w:r>
        <w:t>cipant will have the ability to turn on or off the video camera/monitoring equipment at will.</w:t>
      </w:r>
    </w:p>
    <w:p w14:paraId="31DD84CB" w14:textId="77777777" w:rsidR="00AA0C55" w:rsidRDefault="00AA0C55" w:rsidP="00AA0C55">
      <w:pPr>
        <w:pStyle w:val="ListParagraph"/>
        <w:numPr>
          <w:ilvl w:val="0"/>
          <w:numId w:val="29"/>
        </w:numPr>
        <w:contextualSpacing/>
      </w:pPr>
      <w:r>
        <w:t>Par</w:t>
      </w:r>
      <w:r>
        <w:rPr>
          <w:rFonts w:eastAsia="Calibri" w:cs="Calibri"/>
        </w:rPr>
        <w:t>ti</w:t>
      </w:r>
      <w:r>
        <w:t>cipants will be offered group sessions for nutri</w:t>
      </w:r>
      <w:r>
        <w:rPr>
          <w:rFonts w:eastAsia="Calibri" w:cs="Calibri"/>
        </w:rPr>
        <w:t>ti</w:t>
      </w:r>
      <w:r>
        <w:t>onal training, presenta</w:t>
      </w:r>
      <w:r>
        <w:rPr>
          <w:rFonts w:eastAsia="Calibri" w:cs="Calibri"/>
        </w:rPr>
        <w:t>ti</w:t>
      </w:r>
      <w:r>
        <w:t>ons from local libraries, other community ac</w:t>
      </w:r>
      <w:r>
        <w:rPr>
          <w:rFonts w:eastAsia="Calibri" w:cs="Calibri"/>
        </w:rPr>
        <w:t>ti</w:t>
      </w:r>
      <w:r>
        <w:t>vi</w:t>
      </w:r>
      <w:r>
        <w:rPr>
          <w:rFonts w:eastAsia="Calibri" w:cs="Calibri"/>
        </w:rPr>
        <w:t>ti</w:t>
      </w:r>
      <w:r>
        <w:t>es, etc. through Zoom or Microso</w:t>
      </w:r>
      <w:r>
        <w:rPr>
          <w:rFonts w:eastAsia="Calibri" w:cs="Calibri"/>
        </w:rPr>
        <w:t>ft</w:t>
      </w:r>
      <w:r>
        <w:t xml:space="preserve"> Teams, in addi</w:t>
      </w:r>
      <w:r>
        <w:rPr>
          <w:rFonts w:eastAsia="Calibri" w:cs="Calibri"/>
        </w:rPr>
        <w:t>ti</w:t>
      </w:r>
      <w:r>
        <w:t xml:space="preserve">on to their one-on-one </w:t>
      </w:r>
      <w:r>
        <w:rPr>
          <w:rFonts w:eastAsia="Calibri" w:cs="Calibri"/>
        </w:rPr>
        <w:t>ti</w:t>
      </w:r>
      <w:r>
        <w:t>me for medical treatment.</w:t>
      </w:r>
    </w:p>
    <w:p w14:paraId="1A3C28F4" w14:textId="77777777" w:rsidR="00AA0C55" w:rsidRDefault="00AA0C55" w:rsidP="00AA0C55">
      <w:pPr>
        <w:pStyle w:val="ListParagraph"/>
        <w:numPr>
          <w:ilvl w:val="0"/>
          <w:numId w:val="29"/>
        </w:numPr>
        <w:contextualSpacing/>
      </w:pPr>
      <w:r>
        <w:t>The ini</w:t>
      </w:r>
      <w:r>
        <w:rPr>
          <w:rFonts w:eastAsia="Calibri" w:cs="Calibri"/>
        </w:rPr>
        <w:t>ti</w:t>
      </w:r>
      <w:r>
        <w:t>al intake and comprehensive assessment will evaluate tasks the par</w:t>
      </w:r>
      <w:r>
        <w:rPr>
          <w:rFonts w:eastAsia="Calibri" w:cs="Calibri"/>
        </w:rPr>
        <w:t>ti</w:t>
      </w:r>
      <w:r>
        <w:t>cipant is able to do without assistance. If the par</w:t>
      </w:r>
      <w:r>
        <w:rPr>
          <w:rFonts w:eastAsia="Calibri" w:cs="Calibri"/>
        </w:rPr>
        <w:t>ti</w:t>
      </w:r>
      <w:r>
        <w:t>cipant cannot follow instruc</w:t>
      </w:r>
      <w:r>
        <w:rPr>
          <w:rFonts w:eastAsia="Calibri" w:cs="Calibri"/>
        </w:rPr>
        <w:t>ti</w:t>
      </w:r>
      <w:r>
        <w:t>ons or cannot physically do what is asked without help and no help is available, then they would not be a candidate for telehealth services.</w:t>
      </w:r>
    </w:p>
    <w:p w14:paraId="10FBDDE1" w14:textId="77777777" w:rsidR="00AA0C55" w:rsidRPr="00D1089F" w:rsidRDefault="00AA0C55" w:rsidP="00AA0C55">
      <w:pPr>
        <w:pStyle w:val="Default"/>
        <w:numPr>
          <w:ilvl w:val="0"/>
          <w:numId w:val="29"/>
        </w:numPr>
      </w:pPr>
      <w:r>
        <w:rPr>
          <w:sz w:val="22"/>
          <w:szCs w:val="22"/>
        </w:rPr>
        <w:t>The ini</w:t>
      </w:r>
      <w:r>
        <w:rPr>
          <w:rFonts w:eastAsia="Calibri"/>
          <w:sz w:val="22"/>
          <w:szCs w:val="22"/>
        </w:rPr>
        <w:t>ti</w:t>
      </w:r>
      <w:r>
        <w:rPr>
          <w:sz w:val="22"/>
          <w:szCs w:val="22"/>
        </w:rPr>
        <w:t>al intake and comprehensive assessment will evaluate the par</w:t>
      </w:r>
      <w:r>
        <w:rPr>
          <w:rFonts w:eastAsia="Calibri"/>
          <w:sz w:val="22"/>
          <w:szCs w:val="22"/>
        </w:rPr>
        <w:t>ti</w:t>
      </w:r>
      <w:r>
        <w:rPr>
          <w:sz w:val="22"/>
          <w:szCs w:val="22"/>
        </w:rPr>
        <w:t>cipant’s and/or caregiver’s ability to use the required technology, and provide any training needed. The par</w:t>
      </w:r>
      <w:r>
        <w:rPr>
          <w:rFonts w:eastAsia="Calibri"/>
          <w:sz w:val="22"/>
          <w:szCs w:val="22"/>
        </w:rPr>
        <w:t>ti</w:t>
      </w:r>
      <w:r>
        <w:rPr>
          <w:sz w:val="22"/>
          <w:szCs w:val="22"/>
        </w:rPr>
        <w:t>cipant may also receive assistance learning the technology required for the telehealth delivery of this service through a Client Training contracted provider.</w:t>
      </w:r>
    </w:p>
    <w:p w14:paraId="297BADEC" w14:textId="77777777" w:rsidR="00AA0C55" w:rsidRPr="007E414F" w:rsidRDefault="00AA0C55" w:rsidP="00AA0C55">
      <w:pPr>
        <w:pStyle w:val="Default"/>
        <w:numPr>
          <w:ilvl w:val="0"/>
          <w:numId w:val="29"/>
        </w:numPr>
      </w:pPr>
      <w:r>
        <w:rPr>
          <w:sz w:val="22"/>
          <w:szCs w:val="22"/>
        </w:rPr>
        <w:t>Adult Day Care providers are required to have emergency protocols in place if staff are unable to reach a par</w:t>
      </w:r>
      <w:r>
        <w:rPr>
          <w:rFonts w:eastAsia="Calibri"/>
          <w:sz w:val="22"/>
          <w:szCs w:val="22"/>
        </w:rPr>
        <w:t>ti</w:t>
      </w:r>
      <w:r>
        <w:rPr>
          <w:sz w:val="22"/>
          <w:szCs w:val="22"/>
        </w:rPr>
        <w:t>cipant, as well as have staff trained on emergency situa</w:t>
      </w:r>
      <w:r>
        <w:rPr>
          <w:rFonts w:eastAsia="Calibri"/>
          <w:sz w:val="22"/>
          <w:szCs w:val="22"/>
        </w:rPr>
        <w:t>ti</w:t>
      </w:r>
      <w:r>
        <w:rPr>
          <w:sz w:val="22"/>
          <w:szCs w:val="22"/>
        </w:rPr>
        <w:t>ons that may occur during the telehealth session.</w:t>
      </w:r>
    </w:p>
    <w:p w14:paraId="08CBFE85" w14:textId="77777777" w:rsidR="00AA0C55" w:rsidRDefault="00AA0C55" w:rsidP="00AA0C55">
      <w:pPr>
        <w:pStyle w:val="Default"/>
        <w:rPr>
          <w:sz w:val="22"/>
          <w:szCs w:val="22"/>
        </w:rPr>
      </w:pPr>
    </w:p>
    <w:p w14:paraId="14EFE83F" w14:textId="77777777" w:rsidR="00AA0C55" w:rsidRDefault="00AA0C55" w:rsidP="00AA0C55">
      <w:pPr>
        <w:pStyle w:val="Default"/>
      </w:pPr>
    </w:p>
    <w:p w14:paraId="52AD67A4" w14:textId="77777777" w:rsidR="00AA0C55" w:rsidRPr="00AA0C55" w:rsidRDefault="00AA0C55" w:rsidP="00AA0C55">
      <w:pPr>
        <w:pStyle w:val="Heading3"/>
      </w:pPr>
      <w:bookmarkStart w:id="17" w:name="_Toc197961428"/>
      <w:r w:rsidRPr="00AA0C55">
        <w:t>Negotiated Care Plan (NCP) Review</w:t>
      </w:r>
      <w:bookmarkEnd w:id="17"/>
    </w:p>
    <w:p w14:paraId="616DE59A" w14:textId="77777777" w:rsidR="00AA0C55" w:rsidRDefault="00AA0C55" w:rsidP="00AA0C55">
      <w:r>
        <w:t xml:space="preserve">When the ADC provider receives the DSHS plan of care, they will conduct their own intake/evaluation to assess their ability to meet the client’s needs. The ADC </w:t>
      </w:r>
      <w:proofErr w:type="gramStart"/>
      <w:r>
        <w:t>has to</w:t>
      </w:r>
      <w:proofErr w:type="gramEnd"/>
      <w:r>
        <w:t xml:space="preserve"> determine if it can meet the client’s needs within </w:t>
      </w:r>
      <w:r w:rsidRPr="00C10F55">
        <w:rPr>
          <w:b/>
        </w:rPr>
        <w:t xml:space="preserve">10 </w:t>
      </w:r>
      <w:r>
        <w:rPr>
          <w:b/>
        </w:rPr>
        <w:t>paid service</w:t>
      </w:r>
      <w:r w:rsidRPr="00C10F55">
        <w:rPr>
          <w:b/>
        </w:rPr>
        <w:t xml:space="preserve"> days</w:t>
      </w:r>
      <w:r>
        <w:t xml:space="preserve"> of the client’s first attendance date.</w:t>
      </w:r>
    </w:p>
    <w:p w14:paraId="500E3BC8" w14:textId="77777777" w:rsidR="00AA0C55" w:rsidRDefault="00AA0C55" w:rsidP="00AA0C55"/>
    <w:p w14:paraId="4D1844A4" w14:textId="77777777" w:rsidR="00AA0C55" w:rsidRDefault="00AA0C55" w:rsidP="00AA0C55">
      <w:r>
        <w:lastRenderedPageBreak/>
        <w:t xml:space="preserve">The ADC provider must develop an NCP within </w:t>
      </w:r>
      <w:r w:rsidRPr="005C27CD">
        <w:rPr>
          <w:b/>
        </w:rPr>
        <w:t xml:space="preserve">30 days </w:t>
      </w:r>
      <w:r>
        <w:t>of acceptance to the program which needs to be signed by the client or their representative. Care/case managers then review the NCP documentation for:</w:t>
      </w:r>
    </w:p>
    <w:p w14:paraId="370E3161" w14:textId="77777777" w:rsidR="00AA0C55" w:rsidRDefault="00AA0C55" w:rsidP="00AA0C55">
      <w:pPr>
        <w:pStyle w:val="ListParagraph"/>
        <w:contextualSpacing/>
      </w:pPr>
      <w:r>
        <w:t>Consistency with the client’s DSHS authorized service plan.</w:t>
      </w:r>
    </w:p>
    <w:p w14:paraId="36891BFF" w14:textId="77777777" w:rsidR="00AA0C55" w:rsidRDefault="00AA0C55" w:rsidP="00AA0C55">
      <w:pPr>
        <w:pStyle w:val="ListParagraph"/>
        <w:contextualSpacing/>
      </w:pPr>
      <w:r>
        <w:t>ADS services assigned to the ADC provider are being provided.</w:t>
      </w:r>
    </w:p>
    <w:p w14:paraId="4503E399" w14:textId="77777777" w:rsidR="00AA0C55" w:rsidRDefault="00AA0C55" w:rsidP="00AA0C55">
      <w:pPr>
        <w:pStyle w:val="ListParagraph"/>
        <w:contextualSpacing/>
      </w:pPr>
      <w:r>
        <w:rPr>
          <w:u w:val="single"/>
        </w:rPr>
        <w:t>H</w:t>
      </w:r>
      <w:r w:rsidRPr="008C55DD">
        <w:rPr>
          <w:u w:val="single"/>
        </w:rPr>
        <w:t>ow</w:t>
      </w:r>
      <w:r>
        <w:t xml:space="preserve"> services and interventions provided by the ADC provider meet the client’s identified needs along with the schedule of </w:t>
      </w:r>
      <w:r w:rsidRPr="008C55DD">
        <w:rPr>
          <w:u w:val="single"/>
        </w:rPr>
        <w:t>when</w:t>
      </w:r>
      <w:r>
        <w:t xml:space="preserve"> and by </w:t>
      </w:r>
      <w:r w:rsidRPr="008C55DD">
        <w:rPr>
          <w:u w:val="single"/>
        </w:rPr>
        <w:t>whom</w:t>
      </w:r>
      <w:r>
        <w:t xml:space="preserve"> they are or will be provided.</w:t>
      </w:r>
    </w:p>
    <w:p w14:paraId="413F35E1" w14:textId="77777777" w:rsidR="00AA0C55" w:rsidRDefault="00AA0C55" w:rsidP="00AA0C55">
      <w:pPr>
        <w:pStyle w:val="ListParagraph"/>
        <w:contextualSpacing/>
      </w:pPr>
      <w:r>
        <w:t xml:space="preserve">Whether identified potential behavioral issues are documented and how they will be managed; </w:t>
      </w:r>
      <w:r w:rsidRPr="004177EC">
        <w:rPr>
          <w:b/>
          <w:i/>
        </w:rPr>
        <w:t>and</w:t>
      </w:r>
    </w:p>
    <w:p w14:paraId="3102D5A7" w14:textId="77777777" w:rsidR="00AA0C55" w:rsidRDefault="00AA0C55" w:rsidP="00AA0C55">
      <w:pPr>
        <w:pStyle w:val="ListParagraph"/>
        <w:contextualSpacing/>
      </w:pPr>
      <w:r>
        <w:t>Contingency plan(s) for responding to emergent care needs or other crises.</w:t>
      </w:r>
    </w:p>
    <w:p w14:paraId="54CB2422" w14:textId="7BCBE2BE" w:rsidR="00AA0C55" w:rsidRDefault="00AA0C55" w:rsidP="00AA0C55">
      <w:r>
        <w:t>After review:</w:t>
      </w:r>
    </w:p>
    <w:p w14:paraId="10361C99" w14:textId="57C67DDF" w:rsidR="00AA0C55" w:rsidRDefault="00F17FAB" w:rsidP="00AA0C55">
      <w:pPr>
        <w:pStyle w:val="ListParagraph"/>
        <w:numPr>
          <w:ilvl w:val="0"/>
          <w:numId w:val="26"/>
        </w:numPr>
        <w:contextualSpacing/>
      </w:pPr>
      <w:r>
        <w:rPr>
          <w:noProof/>
        </w:rPr>
        <mc:AlternateContent>
          <mc:Choice Requires="wps">
            <w:drawing>
              <wp:anchor distT="0" distB="0" distL="114300" distR="114300" simplePos="0" relativeHeight="251679744" behindDoc="0" locked="0" layoutInCell="1" allowOverlap="1" wp14:anchorId="0F5C26B8" wp14:editId="74D7AEBF">
                <wp:simplePos x="0" y="0"/>
                <wp:positionH relativeFrom="margin">
                  <wp:align>right</wp:align>
                </wp:positionH>
                <wp:positionV relativeFrom="paragraph">
                  <wp:posOffset>84455</wp:posOffset>
                </wp:positionV>
                <wp:extent cx="2303145" cy="864870"/>
                <wp:effectExtent l="0" t="0" r="20955" b="26035"/>
                <wp:wrapSquare wrapText="bothSides"/>
                <wp:docPr id="14060707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3145" cy="864870"/>
                        </a:xfrm>
                        <a:prstGeom prst="rect">
                          <a:avLst/>
                        </a:prstGeom>
                        <a:solidFill>
                          <a:srgbClr val="8D6198">
                            <a:alpha val="14902"/>
                          </a:srgbClr>
                        </a:solidFill>
                        <a:ln w="9525">
                          <a:solidFill>
                            <a:srgbClr val="000000"/>
                          </a:solidFill>
                          <a:miter lim="800000"/>
                          <a:headEnd/>
                          <a:tailEnd/>
                        </a:ln>
                      </wps:spPr>
                      <wps:txbx>
                        <w:txbxContent>
                          <w:p w14:paraId="318CCD70" w14:textId="77777777" w:rsidR="00AA0C55" w:rsidRPr="00BF449D" w:rsidRDefault="00AA0C55" w:rsidP="00AA0C55">
                            <w:pPr>
                              <w:autoSpaceDE w:val="0"/>
                              <w:autoSpaceDN w:val="0"/>
                              <w:adjustRightInd w:val="0"/>
                              <w:rPr>
                                <w:rFonts w:cs="Arial"/>
                                <w:szCs w:val="24"/>
                              </w:rPr>
                            </w:pPr>
                            <w:r>
                              <w:rPr>
                                <w:rFonts w:cs="Arial"/>
                                <w:szCs w:val="24"/>
                              </w:rPr>
                              <w:t>The ADC provider must report any c</w:t>
                            </w:r>
                            <w:r w:rsidRPr="00BF449D">
                              <w:rPr>
                                <w:rFonts w:cs="Arial"/>
                                <w:szCs w:val="24"/>
                              </w:rPr>
                              <w:t xml:space="preserve">hanges in the client's condition or unanticipated absences of </w:t>
                            </w:r>
                            <w:r w:rsidRPr="001A7BE1">
                              <w:rPr>
                                <w:rFonts w:cs="Arial"/>
                                <w:b/>
                                <w:szCs w:val="24"/>
                              </w:rPr>
                              <w:t xml:space="preserve">more than 3 consecutive </w:t>
                            </w:r>
                            <w:r w:rsidRPr="00CA03C8">
                              <w:rPr>
                                <w:rFonts w:cs="Arial"/>
                                <w:b/>
                                <w:szCs w:val="24"/>
                              </w:rPr>
                              <w:t>scheduled</w:t>
                            </w:r>
                            <w:r>
                              <w:rPr>
                                <w:rFonts w:cs="Arial"/>
                                <w:b/>
                                <w:szCs w:val="24"/>
                              </w:rPr>
                              <w:t xml:space="preserve"> days. Report </w:t>
                            </w:r>
                            <w:r w:rsidRPr="00BF449D">
                              <w:rPr>
                                <w:rFonts w:cs="Arial"/>
                                <w:szCs w:val="24"/>
                              </w:rPr>
                              <w:t xml:space="preserve">to the client's case manager within </w:t>
                            </w:r>
                            <w:r>
                              <w:rPr>
                                <w:rFonts w:cs="Arial"/>
                                <w:szCs w:val="24"/>
                              </w:rPr>
                              <w:t xml:space="preserve">1 </w:t>
                            </w:r>
                            <w:r w:rsidRPr="00BF449D">
                              <w:rPr>
                                <w:rFonts w:cs="Arial"/>
                                <w:szCs w:val="24"/>
                              </w:rPr>
                              <w:t>week. The case manager will determine if any updates to the assessment, service plan, or authorization are needed.</w:t>
                            </w:r>
                          </w:p>
                        </w:txbxContent>
                      </wps:txbx>
                      <wps:bodyPr rot="0" vert="horz" wrap="squar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F5C26B8" id="_x0000_t202" coordsize="21600,21600" o:spt="202" path="m,l,21600r21600,l21600,xe">
                <v:stroke joinstyle="miter"/>
                <v:path gradientshapeok="t" o:connecttype="rect"/>
              </v:shapetype>
              <v:shape id="Text Box 2" o:spid="_x0000_s1026" type="#_x0000_t202" style="position:absolute;left:0;text-align:left;margin-left:130.15pt;margin-top:6.65pt;width:181.35pt;height:68.1pt;z-index:2516797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" fillcolor="#8d6198">
                <v:fill opacity="9766f"/>
                <v:textbox style="mso-fit-shape-to-text:t" inset=",7.2pt,,7.2pt">
                  <w:txbxContent>
                    <w:p w14:paraId="318CCD70" w14:textId="77777777" w:rsidR="00AA0C55" w:rsidRPr="00BF449D" w:rsidRDefault="00AA0C55" w:rsidP="00AA0C55">
                      <w:pPr>
                        <w:autoSpaceDE w:val="0"/>
                        <w:autoSpaceDN w:val="0"/>
                        <w:adjustRightInd w:val="0"/>
                        <w:rPr>
                          <w:rFonts w:cs="Arial"/>
                          <w:szCs w:val="24"/>
                        </w:rPr>
                      </w:pPr>
                      <w:r>
                        <w:rPr>
                          <w:rFonts w:cs="Arial"/>
                          <w:szCs w:val="24"/>
                        </w:rPr>
                        <w:t>The ADC provider must report any c</w:t>
                      </w:r>
                      <w:r w:rsidRPr="00BF449D">
                        <w:rPr>
                          <w:rFonts w:cs="Arial"/>
                          <w:szCs w:val="24"/>
                        </w:rPr>
                        <w:t xml:space="preserve">hanges in the client's condition or unanticipated absences of </w:t>
                      </w:r>
                      <w:r w:rsidRPr="001A7BE1">
                        <w:rPr>
                          <w:rFonts w:cs="Arial"/>
                          <w:b/>
                          <w:szCs w:val="24"/>
                        </w:rPr>
                        <w:t xml:space="preserve">more than 3 consecutive </w:t>
                      </w:r>
                      <w:r w:rsidRPr="00CA03C8">
                        <w:rPr>
                          <w:rFonts w:cs="Arial"/>
                          <w:b/>
                          <w:szCs w:val="24"/>
                        </w:rPr>
                        <w:t>scheduled</w:t>
                      </w:r>
                      <w:r>
                        <w:rPr>
                          <w:rFonts w:cs="Arial"/>
                          <w:b/>
                          <w:szCs w:val="24"/>
                        </w:rPr>
                        <w:t xml:space="preserve"> days. Report </w:t>
                      </w:r>
                      <w:r w:rsidRPr="00BF449D">
                        <w:rPr>
                          <w:rFonts w:cs="Arial"/>
                          <w:szCs w:val="24"/>
                        </w:rPr>
                        <w:t xml:space="preserve">to the client's case manager within </w:t>
                      </w:r>
                      <w:r>
                        <w:rPr>
                          <w:rFonts w:cs="Arial"/>
                          <w:szCs w:val="24"/>
                        </w:rPr>
                        <w:t xml:space="preserve">1 </w:t>
                      </w:r>
                      <w:r w:rsidRPr="00BF449D">
                        <w:rPr>
                          <w:rFonts w:cs="Arial"/>
                          <w:szCs w:val="24"/>
                        </w:rPr>
                        <w:t>week. The case manager will determine if any updates to the assessment, service plan, or authorization are needed.</w:t>
                      </w:r>
                    </w:p>
                  </w:txbxContent>
                </v:textbox>
                <w10:wrap type="square" anchorx="margin"/>
              </v:shape>
            </w:pict>
          </mc:Fallback>
        </mc:AlternateContent>
      </w:r>
      <w:r w:rsidR="00AA0C55">
        <w:t xml:space="preserve">Enter a SER note via the initial, annual, or significant change assessment in CARE documenting receipt and review of the NCP. </w:t>
      </w:r>
    </w:p>
    <w:p w14:paraId="06F3D0CF" w14:textId="77777777" w:rsidR="00AA0C55" w:rsidRDefault="00AA0C55" w:rsidP="00AA0C55">
      <w:pPr>
        <w:pStyle w:val="ListParagraph"/>
        <w:numPr>
          <w:ilvl w:val="0"/>
          <w:numId w:val="26"/>
        </w:numPr>
        <w:contextualSpacing/>
      </w:pPr>
      <w:r>
        <w:t xml:space="preserve">Send the client either the initial PAN or one specifically for ongoing ADC approval. </w:t>
      </w:r>
    </w:p>
    <w:p w14:paraId="529E43A7" w14:textId="77777777" w:rsidR="00AA0C55" w:rsidRDefault="00AA0C55" w:rsidP="00AA0C55"/>
    <w:p w14:paraId="1C964F30" w14:textId="77777777" w:rsidR="00AA0C55" w:rsidRDefault="00AA0C55" w:rsidP="00AA0C55">
      <w:r>
        <w:t>Continued authorization of services indicates approval of the NCP. ADC clients must be assessed for continued need and eligibility on, at minimum, an annual basis.</w:t>
      </w:r>
    </w:p>
    <w:bookmarkStart w:id="18" w:name="_Toc197961429"/>
    <w:p w14:paraId="4D689F08" w14:textId="77777777" w:rsidR="00AA0C55" w:rsidRPr="00AA0C55" w:rsidRDefault="00AA0C55" w:rsidP="00AA0C55">
      <w:pPr>
        <w:pStyle w:val="Heading3"/>
      </w:pPr>
      <w:r w:rsidRPr="00AA0C55">
        <w:rPr>
          <w:noProof/>
        </w:rPr>
        <mc:AlternateContent>
          <mc:Choice Requires="wps">
            <w:drawing>
              <wp:anchor distT="45720" distB="45720" distL="114300" distR="114300" simplePos="0" relativeHeight="251680768" behindDoc="0" locked="0" layoutInCell="1" allowOverlap="1" wp14:anchorId="62D1731E" wp14:editId="183A2BE1">
                <wp:simplePos x="0" y="0"/>
                <wp:positionH relativeFrom="column">
                  <wp:posOffset>3008630</wp:posOffset>
                </wp:positionH>
                <wp:positionV relativeFrom="paragraph">
                  <wp:posOffset>173067</wp:posOffset>
                </wp:positionV>
                <wp:extent cx="548236" cy="507076"/>
                <wp:effectExtent l="0" t="0" r="4445" b="7620"/>
                <wp:wrapNone/>
                <wp:docPr id="1774877894" name="Text Box 17748778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236" cy="507076"/>
                        </a:xfrm>
                        <a:prstGeom prst="rect">
                          <a:avLst/>
                        </a:prstGeom>
                        <a:noFill/>
                        <a:ln w="9525">
                          <a:noFill/>
                          <a:miter lim="800000"/>
                          <a:headEnd/>
                          <a:tailEnd/>
                        </a:ln>
                      </wps:spPr>
                      <wps:txbx>
                        <w:txbxContent>
                          <w:p w14:paraId="01B203A1" w14:textId="77777777" w:rsidR="00AA0C55" w:rsidRPr="00981840" w:rsidRDefault="00AA0C55" w:rsidP="00AA0C55">
                            <w:pPr>
                              <w:jc w:val="center"/>
                              <w:rPr>
                                <w:i/>
                                <w:sz w:val="20"/>
                                <w:szCs w:val="20"/>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2D1731E" id="Text Box 1774877894" o:spid="_x0000_s1027" type="#_x0000_t202" style="position:absolute;margin-left:236.9pt;margin-top:13.65pt;width:43.15pt;height:39.9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" filled="f" stroked="f">
                <v:textbox inset="0,0,0,0">
                  <w:txbxContent>
                    <w:p w14:paraId="01B203A1" w14:textId="77777777" w:rsidR="00AA0C55" w:rsidRPr="00981840" w:rsidRDefault="00AA0C55" w:rsidP="00AA0C55">
                      <w:pPr>
                        <w:jc w:val="center"/>
                        <w:rPr>
                          <w:i/>
                          <w:sz w:val="20"/>
                          <w:szCs w:val="20"/>
                        </w:rPr>
                      </w:pPr>
                    </w:p>
                  </w:txbxContent>
                </v:textbox>
              </v:shape>
            </w:pict>
          </mc:Fallback>
        </mc:AlternateContent>
      </w:r>
      <w:r w:rsidRPr="00AA0C55">
        <w:t>Authorizing Services</w:t>
      </w:r>
      <w:bookmarkEnd w:id="18"/>
    </w:p>
    <w:p w14:paraId="41A9D165" w14:textId="77777777" w:rsidR="00AA0C55" w:rsidRDefault="00AA0C55" w:rsidP="00AA0C55"/>
    <w:p w14:paraId="2AD2E137" w14:textId="77777777" w:rsidR="00AA0C55" w:rsidRPr="00CD4E81" w:rsidRDefault="00AA0C55" w:rsidP="00AA0C55">
      <w:pPr>
        <w:rPr>
          <w:sz w:val="24"/>
          <w:szCs w:val="24"/>
        </w:rPr>
      </w:pPr>
      <w:r w:rsidRPr="00CD4E81">
        <w:rPr>
          <w:sz w:val="24"/>
          <w:szCs w:val="24"/>
        </w:rPr>
        <w:t>Authorize P1 payment for the intake evaluation</w:t>
      </w:r>
      <w:r>
        <w:rPr>
          <w:sz w:val="24"/>
          <w:szCs w:val="24"/>
        </w:rPr>
        <w:t xml:space="preserve"> for both ADC and ADC Remote/Hybrid.</w:t>
      </w:r>
    </w:p>
    <w:p w14:paraId="7716C66E" w14:textId="77777777" w:rsidR="00AA0C55" w:rsidRDefault="00AA0C55" w:rsidP="00AA0C55">
      <w:r>
        <w:rPr>
          <w:noProof/>
        </w:rPr>
        <mc:AlternateContent>
          <mc:Choice Requires="wps">
            <w:drawing>
              <wp:anchor distT="0" distB="0" distL="114300" distR="114300" simplePos="0" relativeHeight="251681792" behindDoc="0" locked="0" layoutInCell="1" allowOverlap="1" wp14:anchorId="0AB21263" wp14:editId="6C78038E">
                <wp:simplePos x="0" y="0"/>
                <wp:positionH relativeFrom="column">
                  <wp:posOffset>3266902</wp:posOffset>
                </wp:positionH>
                <wp:positionV relativeFrom="paragraph">
                  <wp:posOffset>251172</wp:posOffset>
                </wp:positionV>
                <wp:extent cx="0" cy="191193"/>
                <wp:effectExtent l="76200" t="0" r="57150" b="56515"/>
                <wp:wrapNone/>
                <wp:docPr id="477525294" name="Straight Arrow Connector 477525294"/>
                <wp:cNvGraphicFramePr/>
                <a:graphic xmlns:a="http://schemas.openxmlformats.org/drawingml/2006/main">
                  <a:graphicData uri="http://schemas.microsoft.com/office/word/2010/wordprocessingShape">
                    <wps:wsp>
                      <wps:cNvCnPr/>
                      <wps:spPr>
                        <a:xfrm>
                          <a:off x="0" y="0"/>
                          <a:ext cx="0" cy="191193"/>
                        </a:xfrm>
                        <a:prstGeom prst="straightConnector1">
                          <a:avLst/>
                        </a:prstGeom>
                        <a:ln>
                          <a:solidFill>
                            <a:srgbClr val="5C8727"/>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5D76963" id="_x0000_t32" coordsize="21600,21600" o:spt="32" o:oned="t" path="m,l21600,21600e" filled="f">
                <v:path arrowok="t" fillok="f" o:connecttype="none"/>
                <o:lock v:ext="edit" shapetype="t"/>
              </v:shapetype>
              <v:shape id="Straight Arrow Connector 477525294" o:spid="_x0000_s1026" type="#_x0000_t32" style="position:absolute;margin-left:257.25pt;margin-top:19.8pt;width:0;height:15.0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" strokecolor="#5c8727" strokeweight=".5pt">
                <v:stroke endarrow="block" joinstyle="miter"/>
              </v:shape>
            </w:pict>
          </mc:Fallback>
        </mc:AlternateContent>
      </w:r>
    </w:p>
    <w:p w14:paraId="3FC766CB" w14:textId="77777777" w:rsidR="00AA0C55" w:rsidRDefault="00AA0C55" w:rsidP="00AA0C55">
      <w:pPr>
        <w:pStyle w:val="TableTitle"/>
      </w:pPr>
      <w:r>
        <w:t>Table 12.2</w:t>
      </w:r>
      <w:r>
        <w:tab/>
        <w:t xml:space="preserve">P1 Codes </w:t>
      </w:r>
    </w:p>
    <w:tbl>
      <w:tblPr>
        <w:tblStyle w:val="TableGrid"/>
        <w:tblW w:w="5845" w:type="dxa"/>
        <w:tblLook w:val="04A0" w:firstRow="1" w:lastRow="0" w:firstColumn="1" w:lastColumn="0" w:noHBand="0" w:noVBand="1"/>
      </w:tblPr>
      <w:tblGrid>
        <w:gridCol w:w="1797"/>
        <w:gridCol w:w="1154"/>
        <w:gridCol w:w="2894"/>
      </w:tblGrid>
      <w:tr w:rsidR="00AA0C55" w14:paraId="146BA5CA" w14:textId="77777777" w:rsidTr="007A2A11">
        <w:tc>
          <w:tcPr>
            <w:tcW w:w="1797" w:type="dxa"/>
            <w:shd w:val="clear" w:color="auto" w:fill="193F6F"/>
          </w:tcPr>
          <w:p w14:paraId="5FBF44E6" w14:textId="77777777" w:rsidR="00AA0C55" w:rsidRDefault="00AA0C55" w:rsidP="006913B9">
            <w:pPr>
              <w:pStyle w:val="TableHeader"/>
            </w:pPr>
            <w:bookmarkStart w:id="19" w:name="_Toc193723585"/>
            <w:bookmarkStart w:id="20" w:name="_Toc197961430"/>
            <w:r>
              <w:t>ADC</w:t>
            </w:r>
            <w:bookmarkEnd w:id="19"/>
            <w:bookmarkEnd w:id="20"/>
            <w:r>
              <w:t xml:space="preserve"> </w:t>
            </w:r>
          </w:p>
        </w:tc>
        <w:tc>
          <w:tcPr>
            <w:tcW w:w="1154" w:type="dxa"/>
            <w:shd w:val="clear" w:color="auto" w:fill="193F6F"/>
          </w:tcPr>
          <w:p w14:paraId="47C30C83" w14:textId="77777777" w:rsidR="00AA0C55" w:rsidRDefault="00AA0C55" w:rsidP="006913B9">
            <w:pPr>
              <w:pStyle w:val="TableHeader"/>
              <w:jc w:val="left"/>
            </w:pPr>
          </w:p>
        </w:tc>
        <w:tc>
          <w:tcPr>
            <w:tcW w:w="2894" w:type="dxa"/>
            <w:tcBorders>
              <w:right w:val="single" w:sz="4" w:space="0" w:color="auto"/>
            </w:tcBorders>
            <w:shd w:val="clear" w:color="auto" w:fill="193F6F"/>
          </w:tcPr>
          <w:p w14:paraId="20C3D914" w14:textId="77777777" w:rsidR="00AA0C55" w:rsidRDefault="00AA0C55" w:rsidP="006913B9">
            <w:pPr>
              <w:pStyle w:val="TableHeader"/>
            </w:pPr>
            <w:bookmarkStart w:id="21" w:name="_Toc193723586"/>
            <w:bookmarkStart w:id="22" w:name="_Toc197961431"/>
            <w:r>
              <w:t>code-COPES/RCL</w:t>
            </w:r>
            <w:bookmarkEnd w:id="21"/>
            <w:bookmarkEnd w:id="22"/>
          </w:p>
        </w:tc>
      </w:tr>
      <w:tr w:rsidR="00AA0C55" w14:paraId="186CF966" w14:textId="77777777" w:rsidTr="006913B9">
        <w:trPr>
          <w:trHeight w:val="287"/>
        </w:trPr>
        <w:tc>
          <w:tcPr>
            <w:tcW w:w="1797" w:type="dxa"/>
          </w:tcPr>
          <w:p w14:paraId="00C401D7" w14:textId="77777777" w:rsidR="00AA0C55" w:rsidRDefault="00AA0C55" w:rsidP="006913B9">
            <w:r>
              <w:t>ADC Intake *</w:t>
            </w:r>
          </w:p>
        </w:tc>
        <w:tc>
          <w:tcPr>
            <w:tcW w:w="1154" w:type="dxa"/>
          </w:tcPr>
          <w:p w14:paraId="7A874535" w14:textId="77777777" w:rsidR="00AA0C55" w:rsidRDefault="00AA0C55" w:rsidP="006913B9">
            <w:pPr>
              <w:jc w:val="center"/>
            </w:pPr>
            <w:r>
              <w:t>One unit</w:t>
            </w:r>
          </w:p>
        </w:tc>
        <w:tc>
          <w:tcPr>
            <w:tcW w:w="2894" w:type="dxa"/>
            <w:tcBorders>
              <w:right w:val="single" w:sz="4" w:space="0" w:color="auto"/>
            </w:tcBorders>
          </w:tcPr>
          <w:p w14:paraId="3276F39F" w14:textId="77777777" w:rsidR="00AA0C55" w:rsidRDefault="00AA0C55" w:rsidP="006913B9">
            <w:pPr>
              <w:jc w:val="center"/>
            </w:pPr>
            <w:r>
              <w:t>S5102-UA</w:t>
            </w:r>
          </w:p>
        </w:tc>
      </w:tr>
      <w:tr w:rsidR="00AA0C55" w14:paraId="6027CE0A" w14:textId="77777777" w:rsidTr="006913B9">
        <w:trPr>
          <w:trHeight w:val="287"/>
        </w:trPr>
        <w:tc>
          <w:tcPr>
            <w:tcW w:w="1797" w:type="dxa"/>
          </w:tcPr>
          <w:p w14:paraId="27A88158" w14:textId="77777777" w:rsidR="00AA0C55" w:rsidRDefault="00AA0C55" w:rsidP="006913B9">
            <w:r>
              <w:t>4 hours or more</w:t>
            </w:r>
          </w:p>
        </w:tc>
        <w:tc>
          <w:tcPr>
            <w:tcW w:w="1154" w:type="dxa"/>
          </w:tcPr>
          <w:p w14:paraId="0676C4CB" w14:textId="77777777" w:rsidR="00AA0C55" w:rsidRDefault="00AA0C55" w:rsidP="006913B9">
            <w:pPr>
              <w:jc w:val="center"/>
            </w:pPr>
            <w:r>
              <w:t>Daily</w:t>
            </w:r>
          </w:p>
        </w:tc>
        <w:tc>
          <w:tcPr>
            <w:tcW w:w="2894" w:type="dxa"/>
            <w:tcBorders>
              <w:right w:val="single" w:sz="4" w:space="0" w:color="auto"/>
            </w:tcBorders>
          </w:tcPr>
          <w:p w14:paraId="15685F97" w14:textId="77777777" w:rsidR="00AA0C55" w:rsidRDefault="00AA0C55" w:rsidP="006913B9">
            <w:pPr>
              <w:jc w:val="center"/>
            </w:pPr>
            <w:r>
              <w:t>S5102-HQ</w:t>
            </w:r>
          </w:p>
        </w:tc>
      </w:tr>
      <w:tr w:rsidR="00AA0C55" w14:paraId="7FB8DC34" w14:textId="77777777" w:rsidTr="006913B9">
        <w:trPr>
          <w:trHeight w:val="68"/>
        </w:trPr>
        <w:tc>
          <w:tcPr>
            <w:tcW w:w="1797" w:type="dxa"/>
          </w:tcPr>
          <w:p w14:paraId="72183996" w14:textId="77777777" w:rsidR="00AA0C55" w:rsidRDefault="00AA0C55" w:rsidP="006913B9">
            <w:r>
              <w:t>Up to 4 hours</w:t>
            </w:r>
          </w:p>
        </w:tc>
        <w:tc>
          <w:tcPr>
            <w:tcW w:w="1154" w:type="dxa"/>
          </w:tcPr>
          <w:p w14:paraId="2666152C" w14:textId="77777777" w:rsidR="00AA0C55" w:rsidRDefault="00AA0C55" w:rsidP="006913B9">
            <w:pPr>
              <w:jc w:val="center"/>
            </w:pPr>
            <w:r>
              <w:t>15-minute</w:t>
            </w:r>
          </w:p>
        </w:tc>
        <w:tc>
          <w:tcPr>
            <w:tcW w:w="2894" w:type="dxa"/>
            <w:tcBorders>
              <w:right w:val="single" w:sz="4" w:space="0" w:color="auto"/>
            </w:tcBorders>
          </w:tcPr>
          <w:p w14:paraId="3546FF31" w14:textId="77777777" w:rsidR="00AA0C55" w:rsidRDefault="00AA0C55" w:rsidP="006913B9">
            <w:pPr>
              <w:jc w:val="center"/>
            </w:pPr>
            <w:r>
              <w:t>S5100</w:t>
            </w:r>
          </w:p>
        </w:tc>
      </w:tr>
      <w:tr w:rsidR="00AA0C55" w14:paraId="160626B2" w14:textId="77777777" w:rsidTr="007A2A11">
        <w:trPr>
          <w:trHeight w:val="68"/>
        </w:trPr>
        <w:tc>
          <w:tcPr>
            <w:tcW w:w="1797" w:type="dxa"/>
            <w:shd w:val="clear" w:color="auto" w:fill="193F6F"/>
          </w:tcPr>
          <w:p w14:paraId="71E4BC2F" w14:textId="77777777" w:rsidR="00AA0C55" w:rsidRPr="00AE68BC" w:rsidRDefault="00AA0C55" w:rsidP="006913B9">
            <w:pPr>
              <w:jc w:val="center"/>
              <w:rPr>
                <w:b/>
                <w:bCs/>
              </w:rPr>
            </w:pPr>
            <w:r w:rsidRPr="00255A3F">
              <w:rPr>
                <w:b/>
                <w:bCs/>
                <w:color w:val="FFFFFF" w:themeColor="background1"/>
              </w:rPr>
              <w:t>REMOTE/HYBRID</w:t>
            </w:r>
          </w:p>
        </w:tc>
        <w:tc>
          <w:tcPr>
            <w:tcW w:w="1154" w:type="dxa"/>
            <w:shd w:val="clear" w:color="auto" w:fill="193F6F"/>
          </w:tcPr>
          <w:p w14:paraId="6F145CAB" w14:textId="77777777" w:rsidR="00AA0C55" w:rsidRPr="00084E4F" w:rsidRDefault="00AA0C55" w:rsidP="006913B9">
            <w:pPr>
              <w:jc w:val="center"/>
              <w:rPr>
                <w:b/>
                <w:bCs/>
              </w:rPr>
            </w:pPr>
          </w:p>
        </w:tc>
        <w:tc>
          <w:tcPr>
            <w:tcW w:w="2894" w:type="dxa"/>
            <w:tcBorders>
              <w:right w:val="single" w:sz="4" w:space="0" w:color="auto"/>
            </w:tcBorders>
            <w:shd w:val="clear" w:color="auto" w:fill="193F6F"/>
          </w:tcPr>
          <w:p w14:paraId="7B34073A" w14:textId="77777777" w:rsidR="00AA0C55" w:rsidRPr="00AE68BC" w:rsidRDefault="00AA0C55" w:rsidP="006913B9">
            <w:pPr>
              <w:jc w:val="center"/>
              <w:rPr>
                <w:b/>
                <w:bCs/>
              </w:rPr>
            </w:pPr>
            <w:r>
              <w:rPr>
                <w:b/>
                <w:bCs/>
                <w:color w:val="FFFFFF" w:themeColor="background1"/>
              </w:rPr>
              <w:t>CODES-</w:t>
            </w:r>
            <w:r w:rsidRPr="00AE68BC">
              <w:rPr>
                <w:b/>
                <w:bCs/>
                <w:color w:val="FFFFFF" w:themeColor="background1"/>
              </w:rPr>
              <w:t>COPES</w:t>
            </w:r>
            <w:r>
              <w:rPr>
                <w:b/>
                <w:bCs/>
                <w:color w:val="FFFFFF" w:themeColor="background1"/>
              </w:rPr>
              <w:t>/RCL</w:t>
            </w:r>
          </w:p>
        </w:tc>
      </w:tr>
      <w:tr w:rsidR="00AA0C55" w14:paraId="67C5B3C7" w14:textId="77777777" w:rsidTr="006913B9">
        <w:trPr>
          <w:trHeight w:val="68"/>
        </w:trPr>
        <w:tc>
          <w:tcPr>
            <w:tcW w:w="1797" w:type="dxa"/>
          </w:tcPr>
          <w:p w14:paraId="0507406D" w14:textId="77777777" w:rsidR="00AA0C55" w:rsidRDefault="00AA0C55" w:rsidP="006913B9">
            <w:r>
              <w:t>ADC Intake *</w:t>
            </w:r>
          </w:p>
        </w:tc>
        <w:tc>
          <w:tcPr>
            <w:tcW w:w="1154" w:type="dxa"/>
          </w:tcPr>
          <w:p w14:paraId="023F4D33" w14:textId="77777777" w:rsidR="00AA0C55" w:rsidRDefault="00AA0C55" w:rsidP="006913B9">
            <w:r>
              <w:t>One unit</w:t>
            </w:r>
          </w:p>
        </w:tc>
        <w:tc>
          <w:tcPr>
            <w:tcW w:w="2894" w:type="dxa"/>
            <w:tcBorders>
              <w:right w:val="single" w:sz="4" w:space="0" w:color="auto"/>
            </w:tcBorders>
          </w:tcPr>
          <w:p w14:paraId="51814876" w14:textId="77777777" w:rsidR="00AA0C55" w:rsidRDefault="00AA0C55" w:rsidP="006913B9">
            <w:pPr>
              <w:jc w:val="center"/>
            </w:pPr>
            <w:r>
              <w:t>S5102-UA</w:t>
            </w:r>
          </w:p>
        </w:tc>
      </w:tr>
      <w:tr w:rsidR="00AA0C55" w14:paraId="503911D8" w14:textId="77777777" w:rsidTr="006913B9">
        <w:trPr>
          <w:trHeight w:val="68"/>
        </w:trPr>
        <w:tc>
          <w:tcPr>
            <w:tcW w:w="1797" w:type="dxa"/>
          </w:tcPr>
          <w:p w14:paraId="268ED321" w14:textId="77777777" w:rsidR="00AA0C55" w:rsidRDefault="00AA0C55" w:rsidP="006913B9">
            <w:r>
              <w:t>Up to 4 hours</w:t>
            </w:r>
          </w:p>
        </w:tc>
        <w:tc>
          <w:tcPr>
            <w:tcW w:w="1154" w:type="dxa"/>
          </w:tcPr>
          <w:p w14:paraId="504659CD" w14:textId="77777777" w:rsidR="00AA0C55" w:rsidRDefault="00AA0C55" w:rsidP="006913B9">
            <w:r>
              <w:t>15-minute</w:t>
            </w:r>
          </w:p>
        </w:tc>
        <w:tc>
          <w:tcPr>
            <w:tcW w:w="2894" w:type="dxa"/>
            <w:tcBorders>
              <w:right w:val="single" w:sz="4" w:space="0" w:color="auto"/>
            </w:tcBorders>
          </w:tcPr>
          <w:p w14:paraId="35EFEBE2" w14:textId="77777777" w:rsidR="00AA0C55" w:rsidRDefault="00AA0C55" w:rsidP="006913B9">
            <w:pPr>
              <w:jc w:val="center"/>
            </w:pPr>
            <w:r>
              <w:t>S5100-U1</w:t>
            </w:r>
          </w:p>
        </w:tc>
      </w:tr>
    </w:tbl>
    <w:p w14:paraId="386E7604" w14:textId="77777777" w:rsidR="00AA0C55" w:rsidRDefault="00AA0C55" w:rsidP="00AA0C55"/>
    <w:p w14:paraId="00B25C89" w14:textId="77777777" w:rsidR="00AA0C55" w:rsidRPr="005C7DD3" w:rsidRDefault="00AA0C55" w:rsidP="00AA0C55">
      <w:pPr>
        <w:widowControl w:val="0"/>
        <w:tabs>
          <w:tab w:val="left" w:pos="-1440"/>
          <w:tab w:val="left" w:pos="-720"/>
          <w:tab w:val="left" w:pos="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uppressAutoHyphens/>
        <w:rPr>
          <w:rFonts w:ascii="Arial" w:hAnsi="Arial" w:cs="Arial"/>
          <w:szCs w:val="24"/>
        </w:rPr>
      </w:pPr>
      <w:r>
        <w:rPr>
          <w:rFonts w:ascii="Arial" w:hAnsi="Arial" w:cs="Arial"/>
          <w:szCs w:val="24"/>
        </w:rPr>
        <w:t>*</w:t>
      </w:r>
      <w:r w:rsidRPr="005C7DD3">
        <w:rPr>
          <w:rFonts w:ascii="Arial" w:hAnsi="Arial" w:cs="Arial"/>
          <w:szCs w:val="24"/>
        </w:rPr>
        <w:t xml:space="preserve">Authorization for client intake is a onetime approval </w:t>
      </w:r>
      <w:r w:rsidRPr="005C7DD3">
        <w:rPr>
          <w:rFonts w:ascii="Arial" w:hAnsi="Arial" w:cs="Arial"/>
          <w:b/>
          <w:szCs w:val="24"/>
        </w:rPr>
        <w:t>per attendance</w:t>
      </w:r>
      <w:r w:rsidRPr="005C7DD3">
        <w:rPr>
          <w:rFonts w:ascii="Arial" w:hAnsi="Arial" w:cs="Arial"/>
          <w:szCs w:val="24"/>
        </w:rPr>
        <w:t xml:space="preserve"> cycle. If the client discharges from services for 6 months or longer then returns or has a significant change in their assessment the intake code authorization will need to be forced by the HQ </w:t>
      </w:r>
      <w:r>
        <w:rPr>
          <w:rFonts w:ascii="Arial" w:hAnsi="Arial" w:cs="Arial"/>
          <w:szCs w:val="24"/>
        </w:rPr>
        <w:t xml:space="preserve">ADS </w:t>
      </w:r>
      <w:r w:rsidRPr="005C7DD3">
        <w:rPr>
          <w:rFonts w:ascii="Arial" w:hAnsi="Arial" w:cs="Arial"/>
          <w:szCs w:val="24"/>
        </w:rPr>
        <w:t>Program Manager.</w:t>
      </w:r>
    </w:p>
    <w:p w14:paraId="5594A885" w14:textId="77777777" w:rsidR="00AA0C55" w:rsidRPr="005C7DD3" w:rsidRDefault="00AA0C55" w:rsidP="00AA0C55">
      <w:pPr>
        <w:widowControl w:val="0"/>
        <w:tabs>
          <w:tab w:val="left" w:pos="-1440"/>
          <w:tab w:val="left" w:pos="-720"/>
          <w:tab w:val="left" w:pos="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uppressAutoHyphens/>
        <w:rPr>
          <w:rFonts w:ascii="Arial" w:hAnsi="Arial" w:cs="Arial"/>
          <w:szCs w:val="24"/>
        </w:rPr>
      </w:pPr>
    </w:p>
    <w:p w14:paraId="4311CB5C" w14:textId="77777777" w:rsidR="00AA0C55" w:rsidRDefault="00AA0C55" w:rsidP="00AA0C55">
      <w:r>
        <w:t xml:space="preserve">Current ADC rates </w:t>
      </w:r>
      <w:r w:rsidRPr="00D1727F">
        <w:t xml:space="preserve">are </w:t>
      </w:r>
      <w:hyperlink r:id="rId19" w:history="1">
        <w:r w:rsidRPr="00D1727F">
          <w:rPr>
            <w:rStyle w:val="Hyperlink"/>
          </w:rPr>
          <w:t>here</w:t>
        </w:r>
      </w:hyperlink>
      <w:r w:rsidRPr="000D2C4B">
        <w:rPr>
          <w:b/>
          <w:bCs/>
          <w:u w:val="single"/>
        </w:rPr>
        <w:t>.</w:t>
      </w:r>
      <w:r w:rsidRPr="000D2C4B">
        <w:rPr>
          <w:b/>
          <w:bCs/>
        </w:rPr>
        <w:t xml:space="preserve">   </w:t>
      </w:r>
      <w:r>
        <w:t xml:space="preserve">On July 1, 2024, there will be a 20% increase in Adult Day Services, please check for a new rate sheet at that time.  Transportation </w:t>
      </w:r>
      <w:r w:rsidRPr="007A6A93">
        <w:rPr>
          <w:b/>
          <w:i/>
        </w:rPr>
        <w:t>is not</w:t>
      </w:r>
      <w:r>
        <w:t xml:space="preserve"> paid for within the ADC daily rate.  The ADC provider should help with suggestions for transportation, but they are not required to provide it.  Refer to the P1 manual for further information. </w:t>
      </w:r>
    </w:p>
    <w:p w14:paraId="1CB373F2" w14:textId="77777777" w:rsidR="00AA0C55" w:rsidRDefault="00AA0C55" w:rsidP="00AA0C55"/>
    <w:p w14:paraId="2B73D77E" w14:textId="77777777" w:rsidR="00AA0C55" w:rsidRDefault="00AA0C55" w:rsidP="00AA0C55">
      <w:r>
        <w:t>Authorize ADC services in P1 for up to 1 year. Terminate authorization if the:</w:t>
      </w:r>
    </w:p>
    <w:p w14:paraId="161EC8AE" w14:textId="77777777" w:rsidR="00AA0C55" w:rsidRDefault="00AA0C55" w:rsidP="00AA0C55">
      <w:pPr>
        <w:pStyle w:val="ListParagraph"/>
        <w:contextualSpacing/>
      </w:pPr>
      <w:r>
        <w:t>ADC does not meet the NCP requirements,</w:t>
      </w:r>
    </w:p>
    <w:p w14:paraId="36056EC3" w14:textId="77777777" w:rsidR="00AA0C55" w:rsidRDefault="00AA0C55" w:rsidP="00AA0C55">
      <w:pPr>
        <w:pStyle w:val="ListParagraph"/>
        <w:contextualSpacing/>
      </w:pPr>
      <w:r>
        <w:t xml:space="preserve">Client does not meet the ADC eligibility, or </w:t>
      </w:r>
    </w:p>
    <w:p w14:paraId="0977077C" w14:textId="77777777" w:rsidR="00AA0C55" w:rsidRDefault="00AA0C55" w:rsidP="00AA0C55">
      <w:pPr>
        <w:pStyle w:val="ListParagraph"/>
        <w:contextualSpacing/>
      </w:pPr>
      <w:r>
        <w:t xml:space="preserve">Client chooses to stop attending the ADC program. </w:t>
      </w:r>
    </w:p>
    <w:p w14:paraId="3666CEF4" w14:textId="77777777" w:rsidR="00AA0C55" w:rsidRDefault="00AA0C55" w:rsidP="00AA0C55"/>
    <w:p w14:paraId="211E353E" w14:textId="77777777" w:rsidR="00AA0C55" w:rsidRPr="007A2A11" w:rsidRDefault="00AA0C55" w:rsidP="00AA0C55">
      <w:pPr>
        <w:pStyle w:val="Heading2"/>
        <w:rPr>
          <w:color w:val="193F6F"/>
          <w:u w:val="single"/>
        </w:rPr>
      </w:pPr>
      <w:bookmarkStart w:id="23" w:name="_Adult_Day_Health"/>
      <w:bookmarkStart w:id="24" w:name="_Toc197961432"/>
      <w:bookmarkEnd w:id="23"/>
      <w:r w:rsidRPr="007A2A11">
        <w:rPr>
          <w:color w:val="193F6F"/>
          <w:u w:val="single"/>
        </w:rPr>
        <w:t>Adult Day Health (ADH)</w:t>
      </w:r>
      <w:bookmarkEnd w:id="24"/>
    </w:p>
    <w:p w14:paraId="1EED53C2" w14:textId="77777777" w:rsidR="00AA0C55" w:rsidRDefault="00AA0C55" w:rsidP="00AA0C55">
      <w:pPr>
        <w:pStyle w:val="Heading3"/>
      </w:pPr>
      <w:bookmarkStart w:id="25" w:name="_Toc197961433"/>
      <w:r>
        <w:t>Services</w:t>
      </w:r>
      <w:bookmarkEnd w:id="25"/>
    </w:p>
    <w:p w14:paraId="11B2F0DA" w14:textId="77777777" w:rsidR="00AA0C55" w:rsidRDefault="00AA0C55" w:rsidP="00AA0C55">
      <w:pPr>
        <w:rPr>
          <w:rStyle w:val="Hyperlink"/>
        </w:rPr>
      </w:pPr>
      <w:r>
        <w:t xml:space="preserve">In addition to the Core services listed under the ADC section, ADH offers routine </w:t>
      </w:r>
      <w:r w:rsidRPr="00BE6AEE">
        <w:rPr>
          <w:i/>
        </w:rPr>
        <w:t xml:space="preserve">clinical </w:t>
      </w:r>
      <w:r>
        <w:t xml:space="preserve">services including skilled nursing and skilled therapy. Psychological services provided by an ADH include assessing psychosocial needs, presence of dementia, abuse or neglect, and alcohol and/or drug misuse. Intermittent supportive counseling is also available. </w:t>
      </w:r>
      <w:hyperlink r:id="rId20" w:history="1">
        <w:r w:rsidRPr="00960CD1">
          <w:rPr>
            <w:rStyle w:val="Hyperlink"/>
          </w:rPr>
          <w:t>WAC 388-71-0706</w:t>
        </w:r>
      </w:hyperlink>
    </w:p>
    <w:p w14:paraId="18CE9797" w14:textId="77777777" w:rsidR="00AA0C55" w:rsidRDefault="00AA0C55" w:rsidP="00AA0C55">
      <w:pPr>
        <w:rPr>
          <w:rStyle w:val="Hyperlink"/>
        </w:rPr>
      </w:pPr>
    </w:p>
    <w:p w14:paraId="489A3EC4" w14:textId="77777777" w:rsidR="00AA0C55" w:rsidRDefault="00AA0C55" w:rsidP="00AA0C55">
      <w:r w:rsidRPr="00963DDD">
        <w:t>ADH staff can make referrals for other needed services. The dollars for transportation are included in the ADH rate, therefore the ADH providers are required to provide transportation.</w:t>
      </w:r>
    </w:p>
    <w:p w14:paraId="6066C6E8" w14:textId="77777777" w:rsidR="00AA0C55" w:rsidRPr="007A2A11" w:rsidRDefault="00AA0C55" w:rsidP="00AA0C55">
      <w:pPr>
        <w:rPr>
          <w:color w:val="193F6F"/>
        </w:rPr>
      </w:pPr>
    </w:p>
    <w:p w14:paraId="61E9AD16" w14:textId="77777777" w:rsidR="00AA0C55" w:rsidRPr="007A2A11" w:rsidRDefault="00AA0C55" w:rsidP="00AA0C55">
      <w:pPr>
        <w:pStyle w:val="Heading4"/>
        <w:rPr>
          <w:color w:val="193F6F"/>
          <w:u w:val="single"/>
        </w:rPr>
      </w:pPr>
      <w:r w:rsidRPr="007A2A11">
        <w:rPr>
          <w:color w:val="193F6F"/>
          <w:u w:val="single"/>
        </w:rPr>
        <w:t>Physician Orders</w:t>
      </w:r>
    </w:p>
    <w:p w14:paraId="5CA21A07" w14:textId="77777777" w:rsidR="00AA0C55" w:rsidRDefault="00AA0C55" w:rsidP="00AA0C55">
      <w:r>
        <w:t>Physician orders are not needed to start the referral process but are needed before skilled services start. Having orders from a health care provider does not establish ADH eligibility but are helpful in evaluating the client’s need for skilled nursing or rehabilitative therapy.</w:t>
      </w:r>
    </w:p>
    <w:p w14:paraId="51CD741B" w14:textId="77777777" w:rsidR="00AA0C55" w:rsidRDefault="00AA0C55" w:rsidP="00AA0C55"/>
    <w:p w14:paraId="51EC096C" w14:textId="77777777" w:rsidR="00AA0C55" w:rsidRDefault="00AA0C55" w:rsidP="00AA0C55">
      <w:r>
        <w:t xml:space="preserve">The ADH center needs to obtain physician orders for care that will be provided (or supervised) by licensed nurses and/or licensed therapists, per applicable state practice laws. These orders must also indicate how often the client needs to see the prescribing health care provider. Orders are needed for services to start and then updated for skilled services to continue, per </w:t>
      </w:r>
      <w:hyperlink r:id="rId21" w:history="1">
        <w:r w:rsidRPr="00765083">
          <w:rPr>
            <w:rStyle w:val="Hyperlink"/>
          </w:rPr>
          <w:t>WAC 388-71-0712</w:t>
        </w:r>
      </w:hyperlink>
      <w:r>
        <w:t xml:space="preserve"> and </w:t>
      </w:r>
      <w:hyperlink r:id="rId22" w:history="1">
        <w:r w:rsidRPr="00960CD1">
          <w:rPr>
            <w:rStyle w:val="Hyperlink"/>
          </w:rPr>
          <w:t>WAC 388-71-0714</w:t>
        </w:r>
      </w:hyperlink>
      <w:r>
        <w:t>.</w:t>
      </w:r>
    </w:p>
    <w:p w14:paraId="6732575D" w14:textId="77777777" w:rsidR="00AA0C55" w:rsidRDefault="00AA0C55" w:rsidP="00AA0C55"/>
    <w:p w14:paraId="114E708A" w14:textId="77777777" w:rsidR="00AA0C55" w:rsidRPr="007A2A11" w:rsidRDefault="00AA0C55" w:rsidP="00AA0C55">
      <w:pPr>
        <w:pStyle w:val="Heading4"/>
        <w:rPr>
          <w:color w:val="193F6F"/>
          <w:u w:val="single"/>
        </w:rPr>
      </w:pPr>
      <w:r w:rsidRPr="007A2A11">
        <w:rPr>
          <w:color w:val="193F6F"/>
          <w:u w:val="single"/>
        </w:rPr>
        <w:t>Skilled Nursing Services</w:t>
      </w:r>
    </w:p>
    <w:p w14:paraId="09402B3D" w14:textId="77777777" w:rsidR="00AA0C55" w:rsidRDefault="00AA0C55" w:rsidP="00AA0C55">
      <w:r>
        <w:t>Skilled nursing services and care exceeds the level of routine health monitoring, general health education, and general therapeutic activities. They are provided with the reasonable expectation that the service will improve, maintain, or slow the progression of a client’s disease or functional ability.</w:t>
      </w:r>
    </w:p>
    <w:p w14:paraId="7DC7731C" w14:textId="77777777" w:rsidR="00AA0C55" w:rsidRDefault="00AA0C55" w:rsidP="00AA0C55"/>
    <w:p w14:paraId="679802F7" w14:textId="77777777" w:rsidR="00AA0C55" w:rsidRDefault="00AA0C55" w:rsidP="00AA0C55">
      <w:r>
        <w:t xml:space="preserve">Skilled nursing services are medically necessary and are provided by an RN as authorized by a physician or by an LPN under physician or RN supervision, within the confines of the Nurse Practice Act (See </w:t>
      </w:r>
      <w:hyperlink w:anchor="_resources" w:history="1">
        <w:r w:rsidRPr="007730D9">
          <w:rPr>
            <w:rStyle w:val="Hyperlink"/>
          </w:rPr>
          <w:t>Resources</w:t>
        </w:r>
      </w:hyperlink>
      <w:r>
        <w:t>). Orders by the health care provider must be obtained:</w:t>
      </w:r>
    </w:p>
    <w:p w14:paraId="4DB69911" w14:textId="77777777" w:rsidR="00AA0C55" w:rsidRDefault="00AA0C55" w:rsidP="00AA0C55">
      <w:pPr>
        <w:pStyle w:val="ListParagraph"/>
        <w:contextualSpacing/>
      </w:pPr>
      <w:r>
        <w:t>When required by applicable state practice laws for licensed nurses.</w:t>
      </w:r>
    </w:p>
    <w:p w14:paraId="711B0B1F" w14:textId="77777777" w:rsidR="00AA0C55" w:rsidRDefault="00AA0C55" w:rsidP="00AA0C55">
      <w:pPr>
        <w:pStyle w:val="ListParagraph"/>
        <w:contextualSpacing/>
      </w:pPr>
      <w:r>
        <w:t>Upon initial service; or</w:t>
      </w:r>
    </w:p>
    <w:p w14:paraId="35869E52" w14:textId="77777777" w:rsidR="00AA0C55" w:rsidRDefault="00AA0C55" w:rsidP="00AA0C55">
      <w:pPr>
        <w:pStyle w:val="ListParagraph"/>
        <w:contextualSpacing/>
      </w:pPr>
      <w:r>
        <w:t>Updated when a significant change occurs, nursing interventions change, or, at minimum, annually.</w:t>
      </w:r>
    </w:p>
    <w:p w14:paraId="08748596" w14:textId="77777777" w:rsidR="00AA0C55" w:rsidRDefault="00AA0C55" w:rsidP="00AA0C55"/>
    <w:p w14:paraId="79357E24" w14:textId="77777777" w:rsidR="00AA0C55" w:rsidRDefault="00AA0C55" w:rsidP="00AA0C55">
      <w:pPr>
        <w:pStyle w:val="TableTitle"/>
      </w:pPr>
      <w:r>
        <w:lastRenderedPageBreak/>
        <w:t>Table 12.3</w:t>
      </w:r>
      <w:r>
        <w:tab/>
        <w:t>Skilled Nursing Services</w:t>
      </w:r>
    </w:p>
    <w:p w14:paraId="14352331" w14:textId="77777777" w:rsidR="00AA0C55" w:rsidRDefault="00AA0C55" w:rsidP="00AA0C55">
      <w:pPr>
        <w:pStyle w:val="TableTitle"/>
      </w:pPr>
    </w:p>
    <w:tbl>
      <w:tblPr>
        <w:tblStyle w:val="TableGrid"/>
        <w:tblW w:w="0" w:type="auto"/>
        <w:tblCellMar>
          <w:top w:w="43" w:type="dxa"/>
          <w:left w:w="115" w:type="dxa"/>
          <w:bottom w:w="43" w:type="dxa"/>
          <w:right w:w="115" w:type="dxa"/>
        </w:tblCellMar>
        <w:tblLook w:val="04A0" w:firstRow="1" w:lastRow="0" w:firstColumn="1" w:lastColumn="0" w:noHBand="0" w:noVBand="1"/>
      </w:tblPr>
      <w:tblGrid>
        <w:gridCol w:w="4675"/>
        <w:gridCol w:w="4675"/>
      </w:tblGrid>
      <w:tr w:rsidR="00AA0C55" w14:paraId="5B73E7FF" w14:textId="77777777" w:rsidTr="007A2A11">
        <w:tc>
          <w:tcPr>
            <w:tcW w:w="4675" w:type="dxa"/>
            <w:shd w:val="clear" w:color="auto" w:fill="8D6198"/>
          </w:tcPr>
          <w:p w14:paraId="5593C8DF" w14:textId="77777777" w:rsidR="00AA0C55" w:rsidRDefault="00AA0C55" w:rsidP="00B70567">
            <w:pPr>
              <w:pStyle w:val="TableHeader"/>
              <w:outlineLvl w:val="9"/>
            </w:pPr>
            <w:bookmarkStart w:id="26" w:name="_Toc193723589"/>
            <w:r>
              <w:t>includes</w:t>
            </w:r>
            <w:bookmarkEnd w:id="26"/>
          </w:p>
        </w:tc>
        <w:tc>
          <w:tcPr>
            <w:tcW w:w="4675" w:type="dxa"/>
            <w:shd w:val="clear" w:color="auto" w:fill="8D6198"/>
          </w:tcPr>
          <w:p w14:paraId="218DE416" w14:textId="77777777" w:rsidR="00AA0C55" w:rsidRDefault="00AA0C55" w:rsidP="00B70567">
            <w:pPr>
              <w:pStyle w:val="TableHeader"/>
              <w:outlineLvl w:val="9"/>
            </w:pPr>
            <w:bookmarkStart w:id="27" w:name="_Toc193723590"/>
            <w:r>
              <w:t>does not include</w:t>
            </w:r>
            <w:bookmarkEnd w:id="27"/>
          </w:p>
        </w:tc>
      </w:tr>
      <w:tr w:rsidR="00AA0C55" w14:paraId="57E0F508" w14:textId="77777777" w:rsidTr="006913B9">
        <w:tc>
          <w:tcPr>
            <w:tcW w:w="4675" w:type="dxa"/>
          </w:tcPr>
          <w:p w14:paraId="089810D6" w14:textId="77777777" w:rsidR="00AA0C55" w:rsidRDefault="00AA0C55" w:rsidP="006913B9">
            <w:pPr>
              <w:pStyle w:val="ListParagraph"/>
              <w:ind w:left="242"/>
              <w:contextualSpacing/>
            </w:pPr>
            <w:r>
              <w:t>Skilled care and assessment of an unstable or unpredictable acute or chronic medical condition.</w:t>
            </w:r>
          </w:p>
          <w:p w14:paraId="4CCA8422" w14:textId="77777777" w:rsidR="00AA0C55" w:rsidRDefault="00AA0C55" w:rsidP="006913B9">
            <w:pPr>
              <w:pStyle w:val="ListParagraph"/>
              <w:ind w:left="242"/>
              <w:contextualSpacing/>
            </w:pPr>
            <w:r>
              <w:t>Skilled nursing tasks (e.g. medication administration, wound care, inserting or irrigating a catheter).</w:t>
            </w:r>
          </w:p>
          <w:p w14:paraId="103BF481" w14:textId="77777777" w:rsidR="00AA0C55" w:rsidRDefault="00AA0C55" w:rsidP="006913B9">
            <w:pPr>
              <w:pStyle w:val="ListParagraph"/>
              <w:ind w:left="242"/>
              <w:contextualSpacing/>
            </w:pPr>
            <w:r>
              <w:t>Time-limited training to teach the client and/or their caregiver self-care for newly diagnosed, acute. or episodic medical conditions (e.g. self-administration of an injection, colostomy care, disease self-management).</w:t>
            </w:r>
          </w:p>
          <w:p w14:paraId="671FBEC5" w14:textId="77777777" w:rsidR="00AA0C55" w:rsidRDefault="00AA0C55" w:rsidP="006913B9">
            <w:pPr>
              <w:pStyle w:val="ListParagraph"/>
              <w:ind w:left="242"/>
              <w:contextualSpacing/>
            </w:pPr>
            <w:r>
              <w:t>Evaluating and managing a plan of care when skilled nursing oversight is needed to ensure that complex, non-skilled care is achieving its purpose.</w:t>
            </w:r>
          </w:p>
        </w:tc>
        <w:tc>
          <w:tcPr>
            <w:tcW w:w="4675" w:type="dxa"/>
          </w:tcPr>
          <w:p w14:paraId="47E67777" w14:textId="77777777" w:rsidR="00AA0C55" w:rsidRDefault="00AA0C55" w:rsidP="006913B9">
            <w:pPr>
              <w:pStyle w:val="ListParagraph"/>
              <w:ind w:left="250"/>
              <w:contextualSpacing/>
            </w:pPr>
            <w:r>
              <w:t>Coaching or reminding the client.</w:t>
            </w:r>
          </w:p>
          <w:p w14:paraId="6F81D948" w14:textId="77777777" w:rsidR="00AA0C55" w:rsidRDefault="00AA0C55" w:rsidP="006913B9">
            <w:pPr>
              <w:pStyle w:val="ListParagraph"/>
              <w:ind w:left="250"/>
              <w:contextualSpacing/>
            </w:pPr>
            <w:r>
              <w:t xml:space="preserve">Medication assistance when client is capable of self-administration </w:t>
            </w:r>
            <w:r w:rsidRPr="00BC624D">
              <w:rPr>
                <w:i/>
              </w:rPr>
              <w:t>or</w:t>
            </w:r>
            <w:r>
              <w:t xml:space="preserve"> is having this need met by paid or unpaid caregivers.</w:t>
            </w:r>
          </w:p>
          <w:p w14:paraId="6379A32E" w14:textId="77777777" w:rsidR="00AA0C55" w:rsidRDefault="00AA0C55" w:rsidP="006913B9">
            <w:pPr>
              <w:pStyle w:val="ListParagraph"/>
              <w:ind w:left="250"/>
              <w:contextualSpacing/>
            </w:pPr>
            <w:r>
              <w:t>Continued teaching/training when it is apparent the training should have achieved its purpose, or the client is unwilling or unable to be trained (excluding language barriers in the absence of a trained interpreter/translator).</w:t>
            </w:r>
          </w:p>
          <w:p w14:paraId="4C75F7A6" w14:textId="77777777" w:rsidR="00AA0C55" w:rsidRDefault="00AA0C55" w:rsidP="006913B9">
            <w:pPr>
              <w:pStyle w:val="ListParagraph"/>
              <w:ind w:left="250"/>
              <w:contextualSpacing/>
            </w:pPr>
            <w:r>
              <w:t>Group teaching/training or therapy where 3 or more clients are simultaneously being treated or trained by the nurse.</w:t>
            </w:r>
          </w:p>
          <w:p w14:paraId="64AA7045" w14:textId="77777777" w:rsidR="00AA0C55" w:rsidRDefault="00AA0C55" w:rsidP="006913B9">
            <w:pPr>
              <w:pStyle w:val="ListParagraph"/>
              <w:ind w:left="250"/>
              <w:contextualSpacing/>
            </w:pPr>
            <w:r>
              <w:t>Routine monitoring of a medical condition that does not require frequent skilled nursing intervention.</w:t>
            </w:r>
          </w:p>
          <w:p w14:paraId="79A20684" w14:textId="77777777" w:rsidR="00AA0C55" w:rsidRPr="00BC624D" w:rsidRDefault="00AA0C55" w:rsidP="006913B9">
            <w:pPr>
              <w:pStyle w:val="ListParagraph"/>
              <w:numPr>
                <w:ilvl w:val="0"/>
                <w:numId w:val="0"/>
              </w:numPr>
              <w:ind w:left="250"/>
            </w:pPr>
          </w:p>
        </w:tc>
      </w:tr>
    </w:tbl>
    <w:p w14:paraId="6C251024" w14:textId="77777777" w:rsidR="00AA0C55" w:rsidRDefault="00AA0C55" w:rsidP="00AA0C55"/>
    <w:p w14:paraId="64E925EB" w14:textId="77777777" w:rsidR="00AA0C55" w:rsidRDefault="00AA0C55" w:rsidP="00AA0C55">
      <w:r>
        <w:t xml:space="preserve">See </w:t>
      </w:r>
      <w:hyperlink r:id="rId23" w:history="1">
        <w:r w:rsidRPr="00FC040B">
          <w:rPr>
            <w:rStyle w:val="Hyperlink"/>
          </w:rPr>
          <w:t>WAC 388-71-0712</w:t>
        </w:r>
      </w:hyperlink>
      <w:r>
        <w:t xml:space="preserve"> for more detail.</w:t>
      </w:r>
    </w:p>
    <w:p w14:paraId="5F60977D" w14:textId="77777777" w:rsidR="00AA0C55" w:rsidRDefault="00AA0C55" w:rsidP="00B70567"/>
    <w:p w14:paraId="17A07E90" w14:textId="77777777" w:rsidR="00AA0C55" w:rsidRPr="007A2A11" w:rsidRDefault="00AA0C55" w:rsidP="00AA0C55">
      <w:pPr>
        <w:pStyle w:val="Heading4"/>
        <w:rPr>
          <w:color w:val="193F6F"/>
          <w:u w:val="single"/>
        </w:rPr>
      </w:pPr>
      <w:r w:rsidRPr="007A2A11">
        <w:rPr>
          <w:color w:val="193F6F"/>
          <w:u w:val="single"/>
        </w:rPr>
        <w:t>Skilled Rehabilitative Services</w:t>
      </w:r>
    </w:p>
    <w:p w14:paraId="0324203A" w14:textId="77777777" w:rsidR="00AA0C55" w:rsidRDefault="00AA0C55" w:rsidP="00AA0C55">
      <w:r>
        <w:t>ADH centers must offer one or more of the following therapeutic services:</w:t>
      </w:r>
    </w:p>
    <w:p w14:paraId="1BF4F03E" w14:textId="77777777" w:rsidR="00AA0C55" w:rsidRDefault="00AA0C55" w:rsidP="00AA0C55">
      <w:pPr>
        <w:pStyle w:val="ListParagraph"/>
        <w:contextualSpacing/>
      </w:pPr>
      <w:r>
        <w:t>Physical Therapy</w:t>
      </w:r>
    </w:p>
    <w:p w14:paraId="1EB14395" w14:textId="77777777" w:rsidR="00AA0C55" w:rsidRDefault="00AA0C55" w:rsidP="00AA0C55">
      <w:pPr>
        <w:pStyle w:val="ListParagraph"/>
        <w:contextualSpacing/>
      </w:pPr>
      <w:r>
        <w:t>Occupational Therapy</w:t>
      </w:r>
    </w:p>
    <w:p w14:paraId="117A796F" w14:textId="77777777" w:rsidR="00AA0C55" w:rsidRDefault="00AA0C55" w:rsidP="00AA0C55">
      <w:pPr>
        <w:pStyle w:val="ListParagraph"/>
        <w:contextualSpacing/>
      </w:pPr>
      <w:r>
        <w:t>Speech-Language Pathology</w:t>
      </w:r>
    </w:p>
    <w:p w14:paraId="229143AF" w14:textId="77777777" w:rsidR="00AA0C55" w:rsidRDefault="00AA0C55" w:rsidP="00AA0C55">
      <w:pPr>
        <w:pStyle w:val="ListParagraph"/>
        <w:contextualSpacing/>
      </w:pPr>
      <w:r>
        <w:t>Audiology</w:t>
      </w:r>
    </w:p>
    <w:p w14:paraId="39DE586E" w14:textId="77777777" w:rsidR="00AA0C55" w:rsidRDefault="00AA0C55" w:rsidP="00AA0C55"/>
    <w:p w14:paraId="21F35538" w14:textId="77777777" w:rsidR="00AA0C55" w:rsidRDefault="00AA0C55" w:rsidP="00AA0C55">
      <w:r>
        <w:t xml:space="preserve">Skilled rehabilitative therapy services are medically necessary and are provided or supervised by a licensed physical, occupational, speech-language pathology, or audiology therapist (within each provider type’s scope of practice). </w:t>
      </w:r>
    </w:p>
    <w:p w14:paraId="0F191658" w14:textId="77777777" w:rsidR="00AA0C55" w:rsidRDefault="00AA0C55" w:rsidP="00AA0C55"/>
    <w:p w14:paraId="507AEF01" w14:textId="77777777" w:rsidR="00AA0C55" w:rsidRDefault="00AA0C55" w:rsidP="00AA0C55">
      <w:r>
        <w:t>Orders must be obtained from the client’s health care provider initially and then updated when a significant change occurs or, at a minimum, annually.</w:t>
      </w:r>
    </w:p>
    <w:p w14:paraId="172FECAE" w14:textId="77777777" w:rsidR="00AA0C55" w:rsidRDefault="00AA0C55" w:rsidP="00AA0C55"/>
    <w:p w14:paraId="24979798" w14:textId="77777777" w:rsidR="00AA0C55" w:rsidRDefault="00AA0C55" w:rsidP="00AA0C55">
      <w:pPr>
        <w:pStyle w:val="TableTitle"/>
      </w:pPr>
      <w:r>
        <w:t>Table 12.4</w:t>
      </w:r>
      <w:r>
        <w:tab/>
        <w:t>Skilled Rehabilitation Therapy</w:t>
      </w:r>
    </w:p>
    <w:p w14:paraId="669F6787" w14:textId="77777777" w:rsidR="00AA0C55" w:rsidRDefault="00AA0C55" w:rsidP="00AA0C55">
      <w:pPr>
        <w:pStyle w:val="TableTitle"/>
      </w:pPr>
    </w:p>
    <w:tbl>
      <w:tblPr>
        <w:tblStyle w:val="TableGrid"/>
        <w:tblW w:w="0" w:type="auto"/>
        <w:tblCellMar>
          <w:top w:w="43" w:type="dxa"/>
          <w:left w:w="115" w:type="dxa"/>
          <w:bottom w:w="43" w:type="dxa"/>
          <w:right w:w="115" w:type="dxa"/>
        </w:tblCellMar>
        <w:tblLook w:val="04A0" w:firstRow="1" w:lastRow="0" w:firstColumn="1" w:lastColumn="0" w:noHBand="0" w:noVBand="1"/>
      </w:tblPr>
      <w:tblGrid>
        <w:gridCol w:w="4675"/>
        <w:gridCol w:w="4675"/>
      </w:tblGrid>
      <w:tr w:rsidR="00AA0C55" w14:paraId="5CE58855" w14:textId="77777777" w:rsidTr="007A2A11">
        <w:tc>
          <w:tcPr>
            <w:tcW w:w="4675" w:type="dxa"/>
            <w:shd w:val="clear" w:color="auto" w:fill="8D6198"/>
          </w:tcPr>
          <w:p w14:paraId="0C53808F" w14:textId="77777777" w:rsidR="00AA0C55" w:rsidRDefault="00AA0C55" w:rsidP="00B70567">
            <w:pPr>
              <w:pStyle w:val="TableHeader"/>
              <w:outlineLvl w:val="9"/>
            </w:pPr>
            <w:bookmarkStart w:id="28" w:name="_Toc193723591"/>
            <w:r>
              <w:lastRenderedPageBreak/>
              <w:t>includes</w:t>
            </w:r>
            <w:bookmarkEnd w:id="28"/>
          </w:p>
        </w:tc>
        <w:tc>
          <w:tcPr>
            <w:tcW w:w="4675" w:type="dxa"/>
            <w:shd w:val="clear" w:color="auto" w:fill="8D6198"/>
          </w:tcPr>
          <w:p w14:paraId="7A77B19B" w14:textId="77777777" w:rsidR="00AA0C55" w:rsidRDefault="00AA0C55" w:rsidP="00B70567">
            <w:pPr>
              <w:pStyle w:val="TableHeader"/>
              <w:outlineLvl w:val="9"/>
            </w:pPr>
            <w:bookmarkStart w:id="29" w:name="_Toc193723592"/>
            <w:r>
              <w:t>does not include</w:t>
            </w:r>
            <w:bookmarkEnd w:id="29"/>
          </w:p>
        </w:tc>
      </w:tr>
      <w:tr w:rsidR="00AA0C55" w14:paraId="4F63D8E2" w14:textId="77777777" w:rsidTr="006913B9">
        <w:tc>
          <w:tcPr>
            <w:tcW w:w="4675" w:type="dxa"/>
          </w:tcPr>
          <w:p w14:paraId="6CAC1CFD" w14:textId="77777777" w:rsidR="00AA0C55" w:rsidRDefault="00AA0C55" w:rsidP="006913B9">
            <w:pPr>
              <w:pStyle w:val="ListParagraph"/>
              <w:ind w:left="242"/>
              <w:contextualSpacing/>
            </w:pPr>
            <w:r>
              <w:t>Assessing baseline mobility, strength, ROM, endurance, balance, and ability to transfer</w:t>
            </w:r>
          </w:p>
          <w:p w14:paraId="21E0F645" w14:textId="77777777" w:rsidR="00AA0C55" w:rsidRDefault="00AA0C55" w:rsidP="006913B9">
            <w:pPr>
              <w:pStyle w:val="ListParagraph"/>
              <w:ind w:left="242"/>
              <w:contextualSpacing/>
            </w:pPr>
            <w:r>
              <w:t>Assess speech, swallowing, auditory, and communication disorders.</w:t>
            </w:r>
          </w:p>
          <w:p w14:paraId="4E547F52" w14:textId="77777777" w:rsidR="00AA0C55" w:rsidRDefault="00AA0C55" w:rsidP="006913B9">
            <w:pPr>
              <w:pStyle w:val="ListParagraph"/>
              <w:ind w:left="242"/>
              <w:contextualSpacing/>
            </w:pPr>
            <w:r>
              <w:t>Providing 1:1 and group treatment to develop, restore, or maintain functioning, slow decline, or relieve pain.</w:t>
            </w:r>
          </w:p>
          <w:p w14:paraId="1AA546DB" w14:textId="77777777" w:rsidR="00AA0C55" w:rsidRDefault="00AA0C55" w:rsidP="006913B9">
            <w:pPr>
              <w:pStyle w:val="ListParagraph"/>
              <w:ind w:left="242"/>
              <w:contextualSpacing/>
            </w:pPr>
            <w:r>
              <w:t>Creating an individualized exercise, strength, mobility, or endurance plan)</w:t>
            </w:r>
          </w:p>
          <w:p w14:paraId="519BFFC5" w14:textId="77777777" w:rsidR="00AA0C55" w:rsidRDefault="00AA0C55" w:rsidP="006913B9">
            <w:pPr>
              <w:pStyle w:val="ListParagraph"/>
              <w:ind w:left="242"/>
              <w:contextualSpacing/>
            </w:pPr>
            <w:r>
              <w:t>Training clients and/or their caregivers in use of supportive or adaptive equipment</w:t>
            </w:r>
          </w:p>
          <w:p w14:paraId="68B01BF4" w14:textId="77777777" w:rsidR="00AA0C55" w:rsidRDefault="00AA0C55" w:rsidP="006913B9">
            <w:pPr>
              <w:pStyle w:val="ListParagraph"/>
              <w:ind w:left="242"/>
              <w:contextualSpacing/>
            </w:pPr>
            <w:r>
              <w:t>Providing other medically necessary services that can only be provided or supervised by a therapist.</w:t>
            </w:r>
          </w:p>
          <w:p w14:paraId="472D555A" w14:textId="77777777" w:rsidR="00AA0C55" w:rsidRDefault="00AA0C55" w:rsidP="006913B9">
            <w:pPr>
              <w:pStyle w:val="ListParagraph"/>
              <w:ind w:left="242"/>
              <w:contextualSpacing/>
            </w:pPr>
            <w:r>
              <w:t>Training/teaching clients and/or their caregivers in managing care needs.</w:t>
            </w:r>
          </w:p>
          <w:p w14:paraId="3130453F" w14:textId="77777777" w:rsidR="00AA0C55" w:rsidRDefault="00AA0C55" w:rsidP="006913B9">
            <w:pPr>
              <w:pStyle w:val="ListParagraph"/>
              <w:ind w:left="242"/>
              <w:contextualSpacing/>
            </w:pPr>
            <w:r>
              <w:t>Evaluating and managing a plan of care when skilled therapist oversight is needed to ensure complex, non-skilled care is effective.</w:t>
            </w:r>
          </w:p>
        </w:tc>
        <w:tc>
          <w:tcPr>
            <w:tcW w:w="4675" w:type="dxa"/>
          </w:tcPr>
          <w:p w14:paraId="23DD5CC7" w14:textId="77777777" w:rsidR="00AA0C55" w:rsidRPr="00902222" w:rsidRDefault="00AA0C55" w:rsidP="006913B9">
            <w:pPr>
              <w:pStyle w:val="ListParagraph"/>
              <w:ind w:left="250"/>
              <w:contextualSpacing/>
            </w:pPr>
            <w:r w:rsidRPr="00902222">
              <w:t>Reminding/coaching the client in tasks that are not essential to the skilled therapy or intervention per the client’s service plan.</w:t>
            </w:r>
          </w:p>
          <w:p w14:paraId="7E3CFE6E" w14:textId="77777777" w:rsidR="00AA0C55" w:rsidRPr="00902222" w:rsidRDefault="00AA0C55" w:rsidP="006913B9">
            <w:pPr>
              <w:pStyle w:val="ListParagraph"/>
              <w:ind w:left="250"/>
              <w:contextualSpacing/>
            </w:pPr>
            <w:r w:rsidRPr="00902222">
              <w:t>Monitor</w:t>
            </w:r>
            <w:r>
              <w:t>ing</w:t>
            </w:r>
            <w:r w:rsidRPr="00902222">
              <w:t xml:space="preserve"> </w:t>
            </w:r>
            <w:r>
              <w:t>a</w:t>
            </w:r>
            <w:r w:rsidRPr="00902222">
              <w:t xml:space="preserve"> medical condition </w:t>
            </w:r>
            <w:r>
              <w:t xml:space="preserve">that doesn’t </w:t>
            </w:r>
            <w:r w:rsidRPr="00902222">
              <w:t>requir</w:t>
            </w:r>
            <w:r>
              <w:t>e</w:t>
            </w:r>
            <w:r w:rsidRPr="00902222">
              <w:t xml:space="preserve"> frequent skilled therapy interventions.</w:t>
            </w:r>
          </w:p>
          <w:p w14:paraId="04F9AE63" w14:textId="77777777" w:rsidR="00AA0C55" w:rsidRPr="00902222" w:rsidRDefault="00AA0C55" w:rsidP="006913B9">
            <w:pPr>
              <w:pStyle w:val="ListParagraph"/>
              <w:ind w:left="250"/>
              <w:contextualSpacing/>
            </w:pPr>
            <w:r w:rsidRPr="00902222">
              <w:t>Massage therapy.</w:t>
            </w:r>
          </w:p>
          <w:p w14:paraId="79A3B925" w14:textId="77777777" w:rsidR="00AA0C55" w:rsidRPr="00902222" w:rsidRDefault="00AA0C55" w:rsidP="006913B9">
            <w:pPr>
              <w:pStyle w:val="ListParagraph"/>
              <w:ind w:left="250"/>
              <w:contextualSpacing/>
            </w:pPr>
            <w:r>
              <w:t>T</w:t>
            </w:r>
            <w:r w:rsidRPr="00902222">
              <w:t>eaching/training when it is apparent the training should have achieved its purpose, or the client is unwilling or unable to be trained (excluding language barriers in the absence of a trained interpreter/translator)</w:t>
            </w:r>
            <w:r>
              <w:t>.</w:t>
            </w:r>
          </w:p>
          <w:p w14:paraId="1902AE97" w14:textId="77777777" w:rsidR="00AA0C55" w:rsidRPr="00902222" w:rsidRDefault="00AA0C55" w:rsidP="006913B9">
            <w:pPr>
              <w:pStyle w:val="ListParagraph"/>
              <w:ind w:left="250"/>
              <w:contextualSpacing/>
            </w:pPr>
            <w:r>
              <w:t>G</w:t>
            </w:r>
            <w:r w:rsidRPr="00902222">
              <w:t>roup therapy/training where ratio of licensed therapists and staff assistants to clients is inadequate to ensure that for each client the group activity</w:t>
            </w:r>
            <w:r>
              <w:t>:</w:t>
            </w:r>
          </w:p>
          <w:p w14:paraId="16F08AEF" w14:textId="77777777" w:rsidR="00AA0C55" w:rsidRDefault="00AA0C55" w:rsidP="00AA0C55">
            <w:pPr>
              <w:pStyle w:val="ListParagraph2"/>
              <w:ind w:left="520" w:hanging="360"/>
              <w:contextualSpacing/>
            </w:pPr>
            <w:r>
              <w:t xml:space="preserve">contributes to their planned therapy goal(s). </w:t>
            </w:r>
          </w:p>
          <w:p w14:paraId="250EAF85" w14:textId="77777777" w:rsidR="00AA0C55" w:rsidRDefault="00AA0C55" w:rsidP="00AA0C55">
            <w:pPr>
              <w:pStyle w:val="ListParagraph2"/>
              <w:ind w:left="520" w:hanging="360"/>
              <w:contextualSpacing/>
            </w:pPr>
            <w:r>
              <w:t>meets their complexity of individual needs.</w:t>
            </w:r>
          </w:p>
          <w:p w14:paraId="3F7039BD" w14:textId="77777777" w:rsidR="00AA0C55" w:rsidRPr="001B35E9" w:rsidRDefault="00AA0C55" w:rsidP="006913B9">
            <w:pPr>
              <w:pStyle w:val="ListParagraph"/>
              <w:numPr>
                <w:ilvl w:val="0"/>
                <w:numId w:val="0"/>
              </w:numPr>
              <w:ind w:left="250"/>
            </w:pPr>
          </w:p>
        </w:tc>
      </w:tr>
    </w:tbl>
    <w:p w14:paraId="44842C0B" w14:textId="77777777" w:rsidR="00AA0C55" w:rsidRDefault="00AA0C55" w:rsidP="00AA0C55"/>
    <w:p w14:paraId="1D9A88F3" w14:textId="77777777" w:rsidR="00AA0C55" w:rsidRDefault="00AA0C55" w:rsidP="00AA0C55">
      <w:r>
        <w:t xml:space="preserve">See </w:t>
      </w:r>
      <w:hyperlink r:id="rId24" w:history="1">
        <w:r w:rsidRPr="00FC040B">
          <w:rPr>
            <w:rStyle w:val="Hyperlink"/>
          </w:rPr>
          <w:t>WAC 388-71-0714</w:t>
        </w:r>
      </w:hyperlink>
      <w:r>
        <w:t xml:space="preserve"> for more detail. </w:t>
      </w:r>
    </w:p>
    <w:p w14:paraId="4C849BC8" w14:textId="77777777" w:rsidR="00AA0C55" w:rsidRDefault="00AA0C55" w:rsidP="00AA0C55"/>
    <w:p w14:paraId="165928C4" w14:textId="77777777" w:rsidR="00AA0C55" w:rsidRPr="00A476FD" w:rsidRDefault="00AA0C55" w:rsidP="00AA0C55">
      <w:pPr>
        <w:pStyle w:val="Heading3"/>
      </w:pPr>
      <w:bookmarkStart w:id="30" w:name="_Toc197961434"/>
      <w:r w:rsidRPr="00A476FD">
        <w:t>ADH Remote/Hybrid</w:t>
      </w:r>
      <w:bookmarkEnd w:id="30"/>
      <w:r w:rsidRPr="00A476FD">
        <w:t xml:space="preserve"> </w:t>
      </w:r>
    </w:p>
    <w:p w14:paraId="757DAA43" w14:textId="77777777" w:rsidR="00AA0C55" w:rsidRDefault="00AA0C55" w:rsidP="00AA0C55"/>
    <w:p w14:paraId="70F9BBFB" w14:textId="77777777" w:rsidR="00AA0C55" w:rsidRDefault="00AA0C55" w:rsidP="00AA0C55">
      <w:r>
        <w:t>The percentage of time telehealth will be the delivery method of ADH services will vary on the participants’ needs and goals.</w:t>
      </w:r>
    </w:p>
    <w:p w14:paraId="37AD7EE6" w14:textId="77777777" w:rsidR="00AA0C55" w:rsidRDefault="00AA0C55" w:rsidP="00AA0C55">
      <w:pPr>
        <w:pStyle w:val="Default"/>
        <w:numPr>
          <w:ilvl w:val="0"/>
          <w:numId w:val="31"/>
        </w:numPr>
        <w:rPr>
          <w:sz w:val="22"/>
          <w:szCs w:val="22"/>
        </w:rPr>
      </w:pPr>
      <w:r>
        <w:rPr>
          <w:sz w:val="22"/>
          <w:szCs w:val="22"/>
        </w:rPr>
        <w:t>Par</w:t>
      </w:r>
      <w:r>
        <w:rPr>
          <w:rFonts w:eastAsia="Calibri"/>
          <w:sz w:val="22"/>
          <w:szCs w:val="22"/>
        </w:rPr>
        <w:t>ti</w:t>
      </w:r>
      <w:r>
        <w:rPr>
          <w:sz w:val="22"/>
          <w:szCs w:val="22"/>
        </w:rPr>
        <w:t>cipants will have an in-person ini</w:t>
      </w:r>
      <w:r>
        <w:rPr>
          <w:rFonts w:eastAsia="Calibri"/>
          <w:sz w:val="22"/>
          <w:szCs w:val="22"/>
        </w:rPr>
        <w:t>ti</w:t>
      </w:r>
      <w:r>
        <w:rPr>
          <w:sz w:val="22"/>
          <w:szCs w:val="22"/>
        </w:rPr>
        <w:t>al intake and comprehensive assessment by a nurse and PT/OT (if part of the care plan) either in the par</w:t>
      </w:r>
      <w:r>
        <w:rPr>
          <w:rFonts w:eastAsia="Calibri"/>
          <w:sz w:val="22"/>
          <w:szCs w:val="22"/>
        </w:rPr>
        <w:t>ti</w:t>
      </w:r>
      <w:r>
        <w:rPr>
          <w:sz w:val="22"/>
          <w:szCs w:val="22"/>
        </w:rPr>
        <w:t>cipant’s place of residence or in the Adult Day Health center. Par</w:t>
      </w:r>
      <w:r>
        <w:rPr>
          <w:rFonts w:eastAsia="Calibri"/>
          <w:sz w:val="22"/>
          <w:szCs w:val="22"/>
        </w:rPr>
        <w:t>ti</w:t>
      </w:r>
      <w:r>
        <w:rPr>
          <w:sz w:val="22"/>
          <w:szCs w:val="22"/>
        </w:rPr>
        <w:t>cipants will be required to be seen in-person a minimum of once per quarter a</w:t>
      </w:r>
      <w:r>
        <w:rPr>
          <w:rFonts w:eastAsia="Calibri" w:hint="eastAsia"/>
          <w:sz w:val="22"/>
          <w:szCs w:val="22"/>
        </w:rPr>
        <w:t>􀅌</w:t>
      </w:r>
      <w:r>
        <w:rPr>
          <w:sz w:val="22"/>
          <w:szCs w:val="22"/>
        </w:rPr>
        <w:t>er the ini</w:t>
      </w:r>
      <w:r>
        <w:rPr>
          <w:rFonts w:eastAsia="Calibri"/>
          <w:sz w:val="22"/>
          <w:szCs w:val="22"/>
        </w:rPr>
        <w:t>ti</w:t>
      </w:r>
      <w:r>
        <w:rPr>
          <w:sz w:val="22"/>
          <w:szCs w:val="22"/>
        </w:rPr>
        <w:t xml:space="preserve">al intake and comprehensive assessment. </w:t>
      </w:r>
    </w:p>
    <w:p w14:paraId="15EA1AFE" w14:textId="77777777" w:rsidR="00AA0C55" w:rsidRDefault="00AA0C55" w:rsidP="00AA0C55">
      <w:pPr>
        <w:pStyle w:val="Default"/>
        <w:numPr>
          <w:ilvl w:val="0"/>
          <w:numId w:val="31"/>
        </w:numPr>
        <w:rPr>
          <w:sz w:val="22"/>
          <w:szCs w:val="22"/>
        </w:rPr>
      </w:pPr>
      <w:r>
        <w:rPr>
          <w:sz w:val="22"/>
          <w:szCs w:val="22"/>
        </w:rPr>
        <w:t xml:space="preserve">Adult Day Health providers offering services through telehealth are required to have IT policies to meet HIPAA requirements, as well as a business associate agreement with either </w:t>
      </w:r>
      <w:proofErr w:type="gramStart"/>
      <w:r>
        <w:rPr>
          <w:sz w:val="22"/>
          <w:szCs w:val="22"/>
        </w:rPr>
        <w:t>Zoom</w:t>
      </w:r>
      <w:proofErr w:type="gramEnd"/>
      <w:r>
        <w:rPr>
          <w:sz w:val="22"/>
          <w:szCs w:val="22"/>
        </w:rPr>
        <w:t xml:space="preserve"> or Microso</w:t>
      </w:r>
      <w:r>
        <w:rPr>
          <w:rFonts w:eastAsia="Calibri"/>
          <w:sz w:val="22"/>
          <w:szCs w:val="22"/>
        </w:rPr>
        <w:t>ft</w:t>
      </w:r>
      <w:r>
        <w:rPr>
          <w:sz w:val="22"/>
          <w:szCs w:val="22"/>
        </w:rPr>
        <w:t xml:space="preserve"> Teams. These delivery methods have been approved by the WA HIPAA Compliance officer. </w:t>
      </w:r>
    </w:p>
    <w:p w14:paraId="511A4928" w14:textId="77777777" w:rsidR="00AA0C55" w:rsidRDefault="00AA0C55" w:rsidP="00AA0C55">
      <w:pPr>
        <w:pStyle w:val="Default"/>
        <w:numPr>
          <w:ilvl w:val="0"/>
          <w:numId w:val="31"/>
        </w:numPr>
        <w:rPr>
          <w:sz w:val="22"/>
          <w:szCs w:val="22"/>
        </w:rPr>
      </w:pPr>
      <w:r>
        <w:rPr>
          <w:sz w:val="22"/>
          <w:szCs w:val="22"/>
        </w:rPr>
        <w:t>Par</w:t>
      </w:r>
      <w:r>
        <w:rPr>
          <w:rFonts w:eastAsia="Calibri"/>
          <w:sz w:val="22"/>
          <w:szCs w:val="22"/>
        </w:rPr>
        <w:t>ti</w:t>
      </w:r>
      <w:r>
        <w:rPr>
          <w:sz w:val="22"/>
          <w:szCs w:val="22"/>
        </w:rPr>
        <w:t>cipant’s privacy will be protected by the Adult Day Health provider. The host of the telehealth mee</w:t>
      </w:r>
      <w:r>
        <w:rPr>
          <w:rFonts w:eastAsia="Calibri"/>
          <w:sz w:val="22"/>
          <w:szCs w:val="22"/>
        </w:rPr>
        <w:t>ti</w:t>
      </w:r>
      <w:r>
        <w:rPr>
          <w:sz w:val="22"/>
          <w:szCs w:val="22"/>
        </w:rPr>
        <w:t xml:space="preserve">ng (ADH staff) will also </w:t>
      </w:r>
      <w:proofErr w:type="gramStart"/>
      <w:r>
        <w:rPr>
          <w:sz w:val="22"/>
          <w:szCs w:val="22"/>
        </w:rPr>
        <w:t>have the ability to</w:t>
      </w:r>
      <w:proofErr w:type="gramEnd"/>
      <w:r>
        <w:rPr>
          <w:sz w:val="22"/>
          <w:szCs w:val="22"/>
        </w:rPr>
        <w:t xml:space="preserve"> turn off the par</w:t>
      </w:r>
      <w:r>
        <w:rPr>
          <w:rFonts w:eastAsia="Calibri"/>
          <w:sz w:val="22"/>
          <w:szCs w:val="22"/>
        </w:rPr>
        <w:t>ti</w:t>
      </w:r>
      <w:r>
        <w:rPr>
          <w:sz w:val="22"/>
          <w:szCs w:val="22"/>
        </w:rPr>
        <w:t>cipant’s camera to ensure there is no video camera/monitor in the bedroom or bathroom. The par</w:t>
      </w:r>
      <w:r>
        <w:rPr>
          <w:rFonts w:eastAsia="Calibri"/>
          <w:sz w:val="22"/>
          <w:szCs w:val="22"/>
        </w:rPr>
        <w:t>ti</w:t>
      </w:r>
      <w:r>
        <w:rPr>
          <w:sz w:val="22"/>
          <w:szCs w:val="22"/>
        </w:rPr>
        <w:t xml:space="preserve">cipant will have the ability to turn on or off the video camera/monitoring equipment at will. </w:t>
      </w:r>
    </w:p>
    <w:p w14:paraId="787556EC" w14:textId="77777777" w:rsidR="00AA0C55" w:rsidRDefault="00AA0C55" w:rsidP="00AA0C55">
      <w:pPr>
        <w:pStyle w:val="Default"/>
        <w:numPr>
          <w:ilvl w:val="0"/>
          <w:numId w:val="31"/>
        </w:numPr>
        <w:rPr>
          <w:sz w:val="22"/>
          <w:szCs w:val="22"/>
        </w:rPr>
      </w:pPr>
      <w:r>
        <w:rPr>
          <w:sz w:val="22"/>
          <w:szCs w:val="22"/>
        </w:rPr>
        <w:t>Par</w:t>
      </w:r>
      <w:r>
        <w:rPr>
          <w:rFonts w:eastAsia="Calibri"/>
          <w:sz w:val="22"/>
          <w:szCs w:val="22"/>
        </w:rPr>
        <w:t>ti</w:t>
      </w:r>
      <w:r>
        <w:rPr>
          <w:sz w:val="22"/>
          <w:szCs w:val="22"/>
        </w:rPr>
        <w:t>cipants will be offered group sessions for nutri</w:t>
      </w:r>
      <w:r>
        <w:rPr>
          <w:rFonts w:eastAsia="Calibri"/>
          <w:sz w:val="22"/>
          <w:szCs w:val="22"/>
        </w:rPr>
        <w:t>ti</w:t>
      </w:r>
      <w:r>
        <w:rPr>
          <w:sz w:val="22"/>
          <w:szCs w:val="22"/>
        </w:rPr>
        <w:t>onal training, presenta</w:t>
      </w:r>
      <w:r>
        <w:rPr>
          <w:rFonts w:eastAsia="Calibri"/>
          <w:sz w:val="22"/>
          <w:szCs w:val="22"/>
        </w:rPr>
        <w:t>ti</w:t>
      </w:r>
      <w:r>
        <w:rPr>
          <w:sz w:val="22"/>
          <w:szCs w:val="22"/>
        </w:rPr>
        <w:t>ons from local libraries, other community ac</w:t>
      </w:r>
      <w:r>
        <w:rPr>
          <w:rFonts w:eastAsia="Calibri"/>
          <w:sz w:val="22"/>
          <w:szCs w:val="22"/>
        </w:rPr>
        <w:t>ti</w:t>
      </w:r>
      <w:r>
        <w:rPr>
          <w:sz w:val="22"/>
          <w:szCs w:val="22"/>
        </w:rPr>
        <w:t>vi</w:t>
      </w:r>
      <w:r>
        <w:rPr>
          <w:rFonts w:eastAsia="Calibri"/>
          <w:sz w:val="22"/>
          <w:szCs w:val="22"/>
        </w:rPr>
        <w:t>ti</w:t>
      </w:r>
      <w:r>
        <w:rPr>
          <w:sz w:val="22"/>
          <w:szCs w:val="22"/>
        </w:rPr>
        <w:t>es, etc. through Zoom or Microso</w:t>
      </w:r>
      <w:r>
        <w:rPr>
          <w:rFonts w:eastAsia="Calibri"/>
          <w:sz w:val="22"/>
          <w:szCs w:val="22"/>
        </w:rPr>
        <w:t>ft</w:t>
      </w:r>
      <w:r>
        <w:rPr>
          <w:sz w:val="22"/>
          <w:szCs w:val="22"/>
        </w:rPr>
        <w:t xml:space="preserve"> Teams, in addi</w:t>
      </w:r>
      <w:r>
        <w:rPr>
          <w:rFonts w:eastAsia="Calibri"/>
          <w:sz w:val="22"/>
          <w:szCs w:val="22"/>
        </w:rPr>
        <w:t>ti</w:t>
      </w:r>
      <w:r>
        <w:rPr>
          <w:sz w:val="22"/>
          <w:szCs w:val="22"/>
        </w:rPr>
        <w:t xml:space="preserve">on to their one-on-one </w:t>
      </w:r>
      <w:r>
        <w:rPr>
          <w:rFonts w:eastAsia="Calibri"/>
          <w:sz w:val="22"/>
          <w:szCs w:val="22"/>
        </w:rPr>
        <w:t>ti</w:t>
      </w:r>
      <w:r>
        <w:rPr>
          <w:sz w:val="22"/>
          <w:szCs w:val="22"/>
        </w:rPr>
        <w:t xml:space="preserve">me for medical treatment. </w:t>
      </w:r>
    </w:p>
    <w:p w14:paraId="4894A24E" w14:textId="77777777" w:rsidR="00AA0C55" w:rsidRDefault="00AA0C55" w:rsidP="00AA0C55">
      <w:pPr>
        <w:pStyle w:val="Default"/>
        <w:numPr>
          <w:ilvl w:val="0"/>
          <w:numId w:val="31"/>
        </w:numPr>
        <w:rPr>
          <w:sz w:val="22"/>
          <w:szCs w:val="22"/>
        </w:rPr>
      </w:pPr>
      <w:r>
        <w:rPr>
          <w:sz w:val="22"/>
          <w:szCs w:val="22"/>
        </w:rPr>
        <w:lastRenderedPageBreak/>
        <w:t>The ini</w:t>
      </w:r>
      <w:r>
        <w:rPr>
          <w:rFonts w:eastAsia="Calibri"/>
          <w:sz w:val="22"/>
          <w:szCs w:val="22"/>
        </w:rPr>
        <w:t>ti</w:t>
      </w:r>
      <w:r>
        <w:rPr>
          <w:sz w:val="22"/>
          <w:szCs w:val="22"/>
        </w:rPr>
        <w:t>al intake and comprehensive assessment will evaluate tasks the par</w:t>
      </w:r>
      <w:r>
        <w:rPr>
          <w:rFonts w:eastAsia="Calibri"/>
          <w:sz w:val="22"/>
          <w:szCs w:val="22"/>
        </w:rPr>
        <w:t>ti</w:t>
      </w:r>
      <w:r>
        <w:rPr>
          <w:sz w:val="22"/>
          <w:szCs w:val="22"/>
        </w:rPr>
        <w:t>cipant is able to do without assistance. If the par</w:t>
      </w:r>
      <w:r>
        <w:rPr>
          <w:rFonts w:eastAsia="Calibri"/>
          <w:sz w:val="22"/>
          <w:szCs w:val="22"/>
        </w:rPr>
        <w:t>ti</w:t>
      </w:r>
      <w:r>
        <w:rPr>
          <w:sz w:val="22"/>
          <w:szCs w:val="22"/>
        </w:rPr>
        <w:t>cipant cannot follow instruc</w:t>
      </w:r>
      <w:r>
        <w:rPr>
          <w:rFonts w:eastAsia="Calibri"/>
          <w:sz w:val="22"/>
          <w:szCs w:val="22"/>
        </w:rPr>
        <w:t>ti</w:t>
      </w:r>
      <w:r>
        <w:rPr>
          <w:sz w:val="22"/>
          <w:szCs w:val="22"/>
        </w:rPr>
        <w:t xml:space="preserve">ons or cannot physically do what is asked without help and no help is available, then they would not be a candidate for telehealth services. </w:t>
      </w:r>
    </w:p>
    <w:p w14:paraId="09236CDF" w14:textId="77777777" w:rsidR="00AA0C55" w:rsidRDefault="00AA0C55" w:rsidP="00AA0C55">
      <w:pPr>
        <w:pStyle w:val="Default"/>
        <w:numPr>
          <w:ilvl w:val="0"/>
          <w:numId w:val="31"/>
        </w:numPr>
        <w:rPr>
          <w:sz w:val="22"/>
          <w:szCs w:val="22"/>
        </w:rPr>
      </w:pPr>
      <w:r>
        <w:rPr>
          <w:sz w:val="22"/>
          <w:szCs w:val="22"/>
        </w:rPr>
        <w:t>The ini</w:t>
      </w:r>
      <w:r>
        <w:rPr>
          <w:rFonts w:eastAsia="Calibri"/>
          <w:sz w:val="22"/>
          <w:szCs w:val="22"/>
        </w:rPr>
        <w:t>ti</w:t>
      </w:r>
      <w:r>
        <w:rPr>
          <w:sz w:val="22"/>
          <w:szCs w:val="22"/>
        </w:rPr>
        <w:t>al intake and comprehensive assessment will evaluate the par</w:t>
      </w:r>
      <w:r>
        <w:rPr>
          <w:rFonts w:eastAsia="Calibri"/>
          <w:sz w:val="22"/>
          <w:szCs w:val="22"/>
        </w:rPr>
        <w:t>ti</w:t>
      </w:r>
      <w:r>
        <w:rPr>
          <w:sz w:val="22"/>
          <w:szCs w:val="22"/>
        </w:rPr>
        <w:t>cipant’s and/or caregiver’s ability to use the required technology, and provide any training needed. The par</w:t>
      </w:r>
      <w:r>
        <w:rPr>
          <w:rFonts w:eastAsia="Calibri"/>
          <w:sz w:val="22"/>
          <w:szCs w:val="22"/>
        </w:rPr>
        <w:t>ti</w:t>
      </w:r>
      <w:r>
        <w:rPr>
          <w:sz w:val="22"/>
          <w:szCs w:val="22"/>
        </w:rPr>
        <w:t xml:space="preserve">cipant may also receive assistance learning the technology required for the telehealth delivery of this service through a Client Training contracted provider. </w:t>
      </w:r>
    </w:p>
    <w:p w14:paraId="2F145505" w14:textId="77777777" w:rsidR="00AA0C55" w:rsidRDefault="00AA0C55" w:rsidP="00AA0C55">
      <w:pPr>
        <w:pStyle w:val="ListParagraph"/>
        <w:numPr>
          <w:ilvl w:val="0"/>
          <w:numId w:val="31"/>
        </w:numPr>
        <w:contextualSpacing/>
      </w:pPr>
      <w:r>
        <w:t>Adult Day Health providers are required to have emergency protocols in place if staff are unable to reach a par</w:t>
      </w:r>
      <w:r>
        <w:rPr>
          <w:rFonts w:eastAsia="Calibri" w:cs="Calibri"/>
        </w:rPr>
        <w:t>ti</w:t>
      </w:r>
      <w:r>
        <w:t>cipant, as well as have staff trained on emergency situa</w:t>
      </w:r>
      <w:r>
        <w:rPr>
          <w:rFonts w:eastAsia="Calibri" w:cs="Calibri"/>
        </w:rPr>
        <w:t>ti</w:t>
      </w:r>
      <w:r>
        <w:t>ons that may occur during the telehealth session.</w:t>
      </w:r>
    </w:p>
    <w:p w14:paraId="3A0E6886" w14:textId="77777777" w:rsidR="00AA0C55" w:rsidRDefault="00AA0C55" w:rsidP="00AA0C55"/>
    <w:p w14:paraId="55CCB000" w14:textId="77777777" w:rsidR="00AA0C55" w:rsidRDefault="00AA0C55" w:rsidP="00AA0C55"/>
    <w:p w14:paraId="2888C93E" w14:textId="77777777" w:rsidR="00AA0C55" w:rsidRPr="00706DC3" w:rsidRDefault="00AA0C55" w:rsidP="00AA0C55">
      <w:pPr>
        <w:pStyle w:val="Heading3"/>
      </w:pPr>
      <w:bookmarkStart w:id="31" w:name="_Toc197961435"/>
      <w:r w:rsidRPr="00706DC3">
        <w:t>Negotiated Care Plan (NCP) Review</w:t>
      </w:r>
      <w:bookmarkEnd w:id="31"/>
    </w:p>
    <w:p w14:paraId="229D0FD0" w14:textId="77777777" w:rsidR="00AA0C55" w:rsidRDefault="00AA0C55" w:rsidP="00AA0C55">
      <w:r>
        <w:t xml:space="preserve">Rather than develop a preliminary service plan within the first 10 paid service days, the ADH center might choose to develop a negotiated care plan during this timeframe. Otherwise, they have 30 calendar days to develop the NCP.  </w:t>
      </w:r>
    </w:p>
    <w:p w14:paraId="7E74728E" w14:textId="77777777" w:rsidR="00AA0C55" w:rsidRDefault="00AA0C55" w:rsidP="00AA0C55"/>
    <w:p w14:paraId="545BA32D" w14:textId="77777777" w:rsidR="00AA0C55" w:rsidRDefault="00AA0C55" w:rsidP="00AA0C55">
      <w:r>
        <w:t>Every 90 days, the ADH provider must review each service and goal in the NCP to determine if skilled services are still required or sooner if the client’s condition changes.</w:t>
      </w:r>
    </w:p>
    <w:p w14:paraId="5A8FDD46" w14:textId="77777777" w:rsidR="00AA0C55" w:rsidRDefault="00AA0C55" w:rsidP="00AA0C55"/>
    <w:p w14:paraId="5C289DCB" w14:textId="77777777" w:rsidR="00AA0C55" w:rsidRDefault="00AA0C55" w:rsidP="00AA0C55">
      <w:r>
        <w:t>Care/case managers then review the NCP documentation for:</w:t>
      </w:r>
    </w:p>
    <w:p w14:paraId="1D3A6D02" w14:textId="77777777" w:rsidR="00AA0C55" w:rsidRDefault="00AA0C55" w:rsidP="00AA0C55">
      <w:pPr>
        <w:pStyle w:val="ListParagraph"/>
        <w:contextualSpacing/>
      </w:pPr>
      <w:r>
        <w:rPr>
          <w:noProof/>
        </w:rPr>
        <mc:AlternateContent>
          <mc:Choice Requires="wps">
            <w:drawing>
              <wp:anchor distT="0" distB="0" distL="114300" distR="114300" simplePos="0" relativeHeight="251682816" behindDoc="0" locked="0" layoutInCell="1" allowOverlap="1" wp14:anchorId="532D4324" wp14:editId="019189E6">
                <wp:simplePos x="0" y="0"/>
                <wp:positionH relativeFrom="margin">
                  <wp:posOffset>3905250</wp:posOffset>
                </wp:positionH>
                <wp:positionV relativeFrom="paragraph">
                  <wp:posOffset>10160</wp:posOffset>
                </wp:positionV>
                <wp:extent cx="2303145" cy="1595120"/>
                <wp:effectExtent l="0" t="0" r="20955" b="24130"/>
                <wp:wrapSquare wrapText="bothSides"/>
                <wp:docPr id="204964255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3145" cy="1595120"/>
                        </a:xfrm>
                        <a:prstGeom prst="rect">
                          <a:avLst/>
                        </a:prstGeom>
                        <a:solidFill>
                          <a:srgbClr val="72A331">
                            <a:alpha val="14902"/>
                          </a:srgbClr>
                        </a:solidFill>
                        <a:ln w="9525">
                          <a:solidFill>
                            <a:srgbClr val="000000"/>
                          </a:solidFill>
                          <a:miter lim="800000"/>
                          <a:headEnd/>
                          <a:tailEnd/>
                        </a:ln>
                      </wps:spPr>
                      <wps:txbx>
                        <w:txbxContent>
                          <w:p w14:paraId="2541E4F9" w14:textId="77777777" w:rsidR="00AA0C55" w:rsidRPr="00BF449D" w:rsidRDefault="00AA0C55" w:rsidP="00AA0C55">
                            <w:pPr>
                              <w:autoSpaceDE w:val="0"/>
                              <w:autoSpaceDN w:val="0"/>
                              <w:adjustRightInd w:val="0"/>
                              <w:rPr>
                                <w:rFonts w:cs="Arial"/>
                                <w:szCs w:val="24"/>
                              </w:rPr>
                            </w:pPr>
                            <w:r>
                              <w:rPr>
                                <w:rFonts w:cs="Arial"/>
                                <w:szCs w:val="24"/>
                              </w:rPr>
                              <w:t>The ADH must report any c</w:t>
                            </w:r>
                            <w:r w:rsidRPr="00BF449D">
                              <w:rPr>
                                <w:rFonts w:cs="Arial"/>
                                <w:szCs w:val="24"/>
                              </w:rPr>
                              <w:t xml:space="preserve">hanges in the client's condition or unanticipated absences of </w:t>
                            </w:r>
                            <w:r w:rsidRPr="001A7BE1">
                              <w:rPr>
                                <w:rFonts w:cs="Arial"/>
                                <w:b/>
                                <w:szCs w:val="24"/>
                              </w:rPr>
                              <w:t xml:space="preserve">more than 3 consecutive </w:t>
                            </w:r>
                            <w:r>
                              <w:rPr>
                                <w:rFonts w:cs="Arial"/>
                                <w:b/>
                                <w:szCs w:val="24"/>
                              </w:rPr>
                              <w:t>visits.</w:t>
                            </w:r>
                            <w:r>
                              <w:rPr>
                                <w:rFonts w:cs="Arial"/>
                                <w:szCs w:val="24"/>
                              </w:rPr>
                              <w:t xml:space="preserve">  Report to the </w:t>
                            </w:r>
                            <w:r w:rsidRPr="00BF449D">
                              <w:rPr>
                                <w:rFonts w:cs="Arial"/>
                                <w:szCs w:val="24"/>
                              </w:rPr>
                              <w:t xml:space="preserve">case manager </w:t>
                            </w:r>
                            <w:r>
                              <w:rPr>
                                <w:rFonts w:cs="Arial"/>
                                <w:szCs w:val="24"/>
                              </w:rPr>
                              <w:t xml:space="preserve">and they </w:t>
                            </w:r>
                            <w:r w:rsidRPr="00BF449D">
                              <w:rPr>
                                <w:rFonts w:cs="Arial"/>
                                <w:szCs w:val="24"/>
                              </w:rPr>
                              <w:t>will determine if any updates to the assessment, service pla</w:t>
                            </w:r>
                            <w:r>
                              <w:rPr>
                                <w:rFonts w:cs="Arial"/>
                                <w:szCs w:val="24"/>
                              </w:rPr>
                              <w:t>n, or authorization are needed.</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2D4324" id="_x0000_s1028" type="#_x0000_t202" style="position:absolute;left:0;text-align:left;margin-left:307.5pt;margin-top:.8pt;width:181.35pt;height:125.6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" fillcolor="#72a331">
                <v:fill opacity="9766f"/>
                <v:textbox inset=",7.2pt,,7.2pt">
                  <w:txbxContent>
                    <w:p w14:paraId="2541E4F9" w14:textId="77777777" w:rsidR="00AA0C55" w:rsidRPr="00BF449D" w:rsidRDefault="00AA0C55" w:rsidP="00AA0C55">
                      <w:pPr>
                        <w:autoSpaceDE w:val="0"/>
                        <w:autoSpaceDN w:val="0"/>
                        <w:adjustRightInd w:val="0"/>
                        <w:rPr>
                          <w:rFonts w:cs="Arial"/>
                          <w:szCs w:val="24"/>
                        </w:rPr>
                      </w:pPr>
                      <w:r>
                        <w:rPr>
                          <w:rFonts w:cs="Arial"/>
                          <w:szCs w:val="24"/>
                        </w:rPr>
                        <w:t>The ADH must report any c</w:t>
                      </w:r>
                      <w:r w:rsidRPr="00BF449D">
                        <w:rPr>
                          <w:rFonts w:cs="Arial"/>
                          <w:szCs w:val="24"/>
                        </w:rPr>
                        <w:t xml:space="preserve">hanges in the client's condition or unanticipated absences of </w:t>
                      </w:r>
                      <w:r w:rsidRPr="001A7BE1">
                        <w:rPr>
                          <w:rFonts w:cs="Arial"/>
                          <w:b/>
                          <w:szCs w:val="24"/>
                        </w:rPr>
                        <w:t xml:space="preserve">more than 3 consecutive </w:t>
                      </w:r>
                      <w:r>
                        <w:rPr>
                          <w:rFonts w:cs="Arial"/>
                          <w:b/>
                          <w:szCs w:val="24"/>
                        </w:rPr>
                        <w:t>visits.</w:t>
                      </w:r>
                      <w:r>
                        <w:rPr>
                          <w:rFonts w:cs="Arial"/>
                          <w:szCs w:val="24"/>
                        </w:rPr>
                        <w:t xml:space="preserve">  Report to the </w:t>
                      </w:r>
                      <w:r w:rsidRPr="00BF449D">
                        <w:rPr>
                          <w:rFonts w:cs="Arial"/>
                          <w:szCs w:val="24"/>
                        </w:rPr>
                        <w:t xml:space="preserve">case manager </w:t>
                      </w:r>
                      <w:r>
                        <w:rPr>
                          <w:rFonts w:cs="Arial"/>
                          <w:szCs w:val="24"/>
                        </w:rPr>
                        <w:t xml:space="preserve">and they </w:t>
                      </w:r>
                      <w:r w:rsidRPr="00BF449D">
                        <w:rPr>
                          <w:rFonts w:cs="Arial"/>
                          <w:szCs w:val="24"/>
                        </w:rPr>
                        <w:t>will determine if any updates to the assessment, service pla</w:t>
                      </w:r>
                      <w:r>
                        <w:rPr>
                          <w:rFonts w:cs="Arial"/>
                          <w:szCs w:val="24"/>
                        </w:rPr>
                        <w:t>n, or authorization are needed.</w:t>
                      </w:r>
                    </w:p>
                  </w:txbxContent>
                </v:textbox>
                <w10:wrap type="square" anchorx="margin"/>
              </v:shape>
            </w:pict>
          </mc:Fallback>
        </mc:AlternateContent>
      </w:r>
      <w:r>
        <w:t>Consistency with the client’s DSHS authorized service plan.</w:t>
      </w:r>
    </w:p>
    <w:p w14:paraId="6574ADA8" w14:textId="77777777" w:rsidR="00AA0C55" w:rsidRDefault="00AA0C55" w:rsidP="00AA0C55">
      <w:pPr>
        <w:pStyle w:val="ListParagraph"/>
        <w:contextualSpacing/>
      </w:pPr>
      <w:r>
        <w:t>ADS services assigned to the ADH are being provided.</w:t>
      </w:r>
    </w:p>
    <w:p w14:paraId="4836EE42" w14:textId="77777777" w:rsidR="00AA0C55" w:rsidRDefault="00AA0C55" w:rsidP="00AA0C55">
      <w:pPr>
        <w:pStyle w:val="ListParagraph"/>
        <w:contextualSpacing/>
      </w:pPr>
      <w:r>
        <w:t>Physician or other health care provider orders (obtained by the ADH provider) for skilled nursing services and/or rehabilitative therapy.</w:t>
      </w:r>
    </w:p>
    <w:p w14:paraId="7E5F26D9" w14:textId="77777777" w:rsidR="00AA0C55" w:rsidRDefault="00AA0C55" w:rsidP="00AA0C55">
      <w:pPr>
        <w:pStyle w:val="ListParagraph"/>
        <w:contextualSpacing/>
      </w:pPr>
      <w:r>
        <w:t xml:space="preserve">Client consented to </w:t>
      </w:r>
      <w:proofErr w:type="gramStart"/>
      <w:r>
        <w:t>following-up</w:t>
      </w:r>
      <w:proofErr w:type="gramEnd"/>
      <w:r>
        <w:t xml:space="preserve"> with the prescribing physician/health care provider for skilled services.</w:t>
      </w:r>
    </w:p>
    <w:p w14:paraId="236260F9" w14:textId="77777777" w:rsidR="00AA0C55" w:rsidRDefault="00AA0C55" w:rsidP="00AA0C55">
      <w:pPr>
        <w:pStyle w:val="ListParagraph"/>
        <w:contextualSpacing/>
      </w:pPr>
      <w:r>
        <w:t>Goals must not exceed 90 days from the date of signature and be:</w:t>
      </w:r>
    </w:p>
    <w:p w14:paraId="102EF9F7" w14:textId="77777777" w:rsidR="00AA0C55" w:rsidRDefault="00AA0C55" w:rsidP="00AA0C55">
      <w:pPr>
        <w:pStyle w:val="ListParagraph2"/>
        <w:ind w:left="1440" w:hanging="360"/>
        <w:contextualSpacing/>
      </w:pPr>
      <w:r>
        <w:t>Time Specific</w:t>
      </w:r>
    </w:p>
    <w:p w14:paraId="75383379" w14:textId="77777777" w:rsidR="00AA0C55" w:rsidRDefault="00AA0C55" w:rsidP="00AA0C55">
      <w:pPr>
        <w:pStyle w:val="ListParagraph2"/>
        <w:ind w:left="1440" w:hanging="360"/>
        <w:contextualSpacing/>
      </w:pPr>
      <w:r>
        <w:t>Measurable</w:t>
      </w:r>
    </w:p>
    <w:p w14:paraId="081B9263" w14:textId="77777777" w:rsidR="00AA0C55" w:rsidRDefault="00AA0C55" w:rsidP="00AA0C55">
      <w:pPr>
        <w:pStyle w:val="ListParagraph2"/>
        <w:ind w:left="1440" w:hanging="360"/>
        <w:contextualSpacing/>
      </w:pPr>
      <w:r>
        <w:t>Individualized</w:t>
      </w:r>
    </w:p>
    <w:p w14:paraId="24CB82F5" w14:textId="77777777" w:rsidR="00AA0C55" w:rsidRPr="0071639A" w:rsidRDefault="00AA0C55" w:rsidP="00AA0C55">
      <w:pPr>
        <w:pStyle w:val="ListParagraph"/>
        <w:contextualSpacing/>
      </w:pPr>
      <w:r>
        <w:t>Client’s choices and preferences regarding care and services received and how these preferences will be accommodated.</w:t>
      </w:r>
    </w:p>
    <w:p w14:paraId="2E6BC42D" w14:textId="77777777" w:rsidR="00AA0C55" w:rsidRDefault="00AA0C55" w:rsidP="00AA0C55">
      <w:pPr>
        <w:pStyle w:val="ListParagraph"/>
        <w:contextualSpacing/>
      </w:pPr>
      <w:r>
        <w:rPr>
          <w:u w:val="single"/>
        </w:rPr>
        <w:t>H</w:t>
      </w:r>
      <w:r w:rsidRPr="008C55DD">
        <w:rPr>
          <w:u w:val="single"/>
        </w:rPr>
        <w:t>ow</w:t>
      </w:r>
      <w:r>
        <w:t xml:space="preserve"> services and interventions provided by the ADH program meet the client’s identified needs along with the schedule of </w:t>
      </w:r>
      <w:r w:rsidRPr="008C55DD">
        <w:rPr>
          <w:u w:val="single"/>
        </w:rPr>
        <w:t>when</w:t>
      </w:r>
      <w:r>
        <w:t xml:space="preserve"> and by </w:t>
      </w:r>
      <w:r w:rsidRPr="008C55DD">
        <w:rPr>
          <w:u w:val="single"/>
        </w:rPr>
        <w:t>whom</w:t>
      </w:r>
      <w:r>
        <w:t xml:space="preserve"> they are or will be provided.</w:t>
      </w:r>
    </w:p>
    <w:p w14:paraId="7751BDA6" w14:textId="77777777" w:rsidR="00AA0C55" w:rsidRDefault="00AA0C55" w:rsidP="00AA0C55">
      <w:pPr>
        <w:pStyle w:val="ListParagraph"/>
        <w:contextualSpacing/>
      </w:pPr>
      <w:r>
        <w:t>Whether identified potential behavioral issues are documented and how they will be managed.</w:t>
      </w:r>
    </w:p>
    <w:p w14:paraId="15E57834" w14:textId="77777777" w:rsidR="00AA0C55" w:rsidRPr="00CA03C8" w:rsidRDefault="00AA0C55" w:rsidP="00AA0C55">
      <w:pPr>
        <w:pStyle w:val="ListParagraph"/>
        <w:contextualSpacing/>
      </w:pPr>
      <w:r>
        <w:t xml:space="preserve">Contingency plan(s) for responding to emergent care needs or other crises; </w:t>
      </w:r>
      <w:r w:rsidRPr="004177EC">
        <w:rPr>
          <w:b/>
          <w:i/>
        </w:rPr>
        <w:t>and</w:t>
      </w:r>
    </w:p>
    <w:p w14:paraId="1F410FC6" w14:textId="77777777" w:rsidR="00AA0C55" w:rsidRDefault="00AA0C55" w:rsidP="00AA0C55">
      <w:pPr>
        <w:pStyle w:val="ListParagraph"/>
        <w:contextualSpacing/>
      </w:pPr>
      <w:r>
        <w:t>Discharge or transfer plan.</w:t>
      </w:r>
    </w:p>
    <w:p w14:paraId="1E06F134" w14:textId="77777777" w:rsidR="00AA0C55" w:rsidRDefault="00AA0C55" w:rsidP="00AA0C55"/>
    <w:p w14:paraId="0B601C4E" w14:textId="77777777" w:rsidR="00AA0C55" w:rsidRDefault="00AA0C55" w:rsidP="00AA0C55">
      <w:r>
        <w:t>After review:</w:t>
      </w:r>
    </w:p>
    <w:p w14:paraId="012A8999" w14:textId="77777777" w:rsidR="00AA0C55" w:rsidRDefault="00AA0C55" w:rsidP="00AA0C55">
      <w:pPr>
        <w:pStyle w:val="ListParagraph"/>
        <w:numPr>
          <w:ilvl w:val="0"/>
          <w:numId w:val="26"/>
        </w:numPr>
        <w:contextualSpacing/>
      </w:pPr>
      <w:r>
        <w:lastRenderedPageBreak/>
        <w:t xml:space="preserve">Enter a SER note via the initial, annual, or significant change assessment in CARE documenting receipt and review of the NCP. </w:t>
      </w:r>
    </w:p>
    <w:p w14:paraId="57ED5AF8" w14:textId="77777777" w:rsidR="00AA0C55" w:rsidRDefault="00AA0C55" w:rsidP="00AA0C55">
      <w:pPr>
        <w:pStyle w:val="ListParagraph"/>
        <w:numPr>
          <w:ilvl w:val="0"/>
          <w:numId w:val="26"/>
        </w:numPr>
        <w:contextualSpacing/>
      </w:pPr>
      <w:r>
        <w:t xml:space="preserve">Send the client either the initial PAN or one specifically for ongoing ADH approval. </w:t>
      </w:r>
    </w:p>
    <w:p w14:paraId="47C7B243" w14:textId="77777777" w:rsidR="00AA0C55" w:rsidRDefault="00AA0C55" w:rsidP="00AA0C55"/>
    <w:p w14:paraId="530E954C" w14:textId="77777777" w:rsidR="00AA0C55" w:rsidRDefault="00AA0C55" w:rsidP="00AA0C55">
      <w:r>
        <w:t xml:space="preserve">Continued authorization of services indicates approval of the NCP. </w:t>
      </w:r>
    </w:p>
    <w:p w14:paraId="71826018" w14:textId="77777777" w:rsidR="00AA0C55" w:rsidRDefault="00AA0C55" w:rsidP="00AA0C55"/>
    <w:p w14:paraId="31AD709B" w14:textId="77777777" w:rsidR="00AA0C55" w:rsidRDefault="00AA0C55" w:rsidP="00AA0C55">
      <w:pPr>
        <w:pStyle w:val="Heading3"/>
      </w:pPr>
      <w:bookmarkStart w:id="32" w:name="_Toc197961436"/>
      <w:r>
        <w:t>ADH Service Authorization</w:t>
      </w:r>
      <w:bookmarkEnd w:id="32"/>
    </w:p>
    <w:p w14:paraId="65C5B5C2" w14:textId="77777777" w:rsidR="00AA0C55" w:rsidRDefault="00AA0C55" w:rsidP="00AA0C55">
      <w:r>
        <w:t xml:space="preserve">Authorize P1 payment for the intake evaluation plus 10 units of service for the trial period. This 10-day trial allows the ADH center to determine their ability to meet the client’s needs and develop a preliminary service plan. </w:t>
      </w:r>
    </w:p>
    <w:p w14:paraId="6CDAD04E" w14:textId="77777777" w:rsidR="00AA0C55" w:rsidRDefault="00AA0C55" w:rsidP="00AA0C55"/>
    <w:p w14:paraId="217631B4" w14:textId="77777777" w:rsidR="00AA0C55" w:rsidRDefault="00AA0C55" w:rsidP="00AA0C55">
      <w:r>
        <w:t>After receiving, reviewing, and approving the NCP and the client is eligible for ADH, approve P1 payment for a 12-month period. The Service Authorization must include:</w:t>
      </w:r>
    </w:p>
    <w:p w14:paraId="4E5D997C" w14:textId="77777777" w:rsidR="00AA0C55" w:rsidRDefault="00AA0C55" w:rsidP="00AA0C55">
      <w:pPr>
        <w:pStyle w:val="ListParagraph"/>
        <w:numPr>
          <w:ilvl w:val="0"/>
          <w:numId w:val="27"/>
        </w:numPr>
        <w:contextualSpacing/>
      </w:pPr>
      <w:r>
        <w:t>Name of the Center.</w:t>
      </w:r>
    </w:p>
    <w:p w14:paraId="77D614BE" w14:textId="77777777" w:rsidR="00AA0C55" w:rsidRDefault="00AA0C55" w:rsidP="00AA0C55">
      <w:pPr>
        <w:pStyle w:val="ListParagraph"/>
        <w:numPr>
          <w:ilvl w:val="0"/>
          <w:numId w:val="27"/>
        </w:numPr>
        <w:contextualSpacing/>
      </w:pPr>
      <w:r>
        <w:t>Number of attendance days/week.</w:t>
      </w:r>
    </w:p>
    <w:p w14:paraId="6AE6B009" w14:textId="77777777" w:rsidR="00AA0C55" w:rsidRDefault="00AA0C55" w:rsidP="00AA0C55">
      <w:pPr>
        <w:pStyle w:val="ListParagraph"/>
        <w:numPr>
          <w:ilvl w:val="0"/>
          <w:numId w:val="27"/>
        </w:numPr>
        <w:contextualSpacing/>
      </w:pPr>
      <w:r>
        <w:t>Nursing services and/or rehabilitative therapies to be provided.</w:t>
      </w:r>
    </w:p>
    <w:p w14:paraId="2EFC4294" w14:textId="77777777" w:rsidR="00AA0C55" w:rsidRDefault="00AA0C55" w:rsidP="00AA0C55">
      <w:pPr>
        <w:pStyle w:val="ListParagraph"/>
        <w:numPr>
          <w:ilvl w:val="0"/>
          <w:numId w:val="27"/>
        </w:numPr>
        <w:contextualSpacing/>
      </w:pPr>
      <w:r>
        <w:t>Authorization timeframe (start and end date).</w:t>
      </w:r>
    </w:p>
    <w:p w14:paraId="62FAE3BD" w14:textId="6155250F" w:rsidR="00AA0C55" w:rsidRDefault="00AA0C55" w:rsidP="007A2A11">
      <w:r>
        <w:t xml:space="preserve"> </w:t>
      </w:r>
    </w:p>
    <w:p w14:paraId="4DFFA200" w14:textId="77777777" w:rsidR="00AA0C55" w:rsidRDefault="00AA0C55" w:rsidP="00AA0C55">
      <w:pPr>
        <w:pStyle w:val="TableTitle"/>
      </w:pPr>
      <w:r>
        <w:t>Table 12.5</w:t>
      </w:r>
      <w:r>
        <w:tab/>
        <w:t xml:space="preserve">P1 Codes </w:t>
      </w:r>
    </w:p>
    <w:tbl>
      <w:tblPr>
        <w:tblStyle w:val="TableGrid"/>
        <w:tblW w:w="5935" w:type="dxa"/>
        <w:tblLook w:val="04A0" w:firstRow="1" w:lastRow="0" w:firstColumn="1" w:lastColumn="0" w:noHBand="0" w:noVBand="1"/>
      </w:tblPr>
      <w:tblGrid>
        <w:gridCol w:w="2425"/>
        <w:gridCol w:w="1710"/>
        <w:gridCol w:w="1800"/>
      </w:tblGrid>
      <w:tr w:rsidR="00AA0C55" w14:paraId="544076D1" w14:textId="77777777" w:rsidTr="007A2A11">
        <w:tc>
          <w:tcPr>
            <w:tcW w:w="2425" w:type="dxa"/>
            <w:shd w:val="clear" w:color="auto" w:fill="8D6198"/>
          </w:tcPr>
          <w:p w14:paraId="62F6B9C2" w14:textId="77777777" w:rsidR="00AA0C55" w:rsidRDefault="00AA0C55" w:rsidP="006913B9">
            <w:pPr>
              <w:pStyle w:val="TableHeader"/>
              <w:jc w:val="left"/>
            </w:pPr>
            <w:bookmarkStart w:id="33" w:name="_Toc193723596"/>
            <w:bookmarkStart w:id="34" w:name="_Toc197961437"/>
            <w:r>
              <w:t>ADH</w:t>
            </w:r>
            <w:bookmarkEnd w:id="33"/>
            <w:bookmarkEnd w:id="34"/>
          </w:p>
        </w:tc>
        <w:tc>
          <w:tcPr>
            <w:tcW w:w="1710" w:type="dxa"/>
            <w:tcBorders>
              <w:right w:val="single" w:sz="4" w:space="0" w:color="auto"/>
            </w:tcBorders>
            <w:shd w:val="clear" w:color="auto" w:fill="8D6198"/>
          </w:tcPr>
          <w:p w14:paraId="2E412690" w14:textId="77777777" w:rsidR="00AA0C55" w:rsidRDefault="00AA0C55" w:rsidP="006913B9">
            <w:pPr>
              <w:pStyle w:val="TableHeader"/>
            </w:pPr>
            <w:bookmarkStart w:id="35" w:name="_Toc193723597"/>
            <w:bookmarkStart w:id="36" w:name="_Toc197961438"/>
            <w:r>
              <w:t>COPES/RCL</w:t>
            </w:r>
            <w:bookmarkEnd w:id="35"/>
            <w:bookmarkEnd w:id="36"/>
            <w:r>
              <w:t xml:space="preserve"> </w:t>
            </w:r>
          </w:p>
        </w:tc>
        <w:tc>
          <w:tcPr>
            <w:tcW w:w="1800" w:type="dxa"/>
            <w:tcBorders>
              <w:right w:val="single" w:sz="4" w:space="0" w:color="auto"/>
            </w:tcBorders>
            <w:shd w:val="clear" w:color="auto" w:fill="8D6198"/>
          </w:tcPr>
          <w:p w14:paraId="1471290C" w14:textId="77777777" w:rsidR="00AA0C55" w:rsidRDefault="00AA0C55" w:rsidP="006913B9">
            <w:pPr>
              <w:pStyle w:val="TableHeader"/>
            </w:pPr>
            <w:bookmarkStart w:id="37" w:name="_Toc193723598"/>
            <w:bookmarkStart w:id="38" w:name="_Toc197961439"/>
            <w:r>
              <w:t>Modifier</w:t>
            </w:r>
            <w:bookmarkEnd w:id="37"/>
            <w:bookmarkEnd w:id="38"/>
          </w:p>
        </w:tc>
      </w:tr>
      <w:tr w:rsidR="00AA0C55" w14:paraId="1E02A3F8" w14:textId="77777777" w:rsidTr="006913B9">
        <w:trPr>
          <w:trHeight w:val="287"/>
        </w:trPr>
        <w:tc>
          <w:tcPr>
            <w:tcW w:w="2425" w:type="dxa"/>
          </w:tcPr>
          <w:p w14:paraId="481B1860" w14:textId="77777777" w:rsidR="00AA0C55" w:rsidRDefault="00AA0C55" w:rsidP="006913B9">
            <w:r>
              <w:t>Intake Evaluation*</w:t>
            </w:r>
          </w:p>
        </w:tc>
        <w:tc>
          <w:tcPr>
            <w:tcW w:w="1710" w:type="dxa"/>
            <w:tcBorders>
              <w:right w:val="single" w:sz="4" w:space="0" w:color="auto"/>
            </w:tcBorders>
          </w:tcPr>
          <w:p w14:paraId="5282FCA8" w14:textId="77777777" w:rsidR="00AA0C55" w:rsidRDefault="00AA0C55" w:rsidP="006913B9">
            <w:pPr>
              <w:jc w:val="center"/>
            </w:pPr>
            <w:r>
              <w:t>S5102</w:t>
            </w:r>
          </w:p>
        </w:tc>
        <w:tc>
          <w:tcPr>
            <w:tcW w:w="1800" w:type="dxa"/>
            <w:tcBorders>
              <w:right w:val="single" w:sz="4" w:space="0" w:color="auto"/>
            </w:tcBorders>
          </w:tcPr>
          <w:p w14:paraId="06239473" w14:textId="77777777" w:rsidR="00AA0C55" w:rsidRDefault="00AA0C55" w:rsidP="006913B9">
            <w:pPr>
              <w:jc w:val="center"/>
            </w:pPr>
            <w:r>
              <w:t>CG</w:t>
            </w:r>
          </w:p>
        </w:tc>
      </w:tr>
      <w:tr w:rsidR="00AA0C55" w14:paraId="0F1C2E7E" w14:textId="77777777" w:rsidTr="006913B9">
        <w:trPr>
          <w:trHeight w:val="287"/>
        </w:trPr>
        <w:tc>
          <w:tcPr>
            <w:tcW w:w="2425" w:type="dxa"/>
          </w:tcPr>
          <w:p w14:paraId="665930AA" w14:textId="77777777" w:rsidR="00AA0C55" w:rsidRDefault="00AA0C55" w:rsidP="006913B9">
            <w:r>
              <w:t>10-Day Trial Visit</w:t>
            </w:r>
          </w:p>
        </w:tc>
        <w:tc>
          <w:tcPr>
            <w:tcW w:w="1710" w:type="dxa"/>
            <w:tcBorders>
              <w:right w:val="single" w:sz="4" w:space="0" w:color="auto"/>
            </w:tcBorders>
          </w:tcPr>
          <w:p w14:paraId="06ACE638" w14:textId="77777777" w:rsidR="00AA0C55" w:rsidRDefault="00AA0C55" w:rsidP="006913B9">
            <w:pPr>
              <w:jc w:val="center"/>
            </w:pPr>
            <w:r>
              <w:t>S5102</w:t>
            </w:r>
          </w:p>
        </w:tc>
        <w:tc>
          <w:tcPr>
            <w:tcW w:w="1800" w:type="dxa"/>
            <w:tcBorders>
              <w:right w:val="single" w:sz="4" w:space="0" w:color="auto"/>
            </w:tcBorders>
          </w:tcPr>
          <w:p w14:paraId="32089A82" w14:textId="77777777" w:rsidR="00AA0C55" w:rsidRDefault="00AA0C55" w:rsidP="006913B9">
            <w:pPr>
              <w:jc w:val="center"/>
            </w:pPr>
            <w:r>
              <w:t>TG</w:t>
            </w:r>
          </w:p>
        </w:tc>
      </w:tr>
      <w:tr w:rsidR="00AA0C55" w14:paraId="5B8E398B" w14:textId="77777777" w:rsidTr="006913B9">
        <w:trPr>
          <w:trHeight w:val="287"/>
        </w:trPr>
        <w:tc>
          <w:tcPr>
            <w:tcW w:w="2425" w:type="dxa"/>
          </w:tcPr>
          <w:p w14:paraId="47305344" w14:textId="77777777" w:rsidR="00AA0C55" w:rsidRDefault="00AA0C55" w:rsidP="006913B9">
            <w:r>
              <w:t>10-Day Trial Visit RCL</w:t>
            </w:r>
          </w:p>
        </w:tc>
        <w:tc>
          <w:tcPr>
            <w:tcW w:w="1710" w:type="dxa"/>
            <w:tcBorders>
              <w:right w:val="single" w:sz="4" w:space="0" w:color="auto"/>
            </w:tcBorders>
          </w:tcPr>
          <w:p w14:paraId="23F73A16" w14:textId="77777777" w:rsidR="00AA0C55" w:rsidRDefault="00AA0C55" w:rsidP="006913B9">
            <w:pPr>
              <w:jc w:val="center"/>
            </w:pPr>
            <w:r>
              <w:t xml:space="preserve">S5102 </w:t>
            </w:r>
          </w:p>
        </w:tc>
        <w:tc>
          <w:tcPr>
            <w:tcW w:w="1800" w:type="dxa"/>
            <w:tcBorders>
              <w:right w:val="single" w:sz="4" w:space="0" w:color="auto"/>
            </w:tcBorders>
          </w:tcPr>
          <w:p w14:paraId="5E7C246C" w14:textId="77777777" w:rsidR="00AA0C55" w:rsidRDefault="00AA0C55" w:rsidP="006913B9">
            <w:pPr>
              <w:jc w:val="center"/>
            </w:pPr>
            <w:r>
              <w:t>U9</w:t>
            </w:r>
          </w:p>
        </w:tc>
      </w:tr>
      <w:tr w:rsidR="00AA0C55" w14:paraId="57AF404C" w14:textId="77777777" w:rsidTr="006913B9">
        <w:trPr>
          <w:trHeight w:val="68"/>
        </w:trPr>
        <w:tc>
          <w:tcPr>
            <w:tcW w:w="2425" w:type="dxa"/>
          </w:tcPr>
          <w:p w14:paraId="7A42826D" w14:textId="77777777" w:rsidR="00AA0C55" w:rsidRDefault="00AA0C55" w:rsidP="006913B9">
            <w:r>
              <w:t>Daily Rate (</w:t>
            </w:r>
            <w:proofErr w:type="gramStart"/>
            <w:r>
              <w:t>4 hour</w:t>
            </w:r>
            <w:proofErr w:type="gramEnd"/>
            <w:r>
              <w:t xml:space="preserve"> day)</w:t>
            </w:r>
          </w:p>
        </w:tc>
        <w:tc>
          <w:tcPr>
            <w:tcW w:w="1710" w:type="dxa"/>
            <w:tcBorders>
              <w:right w:val="single" w:sz="4" w:space="0" w:color="auto"/>
            </w:tcBorders>
          </w:tcPr>
          <w:p w14:paraId="6492963E" w14:textId="77777777" w:rsidR="00AA0C55" w:rsidRDefault="00AA0C55" w:rsidP="006913B9">
            <w:pPr>
              <w:jc w:val="center"/>
            </w:pPr>
            <w:r>
              <w:t>S5102</w:t>
            </w:r>
          </w:p>
        </w:tc>
        <w:tc>
          <w:tcPr>
            <w:tcW w:w="1800" w:type="dxa"/>
            <w:tcBorders>
              <w:right w:val="single" w:sz="4" w:space="0" w:color="auto"/>
            </w:tcBorders>
          </w:tcPr>
          <w:p w14:paraId="669AB218" w14:textId="77777777" w:rsidR="00AA0C55" w:rsidRDefault="00AA0C55" w:rsidP="006913B9">
            <w:pPr>
              <w:jc w:val="center"/>
            </w:pPr>
            <w:r>
              <w:t>TG</w:t>
            </w:r>
          </w:p>
        </w:tc>
      </w:tr>
    </w:tbl>
    <w:p w14:paraId="79428DEE" w14:textId="77777777" w:rsidR="00AA0C55" w:rsidRDefault="00AA0C55" w:rsidP="00AA0C55">
      <w:pPr>
        <w:widowControl w:val="0"/>
        <w:tabs>
          <w:tab w:val="left" w:pos="-1440"/>
          <w:tab w:val="left" w:pos="-720"/>
          <w:tab w:val="left" w:pos="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uppressAutoHyphens/>
        <w:rPr>
          <w:rFonts w:ascii="Arial" w:hAnsi="Arial" w:cs="Arial"/>
          <w:szCs w:val="24"/>
        </w:rPr>
      </w:pPr>
    </w:p>
    <w:p w14:paraId="094BDA00" w14:textId="77777777" w:rsidR="00AA0C55" w:rsidRDefault="00AA0C55" w:rsidP="00AA0C55">
      <w:r>
        <w:t xml:space="preserve">Current ADH rates are </w:t>
      </w:r>
      <w:hyperlink r:id="rId25" w:history="1">
        <w:r w:rsidRPr="00A06579">
          <w:rPr>
            <w:rStyle w:val="Hyperlink"/>
          </w:rPr>
          <w:t>here</w:t>
        </w:r>
      </w:hyperlink>
      <w:r>
        <w:t xml:space="preserve">. On July 1, 2024, there will be a 20% increase in Adult Day Services, please check for a new rate sheet at that time.  Transportation </w:t>
      </w:r>
      <w:r>
        <w:rPr>
          <w:b/>
          <w:i/>
        </w:rPr>
        <w:t xml:space="preserve">is </w:t>
      </w:r>
      <w:r>
        <w:t>paid for within the daily rate for ADH. Refer to the P1 manual for further information. Continue to use P1 to enter, authorize, change, and terminate payments.</w:t>
      </w:r>
    </w:p>
    <w:p w14:paraId="3DF6F343" w14:textId="77777777" w:rsidR="00AA0C55" w:rsidRDefault="00AA0C55" w:rsidP="00AA0C55">
      <w:pPr>
        <w:widowControl w:val="0"/>
        <w:tabs>
          <w:tab w:val="left" w:pos="-1440"/>
          <w:tab w:val="left" w:pos="-720"/>
          <w:tab w:val="left" w:pos="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uppressAutoHyphens/>
        <w:rPr>
          <w:rFonts w:asciiTheme="minorHAnsi" w:hAnsiTheme="minorHAnsi" w:cstheme="minorHAnsi"/>
          <w:szCs w:val="24"/>
        </w:rPr>
      </w:pPr>
    </w:p>
    <w:p w14:paraId="45DF3332" w14:textId="77777777" w:rsidR="00AA0C55" w:rsidRPr="001C7F59" w:rsidRDefault="00AA0C55" w:rsidP="00AA0C55">
      <w:pPr>
        <w:widowControl w:val="0"/>
        <w:tabs>
          <w:tab w:val="left" w:pos="-1440"/>
          <w:tab w:val="left" w:pos="-720"/>
          <w:tab w:val="left" w:pos="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uppressAutoHyphens/>
        <w:rPr>
          <w:rFonts w:asciiTheme="minorHAnsi" w:hAnsiTheme="minorHAnsi" w:cstheme="minorHAnsi"/>
          <w:szCs w:val="24"/>
        </w:rPr>
      </w:pPr>
      <w:r w:rsidRPr="001C7F59">
        <w:rPr>
          <w:rFonts w:asciiTheme="minorHAnsi" w:hAnsiTheme="minorHAnsi" w:cstheme="minorHAnsi"/>
          <w:szCs w:val="24"/>
        </w:rPr>
        <w:t xml:space="preserve">*Authorization for client intake is a onetime approval </w:t>
      </w:r>
      <w:r w:rsidRPr="001C7F59">
        <w:rPr>
          <w:rFonts w:asciiTheme="minorHAnsi" w:hAnsiTheme="minorHAnsi" w:cstheme="minorHAnsi"/>
          <w:b/>
          <w:szCs w:val="24"/>
        </w:rPr>
        <w:t>per attendance</w:t>
      </w:r>
      <w:r w:rsidRPr="001C7F59">
        <w:rPr>
          <w:rFonts w:asciiTheme="minorHAnsi" w:hAnsiTheme="minorHAnsi" w:cstheme="minorHAnsi"/>
          <w:szCs w:val="24"/>
        </w:rPr>
        <w:t xml:space="preserve"> cycle. If the client discharges from services for 6 months or longer then returns or has a significant change in their assessment the intake code authorization will need to be forced by the HQ Program Manager.</w:t>
      </w:r>
    </w:p>
    <w:p w14:paraId="1EBBE78C" w14:textId="77777777" w:rsidR="00AA0C55" w:rsidRPr="001C7F59" w:rsidRDefault="00AA0C55" w:rsidP="00AA0C55">
      <w:pPr>
        <w:widowControl w:val="0"/>
        <w:tabs>
          <w:tab w:val="left" w:pos="-1440"/>
          <w:tab w:val="left" w:pos="-720"/>
          <w:tab w:val="left" w:pos="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uppressAutoHyphens/>
        <w:rPr>
          <w:rFonts w:asciiTheme="minorHAnsi" w:hAnsiTheme="minorHAnsi" w:cstheme="minorHAnsi"/>
          <w:szCs w:val="24"/>
        </w:rPr>
      </w:pPr>
    </w:p>
    <w:p w14:paraId="29AEAC4B" w14:textId="77777777" w:rsidR="00AA0C55" w:rsidRDefault="00AA0C55" w:rsidP="00AA0C55">
      <w:r>
        <w:t>When terminating authorization for an Adult Family Home (AFH) client, send a notification to both the ADH and AFH provider. When terminating ADH based on ineligibility, list the effective date on the PAN 10 days later than the mailing. Clients should be given the opportunity to reduce the current number of attendance days to 1-2 days/week to ensure a successful and effective transition.</w:t>
      </w:r>
    </w:p>
    <w:p w14:paraId="2D148932" w14:textId="77777777" w:rsidR="00AA0C55" w:rsidRDefault="00AA0C55" w:rsidP="00AA0C55"/>
    <w:p w14:paraId="07E015BD" w14:textId="77777777" w:rsidR="00AA0C55" w:rsidRPr="00EB484E" w:rsidRDefault="00AA0C55" w:rsidP="00AA0C55">
      <w:pPr>
        <w:pStyle w:val="Heading3"/>
      </w:pPr>
      <w:bookmarkStart w:id="39" w:name="_Toc197961440"/>
      <w:r w:rsidRPr="00EB484E">
        <w:lastRenderedPageBreak/>
        <w:t>Assigning Needs to ADS Provider</w:t>
      </w:r>
      <w:bookmarkEnd w:id="39"/>
    </w:p>
    <w:p w14:paraId="3AAEAD95" w14:textId="77777777" w:rsidR="00AA0C55" w:rsidRDefault="00AA0C55" w:rsidP="00AA0C55">
      <w:r>
        <w:t>The ADS provider is considered an informal support and needs to be listed in CARE as providing the respective ADL tasks per the NCP.</w:t>
      </w:r>
    </w:p>
    <w:p w14:paraId="5A45F043" w14:textId="77777777" w:rsidR="00AA0C55" w:rsidRDefault="00AA0C55" w:rsidP="00AA0C55"/>
    <w:p w14:paraId="481F30F3" w14:textId="77777777" w:rsidR="00AA0C55" w:rsidRDefault="00AA0C55" w:rsidP="00AA0C55">
      <w:r>
        <w:t>Because the ADH provider is considered an unpaid caregiver, they need to be listed in collateral contacts on the CARE “Supports Screen”.  ADH is listed on the “Treatment Screen” with the provider type as ADH.</w:t>
      </w:r>
    </w:p>
    <w:p w14:paraId="6FA5C8B8" w14:textId="77777777" w:rsidR="00AA0C55" w:rsidRDefault="00AA0C55" w:rsidP="00AA0C55"/>
    <w:p w14:paraId="46123101" w14:textId="77777777" w:rsidR="00AA0C55" w:rsidRPr="00EB484E" w:rsidRDefault="00AA0C55" w:rsidP="00AA0C55">
      <w:pPr>
        <w:pStyle w:val="Heading3"/>
      </w:pPr>
      <w:bookmarkStart w:id="40" w:name="_Toc197961441"/>
      <w:r w:rsidRPr="00EB484E">
        <w:t>Transferring Client from HCS to the AAA</w:t>
      </w:r>
      <w:bookmarkEnd w:id="40"/>
    </w:p>
    <w:p w14:paraId="42EEDE70" w14:textId="77777777" w:rsidR="00AA0C55" w:rsidRDefault="00AA0C55" w:rsidP="00AA0C55">
      <w:r>
        <w:t>For new in-home or ADH-only clients: HCS will transfer the case to the AAA when it receives an acceptable preliminary NCP. Complete the ongoing PAN and P1 authorization then complete the transfer. See</w:t>
      </w:r>
      <w:hyperlink r:id="rId26" w:history="1">
        <w:r w:rsidRPr="00B143EB">
          <w:rPr>
            <w:rStyle w:val="Hyperlink"/>
          </w:rPr>
          <w:t xml:space="preserve"> Chapter 3</w:t>
        </w:r>
      </w:hyperlink>
      <w:r>
        <w:t xml:space="preserve"> on how to complete transfers.</w:t>
      </w:r>
    </w:p>
    <w:p w14:paraId="60D837D1" w14:textId="77777777" w:rsidR="00AA0C55" w:rsidRDefault="00AA0C55" w:rsidP="00AA0C55"/>
    <w:p w14:paraId="61E2318D" w14:textId="77777777" w:rsidR="00AA0C55" w:rsidRPr="007A2A11" w:rsidRDefault="00AA0C55" w:rsidP="00AA0C55">
      <w:pPr>
        <w:pStyle w:val="Heading2"/>
        <w:rPr>
          <w:color w:val="193F6F"/>
          <w:u w:val="single"/>
        </w:rPr>
      </w:pPr>
      <w:bookmarkStart w:id="41" w:name="_resources"/>
      <w:bookmarkStart w:id="42" w:name="_Toc197961442"/>
      <w:bookmarkEnd w:id="41"/>
      <w:r w:rsidRPr="007A2A11">
        <w:rPr>
          <w:color w:val="193F6F"/>
          <w:u w:val="single"/>
        </w:rPr>
        <w:t>Resources</w:t>
      </w:r>
      <w:bookmarkEnd w:id="42"/>
    </w:p>
    <w:p w14:paraId="3D93EC41" w14:textId="77777777" w:rsidR="00AA0C55" w:rsidRDefault="00AA0C55" w:rsidP="00AA0C55">
      <w:pPr>
        <w:pStyle w:val="Heading3"/>
      </w:pPr>
      <w:bookmarkStart w:id="43" w:name="_Toc197961443"/>
      <w:r>
        <w:t>Related WACs, RCWs and CMS Waivers</w:t>
      </w:r>
      <w:bookmarkEnd w:id="4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0"/>
        <w:gridCol w:w="7280"/>
      </w:tblGrid>
      <w:tr w:rsidR="00AA0C55" w14:paraId="5C87F5D9" w14:textId="77777777" w:rsidTr="006913B9">
        <w:tc>
          <w:tcPr>
            <w:tcW w:w="2070" w:type="dxa"/>
          </w:tcPr>
          <w:p w14:paraId="6EDB4104" w14:textId="77777777" w:rsidR="00AA0C55" w:rsidRDefault="00AA0C55" w:rsidP="006913B9">
            <w:hyperlink r:id="rId27" w:history="1">
              <w:r w:rsidRPr="007046D4">
                <w:rPr>
                  <w:rStyle w:val="Hyperlink"/>
                </w:rPr>
                <w:t>WAC-388-71-0702</w:t>
              </w:r>
            </w:hyperlink>
          </w:p>
        </w:tc>
        <w:tc>
          <w:tcPr>
            <w:tcW w:w="7280" w:type="dxa"/>
          </w:tcPr>
          <w:p w14:paraId="6C5A3AA0" w14:textId="77777777" w:rsidR="00AA0C55" w:rsidRDefault="00AA0C55" w:rsidP="006913B9">
            <w:r w:rsidRPr="007E32C2">
              <w:t>Adult Day Services</w:t>
            </w:r>
          </w:p>
        </w:tc>
      </w:tr>
      <w:tr w:rsidR="00AA0C55" w14:paraId="188B864E" w14:textId="77777777" w:rsidTr="006913B9">
        <w:tc>
          <w:tcPr>
            <w:tcW w:w="2070" w:type="dxa"/>
          </w:tcPr>
          <w:p w14:paraId="66EF6B0F" w14:textId="77777777" w:rsidR="00AA0C55" w:rsidRDefault="00AA0C55" w:rsidP="006913B9">
            <w:r>
              <w:rPr>
                <w:rStyle w:val="Hyperlink"/>
              </w:rPr>
              <w:t xml:space="preserve">WAC </w:t>
            </w:r>
            <w:hyperlink r:id="rId28" w:history="1">
              <w:r w:rsidRPr="00CA1053">
                <w:rPr>
                  <w:rStyle w:val="Hyperlink"/>
                </w:rPr>
                <w:t>388-71-0704</w:t>
              </w:r>
            </w:hyperlink>
          </w:p>
        </w:tc>
        <w:tc>
          <w:tcPr>
            <w:tcW w:w="7280" w:type="dxa"/>
          </w:tcPr>
          <w:p w14:paraId="09EB0781" w14:textId="77777777" w:rsidR="00AA0C55" w:rsidRDefault="00AA0C55" w:rsidP="006913B9">
            <w:r>
              <w:t>Adult Day Care</w:t>
            </w:r>
          </w:p>
        </w:tc>
      </w:tr>
      <w:tr w:rsidR="00AA0C55" w14:paraId="22D99105" w14:textId="77777777" w:rsidTr="006913B9">
        <w:tc>
          <w:tcPr>
            <w:tcW w:w="2070" w:type="dxa"/>
          </w:tcPr>
          <w:p w14:paraId="3BAC18C8" w14:textId="77777777" w:rsidR="00AA0C55" w:rsidRDefault="00AA0C55" w:rsidP="006913B9">
            <w:hyperlink r:id="rId29" w:history="1">
              <w:r w:rsidRPr="00960CD1">
                <w:rPr>
                  <w:rStyle w:val="Hyperlink"/>
                </w:rPr>
                <w:t>WAC 388-71-0706</w:t>
              </w:r>
            </w:hyperlink>
          </w:p>
        </w:tc>
        <w:tc>
          <w:tcPr>
            <w:tcW w:w="7280" w:type="dxa"/>
          </w:tcPr>
          <w:p w14:paraId="543F7E35" w14:textId="77777777" w:rsidR="00AA0C55" w:rsidRDefault="00AA0C55" w:rsidP="006913B9">
            <w:r>
              <w:t>Adult Day Health</w:t>
            </w:r>
          </w:p>
        </w:tc>
      </w:tr>
      <w:tr w:rsidR="00AA0C55" w14:paraId="314380DE" w14:textId="77777777" w:rsidTr="006913B9">
        <w:tc>
          <w:tcPr>
            <w:tcW w:w="2070" w:type="dxa"/>
          </w:tcPr>
          <w:p w14:paraId="0F9D3786" w14:textId="77777777" w:rsidR="00AA0C55" w:rsidRDefault="00AA0C55" w:rsidP="006913B9">
            <w:hyperlink r:id="rId30" w:history="1">
              <w:r w:rsidRPr="005E2DBA">
                <w:rPr>
                  <w:rStyle w:val="Hyperlink"/>
                </w:rPr>
                <w:t>WAC 388-71-0712</w:t>
              </w:r>
            </w:hyperlink>
          </w:p>
        </w:tc>
        <w:tc>
          <w:tcPr>
            <w:tcW w:w="7280" w:type="dxa"/>
          </w:tcPr>
          <w:p w14:paraId="1D67C6D4" w14:textId="77777777" w:rsidR="00AA0C55" w:rsidRDefault="00AA0C55" w:rsidP="006913B9">
            <w:r>
              <w:t xml:space="preserve">Skilled Nursing </w:t>
            </w:r>
          </w:p>
        </w:tc>
      </w:tr>
      <w:tr w:rsidR="00AA0C55" w14:paraId="5F58F36F" w14:textId="77777777" w:rsidTr="006913B9">
        <w:tc>
          <w:tcPr>
            <w:tcW w:w="2070" w:type="dxa"/>
          </w:tcPr>
          <w:p w14:paraId="05B393ED" w14:textId="77777777" w:rsidR="00AA0C55" w:rsidRDefault="00AA0C55" w:rsidP="006913B9">
            <w:hyperlink r:id="rId31" w:history="1">
              <w:r w:rsidRPr="00FC040B">
                <w:rPr>
                  <w:rStyle w:val="Hyperlink"/>
                </w:rPr>
                <w:t>WAC 388-71-0714</w:t>
              </w:r>
            </w:hyperlink>
          </w:p>
        </w:tc>
        <w:tc>
          <w:tcPr>
            <w:tcW w:w="7280" w:type="dxa"/>
          </w:tcPr>
          <w:p w14:paraId="553EA551" w14:textId="77777777" w:rsidR="00AA0C55" w:rsidRDefault="00AA0C55" w:rsidP="006913B9">
            <w:r w:rsidRPr="007E32C2">
              <w:t>Skilled Rehabilitative Therapy</w:t>
            </w:r>
          </w:p>
        </w:tc>
      </w:tr>
      <w:tr w:rsidR="00AA0C55" w14:paraId="22ACA112" w14:textId="77777777" w:rsidTr="006913B9">
        <w:tc>
          <w:tcPr>
            <w:tcW w:w="2070" w:type="dxa"/>
          </w:tcPr>
          <w:p w14:paraId="727FCF73" w14:textId="77777777" w:rsidR="00AA0C55" w:rsidRDefault="00AA0C55" w:rsidP="006913B9">
            <w:hyperlink r:id="rId32" w:history="1">
              <w:r w:rsidRPr="00216579">
                <w:rPr>
                  <w:rStyle w:val="Hyperlink"/>
                </w:rPr>
                <w:t>WAC 388-106-0805</w:t>
              </w:r>
            </w:hyperlink>
          </w:p>
        </w:tc>
        <w:tc>
          <w:tcPr>
            <w:tcW w:w="7280" w:type="dxa"/>
          </w:tcPr>
          <w:p w14:paraId="2C465EB9" w14:textId="77777777" w:rsidR="00AA0C55" w:rsidRDefault="00AA0C55" w:rsidP="006913B9">
            <w:r w:rsidRPr="007E32C2">
              <w:t>Adult Day Care Eligibility</w:t>
            </w:r>
          </w:p>
        </w:tc>
      </w:tr>
      <w:tr w:rsidR="00AA0C55" w14:paraId="699DF7F2" w14:textId="77777777" w:rsidTr="006913B9">
        <w:tc>
          <w:tcPr>
            <w:tcW w:w="2070" w:type="dxa"/>
          </w:tcPr>
          <w:p w14:paraId="53ABFC6A" w14:textId="77777777" w:rsidR="00AA0C55" w:rsidRDefault="00AA0C55" w:rsidP="006913B9">
            <w:hyperlink r:id="rId33" w:history="1">
              <w:r w:rsidRPr="00216579">
                <w:rPr>
                  <w:rStyle w:val="Hyperlink"/>
                </w:rPr>
                <w:t>WAC 388-106-0300</w:t>
              </w:r>
            </w:hyperlink>
          </w:p>
        </w:tc>
        <w:tc>
          <w:tcPr>
            <w:tcW w:w="7280" w:type="dxa"/>
          </w:tcPr>
          <w:p w14:paraId="07FF564A" w14:textId="77777777" w:rsidR="00AA0C55" w:rsidRDefault="00AA0C55" w:rsidP="006913B9">
            <w:r w:rsidRPr="007E32C2">
              <w:t>COPES Services</w:t>
            </w:r>
          </w:p>
        </w:tc>
      </w:tr>
    </w:tbl>
    <w:p w14:paraId="6C3DFF6A" w14:textId="77777777" w:rsidR="00AA0C55" w:rsidRPr="009B3952" w:rsidRDefault="00AA0C55" w:rsidP="00AA0C55">
      <w:pPr>
        <w:rPr>
          <w:rStyle w:val="Hyperlink"/>
        </w:rPr>
      </w:pPr>
      <w:r w:rsidRPr="0028237F">
        <w:rPr>
          <w:rStyle w:val="Hyperlink"/>
        </w:rPr>
        <w:t xml:space="preserve">  </w:t>
      </w:r>
    </w:p>
    <w:p w14:paraId="217C730E" w14:textId="77777777" w:rsidR="00AA0C55" w:rsidRPr="00F50BC7" w:rsidRDefault="00AA0C55" w:rsidP="00AA0C55">
      <w:pPr>
        <w:pStyle w:val="Heading4"/>
        <w:rPr>
          <w:color w:val="auto"/>
          <w:u w:val="single"/>
        </w:rPr>
      </w:pPr>
      <w:bookmarkStart w:id="44" w:name="_Standards_of_Nursing"/>
      <w:bookmarkEnd w:id="44"/>
      <w:r w:rsidRPr="00F50BC7">
        <w:rPr>
          <w:color w:val="auto"/>
          <w:u w:val="single"/>
        </w:rPr>
        <w:t>Standards of Nursing Conduct / Nurse Practice</w:t>
      </w:r>
    </w:p>
    <w:p w14:paraId="3E56A924" w14:textId="77777777" w:rsidR="00AA0C55" w:rsidRDefault="00AA0C55" w:rsidP="00AA0C55">
      <w:pPr>
        <w:tabs>
          <w:tab w:val="left" w:pos="2880"/>
        </w:tabs>
      </w:pPr>
      <w:proofErr w:type="gramStart"/>
      <w:r w:rsidRPr="005C4DE0">
        <w:t>Each individual</w:t>
      </w:r>
      <w:proofErr w:type="gramEnd"/>
      <w:r w:rsidRPr="005C4DE0">
        <w:t>, upon entering the practice of nursing, assumes a measure of responsibility and trust and the corresponding obligation to adhere to standards of nursing practice. You are individually responsible and accountable for the quality of nursing service you provide to clients.</w:t>
      </w:r>
    </w:p>
    <w:p w14:paraId="1DA3A7BE" w14:textId="77777777" w:rsidR="00AA0C55" w:rsidRDefault="00AA0C55" w:rsidP="00AA0C55">
      <w:pPr>
        <w:tabs>
          <w:tab w:val="left" w:pos="2880"/>
        </w:tabs>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5"/>
        <w:gridCol w:w="7285"/>
      </w:tblGrid>
      <w:tr w:rsidR="00AA0C55" w:rsidRPr="000A17D9" w14:paraId="09540189" w14:textId="77777777" w:rsidTr="006913B9">
        <w:tc>
          <w:tcPr>
            <w:tcW w:w="2065" w:type="dxa"/>
          </w:tcPr>
          <w:p w14:paraId="2A66D973" w14:textId="77777777" w:rsidR="00AA0C55" w:rsidRPr="000A17D9" w:rsidRDefault="00AA0C55" w:rsidP="006913B9">
            <w:hyperlink r:id="rId34" w:history="1">
              <w:r w:rsidRPr="000A17D9">
                <w:rPr>
                  <w:rStyle w:val="Hyperlink"/>
                </w:rPr>
                <w:t>18.79 RCW</w:t>
              </w:r>
            </w:hyperlink>
          </w:p>
        </w:tc>
        <w:tc>
          <w:tcPr>
            <w:tcW w:w="7285" w:type="dxa"/>
          </w:tcPr>
          <w:p w14:paraId="46B0D7CF" w14:textId="77777777" w:rsidR="00AA0C55" w:rsidRPr="000A17D9" w:rsidRDefault="00AA0C55" w:rsidP="006913B9">
            <w:r w:rsidRPr="000A17D9">
              <w:t>Nurse Practice Act</w:t>
            </w:r>
          </w:p>
        </w:tc>
      </w:tr>
      <w:tr w:rsidR="00AA0C55" w:rsidRPr="000A17D9" w14:paraId="78364225" w14:textId="77777777" w:rsidTr="006913B9">
        <w:tc>
          <w:tcPr>
            <w:tcW w:w="2065" w:type="dxa"/>
          </w:tcPr>
          <w:p w14:paraId="76CB965E" w14:textId="77777777" w:rsidR="00AA0C55" w:rsidRPr="000A17D9" w:rsidRDefault="00AA0C55" w:rsidP="006913B9">
            <w:hyperlink r:id="rId35" w:history="1">
              <w:r w:rsidRPr="000A17D9">
                <w:rPr>
                  <w:rStyle w:val="Hyperlink"/>
                </w:rPr>
                <w:t>18.130 RCW</w:t>
              </w:r>
            </w:hyperlink>
          </w:p>
        </w:tc>
        <w:tc>
          <w:tcPr>
            <w:tcW w:w="7285" w:type="dxa"/>
          </w:tcPr>
          <w:p w14:paraId="7B549DCA" w14:textId="77777777" w:rsidR="00AA0C55" w:rsidRPr="000A17D9" w:rsidRDefault="00AA0C55" w:rsidP="006913B9">
            <w:r w:rsidRPr="000A17D9">
              <w:t>Uniform Disciplinary Act</w:t>
            </w:r>
          </w:p>
        </w:tc>
      </w:tr>
      <w:tr w:rsidR="00AA0C55" w:rsidRPr="000A17D9" w14:paraId="35113CA2" w14:textId="77777777" w:rsidTr="006913B9">
        <w:tc>
          <w:tcPr>
            <w:tcW w:w="2065" w:type="dxa"/>
          </w:tcPr>
          <w:p w14:paraId="549477B5" w14:textId="77777777" w:rsidR="00AA0C55" w:rsidRPr="000A17D9" w:rsidRDefault="00AA0C55" w:rsidP="006913B9">
            <w:pPr>
              <w:rPr>
                <w:rStyle w:val="Hyperlink"/>
              </w:rPr>
            </w:pPr>
            <w:hyperlink r:id="rId36" w:history="1">
              <w:r w:rsidRPr="000A17D9">
                <w:rPr>
                  <w:rStyle w:val="Hyperlink"/>
                </w:rPr>
                <w:t>WAC 246-840-700</w:t>
              </w:r>
            </w:hyperlink>
            <w:r w:rsidRPr="000A17D9">
              <w:rPr>
                <w:rStyle w:val="Hyperlink"/>
              </w:rPr>
              <w:t xml:space="preserve"> </w:t>
            </w:r>
          </w:p>
        </w:tc>
        <w:tc>
          <w:tcPr>
            <w:tcW w:w="7285" w:type="dxa"/>
          </w:tcPr>
          <w:p w14:paraId="5EC134BE" w14:textId="77777777" w:rsidR="00AA0C55" w:rsidRPr="000A17D9" w:rsidRDefault="00AA0C55" w:rsidP="006913B9">
            <w:r w:rsidRPr="000A17D9">
              <w:t>Standards of nursing conduct or practice</w:t>
            </w:r>
          </w:p>
        </w:tc>
      </w:tr>
      <w:tr w:rsidR="00AA0C55" w:rsidRPr="000A17D9" w14:paraId="647B15AD" w14:textId="77777777" w:rsidTr="006913B9">
        <w:tc>
          <w:tcPr>
            <w:tcW w:w="2065" w:type="dxa"/>
          </w:tcPr>
          <w:p w14:paraId="714FE3FF" w14:textId="77777777" w:rsidR="00AA0C55" w:rsidRPr="000A17D9" w:rsidRDefault="00AA0C55" w:rsidP="006913B9">
            <w:pPr>
              <w:rPr>
                <w:rStyle w:val="Hyperlink"/>
              </w:rPr>
            </w:pPr>
            <w:hyperlink r:id="rId37" w:history="1">
              <w:r w:rsidRPr="000A17D9">
                <w:rPr>
                  <w:rStyle w:val="Hyperlink"/>
                </w:rPr>
                <w:t>WAC 246-840-710</w:t>
              </w:r>
            </w:hyperlink>
          </w:p>
        </w:tc>
        <w:tc>
          <w:tcPr>
            <w:tcW w:w="7285" w:type="dxa"/>
          </w:tcPr>
          <w:p w14:paraId="20EAA2FA" w14:textId="77777777" w:rsidR="00AA0C55" w:rsidRPr="000A17D9" w:rsidRDefault="00AA0C55" w:rsidP="006913B9">
            <w:r w:rsidRPr="000A17D9">
              <w:t>Violations of standards of nursing conduct or practice</w:t>
            </w:r>
          </w:p>
        </w:tc>
      </w:tr>
    </w:tbl>
    <w:p w14:paraId="60FB8B47" w14:textId="77777777" w:rsidR="00AA0C55" w:rsidRDefault="00AA0C55" w:rsidP="00AA0C55">
      <w:pPr>
        <w:rPr>
          <w:rFonts w:asciiTheme="majorHAnsi" w:eastAsiaTheme="majorEastAsia" w:hAnsiTheme="majorHAnsi" w:cstheme="majorBidi"/>
          <w:b/>
          <w:i/>
          <w:iCs/>
          <w:color w:val="005CAB"/>
          <w:sz w:val="24"/>
        </w:rPr>
      </w:pPr>
    </w:p>
    <w:p w14:paraId="2D1AFF2E" w14:textId="77777777" w:rsidR="00AA0C55" w:rsidRPr="007A2A11" w:rsidRDefault="00AA0C55" w:rsidP="00AA0C55">
      <w:pPr>
        <w:pStyle w:val="Heading2"/>
        <w:rPr>
          <w:color w:val="193F6F"/>
        </w:rPr>
      </w:pPr>
      <w:bookmarkStart w:id="45" w:name="_Toc197961444"/>
      <w:r w:rsidRPr="007A2A11">
        <w:rPr>
          <w:color w:val="193F6F"/>
        </w:rPr>
        <w:t>Acronyms</w:t>
      </w:r>
      <w:bookmarkEnd w:id="4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
        <w:gridCol w:w="8365"/>
      </w:tblGrid>
      <w:tr w:rsidR="00AA0C55" w14:paraId="0EBB61BD" w14:textId="77777777" w:rsidTr="006913B9">
        <w:tc>
          <w:tcPr>
            <w:tcW w:w="985" w:type="dxa"/>
          </w:tcPr>
          <w:p w14:paraId="7FBC601F" w14:textId="77777777" w:rsidR="00AA0C55" w:rsidRDefault="00AA0C55" w:rsidP="006913B9">
            <w:r>
              <w:t>AAA</w:t>
            </w:r>
          </w:p>
        </w:tc>
        <w:tc>
          <w:tcPr>
            <w:tcW w:w="8365" w:type="dxa"/>
          </w:tcPr>
          <w:p w14:paraId="78C09259" w14:textId="77777777" w:rsidR="00AA0C55" w:rsidRDefault="00AA0C55" w:rsidP="006913B9">
            <w:r>
              <w:t>Area Agency on Aging</w:t>
            </w:r>
          </w:p>
        </w:tc>
      </w:tr>
      <w:tr w:rsidR="00AA0C55" w14:paraId="2337936A" w14:textId="77777777" w:rsidTr="006913B9">
        <w:tc>
          <w:tcPr>
            <w:tcW w:w="985" w:type="dxa"/>
          </w:tcPr>
          <w:p w14:paraId="45A13772" w14:textId="77777777" w:rsidR="00AA0C55" w:rsidRDefault="00AA0C55" w:rsidP="006913B9">
            <w:r>
              <w:t>ADC</w:t>
            </w:r>
          </w:p>
        </w:tc>
        <w:tc>
          <w:tcPr>
            <w:tcW w:w="8365" w:type="dxa"/>
          </w:tcPr>
          <w:p w14:paraId="54D8FB90" w14:textId="77777777" w:rsidR="00AA0C55" w:rsidRDefault="00AA0C55" w:rsidP="006913B9">
            <w:r>
              <w:t>Adult Day Care</w:t>
            </w:r>
          </w:p>
        </w:tc>
      </w:tr>
      <w:tr w:rsidR="00AA0C55" w14:paraId="276E0B01" w14:textId="77777777" w:rsidTr="006913B9">
        <w:tc>
          <w:tcPr>
            <w:tcW w:w="985" w:type="dxa"/>
          </w:tcPr>
          <w:p w14:paraId="261F03A7" w14:textId="77777777" w:rsidR="00AA0C55" w:rsidRDefault="00AA0C55" w:rsidP="006913B9">
            <w:r>
              <w:t>ADH</w:t>
            </w:r>
          </w:p>
        </w:tc>
        <w:tc>
          <w:tcPr>
            <w:tcW w:w="8365" w:type="dxa"/>
          </w:tcPr>
          <w:p w14:paraId="0EDBF5B6" w14:textId="77777777" w:rsidR="00AA0C55" w:rsidRDefault="00AA0C55" w:rsidP="006913B9">
            <w:r>
              <w:t>Adult Day Health</w:t>
            </w:r>
          </w:p>
        </w:tc>
      </w:tr>
      <w:tr w:rsidR="00AA0C55" w14:paraId="04AA7CFB" w14:textId="77777777" w:rsidTr="006913B9">
        <w:tc>
          <w:tcPr>
            <w:tcW w:w="985" w:type="dxa"/>
          </w:tcPr>
          <w:p w14:paraId="43A8EE91" w14:textId="77777777" w:rsidR="00AA0C55" w:rsidRDefault="00AA0C55" w:rsidP="006913B9">
            <w:r>
              <w:t>ADL</w:t>
            </w:r>
          </w:p>
        </w:tc>
        <w:tc>
          <w:tcPr>
            <w:tcW w:w="8365" w:type="dxa"/>
          </w:tcPr>
          <w:p w14:paraId="42D51C46" w14:textId="77777777" w:rsidR="00AA0C55" w:rsidRDefault="00AA0C55" w:rsidP="006913B9">
            <w:r>
              <w:t>Activities of Daily Living</w:t>
            </w:r>
          </w:p>
        </w:tc>
      </w:tr>
      <w:tr w:rsidR="00AA0C55" w14:paraId="7CE462E9" w14:textId="77777777" w:rsidTr="006913B9">
        <w:tc>
          <w:tcPr>
            <w:tcW w:w="985" w:type="dxa"/>
          </w:tcPr>
          <w:p w14:paraId="1B894A9B" w14:textId="77777777" w:rsidR="00AA0C55" w:rsidRDefault="00AA0C55" w:rsidP="006913B9">
            <w:r>
              <w:t>ADS</w:t>
            </w:r>
          </w:p>
        </w:tc>
        <w:tc>
          <w:tcPr>
            <w:tcW w:w="8365" w:type="dxa"/>
          </w:tcPr>
          <w:p w14:paraId="7CFFD03B" w14:textId="77777777" w:rsidR="00AA0C55" w:rsidRDefault="00AA0C55" w:rsidP="006913B9">
            <w:r>
              <w:t>Adult Day Services</w:t>
            </w:r>
          </w:p>
        </w:tc>
      </w:tr>
      <w:tr w:rsidR="00AA0C55" w14:paraId="772EBCE1" w14:textId="77777777" w:rsidTr="006913B9">
        <w:tc>
          <w:tcPr>
            <w:tcW w:w="985" w:type="dxa"/>
          </w:tcPr>
          <w:p w14:paraId="60B39208" w14:textId="77777777" w:rsidR="00AA0C55" w:rsidRDefault="00AA0C55" w:rsidP="006913B9">
            <w:r>
              <w:lastRenderedPageBreak/>
              <w:t>AFH</w:t>
            </w:r>
          </w:p>
        </w:tc>
        <w:tc>
          <w:tcPr>
            <w:tcW w:w="8365" w:type="dxa"/>
          </w:tcPr>
          <w:p w14:paraId="63F633D1" w14:textId="77777777" w:rsidR="00AA0C55" w:rsidRDefault="00AA0C55" w:rsidP="006913B9">
            <w:r>
              <w:t>Adult Family Home</w:t>
            </w:r>
          </w:p>
        </w:tc>
      </w:tr>
      <w:tr w:rsidR="00AA0C55" w14:paraId="6A8D04AC" w14:textId="77777777" w:rsidTr="006913B9">
        <w:tc>
          <w:tcPr>
            <w:tcW w:w="985" w:type="dxa"/>
          </w:tcPr>
          <w:p w14:paraId="5710E96A" w14:textId="77777777" w:rsidR="00AA0C55" w:rsidRDefault="00AA0C55" w:rsidP="006913B9">
            <w:r>
              <w:t>ALF</w:t>
            </w:r>
          </w:p>
        </w:tc>
        <w:tc>
          <w:tcPr>
            <w:tcW w:w="8365" w:type="dxa"/>
          </w:tcPr>
          <w:p w14:paraId="3ED77414" w14:textId="77777777" w:rsidR="00AA0C55" w:rsidRDefault="00AA0C55" w:rsidP="006913B9">
            <w:r>
              <w:t>Assisted Living Facility</w:t>
            </w:r>
          </w:p>
        </w:tc>
      </w:tr>
      <w:tr w:rsidR="00AA0C55" w14:paraId="3F07E99B" w14:textId="77777777" w:rsidTr="006913B9">
        <w:tc>
          <w:tcPr>
            <w:tcW w:w="985" w:type="dxa"/>
          </w:tcPr>
          <w:p w14:paraId="3EF9196B" w14:textId="77777777" w:rsidR="00AA0C55" w:rsidRDefault="00AA0C55" w:rsidP="006913B9">
            <w:r>
              <w:t>CARE</w:t>
            </w:r>
          </w:p>
        </w:tc>
        <w:tc>
          <w:tcPr>
            <w:tcW w:w="8365" w:type="dxa"/>
          </w:tcPr>
          <w:p w14:paraId="7550FD07" w14:textId="77777777" w:rsidR="00AA0C55" w:rsidRDefault="00AA0C55" w:rsidP="006913B9">
            <w:r w:rsidRPr="00960CD1">
              <w:t>Comprehensive Assessment and Reporting Evaluation</w:t>
            </w:r>
          </w:p>
        </w:tc>
      </w:tr>
      <w:tr w:rsidR="00AA0C55" w14:paraId="21BAE960" w14:textId="77777777" w:rsidTr="006913B9">
        <w:tc>
          <w:tcPr>
            <w:tcW w:w="985" w:type="dxa"/>
          </w:tcPr>
          <w:p w14:paraId="2D99C716" w14:textId="77777777" w:rsidR="00AA0C55" w:rsidRDefault="00AA0C55" w:rsidP="006913B9">
            <w:r>
              <w:t>CFC</w:t>
            </w:r>
          </w:p>
        </w:tc>
        <w:tc>
          <w:tcPr>
            <w:tcW w:w="8365" w:type="dxa"/>
          </w:tcPr>
          <w:p w14:paraId="7F77606B" w14:textId="77777777" w:rsidR="00AA0C55" w:rsidRPr="00960CD1" w:rsidRDefault="00AA0C55" w:rsidP="006913B9">
            <w:r>
              <w:t>Community First Choice</w:t>
            </w:r>
          </w:p>
        </w:tc>
      </w:tr>
      <w:tr w:rsidR="00AA0C55" w14:paraId="7F0B4BAB" w14:textId="77777777" w:rsidTr="006913B9">
        <w:tc>
          <w:tcPr>
            <w:tcW w:w="985" w:type="dxa"/>
          </w:tcPr>
          <w:p w14:paraId="1A97CF22" w14:textId="77777777" w:rsidR="00AA0C55" w:rsidRDefault="00AA0C55" w:rsidP="006913B9">
            <w:r>
              <w:t>COPES</w:t>
            </w:r>
          </w:p>
        </w:tc>
        <w:tc>
          <w:tcPr>
            <w:tcW w:w="8365" w:type="dxa"/>
          </w:tcPr>
          <w:p w14:paraId="4CF21B3A" w14:textId="77777777" w:rsidR="00AA0C55" w:rsidRDefault="00AA0C55" w:rsidP="006913B9">
            <w:r>
              <w:t>Community Options Program Entry System</w:t>
            </w:r>
          </w:p>
        </w:tc>
      </w:tr>
      <w:tr w:rsidR="00AA0C55" w14:paraId="440B7EB3" w14:textId="77777777" w:rsidTr="006913B9">
        <w:tc>
          <w:tcPr>
            <w:tcW w:w="985" w:type="dxa"/>
          </w:tcPr>
          <w:p w14:paraId="6F62E9E3" w14:textId="77777777" w:rsidR="00AA0C55" w:rsidRDefault="00AA0C55" w:rsidP="006913B9">
            <w:r>
              <w:t>DSHS</w:t>
            </w:r>
          </w:p>
        </w:tc>
        <w:tc>
          <w:tcPr>
            <w:tcW w:w="8365" w:type="dxa"/>
          </w:tcPr>
          <w:p w14:paraId="40B39297" w14:textId="77777777" w:rsidR="00AA0C55" w:rsidRDefault="00AA0C55" w:rsidP="006913B9">
            <w:r>
              <w:t>Department of Social and Health Services</w:t>
            </w:r>
          </w:p>
        </w:tc>
      </w:tr>
      <w:tr w:rsidR="00AA0C55" w14:paraId="58EED2DB" w14:textId="77777777" w:rsidTr="006913B9">
        <w:tc>
          <w:tcPr>
            <w:tcW w:w="985" w:type="dxa"/>
          </w:tcPr>
          <w:p w14:paraId="08087CB0" w14:textId="77777777" w:rsidR="00AA0C55" w:rsidRDefault="00AA0C55" w:rsidP="006913B9">
            <w:r>
              <w:t>HCS</w:t>
            </w:r>
          </w:p>
        </w:tc>
        <w:tc>
          <w:tcPr>
            <w:tcW w:w="8365" w:type="dxa"/>
          </w:tcPr>
          <w:p w14:paraId="48A40F61" w14:textId="77777777" w:rsidR="00AA0C55" w:rsidRDefault="00AA0C55" w:rsidP="006913B9">
            <w:r>
              <w:t>Home and Community Services</w:t>
            </w:r>
          </w:p>
        </w:tc>
      </w:tr>
      <w:tr w:rsidR="00AA0C55" w14:paraId="7EC19145" w14:textId="77777777" w:rsidTr="006913B9">
        <w:tc>
          <w:tcPr>
            <w:tcW w:w="985" w:type="dxa"/>
          </w:tcPr>
          <w:p w14:paraId="5D1BF47F" w14:textId="77777777" w:rsidR="00AA0C55" w:rsidRDefault="00AA0C55" w:rsidP="006913B9">
            <w:r>
              <w:t>HIU</w:t>
            </w:r>
          </w:p>
        </w:tc>
        <w:tc>
          <w:tcPr>
            <w:tcW w:w="8365" w:type="dxa"/>
          </w:tcPr>
          <w:p w14:paraId="147F9D48" w14:textId="77777777" w:rsidR="00AA0C55" w:rsidRDefault="00AA0C55" w:rsidP="006913B9">
            <w:r>
              <w:t>Hub Imaging Unit</w:t>
            </w:r>
          </w:p>
        </w:tc>
      </w:tr>
      <w:tr w:rsidR="00AA0C55" w14:paraId="64FDE98E" w14:textId="77777777" w:rsidTr="006913B9">
        <w:tc>
          <w:tcPr>
            <w:tcW w:w="985" w:type="dxa"/>
          </w:tcPr>
          <w:p w14:paraId="62EEF428" w14:textId="77777777" w:rsidR="00AA0C55" w:rsidRDefault="00AA0C55" w:rsidP="006913B9">
            <w:r>
              <w:t>NCP</w:t>
            </w:r>
          </w:p>
        </w:tc>
        <w:tc>
          <w:tcPr>
            <w:tcW w:w="8365" w:type="dxa"/>
          </w:tcPr>
          <w:p w14:paraId="0419988C" w14:textId="77777777" w:rsidR="00AA0C55" w:rsidRDefault="00AA0C55" w:rsidP="006913B9">
            <w:r>
              <w:t>Negotiated Care Plan</w:t>
            </w:r>
          </w:p>
        </w:tc>
      </w:tr>
      <w:tr w:rsidR="00AA0C55" w14:paraId="19C96400" w14:textId="77777777" w:rsidTr="006913B9">
        <w:tc>
          <w:tcPr>
            <w:tcW w:w="985" w:type="dxa"/>
          </w:tcPr>
          <w:p w14:paraId="7BF5DD5A" w14:textId="77777777" w:rsidR="00AA0C55" w:rsidRDefault="00AA0C55" w:rsidP="006913B9">
            <w:r>
              <w:t>P1</w:t>
            </w:r>
          </w:p>
        </w:tc>
        <w:tc>
          <w:tcPr>
            <w:tcW w:w="8365" w:type="dxa"/>
          </w:tcPr>
          <w:p w14:paraId="2239ADB3" w14:textId="77777777" w:rsidR="00AA0C55" w:rsidRDefault="00AA0C55" w:rsidP="006913B9">
            <w:r>
              <w:t>ProviderOne</w:t>
            </w:r>
          </w:p>
        </w:tc>
      </w:tr>
      <w:tr w:rsidR="00AA0C55" w14:paraId="32EEAD49" w14:textId="77777777" w:rsidTr="006913B9">
        <w:tc>
          <w:tcPr>
            <w:tcW w:w="985" w:type="dxa"/>
          </w:tcPr>
          <w:p w14:paraId="5E0E21C6" w14:textId="77777777" w:rsidR="00AA0C55" w:rsidRDefault="00AA0C55" w:rsidP="006913B9">
            <w:r>
              <w:t>PAN</w:t>
            </w:r>
          </w:p>
        </w:tc>
        <w:tc>
          <w:tcPr>
            <w:tcW w:w="8365" w:type="dxa"/>
          </w:tcPr>
          <w:p w14:paraId="5F329799" w14:textId="77777777" w:rsidR="00AA0C55" w:rsidRDefault="00AA0C55" w:rsidP="006913B9">
            <w:r>
              <w:t>Planned Action Notice</w:t>
            </w:r>
          </w:p>
        </w:tc>
      </w:tr>
      <w:tr w:rsidR="00AA0C55" w14:paraId="10F8351D" w14:textId="77777777" w:rsidTr="006913B9">
        <w:tc>
          <w:tcPr>
            <w:tcW w:w="985" w:type="dxa"/>
          </w:tcPr>
          <w:p w14:paraId="097AA828" w14:textId="77777777" w:rsidR="00AA0C55" w:rsidRDefault="00AA0C55" w:rsidP="006913B9">
            <w:r>
              <w:t>RCL</w:t>
            </w:r>
          </w:p>
        </w:tc>
        <w:tc>
          <w:tcPr>
            <w:tcW w:w="8365" w:type="dxa"/>
          </w:tcPr>
          <w:p w14:paraId="4191C9D1" w14:textId="77777777" w:rsidR="00AA0C55" w:rsidRDefault="00AA0C55" w:rsidP="006913B9">
            <w:r>
              <w:t>Roads to Community Living</w:t>
            </w:r>
          </w:p>
        </w:tc>
      </w:tr>
      <w:tr w:rsidR="00AA0C55" w14:paraId="31F57B31" w14:textId="77777777" w:rsidTr="006913B9">
        <w:tc>
          <w:tcPr>
            <w:tcW w:w="985" w:type="dxa"/>
          </w:tcPr>
          <w:p w14:paraId="1D1A5960" w14:textId="77777777" w:rsidR="00AA0C55" w:rsidRDefault="00AA0C55" w:rsidP="006913B9">
            <w:r>
              <w:t>ROM</w:t>
            </w:r>
          </w:p>
        </w:tc>
        <w:tc>
          <w:tcPr>
            <w:tcW w:w="8365" w:type="dxa"/>
          </w:tcPr>
          <w:p w14:paraId="16E3886D" w14:textId="77777777" w:rsidR="00AA0C55" w:rsidRDefault="00AA0C55" w:rsidP="006913B9">
            <w:r>
              <w:t>Range of Motion</w:t>
            </w:r>
          </w:p>
        </w:tc>
      </w:tr>
      <w:tr w:rsidR="00AA0C55" w14:paraId="64369458" w14:textId="77777777" w:rsidTr="006913B9">
        <w:tc>
          <w:tcPr>
            <w:tcW w:w="985" w:type="dxa"/>
          </w:tcPr>
          <w:p w14:paraId="3183C61E" w14:textId="77777777" w:rsidR="00AA0C55" w:rsidRDefault="00AA0C55" w:rsidP="006913B9">
            <w:r>
              <w:t>SER</w:t>
            </w:r>
          </w:p>
        </w:tc>
        <w:tc>
          <w:tcPr>
            <w:tcW w:w="8365" w:type="dxa"/>
          </w:tcPr>
          <w:p w14:paraId="27543308" w14:textId="77777777" w:rsidR="00AA0C55" w:rsidRDefault="00AA0C55" w:rsidP="006913B9">
            <w:r>
              <w:t>Service Episode Record</w:t>
            </w:r>
          </w:p>
        </w:tc>
      </w:tr>
    </w:tbl>
    <w:p w14:paraId="1CE5D707" w14:textId="77777777" w:rsidR="00AA0C55" w:rsidRDefault="00AA0C55" w:rsidP="00AA0C55"/>
    <w:p w14:paraId="3876DFF7" w14:textId="77777777" w:rsidR="00AA0C55" w:rsidRDefault="00AA0C55" w:rsidP="00AA0C55"/>
    <w:p w14:paraId="437AD7F4" w14:textId="77777777" w:rsidR="00AA0C55" w:rsidRPr="007A2A11" w:rsidRDefault="00AA0C55" w:rsidP="00AA0C55">
      <w:pPr>
        <w:pStyle w:val="Heading2"/>
        <w:rPr>
          <w:color w:val="193F6F"/>
        </w:rPr>
      </w:pPr>
      <w:bookmarkStart w:id="46" w:name="_Toc197961445"/>
      <w:r w:rsidRPr="007A2A11">
        <w:rPr>
          <w:color w:val="193F6F"/>
        </w:rPr>
        <w:t>FAQs</w:t>
      </w:r>
      <w:bookmarkEnd w:id="46"/>
    </w:p>
    <w:p w14:paraId="5ABB8195" w14:textId="77777777" w:rsidR="00AA0C55" w:rsidRDefault="00AA0C55" w:rsidP="00AA0C55">
      <w:pPr>
        <w:pStyle w:val="Numbering"/>
        <w:rPr>
          <w:b/>
        </w:rPr>
      </w:pPr>
      <w:r w:rsidRPr="00FE3F40">
        <w:rPr>
          <w:b/>
        </w:rPr>
        <w:t xml:space="preserve">What CARE screens do I complete to authorize </w:t>
      </w:r>
      <w:r>
        <w:rPr>
          <w:b/>
        </w:rPr>
        <w:t>ADC</w:t>
      </w:r>
      <w:r w:rsidRPr="00FE3F40">
        <w:rPr>
          <w:b/>
        </w:rPr>
        <w:t>?</w:t>
      </w:r>
    </w:p>
    <w:p w14:paraId="66671814" w14:textId="77777777" w:rsidR="00AA0C55" w:rsidRDefault="00AA0C55" w:rsidP="00AA0C55">
      <w:pPr>
        <w:spacing w:before="120"/>
        <w:ind w:left="504" w:firstLine="720"/>
      </w:pPr>
      <w:r>
        <w:t>Treatment</w:t>
      </w:r>
      <w:r>
        <w:tab/>
        <w:t xml:space="preserve">Select ADC from the treatment list. This must be selected </w:t>
      </w:r>
      <w:proofErr w:type="gramStart"/>
      <w:r>
        <w:t>in order to</w:t>
      </w:r>
      <w:proofErr w:type="gramEnd"/>
      <w:r>
        <w:t xml:space="preserve"> </w:t>
      </w:r>
      <w:r>
        <w:tab/>
      </w:r>
      <w:r>
        <w:tab/>
      </w:r>
      <w:r>
        <w:tab/>
      </w:r>
      <w:r>
        <w:tab/>
      </w:r>
      <w:r>
        <w:tab/>
        <w:t>assign treatments to the provider.</w:t>
      </w:r>
    </w:p>
    <w:p w14:paraId="1C13A723" w14:textId="77777777" w:rsidR="00AA0C55" w:rsidRDefault="00AA0C55" w:rsidP="00AA0C55">
      <w:pPr>
        <w:spacing w:before="120"/>
        <w:ind w:left="504" w:firstLine="720"/>
      </w:pPr>
      <w:r>
        <w:t xml:space="preserve">Supports </w:t>
      </w:r>
      <w:r>
        <w:tab/>
      </w:r>
      <w:r>
        <w:tab/>
        <w:t>Assign the provider to treatment(s) needed.</w:t>
      </w:r>
    </w:p>
    <w:p w14:paraId="38FFA476" w14:textId="77777777" w:rsidR="00AA0C55" w:rsidRDefault="00AA0C55" w:rsidP="00AA0C55">
      <w:pPr>
        <w:spacing w:before="120"/>
        <w:ind w:left="2808" w:hanging="1584"/>
      </w:pPr>
      <w:r>
        <w:t>P1 Screen</w:t>
      </w:r>
      <w:r>
        <w:tab/>
        <w:t xml:space="preserve">Authorize ADC using a daily code (4 hours) or use the 15-minute unit code (for under 4 hours). </w:t>
      </w:r>
      <w:r>
        <w:br/>
      </w:r>
      <w:r>
        <w:tab/>
      </w:r>
      <w:r>
        <w:tab/>
      </w:r>
      <w:r>
        <w:tab/>
      </w:r>
      <w:r>
        <w:tab/>
      </w:r>
      <w:r>
        <w:tab/>
      </w:r>
    </w:p>
    <w:p w14:paraId="425505EE" w14:textId="77777777" w:rsidR="00AA0C55" w:rsidRDefault="00AA0C55" w:rsidP="00AA0C55">
      <w:pPr>
        <w:pStyle w:val="Numbering"/>
        <w:rPr>
          <w:b/>
        </w:rPr>
      </w:pPr>
      <w:r w:rsidRPr="00FE3F40">
        <w:rPr>
          <w:b/>
        </w:rPr>
        <w:t>What CARE screens do I comp</w:t>
      </w:r>
      <w:r>
        <w:rPr>
          <w:b/>
        </w:rPr>
        <w:t>lete to authorize ADH</w:t>
      </w:r>
      <w:r w:rsidRPr="00FE3F40">
        <w:rPr>
          <w:b/>
        </w:rPr>
        <w:t>?</w:t>
      </w:r>
    </w:p>
    <w:p w14:paraId="52D144BD" w14:textId="77777777" w:rsidR="00AA0C55" w:rsidRDefault="00AA0C55" w:rsidP="00AA0C55">
      <w:pPr>
        <w:tabs>
          <w:tab w:val="left" w:pos="1260"/>
        </w:tabs>
        <w:spacing w:before="120"/>
        <w:ind w:firstLine="504"/>
      </w:pPr>
      <w:r>
        <w:tab/>
        <w:t xml:space="preserve">Treatment </w:t>
      </w:r>
      <w:r>
        <w:tab/>
        <w:t>Document the need to assign treatment.</w:t>
      </w:r>
    </w:p>
    <w:p w14:paraId="4146F93A" w14:textId="77777777" w:rsidR="00AA0C55" w:rsidRDefault="00AA0C55" w:rsidP="00AA0C55">
      <w:pPr>
        <w:tabs>
          <w:tab w:val="left" w:pos="1260"/>
        </w:tabs>
        <w:spacing w:before="120"/>
        <w:ind w:firstLine="504"/>
      </w:pPr>
      <w:r>
        <w:tab/>
        <w:t xml:space="preserve">ADH </w:t>
      </w:r>
      <w:r>
        <w:tab/>
      </w:r>
      <w:r>
        <w:tab/>
        <w:t>Assist in determining eligibility (Medical &gt; Treatments &gt; ADH).</w:t>
      </w:r>
    </w:p>
    <w:p w14:paraId="5AD3F57E" w14:textId="77777777" w:rsidR="00AA0C55" w:rsidRDefault="00AA0C55" w:rsidP="00AA0C55">
      <w:pPr>
        <w:tabs>
          <w:tab w:val="left" w:pos="1260"/>
        </w:tabs>
        <w:spacing w:before="120"/>
        <w:ind w:left="2880" w:hanging="2376"/>
      </w:pPr>
      <w:r>
        <w:tab/>
        <w:t xml:space="preserve">Care Plan </w:t>
      </w:r>
      <w:r>
        <w:tab/>
      </w:r>
      <w:r w:rsidRPr="009C4FD7">
        <w:rPr>
          <w:u w:val="single"/>
        </w:rPr>
        <w:t>ADH only</w:t>
      </w:r>
      <w:r>
        <w:t>: Select COPES in “Client is Eligible” dropdown. Select “ADH” for Recommended/Planned settings.</w:t>
      </w:r>
    </w:p>
    <w:p w14:paraId="107DD14C" w14:textId="77777777" w:rsidR="00AA0C55" w:rsidRDefault="00AA0C55" w:rsidP="00AA0C55">
      <w:pPr>
        <w:tabs>
          <w:tab w:val="left" w:pos="1260"/>
        </w:tabs>
        <w:spacing w:before="120"/>
        <w:ind w:left="2880"/>
      </w:pPr>
      <w:r>
        <w:t>COPES/RCL + ADH:</w:t>
      </w:r>
      <w:r w:rsidRPr="00883022">
        <w:t xml:space="preserve"> </w:t>
      </w:r>
      <w:r>
        <w:t>Select COPES or RCL in “Client is Eligible” dropdown.  Select “Home” or “Residential” for care setting.</w:t>
      </w:r>
    </w:p>
    <w:p w14:paraId="45D30103" w14:textId="77777777" w:rsidR="00AA0C55" w:rsidRDefault="00AA0C55" w:rsidP="00AA0C55">
      <w:pPr>
        <w:tabs>
          <w:tab w:val="left" w:pos="1260"/>
        </w:tabs>
        <w:spacing w:before="120"/>
        <w:ind w:left="504"/>
      </w:pPr>
      <w:r>
        <w:tab/>
        <w:t xml:space="preserve">Supports </w:t>
      </w:r>
      <w:r>
        <w:tab/>
      </w:r>
      <w:r>
        <w:tab/>
        <w:t>Assign ADH treatment to the provider.</w:t>
      </w:r>
    </w:p>
    <w:p w14:paraId="4ADAB6F7" w14:textId="77777777" w:rsidR="00AA0C55" w:rsidRDefault="00AA0C55" w:rsidP="00AA0C55">
      <w:pPr>
        <w:tabs>
          <w:tab w:val="left" w:pos="1260"/>
        </w:tabs>
        <w:ind w:left="504"/>
      </w:pPr>
      <w:r>
        <w:tab/>
      </w:r>
      <w:r>
        <w:tab/>
      </w:r>
      <w:r>
        <w:tab/>
      </w:r>
      <w:r>
        <w:tab/>
      </w:r>
      <w:r>
        <w:tab/>
      </w:r>
      <w:r w:rsidRPr="00F106AD">
        <w:rPr>
          <w:b/>
        </w:rPr>
        <w:t>* Remember</w:t>
      </w:r>
      <w:r>
        <w:t xml:space="preserve"> to complete the Provider Schedule section.</w:t>
      </w:r>
    </w:p>
    <w:p w14:paraId="43AA0AA1" w14:textId="77777777" w:rsidR="00AA0C55" w:rsidRDefault="00AA0C55" w:rsidP="00AA0C55">
      <w:pPr>
        <w:tabs>
          <w:tab w:val="left" w:pos="1260"/>
        </w:tabs>
        <w:ind w:left="504"/>
      </w:pPr>
    </w:p>
    <w:p w14:paraId="6D66A7B7" w14:textId="77777777" w:rsidR="00AA0C55" w:rsidRPr="00883022" w:rsidRDefault="00AA0C55" w:rsidP="00AA0C55">
      <w:pPr>
        <w:pStyle w:val="Numbering"/>
        <w:rPr>
          <w:b/>
        </w:rPr>
      </w:pPr>
      <w:r w:rsidRPr="00883022">
        <w:rPr>
          <w:b/>
        </w:rPr>
        <w:t>What do I do when there is a change in the number of weekly service days needed?</w:t>
      </w:r>
    </w:p>
    <w:p w14:paraId="163D0088" w14:textId="77777777" w:rsidR="00AA0C55" w:rsidRDefault="00AA0C55" w:rsidP="00AA0C55">
      <w:pPr>
        <w:pStyle w:val="Numbering"/>
        <w:numPr>
          <w:ilvl w:val="0"/>
          <w:numId w:val="0"/>
        </w:numPr>
        <w:spacing w:before="120"/>
        <w:ind w:left="1170"/>
      </w:pPr>
    </w:p>
    <w:p w14:paraId="3D4A2E5C" w14:textId="77777777" w:rsidR="00AA0C55" w:rsidRDefault="00AA0C55" w:rsidP="00AA0C55">
      <w:pPr>
        <w:pStyle w:val="Numbering"/>
        <w:numPr>
          <w:ilvl w:val="0"/>
          <w:numId w:val="0"/>
        </w:numPr>
        <w:spacing w:before="120"/>
        <w:ind w:left="1170"/>
      </w:pPr>
      <w:r>
        <w:rPr>
          <w:noProof/>
        </w:rPr>
        <w:lastRenderedPageBreak/>
        <mc:AlternateContent>
          <mc:Choice Requires="wps">
            <w:drawing>
              <wp:anchor distT="0" distB="0" distL="114300" distR="114300" simplePos="0" relativeHeight="251683840" behindDoc="0" locked="0" layoutInCell="1" allowOverlap="1" wp14:anchorId="5AAC3990" wp14:editId="11308037">
                <wp:simplePos x="0" y="0"/>
                <wp:positionH relativeFrom="margin">
                  <wp:align>right</wp:align>
                </wp:positionH>
                <wp:positionV relativeFrom="paragraph">
                  <wp:posOffset>104140</wp:posOffset>
                </wp:positionV>
                <wp:extent cx="1922145" cy="1219200"/>
                <wp:effectExtent l="0" t="0" r="20955" b="19050"/>
                <wp:wrapSquare wrapText="bothSides"/>
                <wp:docPr id="16585883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145" cy="1219200"/>
                        </a:xfrm>
                        <a:prstGeom prst="rect">
                          <a:avLst/>
                        </a:prstGeom>
                        <a:solidFill>
                          <a:srgbClr val="72A331">
                            <a:alpha val="14902"/>
                          </a:srgbClr>
                        </a:solidFill>
                        <a:ln w="9525">
                          <a:solidFill>
                            <a:srgbClr val="000000"/>
                          </a:solidFill>
                          <a:miter lim="800000"/>
                          <a:headEnd/>
                          <a:tailEnd/>
                        </a:ln>
                      </wps:spPr>
                      <wps:txbx>
                        <w:txbxContent>
                          <w:p w14:paraId="6BF9E1C0" w14:textId="77777777" w:rsidR="00AA0C55" w:rsidRPr="00BF449D" w:rsidRDefault="00AA0C55" w:rsidP="00AA0C55">
                            <w:pPr>
                              <w:autoSpaceDE w:val="0"/>
                              <w:autoSpaceDN w:val="0"/>
                              <w:adjustRightInd w:val="0"/>
                              <w:rPr>
                                <w:rFonts w:cs="Arial"/>
                                <w:szCs w:val="24"/>
                              </w:rPr>
                            </w:pPr>
                            <w:r>
                              <w:rPr>
                                <w:rFonts w:cs="Arial"/>
                                <w:szCs w:val="24"/>
                              </w:rPr>
                              <w:t>An updated authorization is needed for any change in service level or number of service days, regardless of whether a new assessment/ reassessment is completed.</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AC3990" id="_x0000_s1029" type="#_x0000_t202" style="position:absolute;left:0;text-align:left;margin-left:100.15pt;margin-top:8.2pt;width:151.35pt;height:96pt;z-index:2516838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" fillcolor="#72a331">
                <v:fill opacity="9766f"/>
                <v:textbox inset=",7.2pt,,7.2pt">
                  <w:txbxContent>
                    <w:p w14:paraId="6BF9E1C0" w14:textId="77777777" w:rsidR="00AA0C55" w:rsidRPr="00BF449D" w:rsidRDefault="00AA0C55" w:rsidP="00AA0C55">
                      <w:pPr>
                        <w:autoSpaceDE w:val="0"/>
                        <w:autoSpaceDN w:val="0"/>
                        <w:adjustRightInd w:val="0"/>
                        <w:rPr>
                          <w:rFonts w:cs="Arial"/>
                          <w:szCs w:val="24"/>
                        </w:rPr>
                      </w:pPr>
                      <w:r>
                        <w:rPr>
                          <w:rFonts w:cs="Arial"/>
                          <w:szCs w:val="24"/>
                        </w:rPr>
                        <w:t>An updated authorization is needed for any change in service level or number of service days, regardless of whether a new assessment/ reassessment is completed.</w:t>
                      </w:r>
                    </w:p>
                  </w:txbxContent>
                </v:textbox>
                <w10:wrap type="square" anchorx="margin"/>
              </v:shape>
            </w:pict>
          </mc:Fallback>
        </mc:AlternateContent>
      </w:r>
      <w:r>
        <w:t xml:space="preserve">If the client’s needs are already identified in the assessment and only the number of days needs to be changed, document in CARE by completing an Interim Assessment, send a new PAN for the client and update P1 authorization. Frequency change is documented on the Treatment and Supports screens. This will create a new Service Summary for the client’s review and signature (or by their authorized representative). </w:t>
      </w:r>
    </w:p>
    <w:p w14:paraId="61E147CD" w14:textId="77777777" w:rsidR="00AA0C55" w:rsidRDefault="00AA0C55" w:rsidP="00AA0C55">
      <w:pPr>
        <w:pStyle w:val="Numbering"/>
        <w:numPr>
          <w:ilvl w:val="0"/>
          <w:numId w:val="0"/>
        </w:numPr>
        <w:spacing w:before="120"/>
        <w:ind w:left="1170"/>
      </w:pPr>
    </w:p>
    <w:p w14:paraId="1A8C6F26" w14:textId="77777777" w:rsidR="00AA0C55" w:rsidRDefault="00AA0C55" w:rsidP="00AA0C55">
      <w:pPr>
        <w:pStyle w:val="Numbering"/>
        <w:numPr>
          <w:ilvl w:val="0"/>
          <w:numId w:val="0"/>
        </w:numPr>
        <w:spacing w:before="120"/>
        <w:ind w:left="1170"/>
      </w:pPr>
      <w:r>
        <w:t>If the client’s needs are not identified or the current care plan no longer meets their needs, complete a new assessment.</w:t>
      </w:r>
      <w:r w:rsidRPr="00F46F3C">
        <w:rPr>
          <w:noProof/>
        </w:rPr>
        <w:t xml:space="preserve"> </w:t>
      </w:r>
    </w:p>
    <w:p w14:paraId="1890B8F5" w14:textId="77777777" w:rsidR="00AA0C55" w:rsidRDefault="00AA0C55" w:rsidP="00AA0C55">
      <w:pPr>
        <w:pStyle w:val="Numbering"/>
        <w:numPr>
          <w:ilvl w:val="0"/>
          <w:numId w:val="0"/>
        </w:numPr>
        <w:ind w:left="648"/>
      </w:pPr>
    </w:p>
    <w:p w14:paraId="031452AB" w14:textId="77777777" w:rsidR="00AA0C55" w:rsidRPr="00883022" w:rsidRDefault="00AA0C55" w:rsidP="00AA0C55">
      <w:pPr>
        <w:pStyle w:val="Numbering"/>
        <w:rPr>
          <w:b/>
        </w:rPr>
      </w:pPr>
      <w:r w:rsidRPr="00883022">
        <w:rPr>
          <w:b/>
        </w:rPr>
        <w:t>What if a client wants to exchange in-home hours for ADC services?</w:t>
      </w:r>
    </w:p>
    <w:p w14:paraId="3DB41E6C" w14:textId="77777777" w:rsidR="00AA0C55" w:rsidRDefault="00AA0C55" w:rsidP="00AA0C55"/>
    <w:p w14:paraId="41FFE6D5" w14:textId="77777777" w:rsidR="00AA0C55" w:rsidRDefault="00AA0C55" w:rsidP="00AA0C55">
      <w:pPr>
        <w:ind w:left="1170"/>
      </w:pPr>
      <w:r>
        <w:t xml:space="preserve">A provider change can be done without completing a new assessment. Document change in CARE and update P1 authorizations to the new provider. Follow the same process to change the ADC provider.  </w:t>
      </w:r>
    </w:p>
    <w:p w14:paraId="114762CE" w14:textId="77777777" w:rsidR="00AA0C55" w:rsidRDefault="00AA0C55" w:rsidP="00AA0C55">
      <w:pPr>
        <w:ind w:left="1170"/>
      </w:pPr>
    </w:p>
    <w:p w14:paraId="7AA6421D" w14:textId="77777777" w:rsidR="00AA0C55" w:rsidRPr="00883022" w:rsidRDefault="00AA0C55" w:rsidP="00AA0C55">
      <w:pPr>
        <w:pStyle w:val="Numbering"/>
        <w:rPr>
          <w:b/>
        </w:rPr>
      </w:pPr>
      <w:r w:rsidRPr="00883022">
        <w:rPr>
          <w:b/>
        </w:rPr>
        <w:t>What if a client requests ADS between assessments?</w:t>
      </w:r>
    </w:p>
    <w:p w14:paraId="57434519" w14:textId="77777777" w:rsidR="00AA0C55" w:rsidRDefault="00AA0C55" w:rsidP="00AA0C55">
      <w:pPr>
        <w:pStyle w:val="Numbering"/>
        <w:numPr>
          <w:ilvl w:val="0"/>
          <w:numId w:val="0"/>
        </w:numPr>
        <w:ind w:left="1260"/>
      </w:pPr>
    </w:p>
    <w:p w14:paraId="4ABEC5F2" w14:textId="77777777" w:rsidR="00AA0C55" w:rsidRDefault="00AA0C55" w:rsidP="00AA0C55">
      <w:pPr>
        <w:pStyle w:val="Numbering"/>
        <w:numPr>
          <w:ilvl w:val="0"/>
          <w:numId w:val="0"/>
        </w:numPr>
        <w:ind w:left="1260"/>
      </w:pPr>
      <w:r>
        <w:t>A new assessment is not needed if the care needs that qualified the client for ADC or ADH are already identified in the current assessment. Instead, reassign the need in CARE and update the authorization.</w:t>
      </w:r>
    </w:p>
    <w:p w14:paraId="13BCA40B" w14:textId="77777777" w:rsidR="00AA0C55" w:rsidRDefault="00AA0C55" w:rsidP="00AA0C55">
      <w:pPr>
        <w:pStyle w:val="Numbering"/>
        <w:numPr>
          <w:ilvl w:val="0"/>
          <w:numId w:val="0"/>
        </w:numPr>
        <w:ind w:left="1260"/>
      </w:pPr>
    </w:p>
    <w:p w14:paraId="46EDE647" w14:textId="77777777" w:rsidR="00AA0C55" w:rsidRDefault="00AA0C55" w:rsidP="00AA0C55">
      <w:pPr>
        <w:pStyle w:val="Numbering"/>
        <w:numPr>
          <w:ilvl w:val="0"/>
          <w:numId w:val="0"/>
        </w:numPr>
        <w:ind w:left="1260"/>
      </w:pPr>
      <w:r>
        <w:t xml:space="preserve">If the client has a new need that is not identified in the assessment, complete a “Significant Change” reassessment.  </w:t>
      </w:r>
    </w:p>
    <w:p w14:paraId="2FA8190C" w14:textId="77777777" w:rsidR="00AA0C55" w:rsidRDefault="00AA0C55" w:rsidP="00AA0C55">
      <w:pPr>
        <w:pStyle w:val="Numbering"/>
        <w:numPr>
          <w:ilvl w:val="0"/>
          <w:numId w:val="0"/>
        </w:numPr>
      </w:pPr>
    </w:p>
    <w:p w14:paraId="5ED5A05F" w14:textId="77777777" w:rsidR="00AA0C55" w:rsidRPr="00883022" w:rsidRDefault="00AA0C55" w:rsidP="00AA0C55">
      <w:pPr>
        <w:pStyle w:val="Numbering"/>
        <w:rPr>
          <w:b/>
        </w:rPr>
      </w:pPr>
      <w:r w:rsidRPr="00883022">
        <w:rPr>
          <w:b/>
        </w:rPr>
        <w:t>What do I do if a client changes from ADC to ADH?</w:t>
      </w:r>
    </w:p>
    <w:p w14:paraId="4476537F" w14:textId="77777777" w:rsidR="00AA0C55" w:rsidRDefault="00AA0C55" w:rsidP="00AA0C55">
      <w:pPr>
        <w:pStyle w:val="Numbering"/>
        <w:numPr>
          <w:ilvl w:val="0"/>
          <w:numId w:val="0"/>
        </w:numPr>
        <w:ind w:left="648" w:hanging="144"/>
      </w:pPr>
    </w:p>
    <w:p w14:paraId="0A6E1A10" w14:textId="77777777" w:rsidR="00AA0C55" w:rsidRDefault="00AA0C55" w:rsidP="00AA0C55">
      <w:pPr>
        <w:pStyle w:val="Numbering"/>
        <w:numPr>
          <w:ilvl w:val="0"/>
          <w:numId w:val="0"/>
        </w:numPr>
        <w:ind w:left="1260"/>
      </w:pPr>
      <w:r>
        <w:t>New need (e.g. ADC client newly diagnosed with diabetes): Do a reassessment.</w:t>
      </w:r>
    </w:p>
    <w:p w14:paraId="3CEA9302" w14:textId="77777777" w:rsidR="00AA0C55" w:rsidRDefault="00AA0C55" w:rsidP="00AA0C55">
      <w:pPr>
        <w:pStyle w:val="Numbering"/>
        <w:numPr>
          <w:ilvl w:val="0"/>
          <w:numId w:val="0"/>
        </w:numPr>
        <w:ind w:left="1260"/>
      </w:pPr>
    </w:p>
    <w:p w14:paraId="0E167A3D" w14:textId="77777777" w:rsidR="00AA0C55" w:rsidRDefault="00AA0C55" w:rsidP="00AA0C55">
      <w:pPr>
        <w:pStyle w:val="Numbering"/>
        <w:numPr>
          <w:ilvl w:val="0"/>
          <w:numId w:val="0"/>
        </w:numPr>
        <w:ind w:left="1260"/>
      </w:pPr>
      <w:r>
        <w:t>Not a new need (e.g. ADC client receiving outpatient OT has been discontinued): Reassign need for OT to a new provider in CARE, send updated PAN, and adjust P1 authorizations.</w:t>
      </w:r>
    </w:p>
    <w:p w14:paraId="1FD2D1C7" w14:textId="77777777" w:rsidR="00AA0C55" w:rsidRDefault="00AA0C55" w:rsidP="00651643"/>
    <w:p w14:paraId="35FFB375" w14:textId="77777777" w:rsidR="00AA0C55" w:rsidRDefault="00AA0C55" w:rsidP="00651643"/>
    <w:p w14:paraId="5C06EE07" w14:textId="0327F878" w:rsidR="00AA0C55" w:rsidRDefault="00AA0C55" w:rsidP="00AA0C55"/>
    <w:bookmarkEnd w:id="8"/>
    <w:p w14:paraId="37DEBB39" w14:textId="77777777" w:rsidR="003C1FD0" w:rsidRPr="003072E6" w:rsidRDefault="003C1FD0" w:rsidP="007676F4"/>
    <w:p w14:paraId="76C15318" w14:textId="77777777" w:rsidR="007676F4" w:rsidRPr="007A2A11" w:rsidRDefault="007676F4" w:rsidP="00AA0C55">
      <w:pPr>
        <w:pStyle w:val="Heading2"/>
        <w:rPr>
          <w:color w:val="193F6F"/>
        </w:rPr>
      </w:pPr>
      <w:bookmarkStart w:id="47" w:name="_Toc525727017"/>
      <w:bookmarkStart w:id="48" w:name="_Toc525727117"/>
      <w:bookmarkStart w:id="49" w:name="_Toc528758284"/>
      <w:bookmarkStart w:id="50" w:name="_Toc528759432"/>
      <w:bookmarkStart w:id="51" w:name="_Toc528760027"/>
      <w:bookmarkStart w:id="52" w:name="_Toc193720275"/>
      <w:bookmarkStart w:id="53" w:name="_Toc197961446"/>
      <w:r w:rsidRPr="007A2A11">
        <w:rPr>
          <w:color w:val="193F6F"/>
        </w:rPr>
        <w:t>Revision History</w:t>
      </w:r>
      <w:bookmarkEnd w:id="47"/>
      <w:bookmarkEnd w:id="48"/>
      <w:bookmarkEnd w:id="49"/>
      <w:bookmarkEnd w:id="50"/>
      <w:bookmarkEnd w:id="51"/>
      <w:bookmarkEnd w:id="52"/>
      <w:bookmarkEnd w:id="53"/>
    </w:p>
    <w:tbl>
      <w:tblPr>
        <w:tblStyle w:val="TableGrid"/>
        <w:tblW w:w="0" w:type="auto"/>
        <w:tblLook w:val="04A0" w:firstRow="1" w:lastRow="0" w:firstColumn="1" w:lastColumn="0" w:noHBand="0" w:noVBand="1"/>
      </w:tblPr>
      <w:tblGrid>
        <w:gridCol w:w="1435"/>
        <w:gridCol w:w="1530"/>
        <w:gridCol w:w="4958"/>
        <w:gridCol w:w="1427"/>
      </w:tblGrid>
      <w:tr w:rsidR="007676F4" w14:paraId="58B9F611" w14:textId="77777777" w:rsidTr="008967B9">
        <w:tc>
          <w:tcPr>
            <w:tcW w:w="1435" w:type="dxa"/>
          </w:tcPr>
          <w:p w14:paraId="719DB44E" w14:textId="77777777" w:rsidR="007676F4" w:rsidRPr="00A9357F" w:rsidRDefault="007676F4" w:rsidP="008967B9">
            <w:pPr>
              <w:rPr>
                <w:b/>
                <w:caps/>
              </w:rPr>
            </w:pPr>
            <w:r w:rsidRPr="00A9357F">
              <w:rPr>
                <w:b/>
                <w:caps/>
              </w:rPr>
              <w:t>Date</w:t>
            </w:r>
          </w:p>
        </w:tc>
        <w:tc>
          <w:tcPr>
            <w:tcW w:w="1530" w:type="dxa"/>
          </w:tcPr>
          <w:p w14:paraId="4A1B0674" w14:textId="77777777" w:rsidR="007676F4" w:rsidRPr="00A9357F" w:rsidRDefault="007676F4" w:rsidP="008967B9">
            <w:pPr>
              <w:rPr>
                <w:b/>
                <w:caps/>
              </w:rPr>
            </w:pPr>
            <w:r w:rsidRPr="00A9357F">
              <w:rPr>
                <w:b/>
                <w:caps/>
              </w:rPr>
              <w:t>Made By</w:t>
            </w:r>
          </w:p>
        </w:tc>
        <w:tc>
          <w:tcPr>
            <w:tcW w:w="4958" w:type="dxa"/>
          </w:tcPr>
          <w:p w14:paraId="09D35C32" w14:textId="77777777" w:rsidR="007676F4" w:rsidRPr="00A9357F" w:rsidRDefault="007676F4" w:rsidP="008967B9">
            <w:pPr>
              <w:rPr>
                <w:b/>
                <w:caps/>
              </w:rPr>
            </w:pPr>
            <w:r w:rsidRPr="00A9357F">
              <w:rPr>
                <w:b/>
                <w:caps/>
              </w:rPr>
              <w:t>Change(s)</w:t>
            </w:r>
          </w:p>
        </w:tc>
        <w:tc>
          <w:tcPr>
            <w:tcW w:w="1427" w:type="dxa"/>
          </w:tcPr>
          <w:p w14:paraId="0C84ABA8" w14:textId="77777777" w:rsidR="007676F4" w:rsidRPr="00A9357F" w:rsidRDefault="007676F4" w:rsidP="008967B9">
            <w:pPr>
              <w:rPr>
                <w:b/>
                <w:caps/>
              </w:rPr>
            </w:pPr>
            <w:r>
              <w:rPr>
                <w:b/>
                <w:caps/>
              </w:rPr>
              <w:t>MB #</w:t>
            </w:r>
          </w:p>
        </w:tc>
      </w:tr>
      <w:tr w:rsidR="007676F4" w14:paraId="117E7430" w14:textId="77777777" w:rsidTr="008967B9">
        <w:tc>
          <w:tcPr>
            <w:tcW w:w="1435" w:type="dxa"/>
          </w:tcPr>
          <w:p w14:paraId="168ADBDA" w14:textId="77777777" w:rsidR="007676F4" w:rsidRDefault="007676F4" w:rsidP="008967B9"/>
          <w:p w14:paraId="7121C031" w14:textId="6CB46568" w:rsidR="007A2A11" w:rsidRDefault="007A2A11" w:rsidP="008967B9"/>
        </w:tc>
        <w:tc>
          <w:tcPr>
            <w:tcW w:w="1530" w:type="dxa"/>
          </w:tcPr>
          <w:p w14:paraId="36D705B9" w14:textId="77777777" w:rsidR="007676F4" w:rsidRDefault="007676F4" w:rsidP="008967B9"/>
        </w:tc>
        <w:tc>
          <w:tcPr>
            <w:tcW w:w="4958" w:type="dxa"/>
          </w:tcPr>
          <w:p w14:paraId="72034FAA" w14:textId="77777777" w:rsidR="007676F4" w:rsidRDefault="007676F4" w:rsidP="008967B9"/>
        </w:tc>
        <w:tc>
          <w:tcPr>
            <w:tcW w:w="1427" w:type="dxa"/>
          </w:tcPr>
          <w:p w14:paraId="04141536" w14:textId="77777777" w:rsidR="007676F4" w:rsidRDefault="007676F4" w:rsidP="008967B9"/>
        </w:tc>
      </w:tr>
    </w:tbl>
    <w:p w14:paraId="3B3C186D" w14:textId="77777777" w:rsidR="003C1FD0" w:rsidRDefault="003C1FD0" w:rsidP="003C1FD0"/>
    <w:p w14:paraId="42296466" w14:textId="480539D9" w:rsidR="003C1FD0" w:rsidRPr="00AA4F7B" w:rsidRDefault="003C1FD0" w:rsidP="00AA4F7B"/>
    <w:sectPr w:rsidR="003C1FD0" w:rsidRPr="00AA4F7B" w:rsidSect="00471F01">
      <w:headerReference w:type="default" r:id="rId38"/>
      <w:footerReference w:type="default" r:id="rId39"/>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4EB768" w14:textId="77777777" w:rsidR="0015630C" w:rsidRDefault="0015630C" w:rsidP="00471F01">
      <w:r>
        <w:separator/>
      </w:r>
    </w:p>
    <w:p w14:paraId="3EDEEA79" w14:textId="77777777" w:rsidR="0015630C" w:rsidRDefault="0015630C"/>
  </w:endnote>
  <w:endnote w:type="continuationSeparator" w:id="0">
    <w:p w14:paraId="112652EF" w14:textId="77777777" w:rsidR="0015630C" w:rsidRDefault="0015630C" w:rsidP="00471F01">
      <w:r>
        <w:continuationSeparator/>
      </w:r>
    </w:p>
    <w:p w14:paraId="0648684E" w14:textId="77777777" w:rsidR="0015630C" w:rsidRDefault="001563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F29E" w14:textId="77777777" w:rsidR="008967B9" w:rsidRDefault="008967B9" w:rsidP="00471F01"/>
  <w:p w14:paraId="2033834C"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7340C3A9" w14:textId="6A9552B5" w:rsidR="008967B9" w:rsidRPr="006D7365" w:rsidRDefault="008967B9" w:rsidP="00471F01">
    <w:pPr>
      <w:rPr>
        <w:sz w:val="16"/>
      </w:rPr>
    </w:pPr>
    <w:r w:rsidRPr="006239A5">
      <w:rPr>
        <w:rFonts w:ascii="Cambria" w:hAnsi="Cambria"/>
        <w:caps/>
      </w:rPr>
      <w:t xml:space="preserve">Page </w:t>
    </w:r>
    <w:sdt>
      <w:sdtPr>
        <w:rPr>
          <w:rFonts w:ascii="Cambria" w:hAnsi="Cambria"/>
          <w:caps/>
        </w:rPr>
        <w:id w:val="-592318871"/>
        <w:text/>
      </w:sdtPr>
      <w:sdtEndPr/>
      <w:sdtContent>
        <w:r w:rsidR="00AA0C55">
          <w:rPr>
            <w:rFonts w:ascii="Cambria" w:hAnsi="Cambria"/>
            <w:caps/>
          </w:rPr>
          <w:t>12</w:t>
        </w:r>
      </w:sdtContent>
    </w:sdt>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sidR="00CE4B5D">
      <w:rPr>
        <w:rFonts w:ascii="Cambria" w:hAnsi="Cambria"/>
        <w:caps/>
        <w:noProof/>
      </w:rPr>
      <w:t>2</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Pr="006239A5">
      <w:rPr>
        <w:rFonts w:ascii="Cambria" w:hAnsi="Cambria"/>
        <w:i/>
        <w:sz w:val="18"/>
        <w:szCs w:val="18"/>
      </w:rPr>
      <w:t xml:space="preserve"> </w:t>
    </w:r>
    <w:sdt>
      <w:sdtPr>
        <w:rPr>
          <w:rFonts w:ascii="Cambria" w:hAnsi="Cambria"/>
          <w:i/>
          <w:sz w:val="18"/>
          <w:szCs w:val="18"/>
        </w:rPr>
        <w:id w:val="1412045601"/>
      </w:sdtPr>
      <w:sdtEndPr/>
      <w:sdtContent>
        <w:r>
          <w:rPr>
            <w:rFonts w:ascii="Cambria" w:hAnsi="Cambria"/>
            <w:i/>
            <w:sz w:val="18"/>
            <w:szCs w:val="18"/>
          </w:rPr>
          <w:t>Date</w:t>
        </w:r>
      </w:sdtContent>
    </w:sdt>
  </w:p>
  <w:p w14:paraId="169F2E6C" w14:textId="77777777" w:rsidR="008967B9" w:rsidRDefault="008967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388675" w14:textId="77777777" w:rsidR="0015630C" w:rsidRDefault="0015630C" w:rsidP="00471F01">
      <w:r>
        <w:separator/>
      </w:r>
    </w:p>
    <w:p w14:paraId="3F8AF5F8" w14:textId="77777777" w:rsidR="0015630C" w:rsidRDefault="0015630C"/>
  </w:footnote>
  <w:footnote w:type="continuationSeparator" w:id="0">
    <w:p w14:paraId="2DEBC075" w14:textId="77777777" w:rsidR="0015630C" w:rsidRDefault="0015630C" w:rsidP="00471F01">
      <w:r>
        <w:continuationSeparator/>
      </w:r>
    </w:p>
    <w:p w14:paraId="484305F2" w14:textId="77777777" w:rsidR="0015630C" w:rsidRDefault="001563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002A3492">
      <w:trPr>
        <w:trHeight w:val="1350"/>
      </w:trPr>
      <w:tc>
        <w:tcPr>
          <w:tcW w:w="6048" w:type="dxa"/>
        </w:tcPr>
        <w:p w14:paraId="4CF26999" w14:textId="4F02F37E" w:rsidR="008967B9" w:rsidRPr="00194A0B" w:rsidRDefault="008967B9" w:rsidP="00471F01">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EndPr/>
            <w:sdtContent>
              <w:r w:rsidR="00D202D6">
                <w:rPr>
                  <w:rFonts w:ascii="Cambria" w:hAnsi="Cambria"/>
                  <w:color w:val="193F6F"/>
                  <w:sz w:val="24"/>
                  <w:szCs w:val="24"/>
                </w:rPr>
                <w:t>12</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EndPr/>
            <w:sdtContent>
              <w:r w:rsidR="00235024">
                <w:rPr>
                  <w:rFonts w:ascii="Cambria" w:hAnsi="Cambria"/>
                  <w:color w:val="193F6F"/>
                  <w:sz w:val="24"/>
                  <w:szCs w:val="24"/>
                </w:rPr>
                <w:t xml:space="preserve">Adult Day Services </w:t>
              </w:r>
            </w:sdtContent>
          </w:sdt>
        </w:p>
        <w:p w14:paraId="010F4AEF" w14:textId="21E35AA6" w:rsidR="008967B9" w:rsidRPr="00B43E26" w:rsidRDefault="008967B9" w:rsidP="005C7038">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4093584B">
                <wp:extent cx="1969135" cy="829310"/>
                <wp:effectExtent l="0" t="0" r="0" b="8890"/>
                <wp:docPr id="17321907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007539B0">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6A187D88" w14:textId="77777777" w:rsidR="008967B9" w:rsidRPr="0081449C" w:rsidRDefault="008967B9">
    <w:pPr>
      <w:rPr>
        <w:color w:val="7030A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64149"/>
    <w:multiLevelType w:val="multilevel"/>
    <w:tmpl w:val="93EA1444"/>
    <w:name w:val="Numbering22222"/>
    <w:numStyleLink w:val="Style1"/>
  </w:abstractNum>
  <w:abstractNum w:abstractNumId="1" w15:restartNumberingAfterBreak="0">
    <w:nsid w:val="0B2375CC"/>
    <w:multiLevelType w:val="hybridMultilevel"/>
    <w:tmpl w:val="E5628E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B322B7F"/>
    <w:multiLevelType w:val="hybridMultilevel"/>
    <w:tmpl w:val="2BF4A702"/>
    <w:lvl w:ilvl="0" w:tplc="0409000F">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3"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DF50F87"/>
    <w:multiLevelType w:val="multilevel"/>
    <w:tmpl w:val="8CD42D26"/>
    <w:name w:val="Numbering22222222222222"/>
    <w:numStyleLink w:val="NumericList"/>
  </w:abstractNum>
  <w:abstractNum w:abstractNumId="5"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6" w15:restartNumberingAfterBreak="0">
    <w:nsid w:val="178749E0"/>
    <w:multiLevelType w:val="multilevel"/>
    <w:tmpl w:val="8CD42D26"/>
    <w:name w:val="Numbering2222222222"/>
    <w:numStyleLink w:val="NumericList"/>
  </w:abstractNum>
  <w:abstractNum w:abstractNumId="7"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10" w15:restartNumberingAfterBreak="0">
    <w:nsid w:val="26D313F1"/>
    <w:multiLevelType w:val="hybridMultilevel"/>
    <w:tmpl w:val="26889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0748C3"/>
    <w:multiLevelType w:val="hybridMultilevel"/>
    <w:tmpl w:val="59CA2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B34A1A"/>
    <w:multiLevelType w:val="multilevel"/>
    <w:tmpl w:val="8CD42D26"/>
    <w:name w:val="Numbering222222222"/>
    <w:numStyleLink w:val="NumericList"/>
  </w:abstractNum>
  <w:abstractNum w:abstractNumId="13" w15:restartNumberingAfterBreak="0">
    <w:nsid w:val="2C1D004C"/>
    <w:multiLevelType w:val="multilevel"/>
    <w:tmpl w:val="8CD42D26"/>
    <w:name w:val="Numbering2222222222222"/>
    <w:numStyleLink w:val="NumericList"/>
  </w:abstractNum>
  <w:abstractNum w:abstractNumId="14"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16" w15:restartNumberingAfterBreak="0">
    <w:nsid w:val="3EEA67C0"/>
    <w:multiLevelType w:val="hybridMultilevel"/>
    <w:tmpl w:val="66809CD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7" w15:restartNumberingAfterBreak="0">
    <w:nsid w:val="3F5C76E2"/>
    <w:multiLevelType w:val="hybridMultilevel"/>
    <w:tmpl w:val="C9960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F01FED"/>
    <w:multiLevelType w:val="hybridMultilevel"/>
    <w:tmpl w:val="23107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1B0EF7"/>
    <w:multiLevelType w:val="hybridMultilevel"/>
    <w:tmpl w:val="A12ED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1">
    <w:nsid w:val="40775944"/>
    <w:multiLevelType w:val="hybridMultilevel"/>
    <w:tmpl w:val="76E0FD5A"/>
    <w:lvl w:ilvl="0" w:tplc="2B723814">
      <w:start w:val="1"/>
      <w:numFmt w:val="decimal"/>
      <w:lvlText w:val="%1."/>
      <w:lvlJc w:val="left"/>
      <w:pPr>
        <w:ind w:left="810" w:hanging="360"/>
      </w:pPr>
      <w:rPr>
        <w:rFonts w:ascii="Arial" w:hAnsi="Arial" w:cs="Arial"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22" w15:restartNumberingAfterBreak="0">
    <w:nsid w:val="443C6AD1"/>
    <w:multiLevelType w:val="hybridMultilevel"/>
    <w:tmpl w:val="2C3C8394"/>
    <w:lvl w:ilvl="0" w:tplc="4DD40FCA">
      <w:start w:val="1"/>
      <w:numFmt w:val="decimal"/>
      <w:pStyle w:val="Numbering"/>
      <w:lvlText w:val="%1."/>
      <w:lvlJc w:val="right"/>
      <w:pPr>
        <w:ind w:left="1224" w:hanging="360"/>
      </w:pPr>
      <w:rPr>
        <w:rFonts w:hint="default"/>
      </w:rPr>
    </w:lvl>
    <w:lvl w:ilvl="1" w:tplc="04090019">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3" w15:restartNumberingAfterBreak="0">
    <w:nsid w:val="4A4B72B4"/>
    <w:multiLevelType w:val="multilevel"/>
    <w:tmpl w:val="8CD42D26"/>
    <w:name w:val="Numbering222222222222"/>
    <w:numStyleLink w:val="NumericList"/>
  </w:abstractNum>
  <w:abstractNum w:abstractNumId="24" w15:restartNumberingAfterBreak="0">
    <w:nsid w:val="53DB5317"/>
    <w:multiLevelType w:val="multilevel"/>
    <w:tmpl w:val="93EA1444"/>
    <w:name w:val="Numbering2"/>
    <w:numStyleLink w:val="Style1"/>
  </w:abstractNum>
  <w:abstractNum w:abstractNumId="25" w15:restartNumberingAfterBreak="0">
    <w:nsid w:val="582F40D4"/>
    <w:multiLevelType w:val="multilevel"/>
    <w:tmpl w:val="8CD42D26"/>
    <w:name w:val="Numbering22222222222"/>
    <w:numStyleLink w:val="NumericList"/>
  </w:abstractNum>
  <w:abstractNum w:abstractNumId="26"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28" w15:restartNumberingAfterBreak="0">
    <w:nsid w:val="5B2E3984"/>
    <w:multiLevelType w:val="hybridMultilevel"/>
    <w:tmpl w:val="5D2E3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30"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31" w15:restartNumberingAfterBreak="0">
    <w:nsid w:val="61013FDE"/>
    <w:multiLevelType w:val="multilevel"/>
    <w:tmpl w:val="93EA1444"/>
    <w:name w:val="Numbering22"/>
    <w:numStyleLink w:val="Style1"/>
  </w:abstractNum>
  <w:abstractNum w:abstractNumId="32" w15:restartNumberingAfterBreak="0">
    <w:nsid w:val="63796833"/>
    <w:multiLevelType w:val="multilevel"/>
    <w:tmpl w:val="93EA1444"/>
    <w:name w:val="Numbering222"/>
    <w:numStyleLink w:val="Style1"/>
  </w:abstractNum>
  <w:abstractNum w:abstractNumId="33"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34"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0F25F5"/>
    <w:multiLevelType w:val="hybridMultilevel"/>
    <w:tmpl w:val="F376C1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E36DDD"/>
    <w:multiLevelType w:val="hybridMultilevel"/>
    <w:tmpl w:val="FA809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1332A8"/>
    <w:multiLevelType w:val="hybridMultilevel"/>
    <w:tmpl w:val="32A2DF26"/>
    <w:lvl w:ilvl="0" w:tplc="D54A27F6">
      <w:start w:val="1"/>
      <w:numFmt w:val="decimal"/>
      <w:lvlText w:val="%1."/>
      <w:lvlJc w:val="left"/>
      <w:pPr>
        <w:ind w:left="720" w:hanging="360"/>
      </w:pPr>
      <w:rPr>
        <w:rFonts w:hint="default"/>
      </w:rPr>
    </w:lvl>
    <w:lvl w:ilvl="1" w:tplc="94CCCBD6">
      <w:start w:val="1"/>
      <w:numFmt w:val="lowerLetter"/>
      <w:lvlText w:val="%2."/>
      <w:lvlJc w:val="left"/>
      <w:pPr>
        <w:ind w:left="1440" w:hanging="360"/>
      </w:pPr>
    </w:lvl>
    <w:lvl w:ilvl="2" w:tplc="99028980">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B3055C"/>
    <w:multiLevelType w:val="multilevel"/>
    <w:tmpl w:val="93EA1444"/>
    <w:name w:val="Numbering2222"/>
    <w:numStyleLink w:val="Style1"/>
  </w:abstractNum>
  <w:abstractNum w:abstractNumId="39"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40"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41" w15:restartNumberingAfterBreak="0">
    <w:nsid w:val="7A0F59CB"/>
    <w:multiLevelType w:val="hybridMultilevel"/>
    <w:tmpl w:val="097C2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E6A72CD"/>
    <w:multiLevelType w:val="hybridMultilevel"/>
    <w:tmpl w:val="5EC08472"/>
    <w:lvl w:ilvl="0" w:tplc="F984DF5C">
      <w:start w:val="1"/>
      <w:numFmt w:val="decimal"/>
      <w:lvlText w:val="%1."/>
      <w:lvlJc w:val="left"/>
      <w:pPr>
        <w:ind w:left="720" w:hanging="360"/>
      </w:pPr>
      <w:rPr>
        <w:rFonts w:hint="default"/>
      </w:rPr>
    </w:lvl>
    <w:lvl w:ilvl="1" w:tplc="8376EE3C">
      <w:start w:val="1"/>
      <w:numFmt w:val="bullet"/>
      <w:lvlText w:val=""/>
      <w:lvlJc w:val="left"/>
      <w:pPr>
        <w:ind w:left="1440" w:hanging="360"/>
      </w:pPr>
      <w:rPr>
        <w:rFonts w:ascii="Symbol" w:hAnsi="Symbol" w:hint="default"/>
      </w:rPr>
    </w:lvl>
    <w:lvl w:ilvl="2" w:tplc="F3FE1694" w:tentative="1">
      <w:start w:val="1"/>
      <w:numFmt w:val="lowerRoman"/>
      <w:lvlText w:val="%3."/>
      <w:lvlJc w:val="right"/>
      <w:pPr>
        <w:ind w:left="2160" w:hanging="180"/>
      </w:pPr>
    </w:lvl>
    <w:lvl w:ilvl="3" w:tplc="B352C82C" w:tentative="1">
      <w:start w:val="1"/>
      <w:numFmt w:val="decimal"/>
      <w:lvlText w:val="%4."/>
      <w:lvlJc w:val="left"/>
      <w:pPr>
        <w:ind w:left="2880" w:hanging="360"/>
      </w:pPr>
    </w:lvl>
    <w:lvl w:ilvl="4" w:tplc="E2CA255E" w:tentative="1">
      <w:start w:val="1"/>
      <w:numFmt w:val="lowerLetter"/>
      <w:lvlText w:val="%5."/>
      <w:lvlJc w:val="left"/>
      <w:pPr>
        <w:ind w:left="3600" w:hanging="360"/>
      </w:pPr>
    </w:lvl>
    <w:lvl w:ilvl="5" w:tplc="13BA40B2" w:tentative="1">
      <w:start w:val="1"/>
      <w:numFmt w:val="lowerRoman"/>
      <w:lvlText w:val="%6."/>
      <w:lvlJc w:val="right"/>
      <w:pPr>
        <w:ind w:left="4320" w:hanging="180"/>
      </w:pPr>
    </w:lvl>
    <w:lvl w:ilvl="6" w:tplc="72942A04" w:tentative="1">
      <w:start w:val="1"/>
      <w:numFmt w:val="decimal"/>
      <w:lvlText w:val="%7."/>
      <w:lvlJc w:val="left"/>
      <w:pPr>
        <w:ind w:left="5040" w:hanging="360"/>
      </w:pPr>
    </w:lvl>
    <w:lvl w:ilvl="7" w:tplc="3994637C" w:tentative="1">
      <w:start w:val="1"/>
      <w:numFmt w:val="lowerLetter"/>
      <w:lvlText w:val="%8."/>
      <w:lvlJc w:val="left"/>
      <w:pPr>
        <w:ind w:left="5760" w:hanging="360"/>
      </w:pPr>
    </w:lvl>
    <w:lvl w:ilvl="8" w:tplc="1B283D80" w:tentative="1">
      <w:start w:val="1"/>
      <w:numFmt w:val="lowerRoman"/>
      <w:lvlText w:val="%9."/>
      <w:lvlJc w:val="right"/>
      <w:pPr>
        <w:ind w:left="6480" w:hanging="180"/>
      </w:pPr>
    </w:lvl>
  </w:abstractNum>
  <w:num w:numId="1" w16cid:durableId="1369332823">
    <w:abstractNumId w:val="27"/>
  </w:num>
  <w:num w:numId="2" w16cid:durableId="1927811138">
    <w:abstractNumId w:val="33"/>
  </w:num>
  <w:num w:numId="3" w16cid:durableId="952975018">
    <w:abstractNumId w:val="15"/>
  </w:num>
  <w:num w:numId="4" w16cid:durableId="204369509">
    <w:abstractNumId w:val="21"/>
  </w:num>
  <w:num w:numId="5" w16cid:durableId="678117749">
    <w:abstractNumId w:val="9"/>
  </w:num>
  <w:num w:numId="6" w16cid:durableId="1910848312">
    <w:abstractNumId w:val="42"/>
  </w:num>
  <w:num w:numId="7" w16cid:durableId="739451722">
    <w:abstractNumId w:val="29"/>
  </w:num>
  <w:num w:numId="8" w16cid:durableId="134764918">
    <w:abstractNumId w:val="40"/>
  </w:num>
  <w:num w:numId="9" w16cid:durableId="721177921">
    <w:abstractNumId w:val="7"/>
  </w:num>
  <w:num w:numId="10" w16cid:durableId="898590737">
    <w:abstractNumId w:val="14"/>
  </w:num>
  <w:num w:numId="11" w16cid:durableId="1589921853">
    <w:abstractNumId w:val="26"/>
  </w:num>
  <w:num w:numId="12" w16cid:durableId="1944145685">
    <w:abstractNumId w:val="8"/>
  </w:num>
  <w:num w:numId="13" w16cid:durableId="1546214424">
    <w:abstractNumId w:val="3"/>
  </w:num>
  <w:num w:numId="14" w16cid:durableId="1936815654">
    <w:abstractNumId w:val="34"/>
  </w:num>
  <w:num w:numId="15" w16cid:durableId="1380587838">
    <w:abstractNumId w:val="34"/>
    <w:lvlOverride w:ilvl="0">
      <w:startOverride w:val="1"/>
    </w:lvlOverride>
  </w:num>
  <w:num w:numId="16" w16cid:durableId="377978015">
    <w:abstractNumId w:val="34"/>
    <w:lvlOverride w:ilvl="0">
      <w:startOverride w:val="1"/>
    </w:lvlOverride>
  </w:num>
  <w:num w:numId="17" w16cid:durableId="1963997206">
    <w:abstractNumId w:val="34"/>
    <w:lvlOverride w:ilvl="0">
      <w:startOverride w:val="1"/>
    </w:lvlOverride>
  </w:num>
  <w:num w:numId="18" w16cid:durableId="1909152488">
    <w:abstractNumId w:val="34"/>
    <w:lvlOverride w:ilvl="0">
      <w:startOverride w:val="1"/>
    </w:lvlOverride>
  </w:num>
  <w:num w:numId="19" w16cid:durableId="1853883764">
    <w:abstractNumId w:val="34"/>
    <w:lvlOverride w:ilvl="0">
      <w:startOverride w:val="1"/>
    </w:lvlOverride>
  </w:num>
  <w:num w:numId="20" w16cid:durableId="551305303">
    <w:abstractNumId w:val="34"/>
    <w:lvlOverride w:ilvl="0">
      <w:startOverride w:val="1"/>
    </w:lvlOverride>
  </w:num>
  <w:num w:numId="21" w16cid:durableId="68042059">
    <w:abstractNumId w:val="37"/>
  </w:num>
  <w:num w:numId="22" w16cid:durableId="1117215597">
    <w:abstractNumId w:val="28"/>
  </w:num>
  <w:num w:numId="23" w16cid:durableId="1387098156">
    <w:abstractNumId w:val="22"/>
  </w:num>
  <w:num w:numId="24" w16cid:durableId="1076511368">
    <w:abstractNumId w:val="2"/>
  </w:num>
  <w:num w:numId="25" w16cid:durableId="1485242539">
    <w:abstractNumId w:val="35"/>
  </w:num>
  <w:num w:numId="26" w16cid:durableId="2009286883">
    <w:abstractNumId w:val="36"/>
  </w:num>
  <w:num w:numId="27" w16cid:durableId="164977315">
    <w:abstractNumId w:val="19"/>
  </w:num>
  <w:num w:numId="28" w16cid:durableId="1240480509">
    <w:abstractNumId w:val="17"/>
  </w:num>
  <w:num w:numId="29" w16cid:durableId="1129856882">
    <w:abstractNumId w:val="10"/>
  </w:num>
  <w:num w:numId="30" w16cid:durableId="155458922">
    <w:abstractNumId w:val="11"/>
  </w:num>
  <w:num w:numId="31" w16cid:durableId="508645576">
    <w:abstractNumId w:val="16"/>
  </w:num>
  <w:num w:numId="32" w16cid:durableId="388695173">
    <w:abstractNumId w:val="20"/>
  </w:num>
  <w:num w:numId="33" w16cid:durableId="1833402030">
    <w:abstractNumId w:val="18"/>
  </w:num>
  <w:num w:numId="34" w16cid:durableId="1858541679">
    <w:abstractNumId w:val="1"/>
  </w:num>
  <w:num w:numId="35" w16cid:durableId="1963802924">
    <w:abstractNumId w:val="4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16E1B"/>
    <w:rsid w:val="00027F0E"/>
    <w:rsid w:val="000333BA"/>
    <w:rsid w:val="000B3142"/>
    <w:rsid w:val="000B450A"/>
    <w:rsid w:val="000C6922"/>
    <w:rsid w:val="000F302E"/>
    <w:rsid w:val="00116A5C"/>
    <w:rsid w:val="0012117F"/>
    <w:rsid w:val="00143E1D"/>
    <w:rsid w:val="001540BA"/>
    <w:rsid w:val="0015545A"/>
    <w:rsid w:val="001559AE"/>
    <w:rsid w:val="0015630C"/>
    <w:rsid w:val="00177BFC"/>
    <w:rsid w:val="00194A0B"/>
    <w:rsid w:val="001C34AE"/>
    <w:rsid w:val="001C4CE9"/>
    <w:rsid w:val="001D32E9"/>
    <w:rsid w:val="001D474E"/>
    <w:rsid w:val="001F3BE4"/>
    <w:rsid w:val="00214F73"/>
    <w:rsid w:val="0022545D"/>
    <w:rsid w:val="00235024"/>
    <w:rsid w:val="00244F8F"/>
    <w:rsid w:val="00255F2C"/>
    <w:rsid w:val="00295703"/>
    <w:rsid w:val="00296C58"/>
    <w:rsid w:val="002A3492"/>
    <w:rsid w:val="002A3D16"/>
    <w:rsid w:val="002A7EC9"/>
    <w:rsid w:val="002B4D01"/>
    <w:rsid w:val="002E44DD"/>
    <w:rsid w:val="003072E6"/>
    <w:rsid w:val="003203B7"/>
    <w:rsid w:val="00353FFD"/>
    <w:rsid w:val="00370E74"/>
    <w:rsid w:val="00393661"/>
    <w:rsid w:val="00394E4D"/>
    <w:rsid w:val="003C1FD0"/>
    <w:rsid w:val="00405BD7"/>
    <w:rsid w:val="004322DC"/>
    <w:rsid w:val="00445303"/>
    <w:rsid w:val="00450C89"/>
    <w:rsid w:val="00471DAD"/>
    <w:rsid w:val="00471F01"/>
    <w:rsid w:val="00492585"/>
    <w:rsid w:val="004B6013"/>
    <w:rsid w:val="0050190B"/>
    <w:rsid w:val="00527C4F"/>
    <w:rsid w:val="00534461"/>
    <w:rsid w:val="005710CC"/>
    <w:rsid w:val="00580D26"/>
    <w:rsid w:val="005C7038"/>
    <w:rsid w:val="00612A13"/>
    <w:rsid w:val="0061711B"/>
    <w:rsid w:val="00620715"/>
    <w:rsid w:val="00636B79"/>
    <w:rsid w:val="006457F1"/>
    <w:rsid w:val="00651643"/>
    <w:rsid w:val="0068458D"/>
    <w:rsid w:val="006B5589"/>
    <w:rsid w:val="006C3806"/>
    <w:rsid w:val="006E6FB2"/>
    <w:rsid w:val="006E71CD"/>
    <w:rsid w:val="006F7A7B"/>
    <w:rsid w:val="007539B0"/>
    <w:rsid w:val="007676F4"/>
    <w:rsid w:val="007A2A11"/>
    <w:rsid w:val="007C7FB6"/>
    <w:rsid w:val="007E62CD"/>
    <w:rsid w:val="00801A8A"/>
    <w:rsid w:val="008125F9"/>
    <w:rsid w:val="0081449C"/>
    <w:rsid w:val="00820F06"/>
    <w:rsid w:val="00837725"/>
    <w:rsid w:val="008441C4"/>
    <w:rsid w:val="00853D12"/>
    <w:rsid w:val="00874174"/>
    <w:rsid w:val="008967B9"/>
    <w:rsid w:val="008B6996"/>
    <w:rsid w:val="008C6E69"/>
    <w:rsid w:val="008E0ADA"/>
    <w:rsid w:val="008F367A"/>
    <w:rsid w:val="00912C00"/>
    <w:rsid w:val="0092064E"/>
    <w:rsid w:val="009248E2"/>
    <w:rsid w:val="00941067"/>
    <w:rsid w:val="00950E66"/>
    <w:rsid w:val="00983E3F"/>
    <w:rsid w:val="009C4143"/>
    <w:rsid w:val="009E29DE"/>
    <w:rsid w:val="009F3788"/>
    <w:rsid w:val="00A1127B"/>
    <w:rsid w:val="00A26C3A"/>
    <w:rsid w:val="00A45DEC"/>
    <w:rsid w:val="00A63DEC"/>
    <w:rsid w:val="00AA0C55"/>
    <w:rsid w:val="00AA4F7B"/>
    <w:rsid w:val="00AF56DF"/>
    <w:rsid w:val="00B17F26"/>
    <w:rsid w:val="00B36DD9"/>
    <w:rsid w:val="00B43E26"/>
    <w:rsid w:val="00B70567"/>
    <w:rsid w:val="00BD2C17"/>
    <w:rsid w:val="00BD31FC"/>
    <w:rsid w:val="00BD6C80"/>
    <w:rsid w:val="00BE148E"/>
    <w:rsid w:val="00C11A0A"/>
    <w:rsid w:val="00C12509"/>
    <w:rsid w:val="00C3620E"/>
    <w:rsid w:val="00C64D15"/>
    <w:rsid w:val="00C822ED"/>
    <w:rsid w:val="00CA5E2E"/>
    <w:rsid w:val="00CD7CD5"/>
    <w:rsid w:val="00CE4B5D"/>
    <w:rsid w:val="00CE5A0D"/>
    <w:rsid w:val="00CE6CAA"/>
    <w:rsid w:val="00CF3EF6"/>
    <w:rsid w:val="00D07184"/>
    <w:rsid w:val="00D202D6"/>
    <w:rsid w:val="00D56153"/>
    <w:rsid w:val="00D726DD"/>
    <w:rsid w:val="00DA597B"/>
    <w:rsid w:val="00DE40DD"/>
    <w:rsid w:val="00DE4F0A"/>
    <w:rsid w:val="00E22649"/>
    <w:rsid w:val="00E2655A"/>
    <w:rsid w:val="00E312FF"/>
    <w:rsid w:val="00E37E9C"/>
    <w:rsid w:val="00E45F93"/>
    <w:rsid w:val="00E54274"/>
    <w:rsid w:val="00E57997"/>
    <w:rsid w:val="00E80F4E"/>
    <w:rsid w:val="00E827DA"/>
    <w:rsid w:val="00EA0C09"/>
    <w:rsid w:val="00EC42BD"/>
    <w:rsid w:val="00EC74BC"/>
    <w:rsid w:val="00EF77D4"/>
    <w:rsid w:val="00F03ECC"/>
    <w:rsid w:val="00F05DF3"/>
    <w:rsid w:val="00F15D3C"/>
    <w:rsid w:val="00F17FAB"/>
    <w:rsid w:val="00F212C0"/>
    <w:rsid w:val="00F46047"/>
    <w:rsid w:val="00F5558A"/>
    <w:rsid w:val="00F946B4"/>
    <w:rsid w:val="00FA2581"/>
    <w:rsid w:val="00FC7289"/>
    <w:rsid w:val="00FD33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923FC"/>
  <w15:chartTrackingRefBased/>
  <w15:docId w15:val="{6FAC62F0-B3E5-4D0E-A2E4-DD9FD37D8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48E"/>
  </w:style>
  <w:style w:type="paragraph" w:styleId="Heading1">
    <w:name w:val="heading 1"/>
    <w:basedOn w:val="Normal"/>
    <w:next w:val="Normal"/>
    <w:link w:val="Heading1Char"/>
    <w:autoRedefine/>
    <w:uiPriority w:val="9"/>
    <w:qFormat/>
    <w:rsid w:val="00FA2581"/>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qFormat/>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FA2581"/>
    <w:rPr>
      <w:rFonts w:ascii="Arial" w:eastAsiaTheme="majorEastAsia" w:hAnsi="Arial" w:cstheme="majorBidi"/>
      <w:color w:val="193F6F"/>
      <w:sz w:val="44"/>
      <w:szCs w:val="32"/>
    </w:rPr>
  </w:style>
  <w:style w:type="paragraph" w:styleId="ListParagraph">
    <w:name w:val="List Paragraph"/>
    <w:basedOn w:val="Normal"/>
    <w:uiPriority w:val="34"/>
    <w:qFormat/>
    <w:rsid w:val="008B6996"/>
    <w:pPr>
      <w:numPr>
        <w:numId w:val="2"/>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7"/>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8"/>
      </w:numPr>
    </w:pPr>
  </w:style>
  <w:style w:type="numbering" w:customStyle="1" w:styleId="NumbersList">
    <w:name w:val="Numbers List"/>
    <w:basedOn w:val="NoList"/>
    <w:rsid w:val="00F946B4"/>
    <w:pPr>
      <w:numPr>
        <w:numId w:val="9"/>
      </w:numPr>
    </w:pPr>
  </w:style>
  <w:style w:type="numbering" w:customStyle="1" w:styleId="StyleNumbersListOutlinenumberedLeft06">
    <w:name w:val="Style Numbers List + Outline numbered Left:  0.6&quot;"/>
    <w:basedOn w:val="NoList"/>
    <w:rsid w:val="00F03ECC"/>
    <w:pPr>
      <w:numPr>
        <w:numId w:val="10"/>
      </w:numPr>
    </w:pPr>
  </w:style>
  <w:style w:type="numbering" w:customStyle="1" w:styleId="StyleNumbersListOutlinenumberedLeft061">
    <w:name w:val="Style Numbers List + Outline numbered Left:  0.6&quot;1"/>
    <w:basedOn w:val="NoList"/>
    <w:rsid w:val="00F03ECC"/>
    <w:pPr>
      <w:numPr>
        <w:numId w:val="11"/>
      </w:numPr>
    </w:pPr>
  </w:style>
  <w:style w:type="numbering" w:customStyle="1" w:styleId="StyleNumbersListOutlinenumberedLeft062">
    <w:name w:val="Style Numbers List + Outline numbered Left:  0.6&quot;2"/>
    <w:basedOn w:val="NoList"/>
    <w:rsid w:val="00F03ECC"/>
    <w:pPr>
      <w:numPr>
        <w:numId w:val="12"/>
      </w:numPr>
    </w:pPr>
  </w:style>
  <w:style w:type="numbering" w:customStyle="1" w:styleId="StyleNumbersListOutlinenumberedLeft063">
    <w:name w:val="Style Numbers List + Outline numbered Left:  0.6&quot;3"/>
    <w:basedOn w:val="NoList"/>
    <w:rsid w:val="00F03ECC"/>
    <w:pPr>
      <w:numPr>
        <w:numId w:val="13"/>
      </w:numPr>
    </w:pPr>
  </w:style>
  <w:style w:type="paragraph" w:customStyle="1" w:styleId="Numbering1">
    <w:name w:val="Numbering 1"/>
    <w:basedOn w:val="Normal"/>
    <w:qFormat/>
    <w:rsid w:val="00492585"/>
    <w:pPr>
      <w:numPr>
        <w:numId w:val="14"/>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 w:type="paragraph" w:customStyle="1" w:styleId="Numbering">
    <w:name w:val="Numbering"/>
    <w:basedOn w:val="ListParagraph"/>
    <w:qFormat/>
    <w:rsid w:val="00AA0C55"/>
    <w:pPr>
      <w:numPr>
        <w:numId w:val="23"/>
      </w:numPr>
      <w:ind w:left="648" w:hanging="144"/>
      <w:contextualSpacing/>
    </w:pPr>
    <w:rPr>
      <w:rFonts w:asciiTheme="minorHAnsi" w:hAnsiTheme="minorHAnsi" w:cstheme="minorBidi"/>
    </w:rPr>
  </w:style>
  <w:style w:type="paragraph" w:customStyle="1" w:styleId="Numbering4-bulletlist">
    <w:name w:val="Numbering 4- bullet list"/>
    <w:basedOn w:val="ListParagraph"/>
    <w:qFormat/>
    <w:rsid w:val="00AA0C55"/>
    <w:pPr>
      <w:ind w:left="1296"/>
      <w:contextualSpacing/>
    </w:pPr>
    <w:rPr>
      <w:rFonts w:asciiTheme="minorHAnsi" w:hAnsiTheme="minorHAnsi" w:cstheme="minorBidi"/>
    </w:rPr>
  </w:style>
  <w:style w:type="paragraph" w:customStyle="1" w:styleId="TableHeader">
    <w:name w:val="Table Header"/>
    <w:basedOn w:val="Heading1"/>
    <w:qFormat/>
    <w:rsid w:val="00AA0C55"/>
    <w:pPr>
      <w:spacing w:before="60" w:after="60"/>
      <w:jc w:val="center"/>
    </w:pPr>
    <w:rPr>
      <w:rFonts w:ascii="Calibri" w:hAnsi="Calibri"/>
      <w:b/>
      <w:caps/>
      <w:color w:val="FFFFFF" w:themeColor="background1"/>
      <w:sz w:val="26"/>
    </w:rPr>
  </w:style>
  <w:style w:type="character" w:styleId="CommentReference">
    <w:name w:val="annotation reference"/>
    <w:basedOn w:val="DefaultParagraphFont"/>
    <w:uiPriority w:val="99"/>
    <w:semiHidden/>
    <w:unhideWhenUsed/>
    <w:rsid w:val="00AA0C55"/>
    <w:rPr>
      <w:sz w:val="16"/>
      <w:szCs w:val="16"/>
    </w:rPr>
  </w:style>
  <w:style w:type="paragraph" w:styleId="CommentText">
    <w:name w:val="annotation text"/>
    <w:basedOn w:val="Normal"/>
    <w:link w:val="CommentTextChar"/>
    <w:uiPriority w:val="99"/>
    <w:semiHidden/>
    <w:unhideWhenUsed/>
    <w:rsid w:val="00AA0C55"/>
    <w:rPr>
      <w:sz w:val="20"/>
      <w:szCs w:val="20"/>
    </w:rPr>
  </w:style>
  <w:style w:type="character" w:customStyle="1" w:styleId="CommentTextChar">
    <w:name w:val="Comment Text Char"/>
    <w:basedOn w:val="DefaultParagraphFont"/>
    <w:link w:val="CommentText"/>
    <w:uiPriority w:val="99"/>
    <w:semiHidden/>
    <w:rsid w:val="00AA0C55"/>
    <w:rPr>
      <w:sz w:val="20"/>
      <w:szCs w:val="20"/>
    </w:rPr>
  </w:style>
  <w:style w:type="character" w:styleId="FollowedHyperlink">
    <w:name w:val="FollowedHyperlink"/>
    <w:basedOn w:val="DefaultParagraphFont"/>
    <w:uiPriority w:val="99"/>
    <w:semiHidden/>
    <w:unhideWhenUsed/>
    <w:rsid w:val="00AA0C55"/>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AA0C55"/>
    <w:rPr>
      <w:b/>
      <w:bCs/>
    </w:rPr>
  </w:style>
  <w:style w:type="character" w:customStyle="1" w:styleId="CommentSubjectChar">
    <w:name w:val="Comment Subject Char"/>
    <w:basedOn w:val="CommentTextChar"/>
    <w:link w:val="CommentSubject"/>
    <w:uiPriority w:val="99"/>
    <w:semiHidden/>
    <w:rsid w:val="00AA0C55"/>
    <w:rPr>
      <w:b/>
      <w:bCs/>
      <w:sz w:val="20"/>
      <w:szCs w:val="20"/>
    </w:rPr>
  </w:style>
  <w:style w:type="character" w:styleId="UnresolvedMention">
    <w:name w:val="Unresolved Mention"/>
    <w:basedOn w:val="DefaultParagraphFont"/>
    <w:uiPriority w:val="99"/>
    <w:semiHidden/>
    <w:unhideWhenUsed/>
    <w:rsid w:val="00AA0C55"/>
    <w:rPr>
      <w:color w:val="605E5C"/>
      <w:shd w:val="clear" w:color="auto" w:fill="E1DFDD"/>
    </w:rPr>
  </w:style>
  <w:style w:type="paragraph" w:customStyle="1" w:styleId="Default">
    <w:name w:val="Default"/>
    <w:rsid w:val="00AA0C55"/>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shs.wa.gov/os/publications-library?combine=&amp;field_program_topic_value=All&amp;field_job__value=22-1731&amp;field_language_available_value=All" TargetMode="External"/><Relationship Id="rId18" Type="http://schemas.openxmlformats.org/officeDocument/2006/relationships/hyperlink" Target="http://apps.leg.wa.gov/WAC/default.aspx?cite=388-71-0704" TargetMode="External"/><Relationship Id="rId26" Type="http://schemas.openxmlformats.org/officeDocument/2006/relationships/hyperlink" Target="https://www.dshs.wa.gov/altsa/aging-and-long-term-support-administration-long-term-care-manual" TargetMode="External"/><Relationship Id="rId39" Type="http://schemas.openxmlformats.org/officeDocument/2006/relationships/footer" Target="footer1.xml"/><Relationship Id="rId21" Type="http://schemas.openxmlformats.org/officeDocument/2006/relationships/hyperlink" Target="https://app.leg.wa.gov/wac/default.aspx?cite=388-71-0712" TargetMode="External"/><Relationship Id="rId34" Type="http://schemas.openxmlformats.org/officeDocument/2006/relationships/hyperlink" Target="http://app.leg.wa.gov/rcw/default.aspx?cite=18.79"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apps.leg.wa.gov/WAC/default.aspx?cite=388-106-0300" TargetMode="External"/><Relationship Id="rId20" Type="http://schemas.openxmlformats.org/officeDocument/2006/relationships/hyperlink" Target="http://app.leg.wa.gov/wac/default.aspx?cite=388-71-0706" TargetMode="External"/><Relationship Id="rId29" Type="http://schemas.openxmlformats.org/officeDocument/2006/relationships/hyperlink" Target="http://app.leg.wa.gov/wac/default.aspx?cite=388-71-0706"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usan.worthington@dshs.wa.gov" TargetMode="External"/><Relationship Id="rId24" Type="http://schemas.openxmlformats.org/officeDocument/2006/relationships/hyperlink" Target="http://apps.leg.wa.gov/WAC/default.aspx?cite=388-71-0714" TargetMode="External"/><Relationship Id="rId32" Type="http://schemas.openxmlformats.org/officeDocument/2006/relationships/hyperlink" Target="http://apps.leg.wa.gov/WAC/default.aspx?cite=388-106-0805" TargetMode="External"/><Relationship Id="rId37" Type="http://schemas.openxmlformats.org/officeDocument/2006/relationships/hyperlink" Target="http://apps.leg.wa.gov/wac/default.aspx?cite=246-840-710"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apps.leg.wa.gov/WAC/default.aspx?cite=388-106-0805" TargetMode="External"/><Relationship Id="rId23" Type="http://schemas.openxmlformats.org/officeDocument/2006/relationships/hyperlink" Target="http://apps.leg.wa.gov/WAC/default.aspx?cite=388-71-0712" TargetMode="External"/><Relationship Id="rId28" Type="http://schemas.openxmlformats.org/officeDocument/2006/relationships/hyperlink" Target="http://apps.leg.wa.gov/WAC/default.aspx?cite=388-71-0704" TargetMode="External"/><Relationship Id="rId36" Type="http://schemas.openxmlformats.org/officeDocument/2006/relationships/hyperlink" Target="http://apps.leg.wa.gov/wac/default.aspx?cite=246-840-700" TargetMode="External"/><Relationship Id="rId10" Type="http://schemas.openxmlformats.org/officeDocument/2006/relationships/endnotes" Target="endnotes.xml"/><Relationship Id="rId19" Type="http://schemas.openxmlformats.org/officeDocument/2006/relationships/hyperlink" Target="https://view.officeapps.live.com/op/view.aspx?src=https%3A%2F%2Fwww.dshs.wa.gov%2Fsites%2Fdefault%2Ffiles%2FALTSA%2Fmsd%2Fdocuments%2FAll_HCS_Rates.xlsx&amp;wdOrigin=BROWSELINK" TargetMode="External"/><Relationship Id="rId31" Type="http://schemas.openxmlformats.org/officeDocument/2006/relationships/hyperlink" Target="http://apps.leg.wa.gov/WAC/default.aspx?cite=388-71-0714"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apps.leg.wa.gov/WAC/default.aspx?cite=388-71-0702" TargetMode="External"/><Relationship Id="rId22" Type="http://schemas.openxmlformats.org/officeDocument/2006/relationships/hyperlink" Target="http://app.leg.wa.gov/wac/default.aspx?cite=388-71-0714" TargetMode="External"/><Relationship Id="rId27" Type="http://schemas.openxmlformats.org/officeDocument/2006/relationships/hyperlink" Target="http://apps.leg.wa.gov/WAC/default.aspx?cite=388-71-0702" TargetMode="External"/><Relationship Id="rId30" Type="http://schemas.openxmlformats.org/officeDocument/2006/relationships/hyperlink" Target="https://app.leg.wa.gov/wac/default.aspx?cite=388-71-0712" TargetMode="External"/><Relationship Id="rId35" Type="http://schemas.openxmlformats.org/officeDocument/2006/relationships/hyperlink" Target="http://app.leg.wa.gov/rcw/default.aspx?cite=18.130"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Adultdayservices@dshs.wa.gov" TargetMode="External"/><Relationship Id="rId17" Type="http://schemas.openxmlformats.org/officeDocument/2006/relationships/hyperlink" Target="https://www.dshs.wa.gov/sites/default/files/forms/pdf/10-580.pdf" TargetMode="External"/><Relationship Id="rId25" Type="http://schemas.openxmlformats.org/officeDocument/2006/relationships/hyperlink" Target="https://view.officeapps.live.com/op/view.aspx?src=https%3A%2F%2Fwww.dshs.wa.gov%2Fsites%2Fdefault%2Ffiles%2FALTSA%2Fmsd%2Fdocuments%2FAll_HCS_Rates.xlsx&amp;wdOrigin=BROWSELINK" TargetMode="External"/><Relationship Id="rId33" Type="http://schemas.openxmlformats.org/officeDocument/2006/relationships/hyperlink" Target="http://apps.leg.wa.gov/WAC/default.aspx?cite=388-106-0300"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64b962f-812f-482d-9ee3-a94f85f8969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978CDB8DB43A45B89B1F8712061161" ma:contentTypeVersion="5" ma:contentTypeDescription="Create a new document." ma:contentTypeScope="" ma:versionID="25a8850268a30668982f8547ae3f10ce">
  <xsd:schema xmlns:xsd="http://www.w3.org/2001/XMLSchema" xmlns:xs="http://www.w3.org/2001/XMLSchema" xmlns:p="http://schemas.microsoft.com/office/2006/metadata/properties" xmlns:ns2="864b962f-812f-482d-9ee3-a94f85f89692" targetNamespace="http://schemas.microsoft.com/office/2006/metadata/properties" ma:root="true" ma:fieldsID="7dfd1966383dd34c26f7e23729a66460" ns2:_="">
    <xsd:import namespace="864b962f-812f-482d-9ee3-a94f85f8969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4b962f-812f-482d-9ee3-a94f85f896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Status" ma:index="12" nillable="true" ma:displayName="Status " ma:format="Dropdown" ma:internalName="Status">
      <xsd:simpleType>
        <xsd:restriction base="dms:Choice">
          <xsd:enumeration value="Completed"/>
          <xsd:enumeration value="In Process "/>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11D9B-E9EE-41EB-B7AD-139547B03B4B}">
  <ds:schemaRefs>
    <ds:schemaRef ds:uri="http://schemas.microsoft.com/sharepoint/v3/contenttype/forms"/>
  </ds:schemaRefs>
</ds:datastoreItem>
</file>

<file path=customXml/itemProps2.xml><?xml version="1.0" encoding="utf-8"?>
<ds:datastoreItem xmlns:ds="http://schemas.openxmlformats.org/officeDocument/2006/customXml" ds:itemID="{30646D72-4B8E-4E04-B988-C199E1E53F8C}">
  <ds:schemaRefs>
    <ds:schemaRef ds:uri="http://schemas.microsoft.com/office/2006/metadata/properties"/>
    <ds:schemaRef ds:uri="http://schemas.microsoft.com/office/infopath/2007/PartnerControls"/>
    <ds:schemaRef ds:uri="864b962f-812f-482d-9ee3-a94f85f89692"/>
  </ds:schemaRefs>
</ds:datastoreItem>
</file>

<file path=customXml/itemProps3.xml><?xml version="1.0" encoding="utf-8"?>
<ds:datastoreItem xmlns:ds="http://schemas.openxmlformats.org/officeDocument/2006/customXml" ds:itemID="{80A98B7F-B7F7-4117-95C8-713BC05B0A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4b962f-812f-482d-9ee3-a94f85f896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LTC Manual Chapter Template 2019 (002) (AutoRecovered)</Template>
  <TotalTime>8</TotalTime>
  <Pages>17</Pages>
  <Words>5390</Words>
  <Characters>30729</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Washington State DSHS</Company>
  <LinksUpToDate>false</LinksUpToDate>
  <CharactersWithSpaces>36047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McCue, Megan D (DSHS/ALTSA/HCS)</cp:lastModifiedBy>
  <cp:revision>6</cp:revision>
  <dcterms:created xsi:type="dcterms:W3CDTF">2025-04-16T18:45:00Z</dcterms:created>
  <dcterms:modified xsi:type="dcterms:W3CDTF">2025-05-20T17:49:00Z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0x0101003B978CDB8DB43A45B89B1F8712061161</vt:lpwstr>
  </property>
</Properties>
</file>