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2B7D6E6E" w:rsidR="007676F4" w:rsidRPr="0084085D" w:rsidRDefault="003A6181" w:rsidP="0084085D">
      <w:pPr>
        <w:pStyle w:val="Heading1"/>
      </w:pPr>
      <w:bookmarkStart w:id="0" w:name="_Toc192074645"/>
      <w:r w:rsidRPr="0084085D">
        <w:t>Legal Holds &amp; Discovery</w:t>
      </w:r>
      <w:bookmarkEnd w:id="0"/>
    </w:p>
    <w:p w14:paraId="39FADE96" w14:textId="69471BBF" w:rsidR="007676F4" w:rsidRDefault="003A6181" w:rsidP="00E22649">
      <w:r w:rsidRPr="00030F94">
        <w:t xml:space="preserve">The purpose of this </w:t>
      </w:r>
      <w:r>
        <w:t xml:space="preserve">section </w:t>
      </w:r>
      <w:r w:rsidRPr="00030F94">
        <w:t xml:space="preserve">is to </w:t>
      </w:r>
      <w:r>
        <w:t>provide guidance for the management and preservation of records and documents involved in Litigation and/or potential Litigation.</w:t>
      </w:r>
    </w:p>
    <w:p w14:paraId="2A26A207" w14:textId="77777777" w:rsidR="00E45F93" w:rsidRDefault="00E45F93" w:rsidP="00E45F93"/>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2BBEDC68" w14:textId="5A1E4096" w:rsidR="00DB4F17" w:rsidRDefault="00DB4F17" w:rsidP="00DB4F17">
      <w:r>
        <w:t>Cynthia Mitchell</w:t>
      </w:r>
      <w:r>
        <w:tab/>
        <w:t>Discovery Program Manager</w:t>
      </w:r>
    </w:p>
    <w:p w14:paraId="541A583F" w14:textId="45142CAB" w:rsidR="00DB4F17" w:rsidRDefault="00DB4F17" w:rsidP="00DB4F17">
      <w:r>
        <w:tab/>
      </w:r>
      <w:r>
        <w:tab/>
      </w:r>
      <w:r>
        <w:tab/>
        <w:t>360.715.2537</w:t>
      </w:r>
      <w:r>
        <w:tab/>
      </w:r>
      <w:r>
        <w:tab/>
      </w:r>
      <w:hyperlink r:id="rId8" w:history="1">
        <w:r w:rsidRPr="001A0BCB">
          <w:rPr>
            <w:rStyle w:val="Hyperlink"/>
          </w:rPr>
          <w:t>cynthia.mitchell@dshs.wa.gov</w:t>
        </w:r>
      </w:hyperlink>
      <w:r>
        <w:t xml:space="preserve"> </w:t>
      </w:r>
    </w:p>
    <w:p w14:paraId="47301CBC" w14:textId="77777777" w:rsidR="007676F4" w:rsidRDefault="007676F4" w:rsidP="007676F4"/>
    <w:bookmarkStart w:id="1" w:name="_Toc192074646"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84085D">
            <w:rPr>
              <w:color w:val="193F6F"/>
            </w:rPr>
            <w:t>Table</w:t>
          </w:r>
          <w:r w:rsidRPr="006C3806">
            <w:rPr>
              <w:color w:val="193F6F"/>
            </w:rPr>
            <w:t xml:space="preserve"> of Contents</w:t>
          </w:r>
          <w:bookmarkEnd w:id="1"/>
        </w:p>
        <w:p w14:paraId="09D410E4" w14:textId="4200C90C" w:rsidR="003A6181" w:rsidRPr="003A6181" w:rsidRDefault="003A6181" w:rsidP="003A6181">
          <w:pPr>
            <w:tabs>
              <w:tab w:val="right" w:leader="dot" w:pos="9350"/>
            </w:tabs>
            <w:spacing w:after="100"/>
            <w:rPr>
              <w:rFonts w:asciiTheme="minorHAnsi" w:eastAsiaTheme="minorEastAsia" w:hAnsiTheme="minorHAnsi" w:cstheme="minorBidi"/>
              <w:noProof/>
            </w:rPr>
          </w:pPr>
          <w:hyperlink w:anchor="_Toc536776244" w:history="1">
            <w:r w:rsidRPr="003A6181">
              <w:rPr>
                <w:noProof/>
              </w:rPr>
              <w:t xml:space="preserve">Legal Holds </w:t>
            </w:r>
            <w:r>
              <w:rPr>
                <w:noProof/>
              </w:rPr>
              <w:t>&amp;</w:t>
            </w:r>
            <w:r w:rsidRPr="003A6181">
              <w:rPr>
                <w:noProof/>
              </w:rPr>
              <w:t xml:space="preserve"> Discovery</w:t>
            </w:r>
            <w:r w:rsidRPr="003A6181">
              <w:rPr>
                <w:noProof/>
                <w:webHidden/>
              </w:rPr>
              <w:tab/>
            </w:r>
            <w:r w:rsidRPr="003A6181">
              <w:rPr>
                <w:noProof/>
                <w:webHidden/>
              </w:rPr>
              <w:fldChar w:fldCharType="begin"/>
            </w:r>
            <w:r w:rsidRPr="003A6181">
              <w:rPr>
                <w:noProof/>
                <w:webHidden/>
              </w:rPr>
              <w:instrText xml:space="preserve"> PAGEREF _Toc536776244 \h </w:instrText>
            </w:r>
            <w:r w:rsidRPr="003A6181">
              <w:rPr>
                <w:noProof/>
                <w:webHidden/>
              </w:rPr>
            </w:r>
            <w:r w:rsidRPr="003A6181">
              <w:rPr>
                <w:noProof/>
                <w:webHidden/>
              </w:rPr>
              <w:fldChar w:fldCharType="separate"/>
            </w:r>
            <w:r w:rsidRPr="003A6181">
              <w:rPr>
                <w:noProof/>
                <w:webHidden/>
              </w:rPr>
              <w:t>1</w:t>
            </w:r>
            <w:r w:rsidRPr="003A6181">
              <w:rPr>
                <w:noProof/>
                <w:webHidden/>
              </w:rPr>
              <w:fldChar w:fldCharType="end"/>
            </w:r>
          </w:hyperlink>
        </w:p>
        <w:p w14:paraId="27989E45" w14:textId="332D9E03" w:rsidR="003A6181" w:rsidRPr="003A6181" w:rsidRDefault="003A6181" w:rsidP="003A6181">
          <w:pPr>
            <w:tabs>
              <w:tab w:val="right" w:leader="dot" w:pos="9350"/>
            </w:tabs>
            <w:spacing w:after="100"/>
            <w:rPr>
              <w:rFonts w:asciiTheme="minorHAnsi" w:eastAsiaTheme="minorEastAsia" w:hAnsiTheme="minorHAnsi" w:cstheme="minorBidi"/>
              <w:noProof/>
            </w:rPr>
          </w:pPr>
          <w:hyperlink w:anchor="_Toc536776245" w:history="1">
            <w:r>
              <w:rPr>
                <w:noProof/>
              </w:rPr>
              <w:t>Ask</w:t>
            </w:r>
          </w:hyperlink>
          <w:r>
            <w:rPr>
              <w:noProof/>
            </w:rPr>
            <w:t xml:space="preserve"> the Expert…………………………………………………………………………………………………………………………………………1</w:t>
          </w:r>
        </w:p>
        <w:p w14:paraId="24FC93AF" w14:textId="7813ABF5" w:rsidR="003A6181" w:rsidRPr="003A6181" w:rsidRDefault="003A6181" w:rsidP="003A6181">
          <w:pPr>
            <w:tabs>
              <w:tab w:val="right" w:leader="dot" w:pos="9350"/>
            </w:tabs>
            <w:spacing w:after="100"/>
            <w:rPr>
              <w:rFonts w:asciiTheme="minorHAnsi" w:eastAsiaTheme="minorEastAsia" w:hAnsiTheme="minorHAnsi" w:cstheme="minorBidi"/>
              <w:noProof/>
            </w:rPr>
          </w:pPr>
          <w:hyperlink w:anchor="_Toc536776246" w:history="1">
            <w:r w:rsidRPr="003A6181">
              <w:rPr>
                <w:noProof/>
              </w:rPr>
              <w:t>Background</w:t>
            </w:r>
            <w:r w:rsidRPr="003A6181">
              <w:rPr>
                <w:noProof/>
                <w:webHidden/>
              </w:rPr>
              <w:tab/>
            </w:r>
            <w:r w:rsidRPr="003A6181">
              <w:rPr>
                <w:noProof/>
                <w:webHidden/>
              </w:rPr>
              <w:fldChar w:fldCharType="begin"/>
            </w:r>
            <w:r w:rsidRPr="003A6181">
              <w:rPr>
                <w:noProof/>
                <w:webHidden/>
              </w:rPr>
              <w:instrText xml:space="preserve"> PAGEREF _Toc536776246 \h </w:instrText>
            </w:r>
            <w:r w:rsidRPr="003A6181">
              <w:rPr>
                <w:noProof/>
                <w:webHidden/>
              </w:rPr>
            </w:r>
            <w:r w:rsidRPr="003A6181">
              <w:rPr>
                <w:noProof/>
                <w:webHidden/>
              </w:rPr>
              <w:fldChar w:fldCharType="separate"/>
            </w:r>
            <w:r w:rsidRPr="003A6181">
              <w:rPr>
                <w:noProof/>
                <w:webHidden/>
              </w:rPr>
              <w:t>2</w:t>
            </w:r>
            <w:r w:rsidRPr="003A6181">
              <w:rPr>
                <w:noProof/>
                <w:webHidden/>
              </w:rPr>
              <w:fldChar w:fldCharType="end"/>
            </w:r>
          </w:hyperlink>
        </w:p>
        <w:p w14:paraId="08BA7985" w14:textId="25B8D229" w:rsidR="003A6181" w:rsidRPr="003A6181" w:rsidRDefault="003A6181" w:rsidP="003A6181">
          <w:pPr>
            <w:tabs>
              <w:tab w:val="right" w:leader="dot" w:pos="9350"/>
            </w:tabs>
            <w:spacing w:after="100"/>
            <w:rPr>
              <w:rFonts w:asciiTheme="minorHAnsi" w:eastAsiaTheme="minorEastAsia" w:hAnsiTheme="minorHAnsi" w:cstheme="minorBidi"/>
              <w:noProof/>
            </w:rPr>
          </w:pPr>
          <w:r w:rsidRPr="003A6181">
            <w:rPr>
              <w:rFonts w:asciiTheme="minorHAnsi" w:eastAsiaTheme="minorEastAsia" w:hAnsiTheme="minorHAnsi" w:cstheme="minorBidi"/>
              <w:noProof/>
            </w:rPr>
            <w:t>Definitions..…………………………………………………………………………………………………………………………………</w:t>
          </w:r>
          <w:r>
            <w:rPr>
              <w:rFonts w:asciiTheme="minorHAnsi" w:eastAsiaTheme="minorEastAsia" w:hAnsiTheme="minorHAnsi" w:cstheme="minorBidi"/>
              <w:noProof/>
            </w:rPr>
            <w:t>……</w:t>
          </w:r>
          <w:r w:rsidRPr="003A6181">
            <w:rPr>
              <w:rFonts w:asciiTheme="minorHAnsi" w:eastAsiaTheme="minorEastAsia" w:hAnsiTheme="minorHAnsi" w:cstheme="minorBidi"/>
              <w:noProof/>
            </w:rPr>
            <w:t>…</w:t>
          </w:r>
          <w:r>
            <w:rPr>
              <w:rFonts w:asciiTheme="minorHAnsi" w:eastAsiaTheme="minorEastAsia" w:hAnsiTheme="minorHAnsi" w:cstheme="minorBidi"/>
              <w:noProof/>
            </w:rPr>
            <w:t>….</w:t>
          </w:r>
          <w:r w:rsidR="009168E7">
            <w:rPr>
              <w:rFonts w:asciiTheme="minorHAnsi" w:eastAsiaTheme="minorEastAsia" w:hAnsiTheme="minorHAnsi" w:cstheme="minorBidi"/>
              <w:noProof/>
            </w:rPr>
            <w:t>2</w:t>
          </w:r>
        </w:p>
        <w:p w14:paraId="74D487BB" w14:textId="3E6347FC" w:rsidR="003A6181" w:rsidRPr="003A6181" w:rsidRDefault="003A6181" w:rsidP="003A6181">
          <w:pPr>
            <w:tabs>
              <w:tab w:val="right" w:leader="dot" w:pos="9350"/>
            </w:tabs>
            <w:spacing w:after="100"/>
            <w:rPr>
              <w:rFonts w:asciiTheme="minorHAnsi" w:eastAsiaTheme="minorEastAsia" w:hAnsiTheme="minorHAnsi" w:cstheme="minorBidi"/>
              <w:noProof/>
            </w:rPr>
          </w:pPr>
          <w:r w:rsidRPr="003A6181">
            <w:rPr>
              <w:noProof/>
            </w:rPr>
            <w:t>What to Do If You Receive a Litigation Hold Notice</w:t>
          </w:r>
          <w:hyperlink w:anchor="_Toc536776248" w:history="1">
            <w:r w:rsidRPr="003A6181">
              <w:rPr>
                <w:noProof/>
              </w:rPr>
              <w:t>…………………………………………………………..................</w:t>
            </w:r>
            <w:r>
              <w:rPr>
                <w:noProof/>
              </w:rPr>
              <w:t>.....</w:t>
            </w:r>
            <w:r w:rsidRPr="003A6181">
              <w:rPr>
                <w:noProof/>
              </w:rPr>
              <w:t>.</w:t>
            </w:r>
            <w:r w:rsidRPr="003A6181">
              <w:rPr>
                <w:noProof/>
                <w:webHidden/>
              </w:rPr>
              <w:fldChar w:fldCharType="begin"/>
            </w:r>
            <w:r w:rsidRPr="003A6181">
              <w:rPr>
                <w:noProof/>
                <w:webHidden/>
              </w:rPr>
              <w:instrText xml:space="preserve"> PAGEREF _Toc536776248 \h </w:instrText>
            </w:r>
            <w:r w:rsidRPr="003A6181">
              <w:rPr>
                <w:noProof/>
                <w:webHidden/>
              </w:rPr>
            </w:r>
            <w:r w:rsidRPr="003A6181">
              <w:rPr>
                <w:noProof/>
                <w:webHidden/>
              </w:rPr>
              <w:fldChar w:fldCharType="separate"/>
            </w:r>
            <w:r w:rsidRPr="003A6181">
              <w:rPr>
                <w:noProof/>
                <w:webHidden/>
              </w:rPr>
              <w:t>3</w:t>
            </w:r>
            <w:r w:rsidRPr="003A6181">
              <w:rPr>
                <w:noProof/>
                <w:webHidden/>
              </w:rPr>
              <w:fldChar w:fldCharType="end"/>
            </w:r>
          </w:hyperlink>
        </w:p>
        <w:p w14:paraId="1867F56A" w14:textId="01CD6744" w:rsidR="003A6181" w:rsidRPr="003A6181" w:rsidRDefault="003A6181" w:rsidP="003A6181">
          <w:pPr>
            <w:tabs>
              <w:tab w:val="right" w:leader="dot" w:pos="9350"/>
            </w:tabs>
            <w:spacing w:after="100"/>
          </w:pPr>
          <w:r w:rsidRPr="003A6181">
            <w:t>Obligation to Preserve Records.….……………………………………………………………………………………………………</w:t>
          </w:r>
          <w:r>
            <w:t>…....4</w:t>
          </w:r>
        </w:p>
        <w:p w14:paraId="673EAD4F" w14:textId="40E9653F" w:rsidR="003A6181" w:rsidRPr="003A6181" w:rsidRDefault="00616126" w:rsidP="003A6181">
          <w:pPr>
            <w:tabs>
              <w:tab w:val="right" w:leader="dot" w:pos="9350"/>
            </w:tabs>
            <w:spacing w:after="100"/>
          </w:pPr>
          <w:r w:rsidRPr="003A6181">
            <w:t>Consequences.</w:t>
          </w:r>
          <w:r w:rsidR="003A6181" w:rsidRPr="003A6181">
            <w:t>…………………………………………………………………………………………………………………………………</w:t>
          </w:r>
          <w:r w:rsidR="003A6181">
            <w:t>…..</w:t>
          </w:r>
          <w:r w:rsidR="003A6181" w:rsidRPr="003A6181">
            <w:t>.4</w:t>
          </w:r>
        </w:p>
        <w:p w14:paraId="6A8BACAD" w14:textId="70917E92" w:rsidR="003A6181" w:rsidRPr="003A6181" w:rsidRDefault="003A6181" w:rsidP="003A6181">
          <w:pPr>
            <w:tabs>
              <w:tab w:val="right" w:leader="dot" w:pos="9350"/>
            </w:tabs>
            <w:spacing w:after="100"/>
          </w:pPr>
          <w:r w:rsidRPr="003A6181">
            <w:t>Resources…</w:t>
          </w:r>
          <w:r>
            <w:t>…………………………………………………………………………………………………………………………………………….4</w:t>
          </w:r>
        </w:p>
        <w:p w14:paraId="48BA012E" w14:textId="18B1A346" w:rsidR="003A6181" w:rsidRPr="003A6181" w:rsidRDefault="003A6181" w:rsidP="003A6181">
          <w:pPr>
            <w:tabs>
              <w:tab w:val="right" w:leader="dot" w:pos="9350"/>
            </w:tabs>
            <w:spacing w:after="100"/>
            <w:rPr>
              <w:rFonts w:asciiTheme="minorHAnsi" w:eastAsiaTheme="minorEastAsia" w:hAnsiTheme="minorHAnsi" w:cstheme="minorBidi"/>
            </w:rPr>
          </w:pPr>
          <w:r w:rsidRPr="003A6181">
            <w:t>Contacts</w:t>
          </w:r>
          <w:r>
            <w:t>…………………………………………………………………………………………………………………………………………………4</w:t>
          </w:r>
        </w:p>
        <w:p w14:paraId="3CCE0793" w14:textId="545E1B55" w:rsidR="003A6181" w:rsidRPr="003A6181" w:rsidRDefault="003A6181">
          <w:pPr>
            <w:pStyle w:val="TOC1"/>
            <w:tabs>
              <w:tab w:val="right" w:leader="dot" w:pos="9350"/>
            </w:tabs>
            <w:rPr>
              <w:noProof/>
            </w:rPr>
          </w:pPr>
          <w:r w:rsidRPr="003A6181">
            <w:rPr>
              <w:noProof/>
            </w:rPr>
            <w:t>Related RCWs</w:t>
          </w:r>
          <w:r>
            <w:rPr>
              <w:noProof/>
            </w:rPr>
            <w:t>…………………………………………………………………………………………………………………………………………4</w:t>
          </w:r>
        </w:p>
        <w:p w14:paraId="4AF17A6C" w14:textId="394B699D" w:rsidR="006457F1" w:rsidRPr="003A6181"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r w:rsidR="003A6181">
            <w:rPr>
              <w:noProof/>
            </w:rPr>
            <w:t>Related Administrative Policies………………………………………………………………………………………………………………4</w:t>
          </w:r>
        </w:p>
        <w:p w14:paraId="05D8D24B" w14:textId="1D1F8ECB" w:rsidR="006457F1" w:rsidRPr="003A6181" w:rsidRDefault="003A6181" w:rsidP="003A6181">
          <w:r>
            <w:t>What to do if you are sued or involved in a lawsuit…..……………………………………………………………………………4</w:t>
          </w:r>
        </w:p>
        <w:p w14:paraId="589D6972" w14:textId="09A2E92E"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2" w:name="_Toc525727012"/>
      <w:bookmarkStart w:id="3" w:name="_Toc525727112"/>
      <w:bookmarkStart w:id="4" w:name="_Toc528758278"/>
      <w:bookmarkStart w:id="5" w:name="_Toc528759426"/>
      <w:bookmarkStart w:id="6" w:name="_Toc528760021"/>
      <w:r>
        <w:br w:type="page"/>
      </w:r>
    </w:p>
    <w:bookmarkEnd w:id="2"/>
    <w:bookmarkEnd w:id="3"/>
    <w:bookmarkEnd w:id="4"/>
    <w:bookmarkEnd w:id="5"/>
    <w:bookmarkEnd w:id="6"/>
    <w:p w14:paraId="4CB556E7" w14:textId="77777777" w:rsidR="003A6181" w:rsidRPr="0084085D" w:rsidRDefault="003A6181" w:rsidP="003A6181">
      <w:pPr>
        <w:keepNext/>
        <w:keepLines/>
        <w:spacing w:before="120" w:after="240"/>
        <w:outlineLvl w:val="1"/>
        <w:rPr>
          <w:rFonts w:ascii="Century Gothic" w:eastAsiaTheme="majorEastAsia" w:hAnsi="Century Gothic" w:cstheme="majorBidi"/>
          <w:b/>
          <w:caps/>
          <w:color w:val="193F6F"/>
          <w:sz w:val="26"/>
          <w:szCs w:val="26"/>
        </w:rPr>
      </w:pPr>
      <w:r w:rsidRPr="0084085D">
        <w:rPr>
          <w:rFonts w:ascii="Century Gothic" w:eastAsiaTheme="majorEastAsia" w:hAnsi="Century Gothic" w:cstheme="majorBidi"/>
          <w:b/>
          <w:caps/>
          <w:color w:val="193F6F"/>
          <w:sz w:val="26"/>
          <w:szCs w:val="26"/>
        </w:rPr>
        <w:lastRenderedPageBreak/>
        <w:t>BACKGROUND</w:t>
      </w:r>
    </w:p>
    <w:p w14:paraId="63D3ACC4" w14:textId="2A42503C" w:rsidR="003A6181" w:rsidRPr="003A6181" w:rsidRDefault="003A6181" w:rsidP="003A6181">
      <w:bookmarkStart w:id="7" w:name="_Toc528744292"/>
      <w:bookmarkStart w:id="8" w:name="_Toc528744306"/>
      <w:r w:rsidRPr="003A6181">
        <w:t>When a Lawsuit or a Tort Claim has been filed or reasonably anticipated, employees who work at the Department are under an obligation to retain all records in its possession which could reasonably be considered relevant to the matter. Along with current records, any related records developed after a Litigation Hold Notice for a Tort Claim should be retained as well. The obligation is ongoing until the Claim has concluded.</w:t>
      </w:r>
    </w:p>
    <w:p w14:paraId="4A97B4AB" w14:textId="77777777" w:rsidR="003A6181" w:rsidRPr="003A6181" w:rsidRDefault="003A6181" w:rsidP="003A6181"/>
    <w:p w14:paraId="38FAD951" w14:textId="04BABF4C" w:rsidR="003A6181" w:rsidRPr="003A6181" w:rsidRDefault="003A6181" w:rsidP="003A6181">
      <w:r w:rsidRPr="003A6181">
        <w:t xml:space="preserve">Employees must be familiar with </w:t>
      </w:r>
      <w:bookmarkStart w:id="9" w:name="_Hlk193987156"/>
      <w:r w:rsidRPr="003A6181">
        <w:fldChar w:fldCharType="begin"/>
      </w:r>
      <w:r>
        <w:instrText>HYPERLINK "https://stateofwa.sharepoint.com/sites/DSHS-EXE-OJCR/Administrative/DSHS-AP-05-05.pdf?CID=ba91aec5-623a-427f-9e8a-2a7763242432"</w:instrText>
      </w:r>
      <w:r w:rsidRPr="003A6181">
        <w:fldChar w:fldCharType="separate"/>
      </w:r>
      <w:r w:rsidRPr="003A6181">
        <w:rPr>
          <w:color w:val="0563C1" w:themeColor="hyperlink"/>
          <w:u w:val="single"/>
        </w:rPr>
        <w:t>Administrative Policy 5.05</w:t>
      </w:r>
      <w:r w:rsidRPr="003A6181">
        <w:fldChar w:fldCharType="end"/>
      </w:r>
      <w:bookmarkEnd w:id="9"/>
      <w:r w:rsidRPr="003A6181">
        <w:t xml:space="preserve"> (Management of the Litigation Discovery Process), and </w:t>
      </w:r>
      <w:hyperlink r:id="rId9" w:history="1">
        <w:r w:rsidRPr="003A6181">
          <w:rPr>
            <w:color w:val="0563C1" w:themeColor="hyperlink"/>
            <w:u w:val="single"/>
          </w:rPr>
          <w:t>Administrative Policy 5.07</w:t>
        </w:r>
      </w:hyperlink>
      <w:r w:rsidRPr="003A6181">
        <w:t xml:space="preserve"> (Employee Response to Litigation Related Documents), because any employee may:</w:t>
      </w:r>
    </w:p>
    <w:p w14:paraId="0A6FC010" w14:textId="77777777" w:rsidR="003A6181" w:rsidRPr="003A6181" w:rsidRDefault="003A6181" w:rsidP="003A6181">
      <w:pPr>
        <w:numPr>
          <w:ilvl w:val="0"/>
          <w:numId w:val="28"/>
        </w:numPr>
        <w:spacing w:before="100" w:beforeAutospacing="1" w:after="100" w:afterAutospacing="1"/>
      </w:pPr>
      <w:r w:rsidRPr="003A6181">
        <w:t>Be involved in litigation</w:t>
      </w:r>
    </w:p>
    <w:p w14:paraId="7C27CBCC" w14:textId="77777777" w:rsidR="003A6181" w:rsidRPr="003A6181" w:rsidRDefault="003A6181" w:rsidP="003A6181">
      <w:pPr>
        <w:numPr>
          <w:ilvl w:val="0"/>
          <w:numId w:val="28"/>
        </w:numPr>
        <w:spacing w:before="100" w:beforeAutospacing="1" w:after="100" w:afterAutospacing="1"/>
      </w:pPr>
      <w:r w:rsidRPr="003A6181">
        <w:t>Need to determine if an event may lead to litigation</w:t>
      </w:r>
    </w:p>
    <w:p w14:paraId="1DC254D6" w14:textId="77777777" w:rsidR="003A6181" w:rsidRPr="003A6181" w:rsidRDefault="003A6181" w:rsidP="003A6181">
      <w:pPr>
        <w:numPr>
          <w:ilvl w:val="0"/>
          <w:numId w:val="28"/>
        </w:numPr>
        <w:spacing w:before="100" w:beforeAutospacing="1" w:after="100" w:afterAutospacing="1"/>
      </w:pPr>
      <w:r w:rsidRPr="003A6181">
        <w:t>Receive a litigation hold notice</w:t>
      </w:r>
    </w:p>
    <w:p w14:paraId="433D55CE" w14:textId="77777777" w:rsidR="003A6181" w:rsidRPr="003A6181" w:rsidRDefault="003A6181" w:rsidP="003A6181">
      <w:pPr>
        <w:numPr>
          <w:ilvl w:val="0"/>
          <w:numId w:val="28"/>
        </w:numPr>
        <w:spacing w:before="100" w:beforeAutospacing="1" w:after="100" w:afterAutospacing="1"/>
      </w:pPr>
      <w:r w:rsidRPr="003A6181">
        <w:t>Receive a litigation related document, such as a subpoena, court order, notice of deposition, tort claim, or lawsuit</w:t>
      </w:r>
    </w:p>
    <w:p w14:paraId="2311A54A" w14:textId="77777777" w:rsidR="003A6181" w:rsidRPr="003A6181" w:rsidRDefault="003A6181" w:rsidP="003A6181">
      <w:pPr>
        <w:numPr>
          <w:ilvl w:val="0"/>
          <w:numId w:val="28"/>
        </w:numPr>
        <w:spacing w:before="100" w:beforeAutospacing="1" w:after="100" w:afterAutospacing="1"/>
      </w:pPr>
      <w:r w:rsidRPr="003A6181">
        <w:t>Receive direction through their chain of command or the Office of the Attorney General to identify, preserve, collect or produce DSHS records</w:t>
      </w:r>
    </w:p>
    <w:p w14:paraId="76FEDF79" w14:textId="77777777" w:rsidR="003A6181" w:rsidRPr="0084085D" w:rsidRDefault="003A6181" w:rsidP="0084085D">
      <w:pPr>
        <w:pStyle w:val="Heading2"/>
        <w:rPr>
          <w:b w:val="0"/>
          <w:caps w:val="0"/>
          <w:color w:val="193F6F"/>
        </w:rPr>
      </w:pPr>
      <w:r w:rsidRPr="0084085D">
        <w:rPr>
          <w:color w:val="193F6F"/>
        </w:rPr>
        <w:t xml:space="preserve">definitions </w:t>
      </w:r>
    </w:p>
    <w:p w14:paraId="2AD00BC3" w14:textId="77777777" w:rsidR="003A6181" w:rsidRPr="003A6181" w:rsidRDefault="003A6181" w:rsidP="003A6181">
      <w:pPr>
        <w:rPr>
          <w:rFonts w:ascii="Century Gothic" w:eastAsiaTheme="majorEastAsia" w:hAnsi="Century Gothic" w:cstheme="majorBidi"/>
          <w:b/>
          <w:caps/>
          <w:color w:val="005CAB"/>
          <w:sz w:val="26"/>
          <w:szCs w:val="26"/>
        </w:rPr>
      </w:pPr>
    </w:p>
    <w:p w14:paraId="0A5FF369" w14:textId="77777777" w:rsidR="003A6181" w:rsidRPr="003A6181" w:rsidRDefault="003A6181" w:rsidP="003A6181">
      <w:r w:rsidRPr="003A6181">
        <w:rPr>
          <w:b/>
          <w:bCs/>
          <w:sz w:val="23"/>
          <w:szCs w:val="23"/>
        </w:rPr>
        <w:t xml:space="preserve">DSHS records: </w:t>
      </w:r>
      <w:r w:rsidRPr="003A6181">
        <w:t xml:space="preserve">Any document or recorded information, regardless of physical form or characteristics, created, sent, organized or received by the agency </w:t>
      </w:r>
      <w:proofErr w:type="gramStart"/>
      <w:r w:rsidRPr="003A6181">
        <w:t>in the course of</w:t>
      </w:r>
      <w:proofErr w:type="gramEnd"/>
      <w:r w:rsidRPr="003A6181">
        <w:t xml:space="preserve"> public business, including paper documents, e-mail, drawings, graphs, charts, audio and video recordings, photographs, phone records, data compilations, planners, calendars, diaries, draft documents, electronically stored information (ESI) and metadata.</w:t>
      </w:r>
    </w:p>
    <w:p w14:paraId="1E09C622" w14:textId="77777777" w:rsidR="003A6181" w:rsidRPr="003A6181" w:rsidRDefault="003A6181" w:rsidP="003A6181"/>
    <w:p w14:paraId="7802C8A9" w14:textId="77777777" w:rsidR="003A6181" w:rsidRPr="003A6181" w:rsidRDefault="003A6181" w:rsidP="003A6181">
      <w:pPr>
        <w:rPr>
          <w:sz w:val="23"/>
          <w:szCs w:val="23"/>
        </w:rPr>
      </w:pPr>
      <w:r w:rsidRPr="003A6181">
        <w:rPr>
          <w:b/>
          <w:bCs/>
          <w:sz w:val="23"/>
          <w:szCs w:val="23"/>
        </w:rPr>
        <w:t xml:space="preserve">Litigation hold notice: </w:t>
      </w:r>
      <w:r w:rsidRPr="003A6181">
        <w:rPr>
          <w:sz w:val="23"/>
          <w:szCs w:val="23"/>
        </w:rPr>
        <w:t>A written communication that instructs ‘affected individuals’ who are likely to have DSHS records pertaining to a legal issue to take immediate action to identify and preserve the records for future retrieval.</w:t>
      </w:r>
    </w:p>
    <w:p w14:paraId="1DD8F215" w14:textId="77777777" w:rsidR="003A6181" w:rsidRPr="003A6181" w:rsidRDefault="003A6181" w:rsidP="003A6181">
      <w:pPr>
        <w:rPr>
          <w:sz w:val="23"/>
          <w:szCs w:val="23"/>
        </w:rPr>
      </w:pPr>
    </w:p>
    <w:p w14:paraId="26CBDEAE" w14:textId="77777777" w:rsidR="003A6181" w:rsidRPr="003A6181" w:rsidRDefault="003A6181" w:rsidP="003A6181">
      <w:pPr>
        <w:rPr>
          <w:sz w:val="23"/>
          <w:szCs w:val="23"/>
        </w:rPr>
      </w:pPr>
      <w:r w:rsidRPr="003A6181">
        <w:rPr>
          <w:b/>
          <w:bCs/>
          <w:sz w:val="23"/>
          <w:szCs w:val="23"/>
        </w:rPr>
        <w:t xml:space="preserve">Preservation: </w:t>
      </w:r>
      <w:r w:rsidRPr="003A6181">
        <w:rPr>
          <w:sz w:val="23"/>
          <w:szCs w:val="23"/>
        </w:rPr>
        <w:t>The process of locating and safeguarding DSHS records from destruction that reasonably and likely relate to a potential or actual lawsuit or tort claim.</w:t>
      </w:r>
    </w:p>
    <w:p w14:paraId="762A84E3" w14:textId="77777777" w:rsidR="003A6181" w:rsidRPr="003A6181" w:rsidRDefault="003A6181" w:rsidP="003A6181">
      <w:pPr>
        <w:rPr>
          <w:sz w:val="23"/>
          <w:szCs w:val="23"/>
        </w:rPr>
      </w:pPr>
    </w:p>
    <w:p w14:paraId="5838E3D6" w14:textId="77777777" w:rsidR="003A6181" w:rsidRPr="003A6181" w:rsidRDefault="003A6181" w:rsidP="003A6181">
      <w:pPr>
        <w:rPr>
          <w:sz w:val="23"/>
          <w:szCs w:val="23"/>
        </w:rPr>
      </w:pPr>
      <w:r w:rsidRPr="003A6181">
        <w:rPr>
          <w:b/>
          <w:bCs/>
          <w:sz w:val="23"/>
          <w:szCs w:val="23"/>
        </w:rPr>
        <w:t xml:space="preserve">Reasonably anticipated litigation: </w:t>
      </w:r>
      <w:r w:rsidRPr="003A6181">
        <w:rPr>
          <w:sz w:val="23"/>
          <w:szCs w:val="23"/>
        </w:rPr>
        <w:t xml:space="preserve">A reasonable expectation that an event may lead to the filing of a </w:t>
      </w:r>
      <w:proofErr w:type="gramStart"/>
      <w:r w:rsidRPr="003A6181">
        <w:rPr>
          <w:sz w:val="23"/>
          <w:szCs w:val="23"/>
        </w:rPr>
        <w:t>lawsuit</w:t>
      </w:r>
      <w:proofErr w:type="gramEnd"/>
      <w:r w:rsidRPr="003A6181">
        <w:rPr>
          <w:sz w:val="23"/>
          <w:szCs w:val="23"/>
        </w:rPr>
        <w:t xml:space="preserve"> or a tort claim against DSHS or its employees. There is no formal standard to determine whether an event will lead to a lawsuit.</w:t>
      </w:r>
    </w:p>
    <w:p w14:paraId="19896DD3" w14:textId="77777777" w:rsidR="003A6181" w:rsidRPr="003A6181" w:rsidRDefault="003A6181" w:rsidP="003A6181">
      <w:pPr>
        <w:rPr>
          <w:sz w:val="23"/>
          <w:szCs w:val="23"/>
        </w:rPr>
      </w:pPr>
    </w:p>
    <w:p w14:paraId="4846EC67" w14:textId="77777777" w:rsidR="003A6181" w:rsidRPr="003A6181" w:rsidRDefault="003A6181" w:rsidP="003A6181">
      <w:pPr>
        <w:rPr>
          <w:sz w:val="23"/>
          <w:szCs w:val="23"/>
        </w:rPr>
      </w:pPr>
      <w:r w:rsidRPr="003A6181">
        <w:rPr>
          <w:b/>
          <w:bCs/>
          <w:sz w:val="23"/>
          <w:szCs w:val="23"/>
        </w:rPr>
        <w:t xml:space="preserve">Tort claim: </w:t>
      </w:r>
      <w:r w:rsidRPr="003A6181">
        <w:rPr>
          <w:sz w:val="23"/>
          <w:szCs w:val="23"/>
        </w:rPr>
        <w:t xml:space="preserve">A formal written filing with the state office of risk management under </w:t>
      </w:r>
      <w:r w:rsidRPr="003A6181">
        <w:rPr>
          <w:color w:val="0000FF"/>
          <w:sz w:val="23"/>
          <w:szCs w:val="23"/>
        </w:rPr>
        <w:t xml:space="preserve">RCW 4.92.100 </w:t>
      </w:r>
      <w:r w:rsidRPr="003A6181">
        <w:rPr>
          <w:sz w:val="23"/>
          <w:szCs w:val="23"/>
        </w:rPr>
        <w:t>in which the claimant alleges that certain kinds of harm or damages were caused by the state of Washington, its agencies or state employees in which people claim they have been harmed by torts (wrongful acts), including negligence, by government agencies or their employees.</w:t>
      </w:r>
    </w:p>
    <w:p w14:paraId="63E80076" w14:textId="77777777" w:rsidR="003A6181" w:rsidRPr="003A6181" w:rsidRDefault="003A6181" w:rsidP="003A6181">
      <w:pPr>
        <w:rPr>
          <w:sz w:val="23"/>
          <w:szCs w:val="23"/>
        </w:rPr>
      </w:pPr>
    </w:p>
    <w:p w14:paraId="2822D8EA" w14:textId="77777777" w:rsidR="003A6181" w:rsidRPr="0084085D" w:rsidRDefault="003A6181" w:rsidP="0084085D">
      <w:pPr>
        <w:pStyle w:val="Heading2"/>
        <w:rPr>
          <w:b w:val="0"/>
          <w:caps w:val="0"/>
          <w:color w:val="193F6F"/>
        </w:rPr>
      </w:pPr>
      <w:r w:rsidRPr="0084085D">
        <w:rPr>
          <w:color w:val="193F6F"/>
        </w:rPr>
        <w:t>what to do if you receive a litigation hold notice</w:t>
      </w:r>
    </w:p>
    <w:p w14:paraId="5BE84FF7" w14:textId="77777777" w:rsidR="003A6181" w:rsidRPr="003A6181" w:rsidRDefault="003A6181" w:rsidP="003A6181">
      <w:pPr>
        <w:rPr>
          <w:rFonts w:ascii="Century Gothic" w:eastAsiaTheme="majorEastAsia" w:hAnsi="Century Gothic" w:cstheme="majorBidi"/>
          <w:b/>
          <w:caps/>
          <w:color w:val="005CAB"/>
          <w:sz w:val="26"/>
          <w:szCs w:val="26"/>
        </w:rPr>
      </w:pPr>
    </w:p>
    <w:p w14:paraId="7A509117" w14:textId="77777777" w:rsidR="003A6181" w:rsidRPr="003A6181" w:rsidRDefault="003A6181" w:rsidP="003A6181">
      <w:pPr>
        <w:numPr>
          <w:ilvl w:val="0"/>
          <w:numId w:val="21"/>
        </w:numPr>
        <w:contextualSpacing/>
        <w:rPr>
          <w:rFonts w:asciiTheme="minorHAnsi" w:hAnsiTheme="minorHAnsi" w:cstheme="minorHAnsi"/>
        </w:rPr>
      </w:pPr>
      <w:r w:rsidRPr="003A6181">
        <w:rPr>
          <w:rFonts w:asciiTheme="minorHAnsi" w:hAnsiTheme="minorHAnsi" w:cstheme="minorHAnsi"/>
          <w:color w:val="444444"/>
        </w:rPr>
        <w:t>Stop what you are currently working on and read the entire Litigation Hold Notice.</w:t>
      </w:r>
    </w:p>
    <w:p w14:paraId="5EF2E57B" w14:textId="77777777" w:rsidR="003A6181" w:rsidRPr="003A6181" w:rsidRDefault="003A6181" w:rsidP="003A6181">
      <w:pPr>
        <w:ind w:left="720"/>
        <w:contextualSpacing/>
        <w:rPr>
          <w:rFonts w:asciiTheme="minorHAnsi" w:hAnsiTheme="minorHAnsi" w:cstheme="minorHAnsi"/>
        </w:rPr>
      </w:pPr>
    </w:p>
    <w:p w14:paraId="09545881" w14:textId="77777777" w:rsidR="003A6181" w:rsidRDefault="003A6181" w:rsidP="003A6181">
      <w:pPr>
        <w:numPr>
          <w:ilvl w:val="0"/>
          <w:numId w:val="21"/>
        </w:numPr>
        <w:contextualSpacing/>
        <w:rPr>
          <w:rFonts w:asciiTheme="minorHAnsi" w:hAnsiTheme="minorHAnsi" w:cstheme="minorHAnsi"/>
        </w:rPr>
      </w:pPr>
      <w:r w:rsidRPr="003A6181">
        <w:rPr>
          <w:rFonts w:asciiTheme="minorHAnsi" w:hAnsiTheme="minorHAnsi" w:cstheme="minorHAnsi"/>
        </w:rPr>
        <w:t>Follow all instructions in the Litigation Hold Notice.  For example, if you have records about the circumstanced described in the Notice, suspend normal records retention practices and place those records on litigation hold until further notice.</w:t>
      </w:r>
      <w:r>
        <w:rPr>
          <w:rFonts w:asciiTheme="minorHAnsi" w:hAnsiTheme="minorHAnsi" w:cstheme="minorHAnsi"/>
        </w:rPr>
        <w:t xml:space="preserve"> </w:t>
      </w:r>
    </w:p>
    <w:p w14:paraId="697783BE" w14:textId="77777777" w:rsidR="003A6181" w:rsidRDefault="003A6181" w:rsidP="003A6181">
      <w:pPr>
        <w:pStyle w:val="ListParagraph"/>
        <w:numPr>
          <w:ilvl w:val="0"/>
          <w:numId w:val="0"/>
        </w:numPr>
        <w:ind w:left="720"/>
        <w:rPr>
          <w:rFonts w:asciiTheme="minorHAnsi" w:hAnsiTheme="minorHAnsi" w:cstheme="minorHAnsi"/>
        </w:rPr>
      </w:pPr>
    </w:p>
    <w:p w14:paraId="14ACBED2" w14:textId="714BF073" w:rsidR="003A6181" w:rsidRDefault="003A6181" w:rsidP="003A6181">
      <w:pPr>
        <w:numPr>
          <w:ilvl w:val="0"/>
          <w:numId w:val="21"/>
        </w:numPr>
        <w:contextualSpacing/>
        <w:rPr>
          <w:rFonts w:asciiTheme="minorHAnsi" w:hAnsiTheme="minorHAnsi" w:cstheme="minorHAnsi"/>
        </w:rPr>
      </w:pPr>
      <w:r w:rsidRPr="003A6181">
        <w:rPr>
          <w:rFonts w:asciiTheme="minorHAnsi" w:hAnsiTheme="minorHAnsi" w:cstheme="minorHAnsi"/>
        </w:rPr>
        <w:t>Distribute the Hold Notice to any staff that may potentially hold related program records.</w:t>
      </w:r>
    </w:p>
    <w:p w14:paraId="0FD167C5" w14:textId="77777777" w:rsidR="003A6181" w:rsidRDefault="003A6181" w:rsidP="003A6181">
      <w:pPr>
        <w:pStyle w:val="ListParagraph"/>
        <w:numPr>
          <w:ilvl w:val="0"/>
          <w:numId w:val="0"/>
        </w:numPr>
        <w:ind w:left="720"/>
        <w:rPr>
          <w:rFonts w:asciiTheme="minorHAnsi" w:hAnsiTheme="minorHAnsi" w:cstheme="minorHAnsi"/>
        </w:rPr>
      </w:pPr>
    </w:p>
    <w:p w14:paraId="42212FD1" w14:textId="7AE2325C" w:rsidR="003A6181" w:rsidRPr="003A6181" w:rsidRDefault="003A6181" w:rsidP="003A6181">
      <w:pPr>
        <w:numPr>
          <w:ilvl w:val="0"/>
          <w:numId w:val="21"/>
        </w:numPr>
        <w:contextualSpacing/>
        <w:rPr>
          <w:rFonts w:asciiTheme="minorHAnsi" w:hAnsiTheme="minorHAnsi" w:cstheme="minorHAnsi"/>
        </w:rPr>
      </w:pPr>
      <w:r w:rsidRPr="003A6181">
        <w:rPr>
          <w:rFonts w:asciiTheme="minorHAnsi" w:hAnsiTheme="minorHAnsi" w:cstheme="minorHAnsi"/>
        </w:rPr>
        <w:t xml:space="preserve">Ensure </w:t>
      </w:r>
      <w:r w:rsidRPr="003A6181">
        <w:t>that you and your staff understand and are complying with the elements of the Hold Notice.</w:t>
      </w:r>
    </w:p>
    <w:p w14:paraId="1D35D5D0" w14:textId="77777777" w:rsidR="003A6181" w:rsidRPr="003A6181" w:rsidRDefault="003A6181" w:rsidP="003A6181">
      <w:pPr>
        <w:pStyle w:val="ListParagraph"/>
        <w:numPr>
          <w:ilvl w:val="0"/>
          <w:numId w:val="0"/>
        </w:numPr>
        <w:ind w:left="720"/>
        <w:rPr>
          <w:rFonts w:asciiTheme="minorHAnsi" w:hAnsiTheme="minorHAnsi" w:cstheme="minorHAnsi"/>
        </w:rPr>
      </w:pPr>
    </w:p>
    <w:p w14:paraId="0E34413E" w14:textId="77777777" w:rsidR="003A6181" w:rsidRPr="003A6181" w:rsidRDefault="003A6181" w:rsidP="003A6181">
      <w:pPr>
        <w:numPr>
          <w:ilvl w:val="0"/>
          <w:numId w:val="21"/>
        </w:numPr>
        <w:contextualSpacing/>
        <w:rPr>
          <w:rFonts w:asciiTheme="minorHAnsi" w:hAnsiTheme="minorHAnsi" w:cstheme="minorHAnsi"/>
        </w:rPr>
      </w:pPr>
      <w:r w:rsidRPr="003A6181">
        <w:rPr>
          <w:rFonts w:asciiTheme="minorHAnsi" w:hAnsiTheme="minorHAnsi" w:cstheme="minorHAnsi"/>
        </w:rPr>
        <w:t xml:space="preserve">Locate and Identify DSHS records you may have that relate to the Litigation issues. </w:t>
      </w:r>
    </w:p>
    <w:p w14:paraId="05B7929C" w14:textId="52B2ECE1" w:rsidR="003A6181" w:rsidRPr="003A6181" w:rsidRDefault="003A6181" w:rsidP="003A6181">
      <w:pPr>
        <w:numPr>
          <w:ilvl w:val="0"/>
          <w:numId w:val="22"/>
        </w:numPr>
        <w:contextualSpacing/>
        <w:rPr>
          <w:rFonts w:asciiTheme="minorHAnsi" w:hAnsiTheme="minorHAnsi" w:cstheme="minorHAnsi"/>
        </w:rPr>
      </w:pPr>
      <w:r w:rsidRPr="003A6181">
        <w:rPr>
          <w:rFonts w:asciiTheme="minorHAnsi" w:hAnsiTheme="minorHAnsi" w:cstheme="minorHAnsi"/>
        </w:rPr>
        <w:t xml:space="preserve">You must make a </w:t>
      </w:r>
      <w:proofErr w:type="gramStart"/>
      <w:r w:rsidRPr="003A6181">
        <w:rPr>
          <w:rFonts w:asciiTheme="minorHAnsi" w:hAnsiTheme="minorHAnsi" w:cstheme="minorHAnsi"/>
        </w:rPr>
        <w:t>reasonable</w:t>
      </w:r>
      <w:proofErr w:type="gramEnd"/>
      <w:r w:rsidRPr="003A6181">
        <w:rPr>
          <w:rFonts w:asciiTheme="minorHAnsi" w:hAnsiTheme="minorHAnsi" w:cstheme="minorHAnsi"/>
        </w:rPr>
        <w:t xml:space="preserve"> good faith effort to identify relevant records that are in your possession. This includes:</w:t>
      </w:r>
    </w:p>
    <w:p w14:paraId="6E802F27" w14:textId="77777777" w:rsidR="003A6181" w:rsidRPr="003A6181" w:rsidRDefault="003A6181" w:rsidP="003A6181">
      <w:pPr>
        <w:numPr>
          <w:ilvl w:val="0"/>
          <w:numId w:val="23"/>
        </w:numPr>
        <w:contextualSpacing/>
        <w:rPr>
          <w:rFonts w:asciiTheme="minorHAnsi" w:hAnsiTheme="minorHAnsi" w:cstheme="minorHAnsi"/>
        </w:rPr>
      </w:pPr>
      <w:r w:rsidRPr="003A6181">
        <w:rPr>
          <w:rFonts w:asciiTheme="minorHAnsi" w:hAnsiTheme="minorHAnsi" w:cstheme="minorHAnsi"/>
        </w:rPr>
        <w:t>Searching desk files</w:t>
      </w:r>
    </w:p>
    <w:p w14:paraId="469DEC1F" w14:textId="77777777" w:rsidR="003A6181" w:rsidRPr="003A6181" w:rsidRDefault="003A6181" w:rsidP="003A6181">
      <w:pPr>
        <w:numPr>
          <w:ilvl w:val="0"/>
          <w:numId w:val="23"/>
        </w:numPr>
        <w:contextualSpacing/>
        <w:rPr>
          <w:rFonts w:asciiTheme="minorHAnsi" w:hAnsiTheme="minorHAnsi" w:cstheme="minorHAnsi"/>
        </w:rPr>
      </w:pPr>
      <w:r w:rsidRPr="003A6181">
        <w:rPr>
          <w:rFonts w:asciiTheme="minorHAnsi" w:hAnsiTheme="minorHAnsi" w:cstheme="minorHAnsi"/>
        </w:rPr>
        <w:t>File cabinets</w:t>
      </w:r>
    </w:p>
    <w:p w14:paraId="65010E31" w14:textId="4CA39B58" w:rsidR="003A6181" w:rsidRDefault="003A6181" w:rsidP="003A6181">
      <w:pPr>
        <w:numPr>
          <w:ilvl w:val="0"/>
          <w:numId w:val="23"/>
        </w:numPr>
        <w:contextualSpacing/>
        <w:rPr>
          <w:rFonts w:asciiTheme="minorHAnsi" w:hAnsiTheme="minorHAnsi" w:cstheme="minorHAnsi"/>
        </w:rPr>
      </w:pPr>
      <w:r w:rsidRPr="003A6181">
        <w:rPr>
          <w:rFonts w:asciiTheme="minorHAnsi" w:hAnsiTheme="minorHAnsi" w:cstheme="minorHAnsi"/>
        </w:rPr>
        <w:t xml:space="preserve">Email and other </w:t>
      </w:r>
      <w:r>
        <w:rPr>
          <w:rFonts w:asciiTheme="minorHAnsi" w:hAnsiTheme="minorHAnsi" w:cstheme="minorHAnsi"/>
        </w:rPr>
        <w:t xml:space="preserve">electronic </w:t>
      </w:r>
      <w:r w:rsidRPr="003A6181">
        <w:rPr>
          <w:rFonts w:asciiTheme="minorHAnsi" w:hAnsiTheme="minorHAnsi" w:cstheme="minorHAnsi"/>
        </w:rPr>
        <w:t>files that may contain information relevant to the Litigation issues.</w:t>
      </w:r>
    </w:p>
    <w:p w14:paraId="4B7307EE" w14:textId="77777777" w:rsidR="003A6181" w:rsidRPr="003A6181" w:rsidRDefault="003A6181" w:rsidP="003A6181">
      <w:pPr>
        <w:ind w:left="2160"/>
        <w:contextualSpacing/>
        <w:rPr>
          <w:rFonts w:asciiTheme="minorHAnsi" w:hAnsiTheme="minorHAnsi" w:cstheme="minorHAnsi"/>
        </w:rPr>
      </w:pPr>
    </w:p>
    <w:p w14:paraId="243B803E" w14:textId="77777777" w:rsidR="003A6181" w:rsidRPr="003A6181" w:rsidRDefault="003A6181" w:rsidP="003A6181">
      <w:pPr>
        <w:numPr>
          <w:ilvl w:val="0"/>
          <w:numId w:val="21"/>
        </w:numPr>
        <w:contextualSpacing/>
        <w:rPr>
          <w:rFonts w:asciiTheme="minorHAnsi" w:hAnsiTheme="minorHAnsi" w:cstheme="minorHAnsi"/>
        </w:rPr>
      </w:pPr>
      <w:r w:rsidRPr="003A6181">
        <w:rPr>
          <w:rFonts w:asciiTheme="minorHAnsi" w:hAnsiTheme="minorHAnsi" w:cstheme="minorHAnsi"/>
        </w:rPr>
        <w:t>Separate and preserve:</w:t>
      </w:r>
    </w:p>
    <w:p w14:paraId="19B39860" w14:textId="77777777" w:rsidR="003A6181" w:rsidRPr="003A6181" w:rsidRDefault="003A6181" w:rsidP="003A6181">
      <w:pPr>
        <w:numPr>
          <w:ilvl w:val="0"/>
          <w:numId w:val="24"/>
        </w:numPr>
        <w:contextualSpacing/>
        <w:rPr>
          <w:rFonts w:asciiTheme="minorHAnsi" w:hAnsiTheme="minorHAnsi" w:cstheme="minorHAnsi"/>
        </w:rPr>
      </w:pPr>
      <w:r w:rsidRPr="003A6181">
        <w:rPr>
          <w:rFonts w:asciiTheme="minorHAnsi" w:hAnsiTheme="minorHAnsi" w:cstheme="minorHAnsi"/>
        </w:rPr>
        <w:t xml:space="preserve">Located email or other electronic records. </w:t>
      </w:r>
    </w:p>
    <w:p w14:paraId="19E96A27" w14:textId="10BF2F5C" w:rsidR="003A6181" w:rsidRPr="003A6181" w:rsidRDefault="003A6181" w:rsidP="003A6181">
      <w:pPr>
        <w:numPr>
          <w:ilvl w:val="0"/>
          <w:numId w:val="29"/>
        </w:numPr>
        <w:contextualSpacing/>
        <w:rPr>
          <w:rFonts w:asciiTheme="minorHAnsi" w:hAnsiTheme="minorHAnsi" w:cstheme="minorHAnsi"/>
        </w:rPr>
      </w:pPr>
      <w:r w:rsidRPr="003A6181">
        <w:rPr>
          <w:rFonts w:asciiTheme="minorHAnsi" w:hAnsiTheme="minorHAnsi" w:cstheme="minorHAnsi"/>
        </w:rPr>
        <w:t>Do not print out hard copies of the electronic records and then turn around and delete the electronic record. You must preserve the original electronic version of located record.</w:t>
      </w:r>
    </w:p>
    <w:p w14:paraId="2A9A1464" w14:textId="60293331" w:rsidR="003A6181" w:rsidRPr="003A6181" w:rsidRDefault="003A6181" w:rsidP="003A6181">
      <w:pPr>
        <w:numPr>
          <w:ilvl w:val="0"/>
          <w:numId w:val="24"/>
        </w:numPr>
        <w:contextualSpacing/>
        <w:rPr>
          <w:rFonts w:asciiTheme="minorHAnsi" w:hAnsiTheme="minorHAnsi" w:cstheme="minorHAnsi"/>
        </w:rPr>
      </w:pPr>
      <w:r w:rsidRPr="003A6181">
        <w:rPr>
          <w:rFonts w:asciiTheme="minorHAnsi" w:hAnsiTheme="minorHAnsi" w:cstheme="minorHAnsi"/>
        </w:rPr>
        <w:t>Identified hard cop</w:t>
      </w:r>
      <w:r>
        <w:rPr>
          <w:rFonts w:asciiTheme="minorHAnsi" w:hAnsiTheme="minorHAnsi" w:cstheme="minorHAnsi"/>
        </w:rPr>
        <w:t xml:space="preserve">y documents </w:t>
      </w:r>
      <w:r w:rsidRPr="003A6181">
        <w:rPr>
          <w:rFonts w:asciiTheme="minorHAnsi" w:hAnsiTheme="minorHAnsi" w:cstheme="minorHAnsi"/>
        </w:rPr>
        <w:t>that may be relevant.</w:t>
      </w:r>
    </w:p>
    <w:p w14:paraId="740CF8F9" w14:textId="77777777" w:rsidR="003A6181" w:rsidRPr="003A6181" w:rsidRDefault="003A6181" w:rsidP="003A6181">
      <w:pPr>
        <w:pStyle w:val="ListParagraph"/>
        <w:numPr>
          <w:ilvl w:val="0"/>
          <w:numId w:val="29"/>
        </w:numPr>
        <w:contextualSpacing/>
        <w:rPr>
          <w:rFonts w:asciiTheme="minorHAnsi" w:hAnsiTheme="minorHAnsi" w:cstheme="minorHAnsi"/>
        </w:rPr>
      </w:pPr>
      <w:r w:rsidRPr="003A6181">
        <w:rPr>
          <w:rFonts w:asciiTheme="minorHAnsi" w:hAnsiTheme="minorHAnsi" w:cstheme="minorHAnsi"/>
        </w:rPr>
        <w:t>Duplicate records should be reserved.</w:t>
      </w:r>
    </w:p>
    <w:p w14:paraId="7E3B9172" w14:textId="77777777" w:rsidR="003A6181" w:rsidRPr="003A6181" w:rsidRDefault="003A6181" w:rsidP="003A6181">
      <w:pPr>
        <w:ind w:left="2160"/>
        <w:contextualSpacing/>
        <w:rPr>
          <w:rFonts w:asciiTheme="minorHAnsi" w:hAnsiTheme="minorHAnsi" w:cstheme="minorHAnsi"/>
        </w:rPr>
      </w:pPr>
    </w:p>
    <w:p w14:paraId="30B84E96" w14:textId="77777777" w:rsidR="003A6181" w:rsidRPr="003A6181" w:rsidRDefault="003A6181" w:rsidP="003A6181">
      <w:pPr>
        <w:numPr>
          <w:ilvl w:val="0"/>
          <w:numId w:val="21"/>
        </w:numPr>
        <w:contextualSpacing/>
        <w:rPr>
          <w:rFonts w:asciiTheme="minorHAnsi" w:hAnsiTheme="minorHAnsi" w:cstheme="minorHAnsi"/>
        </w:rPr>
      </w:pPr>
      <w:r w:rsidRPr="003A6181">
        <w:rPr>
          <w:rFonts w:asciiTheme="minorHAnsi" w:hAnsiTheme="minorHAnsi" w:cstheme="minorHAnsi"/>
        </w:rPr>
        <w:t>Err on the side of preserving the records:</w:t>
      </w:r>
    </w:p>
    <w:p w14:paraId="29AB9A26" w14:textId="77777777" w:rsidR="003A6181" w:rsidRPr="003A6181" w:rsidRDefault="003A6181" w:rsidP="003A6181">
      <w:pPr>
        <w:pStyle w:val="ListParagraph"/>
        <w:numPr>
          <w:ilvl w:val="0"/>
          <w:numId w:val="29"/>
        </w:numPr>
        <w:contextualSpacing/>
        <w:rPr>
          <w:rFonts w:asciiTheme="minorHAnsi" w:hAnsiTheme="minorHAnsi" w:cstheme="minorHAnsi"/>
        </w:rPr>
      </w:pPr>
      <w:r w:rsidRPr="003A6181">
        <w:rPr>
          <w:rFonts w:asciiTheme="minorHAnsi" w:hAnsiTheme="minorHAnsi" w:cstheme="minorHAnsi"/>
        </w:rPr>
        <w:t>If you have questions about whether certain records fall under the directive of the Litigation Hold Notice, you are instructed to err on the side of preserving the records.</w:t>
      </w:r>
    </w:p>
    <w:p w14:paraId="2F5B97AB" w14:textId="77777777" w:rsidR="003A6181" w:rsidRDefault="003A6181" w:rsidP="003A6181">
      <w:pPr>
        <w:ind w:left="1440"/>
        <w:contextualSpacing/>
        <w:rPr>
          <w:rFonts w:asciiTheme="minorHAnsi" w:hAnsiTheme="minorHAnsi" w:cstheme="minorHAnsi"/>
        </w:rPr>
      </w:pPr>
    </w:p>
    <w:p w14:paraId="7499F83E" w14:textId="33EA135D" w:rsidR="003A6181" w:rsidRPr="003A6181" w:rsidRDefault="003A6181" w:rsidP="003A6181">
      <w:pPr>
        <w:pStyle w:val="ListParagraph"/>
        <w:numPr>
          <w:ilvl w:val="0"/>
          <w:numId w:val="21"/>
        </w:numPr>
        <w:contextualSpacing/>
        <w:rPr>
          <w:rFonts w:asciiTheme="minorHAnsi" w:hAnsiTheme="minorHAnsi" w:cstheme="minorHAnsi"/>
        </w:rPr>
      </w:pPr>
      <w:r w:rsidRPr="003A6181">
        <w:rPr>
          <w:rFonts w:asciiTheme="minorHAnsi" w:hAnsiTheme="minorHAnsi" w:cstheme="minorHAnsi"/>
        </w:rPr>
        <w:t>Contact your administration's </w:t>
      </w:r>
      <w:hyperlink r:id="rId10" w:history="1">
        <w:r w:rsidRPr="003A6181">
          <w:rPr>
            <w:rStyle w:val="Hyperlink"/>
            <w:rFonts w:asciiTheme="minorHAnsi" w:hAnsiTheme="minorHAnsi" w:cstheme="minorHAnsi"/>
          </w:rPr>
          <w:t>Discovery Coordinator</w:t>
        </w:r>
      </w:hyperlink>
      <w:r w:rsidRPr="003A6181">
        <w:rPr>
          <w:rFonts w:asciiTheme="minorHAnsi" w:hAnsiTheme="minorHAnsi" w:cstheme="minorHAnsi"/>
        </w:rPr>
        <w:t> or the </w:t>
      </w:r>
      <w:hyperlink r:id="rId11" w:history="1">
        <w:r w:rsidRPr="003A6181">
          <w:rPr>
            <w:rStyle w:val="Hyperlink"/>
            <w:rFonts w:asciiTheme="minorHAnsi" w:hAnsiTheme="minorHAnsi" w:cstheme="minorHAnsi"/>
          </w:rPr>
          <w:t>DSHS Discovery Manager</w:t>
        </w:r>
      </w:hyperlink>
      <w:r w:rsidRPr="003A6181">
        <w:rPr>
          <w:rFonts w:asciiTheme="minorHAnsi" w:hAnsiTheme="minorHAnsi" w:cstheme="minorHAnsi"/>
        </w:rPr>
        <w:t> if you have questions or need assistance</w:t>
      </w:r>
      <w:r>
        <w:rPr>
          <w:rFonts w:asciiTheme="minorHAnsi" w:hAnsiTheme="minorHAnsi" w:cstheme="minorHAnsi"/>
        </w:rPr>
        <w:t>.</w:t>
      </w:r>
    </w:p>
    <w:p w14:paraId="37456C7C" w14:textId="77777777" w:rsidR="003A6181" w:rsidRPr="003A6181" w:rsidRDefault="003A6181" w:rsidP="003A6181">
      <w:pPr>
        <w:ind w:left="720"/>
      </w:pPr>
    </w:p>
    <w:p w14:paraId="7D5FB23A" w14:textId="77777777" w:rsidR="003A6181" w:rsidRDefault="003A6181" w:rsidP="003A6181">
      <w:pPr>
        <w:rPr>
          <w:rFonts w:ascii="Century Gothic" w:eastAsiaTheme="majorEastAsia" w:hAnsi="Century Gothic" w:cstheme="majorBidi"/>
          <w:b/>
          <w:caps/>
          <w:color w:val="005CAB"/>
          <w:sz w:val="26"/>
          <w:szCs w:val="26"/>
        </w:rPr>
      </w:pPr>
      <w:bookmarkStart w:id="10" w:name="_Toc536776262"/>
    </w:p>
    <w:p w14:paraId="67C3FCF8" w14:textId="77777777" w:rsidR="003A6181" w:rsidRDefault="003A6181" w:rsidP="003A6181">
      <w:pPr>
        <w:rPr>
          <w:rFonts w:ascii="Century Gothic" w:eastAsiaTheme="majorEastAsia" w:hAnsi="Century Gothic" w:cstheme="majorBidi"/>
          <w:b/>
          <w:caps/>
          <w:color w:val="005CAB"/>
          <w:sz w:val="26"/>
          <w:szCs w:val="26"/>
        </w:rPr>
      </w:pPr>
    </w:p>
    <w:p w14:paraId="1C0A3854" w14:textId="77777777" w:rsidR="003A6181" w:rsidRDefault="003A6181" w:rsidP="003A6181">
      <w:pPr>
        <w:rPr>
          <w:rFonts w:ascii="Century Gothic" w:eastAsiaTheme="majorEastAsia" w:hAnsi="Century Gothic" w:cstheme="majorBidi"/>
          <w:b/>
          <w:caps/>
          <w:color w:val="005CAB"/>
          <w:sz w:val="26"/>
          <w:szCs w:val="26"/>
        </w:rPr>
      </w:pPr>
    </w:p>
    <w:p w14:paraId="5D414FA4" w14:textId="77777777" w:rsidR="003A6181" w:rsidRDefault="003A6181" w:rsidP="003A6181">
      <w:pPr>
        <w:rPr>
          <w:rFonts w:ascii="Century Gothic" w:eastAsiaTheme="majorEastAsia" w:hAnsi="Century Gothic" w:cstheme="majorBidi"/>
          <w:b/>
          <w:caps/>
          <w:color w:val="005CAB"/>
          <w:sz w:val="26"/>
          <w:szCs w:val="26"/>
        </w:rPr>
      </w:pPr>
    </w:p>
    <w:p w14:paraId="6ADE881B" w14:textId="77777777" w:rsidR="003A6181" w:rsidRDefault="003A6181" w:rsidP="003A6181">
      <w:pPr>
        <w:rPr>
          <w:rFonts w:ascii="Century Gothic" w:eastAsiaTheme="majorEastAsia" w:hAnsi="Century Gothic" w:cstheme="majorBidi"/>
          <w:b/>
          <w:caps/>
          <w:color w:val="005CAB"/>
          <w:sz w:val="26"/>
          <w:szCs w:val="26"/>
        </w:rPr>
      </w:pPr>
    </w:p>
    <w:p w14:paraId="68E5FAE6" w14:textId="77777777" w:rsidR="003A6181" w:rsidRPr="003A6181" w:rsidRDefault="003A6181" w:rsidP="003A6181">
      <w:pPr>
        <w:rPr>
          <w:rFonts w:ascii="Century Gothic" w:eastAsiaTheme="majorEastAsia" w:hAnsi="Century Gothic" w:cstheme="majorBidi"/>
          <w:b/>
          <w:caps/>
          <w:color w:val="005CAB"/>
          <w:sz w:val="26"/>
          <w:szCs w:val="26"/>
        </w:rPr>
      </w:pPr>
    </w:p>
    <w:p w14:paraId="5B454B76" w14:textId="77777777" w:rsidR="003A6181" w:rsidRPr="0084085D" w:rsidRDefault="003A6181" w:rsidP="0084085D">
      <w:pPr>
        <w:pStyle w:val="Heading2"/>
        <w:rPr>
          <w:b w:val="0"/>
          <w:caps w:val="0"/>
          <w:color w:val="193F6F"/>
        </w:rPr>
      </w:pPr>
      <w:r w:rsidRPr="0084085D">
        <w:rPr>
          <w:color w:val="193F6F"/>
        </w:rPr>
        <w:t>Obligation to preserve records</w:t>
      </w:r>
    </w:p>
    <w:p w14:paraId="0C6CD965" w14:textId="77777777" w:rsidR="003A6181" w:rsidRPr="003A6181" w:rsidRDefault="003A6181" w:rsidP="003A6181"/>
    <w:p w14:paraId="46DC9DE8" w14:textId="77777777" w:rsidR="003A6181" w:rsidRPr="003A6181" w:rsidRDefault="003A6181" w:rsidP="003A6181">
      <w:r w:rsidRPr="003A6181">
        <w:t>Employees are required to preserve potentially relevant records relating to all legal related proceedings until the matter concludes and the records retention policy permits destruction. This includes records in any form including all electronically stored information and metadata.</w:t>
      </w:r>
    </w:p>
    <w:p w14:paraId="18A29930" w14:textId="77777777" w:rsidR="003A6181" w:rsidRPr="003A6181" w:rsidRDefault="003A6181" w:rsidP="003A6181"/>
    <w:p w14:paraId="30DB79FD" w14:textId="77777777" w:rsidR="003A6181" w:rsidRPr="003A6181" w:rsidRDefault="003A6181" w:rsidP="003A6181">
      <w:pPr>
        <w:rPr>
          <w:rFonts w:ascii="Century Gothic" w:eastAsiaTheme="majorEastAsia" w:hAnsi="Century Gothic" w:cstheme="majorBidi"/>
          <w:b/>
          <w:caps/>
          <w:color w:val="005CAB"/>
          <w:sz w:val="26"/>
          <w:szCs w:val="26"/>
        </w:rPr>
      </w:pPr>
    </w:p>
    <w:p w14:paraId="6EE3B78C" w14:textId="77777777" w:rsidR="003A6181" w:rsidRPr="0084085D" w:rsidRDefault="003A6181" w:rsidP="0084085D">
      <w:pPr>
        <w:pStyle w:val="Heading2"/>
        <w:rPr>
          <w:b w:val="0"/>
          <w:caps w:val="0"/>
          <w:color w:val="193F6F"/>
        </w:rPr>
      </w:pPr>
      <w:r w:rsidRPr="0084085D">
        <w:rPr>
          <w:color w:val="193F6F"/>
        </w:rPr>
        <w:t xml:space="preserve">Consequences </w:t>
      </w:r>
    </w:p>
    <w:p w14:paraId="3105717E" w14:textId="77777777" w:rsidR="003A6181" w:rsidRPr="003A6181" w:rsidRDefault="003A6181" w:rsidP="003A6181"/>
    <w:p w14:paraId="38DFBD86" w14:textId="77777777" w:rsidR="003A6181" w:rsidRPr="003A6181" w:rsidRDefault="003A6181" w:rsidP="003A6181">
      <w:r w:rsidRPr="003A6181">
        <w:t xml:space="preserve">Serious penalties could be imposed on the Department if employees fail to take reasonable steps to locate and preserve potentially relevant information.  In addition, employees could be subject to disciplinary action for failure to comply. </w:t>
      </w:r>
    </w:p>
    <w:p w14:paraId="7A7693D8" w14:textId="77777777" w:rsidR="003A6181" w:rsidRPr="003A6181" w:rsidRDefault="003A6181" w:rsidP="003A6181"/>
    <w:p w14:paraId="3212C154" w14:textId="77777777" w:rsidR="003A6181" w:rsidRPr="0084085D" w:rsidRDefault="003A6181" w:rsidP="0084085D">
      <w:pPr>
        <w:pStyle w:val="Heading2"/>
        <w:rPr>
          <w:b w:val="0"/>
          <w:caps w:val="0"/>
          <w:color w:val="193F6F"/>
        </w:rPr>
      </w:pPr>
      <w:r w:rsidRPr="0084085D">
        <w:rPr>
          <w:color w:val="193F6F"/>
        </w:rPr>
        <w:t>Resources</w:t>
      </w:r>
    </w:p>
    <w:p w14:paraId="148F70BC" w14:textId="1CFF820B" w:rsidR="003A6181" w:rsidRPr="0084085D" w:rsidRDefault="0084085D" w:rsidP="0084085D">
      <w:pPr>
        <w:pStyle w:val="Heading3"/>
        <w:rPr>
          <w:rFonts w:cstheme="minorHAnsi"/>
          <w:b w:val="0"/>
          <w:caps/>
        </w:rPr>
      </w:pPr>
      <w:r w:rsidRPr="0084085D">
        <w:rPr>
          <w:rFonts w:cstheme="minorHAnsi"/>
        </w:rPr>
        <w:t>Contacts</w:t>
      </w:r>
    </w:p>
    <w:p w14:paraId="26B9B617" w14:textId="0098EC6E" w:rsidR="003A6181" w:rsidRDefault="003A6181" w:rsidP="003A6181">
      <w:hyperlink r:id="rId12" w:history="1">
        <w:r w:rsidRPr="003A6181">
          <w:rPr>
            <w:color w:val="0563C1" w:themeColor="hyperlink"/>
            <w:u w:val="single"/>
          </w:rPr>
          <w:t>Discovery Coordinators</w:t>
        </w:r>
      </w:hyperlink>
    </w:p>
    <w:p w14:paraId="15B62751" w14:textId="77777777" w:rsidR="003A6181" w:rsidRPr="003A6181" w:rsidRDefault="003A6181" w:rsidP="003A6181"/>
    <w:p w14:paraId="1E89BCDA" w14:textId="77777777" w:rsidR="003A6181" w:rsidRDefault="003A6181" w:rsidP="003A6181">
      <w:pPr>
        <w:rPr>
          <w:rFonts w:ascii="Century Gothic" w:eastAsiaTheme="majorEastAsia" w:hAnsi="Century Gothic" w:cstheme="majorBidi"/>
          <w:b/>
          <w:caps/>
        </w:rPr>
      </w:pPr>
      <w:bookmarkStart w:id="11" w:name="_Toc528744293"/>
      <w:bookmarkStart w:id="12" w:name="_Toc536776263"/>
      <w:bookmarkEnd w:id="7"/>
      <w:bookmarkEnd w:id="10"/>
    </w:p>
    <w:p w14:paraId="04C34B4B" w14:textId="697E65F9" w:rsidR="003A6181" w:rsidRPr="0084085D" w:rsidRDefault="0084085D" w:rsidP="0084085D">
      <w:pPr>
        <w:pStyle w:val="Heading3"/>
        <w:rPr>
          <w:rFonts w:cstheme="minorHAnsi"/>
          <w:b w:val="0"/>
          <w:caps/>
        </w:rPr>
      </w:pPr>
      <w:r w:rsidRPr="0084085D">
        <w:rPr>
          <w:rFonts w:cstheme="minorHAnsi"/>
        </w:rPr>
        <w:t xml:space="preserve">Related </w:t>
      </w:r>
      <w:bookmarkEnd w:id="11"/>
      <w:bookmarkEnd w:id="12"/>
      <w:r>
        <w:rPr>
          <w:rFonts w:cstheme="minorHAnsi"/>
        </w:rPr>
        <w:t>RCWs</w:t>
      </w:r>
    </w:p>
    <w:p w14:paraId="2844F409" w14:textId="77777777" w:rsidR="003A6181" w:rsidRPr="003A6181" w:rsidRDefault="003A6181" w:rsidP="003A6181">
      <w:pPr>
        <w:rPr>
          <w:color w:val="0070C0"/>
        </w:rPr>
      </w:pPr>
      <w:hyperlink r:id="rId13" w:history="1">
        <w:r w:rsidRPr="003A6181">
          <w:rPr>
            <w:color w:val="0563C1" w:themeColor="hyperlink"/>
            <w:u w:val="single"/>
          </w:rPr>
          <w:t>RCW 4.92</w:t>
        </w:r>
      </w:hyperlink>
      <w:r w:rsidRPr="003A6181">
        <w:tab/>
      </w:r>
      <w:r w:rsidRPr="003A6181">
        <w:rPr>
          <w:color w:val="0070C0"/>
        </w:rPr>
        <w:t>Actions and Claims Against State</w:t>
      </w:r>
    </w:p>
    <w:p w14:paraId="256C4FD0" w14:textId="77777777" w:rsidR="003A6181" w:rsidRDefault="003A6181" w:rsidP="003A6181">
      <w:pPr>
        <w:rPr>
          <w:rFonts w:ascii="Century Gothic" w:eastAsiaTheme="majorEastAsia" w:hAnsi="Century Gothic" w:cstheme="majorBidi"/>
          <w:b/>
          <w:caps/>
        </w:rPr>
      </w:pPr>
      <w:r w:rsidRPr="003A6181">
        <w:rPr>
          <w:rFonts w:cs="Arial"/>
          <w:b/>
          <w:color w:val="005CAB"/>
        </w:rPr>
        <w:br/>
      </w:r>
    </w:p>
    <w:p w14:paraId="1571D253" w14:textId="69967537" w:rsidR="003A6181" w:rsidRPr="0084085D" w:rsidRDefault="0084085D" w:rsidP="0084085D">
      <w:pPr>
        <w:pStyle w:val="Heading3"/>
        <w:rPr>
          <w:rFonts w:cstheme="minorHAnsi"/>
          <w:b w:val="0"/>
          <w:caps/>
        </w:rPr>
      </w:pPr>
      <w:r w:rsidRPr="0084085D">
        <w:rPr>
          <w:rFonts w:cstheme="minorHAnsi"/>
        </w:rPr>
        <w:t xml:space="preserve">Related </w:t>
      </w:r>
      <w:r>
        <w:rPr>
          <w:rFonts w:cstheme="minorHAnsi"/>
        </w:rPr>
        <w:t>Administrative</w:t>
      </w:r>
      <w:r w:rsidRPr="0084085D">
        <w:rPr>
          <w:rFonts w:cstheme="minorHAnsi"/>
        </w:rPr>
        <w:t xml:space="preserve"> </w:t>
      </w:r>
      <w:r>
        <w:rPr>
          <w:rFonts w:cstheme="minorHAnsi"/>
        </w:rPr>
        <w:t>P</w:t>
      </w:r>
      <w:r w:rsidRPr="0084085D">
        <w:rPr>
          <w:rFonts w:cstheme="minorHAnsi"/>
        </w:rPr>
        <w:t>olicies</w:t>
      </w:r>
    </w:p>
    <w:p w14:paraId="4A9E6BC1" w14:textId="5857B764" w:rsidR="003A6181" w:rsidRPr="003A6181" w:rsidRDefault="003A6181" w:rsidP="003A6181">
      <w:pPr>
        <w:rPr>
          <w:rFonts w:ascii="Verdana" w:hAnsi="Verdana" w:cs="Segoe UI"/>
          <w:color w:val="0070C0"/>
          <w:sz w:val="18"/>
          <w:szCs w:val="18"/>
        </w:rPr>
      </w:pPr>
      <w:hyperlink r:id="rId14" w:history="1">
        <w:r w:rsidRPr="003A6181">
          <w:rPr>
            <w:rFonts w:ascii="Verdana" w:hAnsi="Verdana" w:cs="Segoe UI"/>
            <w:color w:val="0070C0"/>
            <w:sz w:val="18"/>
            <w:szCs w:val="18"/>
            <w:u w:val="single"/>
          </w:rPr>
          <w:t>Administrative Policy 5.05</w:t>
        </w:r>
      </w:hyperlink>
      <w:r w:rsidRPr="003A6181">
        <w:rPr>
          <w:rFonts w:ascii="Verdana" w:hAnsi="Verdana" w:cs="Segoe UI"/>
          <w:color w:val="0070C0"/>
          <w:sz w:val="18"/>
          <w:szCs w:val="18"/>
        </w:rPr>
        <w:tab/>
        <w:t xml:space="preserve">                          Management of the Litigation Discovery Process</w:t>
      </w:r>
    </w:p>
    <w:p w14:paraId="3A98AE65" w14:textId="6B35AC65" w:rsidR="003A6181" w:rsidRPr="003A6181" w:rsidRDefault="003A6181" w:rsidP="003A6181">
      <w:pPr>
        <w:rPr>
          <w:color w:val="0070C0"/>
        </w:rPr>
      </w:pPr>
      <w:hyperlink r:id="rId15" w:history="1">
        <w:r w:rsidRPr="003A6181">
          <w:rPr>
            <w:color w:val="0070C0"/>
            <w:u w:val="single"/>
          </w:rPr>
          <w:t>Administrative Policy 5.07</w:t>
        </w:r>
      </w:hyperlink>
      <w:r w:rsidRPr="003A6181">
        <w:rPr>
          <w:color w:val="0070C0"/>
        </w:rPr>
        <w:tab/>
        <w:t xml:space="preserve">                                 Employees Response to Litigation Related Documents</w:t>
      </w:r>
    </w:p>
    <w:p w14:paraId="0E672605" w14:textId="0523807A" w:rsidR="003A6181" w:rsidRPr="003A6181" w:rsidRDefault="003A6181" w:rsidP="003A6181"/>
    <w:p w14:paraId="087449A9" w14:textId="69B54931" w:rsidR="003A6181" w:rsidRPr="0084085D" w:rsidRDefault="003A6181" w:rsidP="0084085D">
      <w:pPr>
        <w:pStyle w:val="Heading2"/>
        <w:rPr>
          <w:b w:val="0"/>
          <w:caps w:val="0"/>
          <w:color w:val="193F6F"/>
        </w:rPr>
      </w:pPr>
      <w:r w:rsidRPr="0084085D">
        <w:rPr>
          <w:color w:val="193F6F"/>
        </w:rPr>
        <w:t>What to do if you are sued or involved in a lawsuit:</w:t>
      </w:r>
    </w:p>
    <w:p w14:paraId="69FCC91B" w14:textId="500FE52D" w:rsidR="003A6181" w:rsidRPr="003A6181" w:rsidRDefault="003A6181" w:rsidP="003A6181">
      <w:pPr>
        <w:pStyle w:val="ListParagraph"/>
        <w:numPr>
          <w:ilvl w:val="0"/>
          <w:numId w:val="29"/>
        </w:numPr>
        <w:rPr>
          <w:color w:val="0070C0"/>
        </w:rPr>
      </w:pPr>
      <w:hyperlink r:id="rId16" w:history="1">
        <w:r w:rsidRPr="003A6181">
          <w:rPr>
            <w:color w:val="0070C0"/>
            <w:u w:val="single"/>
          </w:rPr>
          <w:t>Lawsuits Against the State and Employees - What to Do</w:t>
        </w:r>
      </w:hyperlink>
    </w:p>
    <w:p w14:paraId="5FF790FF" w14:textId="77777777" w:rsidR="003A6181" w:rsidRDefault="003A6181" w:rsidP="003A6181">
      <w:pPr>
        <w:rPr>
          <w:rFonts w:ascii="Century Gothic" w:eastAsiaTheme="majorEastAsia" w:hAnsi="Century Gothic" w:cstheme="majorBidi"/>
          <w:b/>
          <w:caps/>
          <w:color w:val="005CAB"/>
          <w:sz w:val="26"/>
          <w:szCs w:val="26"/>
        </w:rPr>
      </w:pPr>
    </w:p>
    <w:p w14:paraId="3928C556" w14:textId="77777777" w:rsidR="003A6181" w:rsidRDefault="003A6181" w:rsidP="003A6181">
      <w:pPr>
        <w:rPr>
          <w:rFonts w:ascii="Century Gothic" w:eastAsiaTheme="majorEastAsia" w:hAnsi="Century Gothic" w:cstheme="majorBidi"/>
          <w:b/>
          <w:caps/>
          <w:color w:val="005CAB"/>
          <w:sz w:val="26"/>
          <w:szCs w:val="26"/>
        </w:rPr>
      </w:pPr>
    </w:p>
    <w:p w14:paraId="76C15318" w14:textId="332F504F" w:rsidR="007676F4" w:rsidRPr="0084085D" w:rsidRDefault="003A6181" w:rsidP="0084085D">
      <w:pPr>
        <w:pStyle w:val="Heading2"/>
        <w:rPr>
          <w:color w:val="193F6F"/>
        </w:rPr>
      </w:pPr>
      <w:r w:rsidRPr="003A6181">
        <w:lastRenderedPageBreak/>
        <w:br/>
      </w:r>
      <w:bookmarkStart w:id="13" w:name="_Toc525727017"/>
      <w:bookmarkStart w:id="14" w:name="_Toc525727117"/>
      <w:bookmarkStart w:id="15" w:name="_Toc528758284"/>
      <w:bookmarkStart w:id="16" w:name="_Toc528759432"/>
      <w:bookmarkStart w:id="17" w:name="_Toc528760027"/>
      <w:bookmarkStart w:id="18" w:name="_Toc192074657"/>
      <w:bookmarkEnd w:id="8"/>
      <w:r w:rsidR="007676F4" w:rsidRPr="0084085D">
        <w:rPr>
          <w:color w:val="193F6F"/>
        </w:rPr>
        <w:t>Revision History</w:t>
      </w:r>
      <w:bookmarkEnd w:id="13"/>
      <w:bookmarkEnd w:id="14"/>
      <w:bookmarkEnd w:id="15"/>
      <w:bookmarkEnd w:id="16"/>
      <w:bookmarkEnd w:id="17"/>
      <w:bookmarkEnd w:id="18"/>
    </w:p>
    <w:tbl>
      <w:tblPr>
        <w:tblStyle w:val="TableGrid"/>
        <w:tblW w:w="0" w:type="auto"/>
        <w:tblLook w:val="04A0" w:firstRow="1" w:lastRow="0" w:firstColumn="1" w:lastColumn="0" w:noHBand="0" w:noVBand="1"/>
      </w:tblPr>
      <w:tblGrid>
        <w:gridCol w:w="1435"/>
        <w:gridCol w:w="1800"/>
        <w:gridCol w:w="4688"/>
        <w:gridCol w:w="1427"/>
      </w:tblGrid>
      <w:tr w:rsidR="007676F4" w14:paraId="58B9F611" w14:textId="77777777" w:rsidTr="003A6181">
        <w:tc>
          <w:tcPr>
            <w:tcW w:w="1435" w:type="dxa"/>
          </w:tcPr>
          <w:p w14:paraId="719DB44E" w14:textId="77777777" w:rsidR="007676F4" w:rsidRPr="00A9357F" w:rsidRDefault="007676F4" w:rsidP="008967B9">
            <w:pPr>
              <w:rPr>
                <w:b/>
                <w:caps/>
              </w:rPr>
            </w:pPr>
            <w:r w:rsidRPr="00A9357F">
              <w:rPr>
                <w:b/>
                <w:caps/>
              </w:rPr>
              <w:t>Date</w:t>
            </w:r>
          </w:p>
        </w:tc>
        <w:tc>
          <w:tcPr>
            <w:tcW w:w="1800" w:type="dxa"/>
          </w:tcPr>
          <w:p w14:paraId="4A1B0674" w14:textId="77777777" w:rsidR="007676F4" w:rsidRPr="00A9357F" w:rsidRDefault="007676F4" w:rsidP="008967B9">
            <w:pPr>
              <w:rPr>
                <w:b/>
                <w:caps/>
              </w:rPr>
            </w:pPr>
            <w:r w:rsidRPr="00A9357F">
              <w:rPr>
                <w:b/>
                <w:caps/>
              </w:rPr>
              <w:t>Made By</w:t>
            </w:r>
          </w:p>
        </w:tc>
        <w:tc>
          <w:tcPr>
            <w:tcW w:w="468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7676F4" w14:paraId="117E7430" w14:textId="77777777" w:rsidTr="003A6181">
        <w:tc>
          <w:tcPr>
            <w:tcW w:w="1435" w:type="dxa"/>
          </w:tcPr>
          <w:p w14:paraId="7121C031" w14:textId="07DE2D88" w:rsidR="007676F4" w:rsidRDefault="007676F4" w:rsidP="008967B9">
            <w:r>
              <w:fldChar w:fldCharType="begin"/>
            </w:r>
            <w:r>
              <w:instrText xml:space="preserve"> DATE  \@ "M/d/yyyy"  \* MERGEFORMAT </w:instrText>
            </w:r>
            <w:r>
              <w:fldChar w:fldCharType="separate"/>
            </w:r>
            <w:r w:rsidR="00616126">
              <w:rPr>
                <w:noProof/>
              </w:rPr>
              <w:t>5/20/2025</w:t>
            </w:r>
            <w:r>
              <w:fldChar w:fldCharType="end"/>
            </w:r>
          </w:p>
        </w:tc>
        <w:tc>
          <w:tcPr>
            <w:tcW w:w="1800" w:type="dxa"/>
          </w:tcPr>
          <w:p w14:paraId="36D705B9" w14:textId="01DFD3F7" w:rsidR="007676F4" w:rsidRDefault="003A6181" w:rsidP="008967B9">
            <w:r>
              <w:t>Cynthia Mitchell</w:t>
            </w:r>
          </w:p>
        </w:tc>
        <w:tc>
          <w:tcPr>
            <w:tcW w:w="4688" w:type="dxa"/>
          </w:tcPr>
          <w:p w14:paraId="72034FAA" w14:textId="5F31CA49" w:rsidR="007676F4" w:rsidRDefault="003A6181" w:rsidP="008967B9">
            <w:r>
              <w:t>Updated Links</w:t>
            </w:r>
          </w:p>
        </w:tc>
        <w:tc>
          <w:tcPr>
            <w:tcW w:w="1427" w:type="dxa"/>
          </w:tcPr>
          <w:p w14:paraId="04141536" w14:textId="77777777" w:rsidR="007676F4" w:rsidRDefault="007676F4" w:rsidP="008967B9"/>
        </w:tc>
      </w:tr>
    </w:tbl>
    <w:p w14:paraId="3B3C186D" w14:textId="77777777" w:rsidR="003C1FD0" w:rsidRDefault="003C1FD0" w:rsidP="003C1FD0"/>
    <w:p w14:paraId="5B476712" w14:textId="77777777" w:rsidR="007676F4" w:rsidRDefault="007676F4" w:rsidP="007676F4">
      <w:pPr>
        <w:rPr>
          <w:rFonts w:ascii="Century Gothic" w:eastAsiaTheme="majorEastAsia" w:hAnsi="Century Gothic" w:cstheme="majorBidi"/>
          <w:color w:val="005CAB"/>
          <w:sz w:val="26"/>
          <w:szCs w:val="26"/>
        </w:rPr>
      </w:pPr>
    </w:p>
    <w:p w14:paraId="5D4A08AF" w14:textId="77777777" w:rsidR="00E45F93" w:rsidRDefault="00E45F93" w:rsidP="007676F4">
      <w:pPr>
        <w:rPr>
          <w:rFonts w:ascii="Century Gothic" w:eastAsiaTheme="majorEastAsia" w:hAnsi="Century Gothic" w:cstheme="majorBidi"/>
          <w:color w:val="005CAB"/>
          <w:sz w:val="26"/>
          <w:szCs w:val="26"/>
        </w:rPr>
      </w:pPr>
    </w:p>
    <w:sectPr w:rsidR="00E45F93" w:rsidSect="00471F01">
      <w:headerReference w:type="default" r:id="rId17"/>
      <w:footerReference w:type="default" r:id="rId18"/>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6338E" w14:textId="77777777" w:rsidR="00983E3F" w:rsidRDefault="00983E3F" w:rsidP="00471F01">
      <w:r>
        <w:separator/>
      </w:r>
    </w:p>
    <w:p w14:paraId="18449C84" w14:textId="77777777" w:rsidR="00983E3F" w:rsidRDefault="00983E3F"/>
  </w:endnote>
  <w:endnote w:type="continuationSeparator" w:id="0">
    <w:p w14:paraId="60AC7ED7" w14:textId="77777777" w:rsidR="00983E3F" w:rsidRDefault="00983E3F" w:rsidP="00471F01">
      <w:r>
        <w:continuationSeparator/>
      </w:r>
    </w:p>
    <w:p w14:paraId="548ADD7D" w14:textId="77777777" w:rsidR="00983E3F" w:rsidRDefault="00983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39019E73"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3A6181">
          <w:rPr>
            <w:rFonts w:ascii="Cambria" w:hAnsi="Cambria"/>
            <w:caps/>
          </w:rPr>
          <w:t>2b</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D2340B">
          <w:rPr>
            <w:rFonts w:ascii="Cambria" w:hAnsi="Cambria"/>
            <w:i/>
            <w:sz w:val="18"/>
            <w:szCs w:val="18"/>
          </w:rPr>
          <w:t>4</w:t>
        </w:r>
        <w:r w:rsidR="003A6181">
          <w:rPr>
            <w:rFonts w:ascii="Cambria" w:hAnsi="Cambria"/>
            <w:i/>
            <w:sz w:val="18"/>
            <w:szCs w:val="18"/>
          </w:rPr>
          <w:t>/</w:t>
        </w:r>
        <w:r w:rsidR="00D2340B">
          <w:rPr>
            <w:rFonts w:ascii="Cambria" w:hAnsi="Cambria"/>
            <w:i/>
            <w:sz w:val="18"/>
            <w:szCs w:val="18"/>
          </w:rPr>
          <w:t>1</w:t>
        </w:r>
        <w:r w:rsidR="003A6181">
          <w:rPr>
            <w:rFonts w:ascii="Cambria" w:hAnsi="Cambria"/>
            <w:i/>
            <w:sz w:val="18"/>
            <w:szCs w:val="18"/>
          </w:rPr>
          <w:t>/2025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7DB90" w14:textId="77777777" w:rsidR="00983E3F" w:rsidRDefault="00983E3F" w:rsidP="00471F01">
      <w:r>
        <w:separator/>
      </w:r>
    </w:p>
    <w:p w14:paraId="3E5EF330" w14:textId="77777777" w:rsidR="00983E3F" w:rsidRDefault="00983E3F"/>
  </w:footnote>
  <w:footnote w:type="continuationSeparator" w:id="0">
    <w:p w14:paraId="47D31809" w14:textId="77777777" w:rsidR="00983E3F" w:rsidRDefault="00983E3F" w:rsidP="00471F01">
      <w:r>
        <w:continuationSeparator/>
      </w:r>
    </w:p>
    <w:p w14:paraId="084DFA66" w14:textId="77777777" w:rsidR="00983E3F" w:rsidRDefault="00983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12FA481E"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3A6181">
                <w:rPr>
                  <w:rFonts w:ascii="Cambria" w:hAnsi="Cambria"/>
                  <w:color w:val="193F6F"/>
                  <w:sz w:val="24"/>
                  <w:szCs w:val="24"/>
                </w:rPr>
                <w:t>2B</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3A6181">
                <w:rPr>
                  <w:rFonts w:ascii="Cambria" w:hAnsi="Cambria"/>
                  <w:color w:val="193F6F"/>
                  <w:sz w:val="24"/>
                  <w:szCs w:val="24"/>
                </w:rPr>
                <w:t>Legal Holds &amp; Discovery</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39600D52">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A742C74"/>
    <w:multiLevelType w:val="hybridMultilevel"/>
    <w:tmpl w:val="6F6286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50F87"/>
    <w:multiLevelType w:val="multilevel"/>
    <w:tmpl w:val="8CD42D26"/>
    <w:name w:val="Numbering22222222222222"/>
    <w:numStyleLink w:val="NumericList"/>
  </w:abstractNum>
  <w:abstractNum w:abstractNumId="4" w15:restartNumberingAfterBreak="0">
    <w:nsid w:val="15081984"/>
    <w:multiLevelType w:val="hybridMultilevel"/>
    <w:tmpl w:val="85BE551A"/>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6" w15:restartNumberingAfterBreak="0">
    <w:nsid w:val="178749E0"/>
    <w:multiLevelType w:val="multilevel"/>
    <w:tmpl w:val="8CD42D26"/>
    <w:name w:val="Numbering2222222222"/>
    <w:numStyleLink w:val="NumericList"/>
  </w:abstractNum>
  <w:abstractNum w:abstractNumId="7" w15:restartNumberingAfterBreak="0">
    <w:nsid w:val="1BA416B4"/>
    <w:multiLevelType w:val="hybridMultilevel"/>
    <w:tmpl w:val="CB24DC2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27E04E3"/>
    <w:multiLevelType w:val="hybridMultilevel"/>
    <w:tmpl w:val="1C38E418"/>
    <w:lvl w:ilvl="0" w:tplc="04090001">
      <w:start w:val="1"/>
      <w:numFmt w:val="bullet"/>
      <w:lvlText w:val=""/>
      <w:lvlJc w:val="left"/>
      <w:pPr>
        <w:ind w:left="2160" w:hanging="360"/>
      </w:pPr>
      <w:rPr>
        <w:rFonts w:ascii="Symbol" w:hAnsi="Symbo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234B25C3"/>
    <w:multiLevelType w:val="hybridMultilevel"/>
    <w:tmpl w:val="BE984E2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3" w15:restartNumberingAfterBreak="0">
    <w:nsid w:val="2AB34A1A"/>
    <w:multiLevelType w:val="multilevel"/>
    <w:tmpl w:val="8CD42D26"/>
    <w:name w:val="Numbering222222222"/>
    <w:numStyleLink w:val="NumericList"/>
  </w:abstractNum>
  <w:abstractNum w:abstractNumId="14" w15:restartNumberingAfterBreak="0">
    <w:nsid w:val="2C1D004C"/>
    <w:multiLevelType w:val="multilevel"/>
    <w:tmpl w:val="8CD42D26"/>
    <w:name w:val="Numbering2222222222222"/>
    <w:numStyleLink w:val="NumericList"/>
  </w:abstractNum>
  <w:abstractNum w:abstractNumId="15"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7" w15:restartNumberingAfterBreak="0">
    <w:nsid w:val="3BA155D6"/>
    <w:multiLevelType w:val="multilevel"/>
    <w:tmpl w:val="83468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9" w15:restartNumberingAfterBreak="0">
    <w:nsid w:val="496E421A"/>
    <w:multiLevelType w:val="hybridMultilevel"/>
    <w:tmpl w:val="09FEB5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A4B72B4"/>
    <w:multiLevelType w:val="multilevel"/>
    <w:tmpl w:val="8CD42D26"/>
    <w:name w:val="Numbering222222222222"/>
    <w:numStyleLink w:val="NumericList"/>
  </w:abstractNum>
  <w:abstractNum w:abstractNumId="21" w15:restartNumberingAfterBreak="0">
    <w:nsid w:val="53DB5317"/>
    <w:multiLevelType w:val="multilevel"/>
    <w:tmpl w:val="93EA1444"/>
    <w:name w:val="Numbering2"/>
    <w:numStyleLink w:val="Style1"/>
  </w:abstractNum>
  <w:abstractNum w:abstractNumId="22" w15:restartNumberingAfterBreak="0">
    <w:nsid w:val="582F40D4"/>
    <w:multiLevelType w:val="multilevel"/>
    <w:tmpl w:val="8CD42D26"/>
    <w:name w:val="Numbering22222222222"/>
    <w:numStyleLink w:val="NumericList"/>
  </w:abstractNum>
  <w:abstractNum w:abstractNumId="23"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5"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6"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7" w15:restartNumberingAfterBreak="0">
    <w:nsid w:val="61013FDE"/>
    <w:multiLevelType w:val="multilevel"/>
    <w:tmpl w:val="93EA1444"/>
    <w:name w:val="Numbering22"/>
    <w:numStyleLink w:val="Style1"/>
  </w:abstractNum>
  <w:abstractNum w:abstractNumId="28" w15:restartNumberingAfterBreak="0">
    <w:nsid w:val="63796833"/>
    <w:multiLevelType w:val="multilevel"/>
    <w:tmpl w:val="93EA1444"/>
    <w:name w:val="Numbering222"/>
    <w:numStyleLink w:val="Style1"/>
  </w:abstractNum>
  <w:abstractNum w:abstractNumId="29"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30"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D2E29"/>
    <w:multiLevelType w:val="hybridMultilevel"/>
    <w:tmpl w:val="8FC61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B3055C"/>
    <w:multiLevelType w:val="multilevel"/>
    <w:tmpl w:val="93EA1444"/>
    <w:name w:val="Numbering2222"/>
    <w:numStyleLink w:val="Style1"/>
  </w:abstractNum>
  <w:abstractNum w:abstractNumId="33"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34"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5" w15:restartNumberingAfterBreak="0">
    <w:nsid w:val="7B856D1C"/>
    <w:multiLevelType w:val="hybridMultilevel"/>
    <w:tmpl w:val="63B0B10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24"/>
  </w:num>
  <w:num w:numId="2" w16cid:durableId="1927811138">
    <w:abstractNumId w:val="29"/>
  </w:num>
  <w:num w:numId="3" w16cid:durableId="952975018">
    <w:abstractNumId w:val="16"/>
  </w:num>
  <w:num w:numId="4" w16cid:durableId="204369509">
    <w:abstractNumId w:val="18"/>
  </w:num>
  <w:num w:numId="5" w16cid:durableId="678117749">
    <w:abstractNumId w:val="12"/>
  </w:num>
  <w:num w:numId="6" w16cid:durableId="1910848312">
    <w:abstractNumId w:val="36"/>
  </w:num>
  <w:num w:numId="7" w16cid:durableId="739451722">
    <w:abstractNumId w:val="25"/>
  </w:num>
  <w:num w:numId="8" w16cid:durableId="134764918">
    <w:abstractNumId w:val="34"/>
  </w:num>
  <w:num w:numId="9" w16cid:durableId="721177921">
    <w:abstractNumId w:val="8"/>
  </w:num>
  <w:num w:numId="10" w16cid:durableId="898590737">
    <w:abstractNumId w:val="15"/>
  </w:num>
  <w:num w:numId="11" w16cid:durableId="1589921853">
    <w:abstractNumId w:val="23"/>
  </w:num>
  <w:num w:numId="12" w16cid:durableId="1944145685">
    <w:abstractNumId w:val="9"/>
  </w:num>
  <w:num w:numId="13" w16cid:durableId="1546214424">
    <w:abstractNumId w:val="2"/>
  </w:num>
  <w:num w:numId="14" w16cid:durableId="1936815654">
    <w:abstractNumId w:val="30"/>
  </w:num>
  <w:num w:numId="15" w16cid:durableId="1380587838">
    <w:abstractNumId w:val="30"/>
    <w:lvlOverride w:ilvl="0">
      <w:startOverride w:val="1"/>
    </w:lvlOverride>
  </w:num>
  <w:num w:numId="16" w16cid:durableId="377978015">
    <w:abstractNumId w:val="30"/>
    <w:lvlOverride w:ilvl="0">
      <w:startOverride w:val="1"/>
    </w:lvlOverride>
  </w:num>
  <w:num w:numId="17" w16cid:durableId="1963997206">
    <w:abstractNumId w:val="30"/>
    <w:lvlOverride w:ilvl="0">
      <w:startOverride w:val="1"/>
    </w:lvlOverride>
  </w:num>
  <w:num w:numId="18" w16cid:durableId="1909152488">
    <w:abstractNumId w:val="30"/>
    <w:lvlOverride w:ilvl="0">
      <w:startOverride w:val="1"/>
    </w:lvlOverride>
  </w:num>
  <w:num w:numId="19" w16cid:durableId="1853883764">
    <w:abstractNumId w:val="30"/>
    <w:lvlOverride w:ilvl="0">
      <w:startOverride w:val="1"/>
    </w:lvlOverride>
  </w:num>
  <w:num w:numId="20" w16cid:durableId="551305303">
    <w:abstractNumId w:val="30"/>
    <w:lvlOverride w:ilvl="0">
      <w:startOverride w:val="1"/>
    </w:lvlOverride>
  </w:num>
  <w:num w:numId="21" w16cid:durableId="990014066">
    <w:abstractNumId w:val="31"/>
  </w:num>
  <w:num w:numId="22" w16cid:durableId="396587451">
    <w:abstractNumId w:val="1"/>
  </w:num>
  <w:num w:numId="23" w16cid:durableId="763303625">
    <w:abstractNumId w:val="10"/>
  </w:num>
  <w:num w:numId="24" w16cid:durableId="1218249846">
    <w:abstractNumId w:val="19"/>
  </w:num>
  <w:num w:numId="25" w16cid:durableId="934706651">
    <w:abstractNumId w:val="35"/>
  </w:num>
  <w:num w:numId="26" w16cid:durableId="975253672">
    <w:abstractNumId w:val="4"/>
  </w:num>
  <w:num w:numId="27" w16cid:durableId="6443709">
    <w:abstractNumId w:val="11"/>
  </w:num>
  <w:num w:numId="28" w16cid:durableId="372852631">
    <w:abstractNumId w:val="17"/>
  </w:num>
  <w:num w:numId="29" w16cid:durableId="139153650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6BEB"/>
    <w:rsid w:val="00027F0E"/>
    <w:rsid w:val="000B3142"/>
    <w:rsid w:val="000B450A"/>
    <w:rsid w:val="000F302E"/>
    <w:rsid w:val="00116A5C"/>
    <w:rsid w:val="00143E1D"/>
    <w:rsid w:val="001540BA"/>
    <w:rsid w:val="0015545A"/>
    <w:rsid w:val="001559AE"/>
    <w:rsid w:val="00174505"/>
    <w:rsid w:val="00177BFC"/>
    <w:rsid w:val="00194A0B"/>
    <w:rsid w:val="001C34AE"/>
    <w:rsid w:val="001C4CE9"/>
    <w:rsid w:val="001D32E9"/>
    <w:rsid w:val="001D474E"/>
    <w:rsid w:val="001F3BE4"/>
    <w:rsid w:val="002019E0"/>
    <w:rsid w:val="00214F73"/>
    <w:rsid w:val="0022545D"/>
    <w:rsid w:val="00244F8F"/>
    <w:rsid w:val="00255F2C"/>
    <w:rsid w:val="00295703"/>
    <w:rsid w:val="00296C58"/>
    <w:rsid w:val="002A3492"/>
    <w:rsid w:val="002A3D16"/>
    <w:rsid w:val="002A7EC9"/>
    <w:rsid w:val="002B4D01"/>
    <w:rsid w:val="002E44DD"/>
    <w:rsid w:val="002F2C0F"/>
    <w:rsid w:val="003072E6"/>
    <w:rsid w:val="003203B7"/>
    <w:rsid w:val="00345450"/>
    <w:rsid w:val="00353FFD"/>
    <w:rsid w:val="00355A33"/>
    <w:rsid w:val="00393661"/>
    <w:rsid w:val="003A6181"/>
    <w:rsid w:val="003C1FD0"/>
    <w:rsid w:val="00405BD7"/>
    <w:rsid w:val="00427DAD"/>
    <w:rsid w:val="00445303"/>
    <w:rsid w:val="00450C89"/>
    <w:rsid w:val="00471DAD"/>
    <w:rsid w:val="00471F01"/>
    <w:rsid w:val="00492585"/>
    <w:rsid w:val="004B6013"/>
    <w:rsid w:val="0050190B"/>
    <w:rsid w:val="00534461"/>
    <w:rsid w:val="005710CC"/>
    <w:rsid w:val="00580D26"/>
    <w:rsid w:val="005C7038"/>
    <w:rsid w:val="00612A13"/>
    <w:rsid w:val="00616126"/>
    <w:rsid w:val="0061711B"/>
    <w:rsid w:val="00620715"/>
    <w:rsid w:val="00636B79"/>
    <w:rsid w:val="006457F1"/>
    <w:rsid w:val="00651643"/>
    <w:rsid w:val="0068458D"/>
    <w:rsid w:val="006B5589"/>
    <w:rsid w:val="006C3806"/>
    <w:rsid w:val="006E6FB2"/>
    <w:rsid w:val="006E71CD"/>
    <w:rsid w:val="006F7A7B"/>
    <w:rsid w:val="007203A1"/>
    <w:rsid w:val="007245B2"/>
    <w:rsid w:val="007539B0"/>
    <w:rsid w:val="007676F4"/>
    <w:rsid w:val="007C7FB6"/>
    <w:rsid w:val="007E62CD"/>
    <w:rsid w:val="00801A8A"/>
    <w:rsid w:val="008125F9"/>
    <w:rsid w:val="0081449C"/>
    <w:rsid w:val="00820F06"/>
    <w:rsid w:val="00837725"/>
    <w:rsid w:val="0084085D"/>
    <w:rsid w:val="008441C4"/>
    <w:rsid w:val="00853D12"/>
    <w:rsid w:val="00874174"/>
    <w:rsid w:val="008967B9"/>
    <w:rsid w:val="008B6996"/>
    <w:rsid w:val="008C6E69"/>
    <w:rsid w:val="008E0ADA"/>
    <w:rsid w:val="008F367A"/>
    <w:rsid w:val="00912C00"/>
    <w:rsid w:val="009168E7"/>
    <w:rsid w:val="0092064E"/>
    <w:rsid w:val="009248E2"/>
    <w:rsid w:val="00941067"/>
    <w:rsid w:val="00950E66"/>
    <w:rsid w:val="00983E3F"/>
    <w:rsid w:val="009C4143"/>
    <w:rsid w:val="009D71B0"/>
    <w:rsid w:val="009E29DE"/>
    <w:rsid w:val="009F3788"/>
    <w:rsid w:val="00A1127B"/>
    <w:rsid w:val="00A26C3A"/>
    <w:rsid w:val="00A45DEC"/>
    <w:rsid w:val="00A63DEC"/>
    <w:rsid w:val="00AA4F7B"/>
    <w:rsid w:val="00AC000D"/>
    <w:rsid w:val="00AF56DF"/>
    <w:rsid w:val="00B17F26"/>
    <w:rsid w:val="00B325F6"/>
    <w:rsid w:val="00B36DD9"/>
    <w:rsid w:val="00B43E26"/>
    <w:rsid w:val="00B665B4"/>
    <w:rsid w:val="00B9076B"/>
    <w:rsid w:val="00BD2C17"/>
    <w:rsid w:val="00BD31FC"/>
    <w:rsid w:val="00BE148E"/>
    <w:rsid w:val="00C11A0A"/>
    <w:rsid w:val="00C3620E"/>
    <w:rsid w:val="00C64D15"/>
    <w:rsid w:val="00C822ED"/>
    <w:rsid w:val="00C86E11"/>
    <w:rsid w:val="00CA5E2E"/>
    <w:rsid w:val="00CD7CD5"/>
    <w:rsid w:val="00CE4B5D"/>
    <w:rsid w:val="00CE5A0D"/>
    <w:rsid w:val="00CE6CAA"/>
    <w:rsid w:val="00CF3EF6"/>
    <w:rsid w:val="00CF436F"/>
    <w:rsid w:val="00D07184"/>
    <w:rsid w:val="00D2340B"/>
    <w:rsid w:val="00D56153"/>
    <w:rsid w:val="00D726DD"/>
    <w:rsid w:val="00DA597B"/>
    <w:rsid w:val="00DB4F17"/>
    <w:rsid w:val="00DE40DD"/>
    <w:rsid w:val="00DE4D71"/>
    <w:rsid w:val="00DE4F0A"/>
    <w:rsid w:val="00E22649"/>
    <w:rsid w:val="00E2655A"/>
    <w:rsid w:val="00E312FF"/>
    <w:rsid w:val="00E37E9C"/>
    <w:rsid w:val="00E45F93"/>
    <w:rsid w:val="00E54274"/>
    <w:rsid w:val="00E57997"/>
    <w:rsid w:val="00E80F4E"/>
    <w:rsid w:val="00E827DA"/>
    <w:rsid w:val="00EA0C09"/>
    <w:rsid w:val="00EC0C7C"/>
    <w:rsid w:val="00EC42BD"/>
    <w:rsid w:val="00EC74BC"/>
    <w:rsid w:val="00EF77D4"/>
    <w:rsid w:val="00F03ECC"/>
    <w:rsid w:val="00F05DF3"/>
    <w:rsid w:val="00F15D3C"/>
    <w:rsid w:val="00F212C0"/>
    <w:rsid w:val="00F46047"/>
    <w:rsid w:val="00F5558A"/>
    <w:rsid w:val="00F946B4"/>
    <w:rsid w:val="00FA1C08"/>
    <w:rsid w:val="00FA2581"/>
    <w:rsid w:val="00FC7289"/>
    <w:rsid w:val="00FE1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84085D"/>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84085D"/>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3A6181"/>
    <w:rPr>
      <w:color w:val="605E5C"/>
      <w:shd w:val="clear" w:color="auto" w:fill="E1DFDD"/>
    </w:rPr>
  </w:style>
  <w:style w:type="character" w:styleId="FollowedHyperlink">
    <w:name w:val="FollowedHyperlink"/>
    <w:basedOn w:val="DefaultParagraphFont"/>
    <w:uiPriority w:val="99"/>
    <w:semiHidden/>
    <w:unhideWhenUsed/>
    <w:rsid w:val="003A61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ynthia.mitchell@dshs.wa.gov" TargetMode="External"/><Relationship Id="rId13" Type="http://schemas.openxmlformats.org/officeDocument/2006/relationships/hyperlink" Target="https://app.leg.wa.gov/RCW/default.aspx?cite=4.92&amp;full=tru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teofwa.sharepoint.com/sites/DSHS-EXE-OIG-Discovery/SitePages/Coordinators.asp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one.dshs.wa.lcl/FS/Records/Discovery/Resources/Lawsuits%20Against%20the%20State%20and%20State%20Employees%20-%20What%20to%20Do.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shsdiscoverymanager@dshs.wa.gov" TargetMode="External"/><Relationship Id="rId5" Type="http://schemas.openxmlformats.org/officeDocument/2006/relationships/webSettings" Target="webSettings.xml"/><Relationship Id="rId15" Type="http://schemas.openxmlformats.org/officeDocument/2006/relationships/hyperlink" Target="https://stateofwa.sharepoint.com/sites/DSHS-EXE-OJCR/Administrative/DSHS-AP-05-05.pdf?CID=ba91aec5-623a-427f-9e8a-2a7763242432" TargetMode="External"/><Relationship Id="rId10" Type="http://schemas.openxmlformats.org/officeDocument/2006/relationships/hyperlink" Target="https://stateofwa.sharepoint.com/sites/DSHS-EXE-OIG-Discovery/SitePages/Coordinators.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ateofwa.sharepoint.com/sites/DSHS-EXE-OJCR/Administrative/DSHS-AP-05-07.pdf?CID=d7e0dfa8-acc6-47d9-8b00-a0485d6f18c1" TargetMode="External"/><Relationship Id="rId14" Type="http://schemas.openxmlformats.org/officeDocument/2006/relationships/hyperlink" Target="https://stateofwa.sharepoint.com/sites/DSHS-EXE-OJCR/Administrative/DSHS-AP-05-05.pdf?CID=ba91aec5-623a-427f-9e8a-2a776324243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7</TotalTime>
  <Pages>5</Pages>
  <Words>1161</Words>
  <Characters>6623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8</cp:revision>
  <dcterms:created xsi:type="dcterms:W3CDTF">2025-04-30T21:14:00Z</dcterms:created>
  <dcterms:modified xsi:type="dcterms:W3CDTF">2025-05-20T16:25:00Z</dcterms:modified>
</cp:coreProperties>
</file>