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B9096C" w14:textId="3F8C03E5" w:rsidR="00651643" w:rsidRPr="00FB3209" w:rsidRDefault="0005613A" w:rsidP="00E22649">
      <w:pPr>
        <w:rPr>
          <w:rFonts w:ascii="Arial" w:eastAsiaTheme="majorEastAsia" w:hAnsi="Arial" w:cstheme="majorBidi"/>
          <w:b/>
          <w:color w:val="193F6F"/>
          <w:sz w:val="44"/>
          <w:szCs w:val="32"/>
        </w:rPr>
      </w:pPr>
      <w:sdt>
        <w:sdtPr>
          <w:rPr>
            <w:rFonts w:ascii="Arial" w:eastAsiaTheme="majorEastAsia" w:hAnsi="Arial" w:cstheme="majorBidi"/>
            <w:color w:val="193F6F"/>
            <w:sz w:val="44"/>
            <w:szCs w:val="32"/>
          </w:rPr>
          <w:id w:val="774369329"/>
          <w:text/>
        </w:sdtPr>
        <w:sdtEndPr/>
        <w:sdtContent>
          <w:r w:rsidR="00FB3209" w:rsidRPr="00FB3209">
            <w:rPr>
              <w:rFonts w:ascii="Arial" w:eastAsiaTheme="majorEastAsia" w:hAnsi="Arial" w:cstheme="majorBidi"/>
              <w:color w:val="193F6F"/>
              <w:sz w:val="44"/>
              <w:szCs w:val="32"/>
            </w:rPr>
            <w:t>Intro</w:t>
          </w:r>
          <w:r>
            <w:rPr>
              <w:rFonts w:ascii="Arial" w:eastAsiaTheme="majorEastAsia" w:hAnsi="Arial" w:cstheme="majorBidi"/>
              <w:color w:val="193F6F"/>
              <w:sz w:val="44"/>
              <w:szCs w:val="32"/>
            </w:rPr>
            <w:t>duction</w:t>
          </w:r>
          <w:r w:rsidR="00FB3209" w:rsidRPr="00FB3209">
            <w:rPr>
              <w:rFonts w:ascii="Arial" w:eastAsiaTheme="majorEastAsia" w:hAnsi="Arial" w:cstheme="majorBidi"/>
              <w:color w:val="193F6F"/>
              <w:sz w:val="44"/>
              <w:szCs w:val="32"/>
            </w:rPr>
            <w:t xml:space="preserve"> to the Medicaid Transformation Demonstration</w:t>
          </w:r>
        </w:sdtContent>
      </w:sdt>
    </w:p>
    <w:p w14:paraId="4973ECAE" w14:textId="77777777" w:rsidR="00FB3209" w:rsidRDefault="00FB3209" w:rsidP="00E45F93"/>
    <w:p w14:paraId="52543A4F" w14:textId="044DD2F4" w:rsidR="00FB3209" w:rsidRDefault="00FB3209" w:rsidP="00E45F93">
      <w:r w:rsidRPr="00FB3209">
        <w:t xml:space="preserve">This section will provide a brief overview of the 1115 Medicaid Transformation demonstration waiver often referred to as Medicaid Transformation Project (MTP).  Throughout this chapter it will be referred to as “MTP”.  The primary focus in the chapter is on the Older and aging adults and family </w:t>
      </w:r>
      <w:proofErr w:type="gramStart"/>
      <w:r w:rsidRPr="00FB3209">
        <w:t>caregivers</w:t>
      </w:r>
      <w:proofErr w:type="gramEnd"/>
      <w:r w:rsidRPr="00FB3209">
        <w:t xml:space="preserve"> provision and the Housing &amp; Employment provisions of MTP.  </w:t>
      </w:r>
    </w:p>
    <w:p w14:paraId="4CB4C348" w14:textId="77777777" w:rsidR="00FB3209" w:rsidRDefault="00FB3209" w:rsidP="00E45F93"/>
    <w:p w14:paraId="2722A8A2" w14:textId="77777777" w:rsidR="007676F4" w:rsidRPr="006C3806" w:rsidRDefault="007676F4" w:rsidP="007676F4">
      <w:pPr>
        <w:pStyle w:val="Heading4"/>
        <w:rPr>
          <w:color w:val="193F6F"/>
        </w:rPr>
      </w:pPr>
      <w:r w:rsidRPr="006C3806">
        <w:rPr>
          <w:color w:val="193F6F"/>
        </w:rPr>
        <w:t>Ask the Expert</w:t>
      </w:r>
    </w:p>
    <w:p w14:paraId="4296DEE2" w14:textId="77777777" w:rsidR="008F007C" w:rsidRDefault="008F007C" w:rsidP="008F007C">
      <w:r>
        <w:t>If you have questions or need clarification about the content in this chapter, please contact:</w:t>
      </w:r>
    </w:p>
    <w:p w14:paraId="54A9B27F" w14:textId="166906DC" w:rsidR="00FB3209" w:rsidRDefault="00FB3209" w:rsidP="00FB3209">
      <w:r>
        <w:t>Resa Lee-Bell</w:t>
      </w:r>
      <w:r w:rsidR="00877B52">
        <w:tab/>
      </w:r>
      <w:r w:rsidR="00877B52">
        <w:tab/>
      </w:r>
      <w:r>
        <w:t xml:space="preserve">1115 Waiver Program Manager </w:t>
      </w:r>
    </w:p>
    <w:p w14:paraId="40FA96E7" w14:textId="729C49A4" w:rsidR="00FB3209" w:rsidRDefault="00FB3209" w:rsidP="00FB3209">
      <w:r>
        <w:tab/>
      </w:r>
      <w:r w:rsidR="00877B52">
        <w:tab/>
      </w:r>
      <w:r w:rsidR="00877B52">
        <w:tab/>
      </w:r>
      <w:r>
        <w:t>564</w:t>
      </w:r>
      <w:r w:rsidR="00877B52">
        <w:t>.</w:t>
      </w:r>
      <w:r>
        <w:t>999</w:t>
      </w:r>
      <w:r w:rsidR="00877B52">
        <w:t>.</w:t>
      </w:r>
      <w:r>
        <w:t>1287</w:t>
      </w:r>
      <w:r>
        <w:tab/>
      </w:r>
      <w:r w:rsidR="00877B52">
        <w:tab/>
      </w:r>
      <w:hyperlink r:id="rId8" w:history="1">
        <w:r w:rsidR="00877B52" w:rsidRPr="001A0BCB">
          <w:rPr>
            <w:rStyle w:val="Hyperlink"/>
          </w:rPr>
          <w:t>Resa.Lee-Bell@dshs.wa.gov</w:t>
        </w:r>
      </w:hyperlink>
    </w:p>
    <w:p w14:paraId="59B20419" w14:textId="77777777" w:rsidR="008F007C" w:rsidRDefault="008F007C" w:rsidP="00FB3209"/>
    <w:p w14:paraId="411024C7" w14:textId="2499CB39" w:rsidR="00FB3209" w:rsidRDefault="00FB3209" w:rsidP="00FB3209">
      <w:r>
        <w:t>Whitney Joy Howard</w:t>
      </w:r>
      <w:r w:rsidR="00877B52">
        <w:tab/>
      </w:r>
      <w:r>
        <w:t xml:space="preserve">Housing Integration Unit Manager  </w:t>
      </w:r>
    </w:p>
    <w:p w14:paraId="235FB5DE" w14:textId="06866CA9" w:rsidR="00FB3209" w:rsidRDefault="00FB3209" w:rsidP="00FB3209">
      <w:r>
        <w:tab/>
      </w:r>
      <w:r w:rsidR="00877B52">
        <w:tab/>
      </w:r>
      <w:r w:rsidR="00877B52">
        <w:tab/>
      </w:r>
      <w:r>
        <w:t>360</w:t>
      </w:r>
      <w:r w:rsidR="00877B52">
        <w:t>.</w:t>
      </w:r>
      <w:r>
        <w:t>791</w:t>
      </w:r>
      <w:r w:rsidR="00877B52">
        <w:t>.</w:t>
      </w:r>
      <w:r>
        <w:t>2358</w:t>
      </w:r>
      <w:r>
        <w:tab/>
      </w:r>
      <w:r w:rsidR="00877B52">
        <w:tab/>
      </w:r>
      <w:hyperlink r:id="rId9" w:history="1">
        <w:r w:rsidR="00877B52" w:rsidRPr="001A0BCB">
          <w:rPr>
            <w:rStyle w:val="Hyperlink"/>
          </w:rPr>
          <w:t>Whitney.Howard@dshs.wa.gov</w:t>
        </w:r>
      </w:hyperlink>
    </w:p>
    <w:p w14:paraId="40717E03" w14:textId="77777777" w:rsidR="008F007C" w:rsidRDefault="008F007C" w:rsidP="00FB3209"/>
    <w:p w14:paraId="29D0DBBE" w14:textId="5E387D5B" w:rsidR="00FB3209" w:rsidRDefault="00FB3209" w:rsidP="00FB3209">
      <w:r>
        <w:t>Mike Corcoran</w:t>
      </w:r>
      <w:r w:rsidR="00877B52">
        <w:tab/>
      </w:r>
      <w:r w:rsidR="00877B52">
        <w:tab/>
      </w:r>
      <w:r>
        <w:t>Employment Unit Manager</w:t>
      </w:r>
    </w:p>
    <w:p w14:paraId="5CBF80DA" w14:textId="7A983B19" w:rsidR="007E62CD" w:rsidRDefault="00FB3209" w:rsidP="00FB3209">
      <w:r>
        <w:tab/>
      </w:r>
      <w:r w:rsidR="00877B52">
        <w:tab/>
      </w:r>
      <w:r w:rsidR="00877B52">
        <w:tab/>
      </w:r>
      <w:r>
        <w:t>360</w:t>
      </w:r>
      <w:r w:rsidR="00877B52">
        <w:t>.</w:t>
      </w:r>
      <w:r>
        <w:t>725</w:t>
      </w:r>
      <w:r w:rsidR="00877B52">
        <w:t>.</w:t>
      </w:r>
      <w:r>
        <w:t>2614</w:t>
      </w:r>
      <w:r>
        <w:tab/>
      </w:r>
      <w:r w:rsidR="00877B52">
        <w:tab/>
      </w:r>
      <w:hyperlink r:id="rId10" w:history="1">
        <w:r w:rsidR="00877B52" w:rsidRPr="001A0BCB">
          <w:rPr>
            <w:rStyle w:val="Hyperlink"/>
          </w:rPr>
          <w:t>Michael.Corcoran@dshs.wa.gov</w:t>
        </w:r>
      </w:hyperlink>
    </w:p>
    <w:p w14:paraId="39BF12D2" w14:textId="77777777" w:rsidR="00296C58" w:rsidRDefault="00296C58" w:rsidP="00E22649"/>
    <w:bookmarkStart w:id="0" w:name="_Toc192658810" w:displacedByCustomXml="next"/>
    <w:sdt>
      <w:sdtPr>
        <w:rPr>
          <w:rFonts w:ascii="Calibri" w:eastAsiaTheme="minorHAnsi" w:hAnsi="Calibri" w:cs="Times New Roman"/>
          <w:b w:val="0"/>
          <w:caps w:val="0"/>
          <w:color w:val="auto"/>
          <w:sz w:val="22"/>
          <w:szCs w:val="22"/>
        </w:rPr>
        <w:id w:val="-1782870160"/>
        <w:docPartObj>
          <w:docPartGallery w:val="Table of Contents"/>
          <w:docPartUnique/>
        </w:docPartObj>
      </w:sdtPr>
      <w:sdtEndPr>
        <w:rPr>
          <w:bCs/>
          <w:noProof/>
        </w:rPr>
      </w:sdtEndPr>
      <w:sdtContent>
        <w:p w14:paraId="7241E425" w14:textId="77777777" w:rsidR="007E62CD" w:rsidRPr="006C3806" w:rsidRDefault="007E62CD" w:rsidP="007E62CD">
          <w:pPr>
            <w:pStyle w:val="Heading2"/>
            <w:rPr>
              <w:color w:val="193F6F"/>
            </w:rPr>
          </w:pPr>
          <w:r w:rsidRPr="006C3806">
            <w:rPr>
              <w:color w:val="193F6F"/>
            </w:rPr>
            <w:t>Table of Contents</w:t>
          </w:r>
          <w:bookmarkEnd w:id="0"/>
        </w:p>
        <w:p w14:paraId="320A1241" w14:textId="10A64C9E" w:rsidR="007F4EF4" w:rsidRDefault="007E62CD">
          <w:pPr>
            <w:pStyle w:val="TOC2"/>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2658810" w:history="1">
            <w:r w:rsidR="007F4EF4" w:rsidRPr="00CC118D">
              <w:rPr>
                <w:rStyle w:val="Hyperlink"/>
                <w:noProof/>
              </w:rPr>
              <w:t>Table of Contents</w:t>
            </w:r>
            <w:r w:rsidR="007F4EF4">
              <w:rPr>
                <w:noProof/>
                <w:webHidden/>
              </w:rPr>
              <w:tab/>
            </w:r>
            <w:r w:rsidR="007F4EF4">
              <w:rPr>
                <w:noProof/>
                <w:webHidden/>
              </w:rPr>
              <w:fldChar w:fldCharType="begin"/>
            </w:r>
            <w:r w:rsidR="007F4EF4">
              <w:rPr>
                <w:noProof/>
                <w:webHidden/>
              </w:rPr>
              <w:instrText xml:space="preserve"> PAGEREF _Toc192658810 \h </w:instrText>
            </w:r>
            <w:r w:rsidR="007F4EF4">
              <w:rPr>
                <w:noProof/>
                <w:webHidden/>
              </w:rPr>
            </w:r>
            <w:r w:rsidR="007F4EF4">
              <w:rPr>
                <w:noProof/>
                <w:webHidden/>
              </w:rPr>
              <w:fldChar w:fldCharType="separate"/>
            </w:r>
            <w:r w:rsidR="007F4EF4">
              <w:rPr>
                <w:noProof/>
                <w:webHidden/>
              </w:rPr>
              <w:t>1</w:t>
            </w:r>
            <w:r w:rsidR="007F4EF4">
              <w:rPr>
                <w:noProof/>
                <w:webHidden/>
              </w:rPr>
              <w:fldChar w:fldCharType="end"/>
            </w:r>
          </w:hyperlink>
        </w:p>
        <w:p w14:paraId="476B281F" w14:textId="5D759DFF" w:rsidR="007F4EF4" w:rsidRPr="008F007C" w:rsidRDefault="007F4EF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2658811" w:history="1">
            <w:r w:rsidRPr="008F007C">
              <w:rPr>
                <w:rStyle w:val="Hyperlink"/>
                <w:rFonts w:ascii="Century Gothic" w:eastAsiaTheme="majorEastAsia" w:hAnsi="Century Gothic" w:cstheme="majorBidi"/>
                <w:b/>
                <w:caps/>
                <w:noProof/>
                <w:color w:val="auto"/>
              </w:rPr>
              <w:t>What is MTP?</w:t>
            </w:r>
            <w:r w:rsidRPr="008F007C">
              <w:rPr>
                <w:noProof/>
                <w:webHidden/>
              </w:rPr>
              <w:tab/>
            </w:r>
            <w:r w:rsidRPr="008F007C">
              <w:rPr>
                <w:noProof/>
                <w:webHidden/>
              </w:rPr>
              <w:fldChar w:fldCharType="begin"/>
            </w:r>
            <w:r w:rsidRPr="008F007C">
              <w:rPr>
                <w:noProof/>
                <w:webHidden/>
              </w:rPr>
              <w:instrText xml:space="preserve"> PAGEREF _Toc192658811 \h </w:instrText>
            </w:r>
            <w:r w:rsidRPr="008F007C">
              <w:rPr>
                <w:noProof/>
                <w:webHidden/>
              </w:rPr>
            </w:r>
            <w:r w:rsidRPr="008F007C">
              <w:rPr>
                <w:noProof/>
                <w:webHidden/>
              </w:rPr>
              <w:fldChar w:fldCharType="separate"/>
            </w:r>
            <w:r w:rsidRPr="008F007C">
              <w:rPr>
                <w:noProof/>
                <w:webHidden/>
              </w:rPr>
              <w:t>2</w:t>
            </w:r>
            <w:r w:rsidRPr="008F007C">
              <w:rPr>
                <w:noProof/>
                <w:webHidden/>
              </w:rPr>
              <w:fldChar w:fldCharType="end"/>
            </w:r>
          </w:hyperlink>
        </w:p>
        <w:p w14:paraId="74EF054D" w14:textId="143F04E0" w:rsidR="007F4EF4" w:rsidRPr="008F007C" w:rsidRDefault="007F4EF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2658812" w:history="1">
            <w:r w:rsidRPr="008F007C">
              <w:rPr>
                <w:rStyle w:val="Hyperlink"/>
                <w:rFonts w:ascii="Century Gothic" w:eastAsiaTheme="majorEastAsia" w:hAnsi="Century Gothic" w:cstheme="majorBidi"/>
                <w:b/>
                <w:caps/>
                <w:noProof/>
                <w:color w:val="auto"/>
              </w:rPr>
              <w:t>What are the Initiatives under mtp 2.0?</w:t>
            </w:r>
            <w:r w:rsidRPr="008F007C">
              <w:rPr>
                <w:noProof/>
                <w:webHidden/>
              </w:rPr>
              <w:tab/>
            </w:r>
            <w:r w:rsidRPr="008F007C">
              <w:rPr>
                <w:noProof/>
                <w:webHidden/>
              </w:rPr>
              <w:fldChar w:fldCharType="begin"/>
            </w:r>
            <w:r w:rsidRPr="008F007C">
              <w:rPr>
                <w:noProof/>
                <w:webHidden/>
              </w:rPr>
              <w:instrText xml:space="preserve"> PAGEREF _Toc192658812 \h </w:instrText>
            </w:r>
            <w:r w:rsidRPr="008F007C">
              <w:rPr>
                <w:noProof/>
                <w:webHidden/>
              </w:rPr>
            </w:r>
            <w:r w:rsidRPr="008F007C">
              <w:rPr>
                <w:noProof/>
                <w:webHidden/>
              </w:rPr>
              <w:fldChar w:fldCharType="separate"/>
            </w:r>
            <w:r w:rsidRPr="008F007C">
              <w:rPr>
                <w:noProof/>
                <w:webHidden/>
              </w:rPr>
              <w:t>2</w:t>
            </w:r>
            <w:r w:rsidRPr="008F007C">
              <w:rPr>
                <w:noProof/>
                <w:webHidden/>
              </w:rPr>
              <w:fldChar w:fldCharType="end"/>
            </w:r>
          </w:hyperlink>
        </w:p>
        <w:p w14:paraId="10AB4539" w14:textId="6CFD8AC8" w:rsidR="007F4EF4" w:rsidRPr="008F007C" w:rsidRDefault="007F4EF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2658813" w:history="1">
            <w:r w:rsidRPr="008F007C">
              <w:rPr>
                <w:rStyle w:val="Hyperlink"/>
                <w:rFonts w:ascii="Century Gothic" w:eastAsia="Times New Roman" w:hAnsi="Century Gothic" w:cstheme="majorBidi"/>
                <w:b/>
                <w:caps/>
                <w:noProof/>
                <w:color w:val="auto"/>
              </w:rPr>
              <w:t>MTP Resources</w:t>
            </w:r>
            <w:r w:rsidRPr="008F007C">
              <w:rPr>
                <w:noProof/>
                <w:webHidden/>
              </w:rPr>
              <w:tab/>
            </w:r>
            <w:r w:rsidRPr="008F007C">
              <w:rPr>
                <w:noProof/>
                <w:webHidden/>
              </w:rPr>
              <w:fldChar w:fldCharType="begin"/>
            </w:r>
            <w:r w:rsidRPr="008F007C">
              <w:rPr>
                <w:noProof/>
                <w:webHidden/>
              </w:rPr>
              <w:instrText xml:space="preserve"> PAGEREF _Toc192658813 \h </w:instrText>
            </w:r>
            <w:r w:rsidRPr="008F007C">
              <w:rPr>
                <w:noProof/>
                <w:webHidden/>
              </w:rPr>
            </w:r>
            <w:r w:rsidRPr="008F007C">
              <w:rPr>
                <w:noProof/>
                <w:webHidden/>
              </w:rPr>
              <w:fldChar w:fldCharType="separate"/>
            </w:r>
            <w:r w:rsidRPr="008F007C">
              <w:rPr>
                <w:noProof/>
                <w:webHidden/>
              </w:rPr>
              <w:t>4</w:t>
            </w:r>
            <w:r w:rsidRPr="008F007C">
              <w:rPr>
                <w:noProof/>
                <w:webHidden/>
              </w:rPr>
              <w:fldChar w:fldCharType="end"/>
            </w:r>
          </w:hyperlink>
        </w:p>
        <w:p w14:paraId="158B6511" w14:textId="4960464F" w:rsidR="007F4EF4" w:rsidRPr="008F007C" w:rsidRDefault="007F4EF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2658814" w:history="1">
            <w:r w:rsidRPr="008F007C">
              <w:rPr>
                <w:rStyle w:val="Hyperlink"/>
                <w:noProof/>
                <w:color w:val="auto"/>
              </w:rPr>
              <w:t>Acronyms</w:t>
            </w:r>
            <w:r w:rsidRPr="008F007C">
              <w:rPr>
                <w:noProof/>
                <w:webHidden/>
              </w:rPr>
              <w:tab/>
            </w:r>
            <w:r w:rsidRPr="008F007C">
              <w:rPr>
                <w:noProof/>
                <w:webHidden/>
              </w:rPr>
              <w:fldChar w:fldCharType="begin"/>
            </w:r>
            <w:r w:rsidRPr="008F007C">
              <w:rPr>
                <w:noProof/>
                <w:webHidden/>
              </w:rPr>
              <w:instrText xml:space="preserve"> PAGEREF _Toc192658814 \h </w:instrText>
            </w:r>
            <w:r w:rsidRPr="008F007C">
              <w:rPr>
                <w:noProof/>
                <w:webHidden/>
              </w:rPr>
            </w:r>
            <w:r w:rsidRPr="008F007C">
              <w:rPr>
                <w:noProof/>
                <w:webHidden/>
              </w:rPr>
              <w:fldChar w:fldCharType="separate"/>
            </w:r>
            <w:r w:rsidRPr="008F007C">
              <w:rPr>
                <w:noProof/>
                <w:webHidden/>
              </w:rPr>
              <w:t>4</w:t>
            </w:r>
            <w:r w:rsidRPr="008F007C">
              <w:rPr>
                <w:noProof/>
                <w:webHidden/>
              </w:rPr>
              <w:fldChar w:fldCharType="end"/>
            </w:r>
          </w:hyperlink>
        </w:p>
        <w:p w14:paraId="1FB0E9FC" w14:textId="422325B3" w:rsidR="007F4EF4" w:rsidRPr="008F007C" w:rsidRDefault="007F4EF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2658815" w:history="1">
            <w:r w:rsidRPr="008F007C">
              <w:rPr>
                <w:rStyle w:val="Hyperlink"/>
                <w:rFonts w:ascii="Century Gothic" w:eastAsiaTheme="majorEastAsia" w:hAnsi="Century Gothic" w:cstheme="majorBidi"/>
                <w:b/>
                <w:caps/>
                <w:noProof/>
                <w:color w:val="auto"/>
              </w:rPr>
              <w:t>revision history</w:t>
            </w:r>
            <w:r w:rsidRPr="008F007C">
              <w:rPr>
                <w:noProof/>
                <w:webHidden/>
              </w:rPr>
              <w:tab/>
            </w:r>
            <w:r w:rsidRPr="008F007C">
              <w:rPr>
                <w:noProof/>
                <w:webHidden/>
              </w:rPr>
              <w:fldChar w:fldCharType="begin"/>
            </w:r>
            <w:r w:rsidRPr="008F007C">
              <w:rPr>
                <w:noProof/>
                <w:webHidden/>
              </w:rPr>
              <w:instrText xml:space="preserve"> PAGEREF _Toc192658815 \h </w:instrText>
            </w:r>
            <w:r w:rsidRPr="008F007C">
              <w:rPr>
                <w:noProof/>
                <w:webHidden/>
              </w:rPr>
            </w:r>
            <w:r w:rsidRPr="008F007C">
              <w:rPr>
                <w:noProof/>
                <w:webHidden/>
              </w:rPr>
              <w:fldChar w:fldCharType="separate"/>
            </w:r>
            <w:r w:rsidRPr="008F007C">
              <w:rPr>
                <w:noProof/>
                <w:webHidden/>
              </w:rPr>
              <w:t>5</w:t>
            </w:r>
            <w:r w:rsidRPr="008F007C">
              <w:rPr>
                <w:noProof/>
                <w:webHidden/>
              </w:rPr>
              <w:fldChar w:fldCharType="end"/>
            </w:r>
          </w:hyperlink>
        </w:p>
        <w:p w14:paraId="0EFE1D1D" w14:textId="610D33D9" w:rsidR="00FB3209" w:rsidRDefault="007E62CD" w:rsidP="006457F1">
          <w:pPr>
            <w:rPr>
              <w:bCs/>
              <w:noProof/>
            </w:rPr>
          </w:pPr>
          <w:r>
            <w:rPr>
              <w:b/>
              <w:bCs/>
              <w:noProof/>
            </w:rPr>
            <w:fldChar w:fldCharType="end"/>
          </w:r>
        </w:p>
      </w:sdtContent>
    </w:sdt>
    <w:bookmarkStart w:id="1" w:name="_Toc528760021" w:displacedByCustomXml="prev"/>
    <w:bookmarkStart w:id="2" w:name="_Toc528759426" w:displacedByCustomXml="prev"/>
    <w:bookmarkStart w:id="3" w:name="_Toc528758278" w:displacedByCustomXml="prev"/>
    <w:bookmarkStart w:id="4" w:name="_Toc525727112" w:displacedByCustomXml="prev"/>
    <w:bookmarkStart w:id="5" w:name="_Toc525727012" w:displacedByCustomXml="prev"/>
    <w:p w14:paraId="4FF876EB" w14:textId="34612CBD" w:rsidR="00BE148E" w:rsidRPr="00FB3209" w:rsidRDefault="00296C58" w:rsidP="006457F1">
      <w:r>
        <w:br w:type="page"/>
      </w:r>
    </w:p>
    <w:p w14:paraId="370C1060" w14:textId="77777777" w:rsidR="00FB3209" w:rsidRPr="00383BB2" w:rsidRDefault="00FB3209" w:rsidP="00FB3209">
      <w:pPr>
        <w:keepNext/>
        <w:keepLines/>
        <w:spacing w:before="120" w:after="240"/>
        <w:outlineLvl w:val="1"/>
        <w:rPr>
          <w:rFonts w:ascii="Century Gothic" w:eastAsiaTheme="majorEastAsia" w:hAnsi="Century Gothic" w:cstheme="majorBidi"/>
          <w:b/>
          <w:caps/>
          <w:color w:val="1F3864" w:themeColor="accent5" w:themeShade="80"/>
          <w:sz w:val="26"/>
          <w:szCs w:val="26"/>
        </w:rPr>
      </w:pPr>
      <w:bookmarkStart w:id="6" w:name="_Toc171320818"/>
      <w:bookmarkStart w:id="7" w:name="_Toc192658811"/>
      <w:bookmarkStart w:id="8" w:name="_Hlk192064051"/>
      <w:bookmarkEnd w:id="5"/>
      <w:bookmarkEnd w:id="4"/>
      <w:bookmarkEnd w:id="3"/>
      <w:bookmarkEnd w:id="2"/>
      <w:bookmarkEnd w:id="1"/>
      <w:r w:rsidRPr="00383BB2">
        <w:rPr>
          <w:rFonts w:ascii="Century Gothic" w:eastAsiaTheme="majorEastAsia" w:hAnsi="Century Gothic" w:cstheme="majorBidi"/>
          <w:b/>
          <w:caps/>
          <w:color w:val="1F3864" w:themeColor="accent5" w:themeShade="80"/>
          <w:sz w:val="26"/>
          <w:szCs w:val="26"/>
        </w:rPr>
        <w:lastRenderedPageBreak/>
        <w:t>What is MTP?</w:t>
      </w:r>
      <w:bookmarkEnd w:id="6"/>
      <w:bookmarkEnd w:id="7"/>
    </w:p>
    <w:p w14:paraId="64DCFE1A" w14:textId="77777777" w:rsidR="00FB3209" w:rsidRPr="00FB3209" w:rsidRDefault="00FB3209" w:rsidP="00FB3209">
      <w:r w:rsidRPr="00FB3209">
        <w:t xml:space="preserve">MTP or Medicaid Transformation Project (aka MTP 2.0) is a five-year 1115 demonstration waiver with the Centers for Medicare and Medicaid Services (CMS) that provides up to $1.1 billion federal investment.  This funding is not a grant.  The 1115 waiver allows the state to “waive” certain Medicaid requirements </w:t>
      </w:r>
      <w:proofErr w:type="gramStart"/>
      <w:r w:rsidRPr="00FB3209">
        <w:t>in order to</w:t>
      </w:r>
      <w:proofErr w:type="gramEnd"/>
      <w:r w:rsidRPr="00FB3209">
        <w:t xml:space="preserve"> test innovative, sustainable and systematic changes that will help improve the overall health of Washingtonians.  During the five years of the waiver, the state must demonstrate that it will not spend more federal dollars on its Medicaid program than it would have spent without the waiver.</w:t>
      </w:r>
    </w:p>
    <w:p w14:paraId="0D0D1360" w14:textId="77777777" w:rsidR="00FB3209" w:rsidRPr="00FB3209" w:rsidRDefault="00FB3209" w:rsidP="00FB3209"/>
    <w:p w14:paraId="49ACFAE1" w14:textId="77777777" w:rsidR="00FB3209" w:rsidRPr="00FB3209" w:rsidRDefault="00FB3209" w:rsidP="00FB3209">
      <w:r w:rsidRPr="00FB3209">
        <w:t>The Demonstration is a part of the Health Care Authority’s (HCA) Healthier Washington Initiative.  Over the next five years, the goals of the Demonstration are to:</w:t>
      </w:r>
    </w:p>
    <w:p w14:paraId="0C215BA3" w14:textId="77777777" w:rsidR="00FB3209" w:rsidRPr="00FB3209" w:rsidRDefault="00FB3209" w:rsidP="00FB3209">
      <w:pPr>
        <w:ind w:left="720"/>
      </w:pPr>
      <w:r w:rsidRPr="00FB3209">
        <w:t>• Expand coverage and access to care, ensuring that people can get the care they need.</w:t>
      </w:r>
    </w:p>
    <w:p w14:paraId="76C54425" w14:textId="77777777" w:rsidR="00FB3209" w:rsidRPr="00FB3209" w:rsidRDefault="00FB3209" w:rsidP="00FB3209">
      <w:pPr>
        <w:ind w:left="720"/>
      </w:pPr>
      <w:r w:rsidRPr="00FB3209">
        <w:t>• Advance whole-person primary, preventive, and home- and community-based care.</w:t>
      </w:r>
    </w:p>
    <w:p w14:paraId="08D427AC" w14:textId="77777777" w:rsidR="00FB3209" w:rsidRPr="00FB3209" w:rsidRDefault="00FB3209" w:rsidP="00FB3209">
      <w:pPr>
        <w:ind w:left="720"/>
      </w:pPr>
      <w:r w:rsidRPr="00FB3209">
        <w:t>• Accelerate care delivery and payment innovation focused on health-related social needs.</w:t>
      </w:r>
      <w:r w:rsidRPr="00FB3209" w:rsidDel="005E454E">
        <w:t xml:space="preserve"> </w:t>
      </w:r>
    </w:p>
    <w:p w14:paraId="4E029812" w14:textId="77777777" w:rsidR="00FB3209" w:rsidRPr="00FB3209" w:rsidRDefault="00FB3209" w:rsidP="00FB3209">
      <w:pPr>
        <w:ind w:left="720"/>
      </w:pPr>
    </w:p>
    <w:p w14:paraId="5490D948" w14:textId="77777777" w:rsidR="00FB3209" w:rsidRPr="00FB3209" w:rsidRDefault="00FB3209" w:rsidP="00FB3209">
      <w:pPr>
        <w:spacing w:after="200" w:line="276" w:lineRule="auto"/>
      </w:pPr>
      <w:r w:rsidRPr="00FB3209">
        <w:t xml:space="preserve">The current five-year period for this waiver began on July 1, </w:t>
      </w:r>
      <w:proofErr w:type="gramStart"/>
      <w:r w:rsidRPr="00FB3209">
        <w:t>2023</w:t>
      </w:r>
      <w:proofErr w:type="gramEnd"/>
      <w:r w:rsidRPr="00FB3209">
        <w:t xml:space="preserve"> and ends June 30, 2028.</w:t>
      </w:r>
    </w:p>
    <w:p w14:paraId="53EC8AD4" w14:textId="77777777" w:rsidR="00FB3209" w:rsidRPr="00383BB2" w:rsidRDefault="00FB3209" w:rsidP="00FB3209">
      <w:pPr>
        <w:keepNext/>
        <w:keepLines/>
        <w:spacing w:before="120" w:after="240"/>
        <w:outlineLvl w:val="1"/>
        <w:rPr>
          <w:rFonts w:ascii="Century Gothic" w:eastAsiaTheme="majorEastAsia" w:hAnsi="Century Gothic" w:cstheme="majorBidi"/>
          <w:b/>
          <w:caps/>
          <w:color w:val="1F3864" w:themeColor="accent5" w:themeShade="80"/>
          <w:sz w:val="26"/>
          <w:szCs w:val="26"/>
        </w:rPr>
      </w:pPr>
      <w:bookmarkStart w:id="9" w:name="_Toc171320819"/>
      <w:bookmarkStart w:id="10" w:name="_Toc192658812"/>
      <w:r w:rsidRPr="00383BB2">
        <w:rPr>
          <w:rFonts w:ascii="Century Gothic" w:eastAsiaTheme="majorEastAsia" w:hAnsi="Century Gothic" w:cstheme="majorBidi"/>
          <w:b/>
          <w:caps/>
          <w:color w:val="1F3864" w:themeColor="accent5" w:themeShade="80"/>
          <w:sz w:val="26"/>
          <w:szCs w:val="26"/>
        </w:rPr>
        <w:t>What are the Initiatives under mtp 2.0?</w:t>
      </w:r>
      <w:bookmarkEnd w:id="9"/>
      <w:bookmarkEnd w:id="10"/>
    </w:p>
    <w:p w14:paraId="3496C188" w14:textId="77777777" w:rsidR="00FB3209" w:rsidRPr="00FB3209" w:rsidRDefault="00FB3209" w:rsidP="00FB3209">
      <w:pPr>
        <w:rPr>
          <w:rFonts w:cs="Calibri"/>
        </w:rPr>
      </w:pPr>
      <w:r w:rsidRPr="00FB3209">
        <w:rPr>
          <w:rFonts w:cs="Calibri"/>
        </w:rPr>
        <w:t>MTP 2.0 consists of seven provisions.  They are as follows:</w:t>
      </w:r>
    </w:p>
    <w:p w14:paraId="168B4212" w14:textId="77777777" w:rsidR="00FB3209" w:rsidRPr="00FB3209" w:rsidRDefault="00FB3209" w:rsidP="00FB3209">
      <w:pPr>
        <w:numPr>
          <w:ilvl w:val="0"/>
          <w:numId w:val="29"/>
        </w:numPr>
        <w:ind w:left="1080"/>
        <w:contextualSpacing/>
        <w:textAlignment w:val="baseline"/>
        <w:rPr>
          <w:rFonts w:cs="Calibri"/>
          <w:color w:val="111111"/>
        </w:rPr>
      </w:pPr>
      <w:hyperlink r:id="rId11" w:history="1">
        <w:r w:rsidRPr="00FB3209">
          <w:rPr>
            <w:rFonts w:cs="Calibri"/>
            <w:b/>
            <w:bCs/>
            <w:color w:val="000000"/>
            <w:bdr w:val="none" w:sz="0" w:space="0" w:color="auto" w:frame="1"/>
          </w:rPr>
          <w:t>Older and Aging Adults and Family Caregivers</w:t>
        </w:r>
        <w:r w:rsidRPr="00877B52">
          <w:rPr>
            <w:rFonts w:cs="Calibri"/>
            <w:u w:val="single"/>
            <w:bdr w:val="none" w:sz="0" w:space="0" w:color="auto" w:frame="1"/>
          </w:rPr>
          <w:t>:</w:t>
        </w:r>
        <w:r w:rsidRPr="00877B52">
          <w:rPr>
            <w:rFonts w:cs="Calibri" w:hint="eastAsia"/>
            <w:u w:val="single"/>
            <w:bdr w:val="none" w:sz="0" w:space="0" w:color="auto" w:frame="1"/>
          </w:rPr>
          <w:t> </w:t>
        </w:r>
      </w:hyperlink>
      <w:r w:rsidRPr="00FB3209">
        <w:rPr>
          <w:rFonts w:cs="Calibri"/>
          <w:color w:val="111111"/>
        </w:rPr>
        <w:t>supports Washington's aging population and family caregivers who provide care for their loved ones.</w:t>
      </w:r>
    </w:p>
    <w:p w14:paraId="777260D6" w14:textId="77777777" w:rsidR="00FB3209" w:rsidRPr="00FB3209" w:rsidRDefault="00FB3209" w:rsidP="00FB3209">
      <w:pPr>
        <w:numPr>
          <w:ilvl w:val="0"/>
          <w:numId w:val="24"/>
        </w:numPr>
        <w:ind w:left="1800"/>
        <w:contextualSpacing/>
        <w:textAlignment w:val="baseline"/>
        <w:rPr>
          <w:rFonts w:cs="Calibri"/>
          <w:color w:val="111111"/>
        </w:rPr>
      </w:pPr>
      <w:r w:rsidRPr="00FB3209">
        <w:rPr>
          <w:rFonts w:cs="Calibri"/>
          <w:color w:val="111111"/>
        </w:rPr>
        <w:t>Medicaid Alternative Care (MAC) and Tailored Supports for Older Adults (TSOA)</w:t>
      </w:r>
    </w:p>
    <w:p w14:paraId="79F9E9B3" w14:textId="77777777" w:rsidR="00FB3209" w:rsidRPr="00FB3209" w:rsidRDefault="00FB3209" w:rsidP="00FB3209">
      <w:pPr>
        <w:numPr>
          <w:ilvl w:val="2"/>
          <w:numId w:val="24"/>
        </w:numPr>
        <w:contextualSpacing/>
        <w:textAlignment w:val="baseline"/>
        <w:rPr>
          <w:rFonts w:cs="Calibri"/>
          <w:color w:val="111111"/>
        </w:rPr>
      </w:pPr>
      <w:r w:rsidRPr="00FB3209">
        <w:rPr>
          <w:rFonts w:cs="Calibri"/>
          <w:color w:val="111111"/>
        </w:rPr>
        <w:t xml:space="preserve">These programs will broaden the array of service options that enable individuals to remain at home and avoid or delay the need for more intensive care.  The state has created a system of care focused on outcomes that support unpaid family caregivers in caring for loved ones, delay or avoid need for more intensive long-term services and supports (LTSS), create better linkages within the health care system, and continue its commitment to a robust LTSS system for those who need it.  </w:t>
      </w:r>
    </w:p>
    <w:p w14:paraId="038770E4" w14:textId="77777777" w:rsidR="00FB3209" w:rsidRPr="00FB3209" w:rsidRDefault="00FB3209" w:rsidP="00FB3209">
      <w:pPr>
        <w:numPr>
          <w:ilvl w:val="0"/>
          <w:numId w:val="28"/>
        </w:numPr>
        <w:ind w:left="1800"/>
        <w:contextualSpacing/>
        <w:rPr>
          <w:rFonts w:cs="Calibri"/>
          <w:color w:val="111111"/>
        </w:rPr>
      </w:pPr>
      <w:r w:rsidRPr="00FB3209">
        <w:rPr>
          <w:rFonts w:cs="Calibri"/>
          <w:color w:val="111111"/>
        </w:rPr>
        <w:t>Long-Term Services and Supports Presumptive Eligibility (LTSS PE)</w:t>
      </w:r>
    </w:p>
    <w:p w14:paraId="7E028DDA" w14:textId="77777777" w:rsidR="00FB3209" w:rsidRPr="00FB3209" w:rsidRDefault="00FB3209" w:rsidP="00FB3209">
      <w:pPr>
        <w:numPr>
          <w:ilvl w:val="0"/>
          <w:numId w:val="2"/>
        </w:numPr>
        <w:ind w:left="2592"/>
        <w:contextualSpacing/>
        <w:rPr>
          <w:rFonts w:cs="Calibri"/>
        </w:rPr>
      </w:pPr>
      <w:r w:rsidRPr="00FB3209">
        <w:rPr>
          <w:rFonts w:cs="Calibri"/>
        </w:rPr>
        <w:t>This program is a package of services that provides individuals an opportunity for expedited access to specific home and community-based services in their own home and Medicaid medical coverage, for a limited time, while full functional and financial eligibility are being determined.</w:t>
      </w:r>
    </w:p>
    <w:p w14:paraId="4308D8C9" w14:textId="77777777" w:rsidR="00FB3209" w:rsidRPr="00FB3209" w:rsidRDefault="00FB3209" w:rsidP="00FB3209">
      <w:pPr>
        <w:numPr>
          <w:ilvl w:val="0"/>
          <w:numId w:val="25"/>
        </w:numPr>
        <w:textAlignment w:val="baseline"/>
        <w:rPr>
          <w:rFonts w:cs="Calibri"/>
          <w:color w:val="111111"/>
        </w:rPr>
      </w:pPr>
      <w:hyperlink r:id="rId12" w:history="1">
        <w:r w:rsidRPr="00FB3209">
          <w:rPr>
            <w:rFonts w:cs="Calibri"/>
            <w:b/>
            <w:bCs/>
            <w:color w:val="000000"/>
            <w:bdr w:val="none" w:sz="0" w:space="0" w:color="auto" w:frame="1"/>
          </w:rPr>
          <w:t>Housing and Employment: </w:t>
        </w:r>
      </w:hyperlink>
      <w:r w:rsidRPr="00FB3209">
        <w:rPr>
          <w:rFonts w:cs="Calibri"/>
          <w:color w:val="111111"/>
        </w:rPr>
        <w:t>Foundational Community Supports (FCS) provides supportive housing and supported employment services to our most vulnerable Medicaid beneficiaries. These services are designed to promote independence and recovery by helping participants find and maintain stable housing and employment.</w:t>
      </w:r>
    </w:p>
    <w:p w14:paraId="457162C6" w14:textId="77777777" w:rsidR="00FB3209" w:rsidRPr="00FB3209" w:rsidRDefault="00FB3209" w:rsidP="00FB3209">
      <w:pPr>
        <w:numPr>
          <w:ilvl w:val="1"/>
          <w:numId w:val="25"/>
        </w:numPr>
        <w:textAlignment w:val="baseline"/>
        <w:rPr>
          <w:rFonts w:cs="Calibri"/>
          <w:color w:val="111111"/>
        </w:rPr>
      </w:pPr>
      <w:r w:rsidRPr="00FB3209">
        <w:rPr>
          <w:rFonts w:cs="Calibri"/>
          <w:color w:val="111111"/>
        </w:rPr>
        <w:t>Foundational Community Supports – Supported Employment</w:t>
      </w:r>
    </w:p>
    <w:p w14:paraId="29E711E9" w14:textId="77777777" w:rsidR="00FB3209" w:rsidRPr="00FB3209" w:rsidRDefault="00FB3209" w:rsidP="00FB3209">
      <w:pPr>
        <w:numPr>
          <w:ilvl w:val="2"/>
          <w:numId w:val="25"/>
        </w:numPr>
        <w:textAlignment w:val="baseline"/>
        <w:rPr>
          <w:rFonts w:cs="Calibri"/>
          <w:color w:val="111111"/>
        </w:rPr>
      </w:pPr>
      <w:r w:rsidRPr="00FB3209">
        <w:rPr>
          <w:rFonts w:cs="Calibri"/>
          <w:color w:val="111111"/>
        </w:rPr>
        <w:t>T</w:t>
      </w:r>
      <w:r w:rsidRPr="00FB3209">
        <w:rPr>
          <w:rFonts w:cs="Calibri"/>
          <w:color w:val="111111"/>
          <w:shd w:val="clear" w:color="auto" w:fill="FFFFFF"/>
        </w:rPr>
        <w:t xml:space="preserve">hese services assist those individuals who want to work and meet FCS criteria.  Supported Employment services are designed to be person-centered and offer individualized, one-to-one </w:t>
      </w:r>
      <w:proofErr w:type="gramStart"/>
      <w:r w:rsidRPr="00FB3209">
        <w:rPr>
          <w:rFonts w:cs="Calibri"/>
          <w:color w:val="111111"/>
          <w:shd w:val="clear" w:color="auto" w:fill="FFFFFF"/>
        </w:rPr>
        <w:t>supports</w:t>
      </w:r>
      <w:proofErr w:type="gramEnd"/>
      <w:r w:rsidRPr="00FB3209">
        <w:rPr>
          <w:rFonts w:cs="Calibri"/>
          <w:color w:val="111111"/>
          <w:shd w:val="clear" w:color="auto" w:fill="FFFFFF"/>
        </w:rPr>
        <w:t xml:space="preserve"> to individuals interested in employment in the community. FCS creates a system of </w:t>
      </w:r>
      <w:r w:rsidRPr="00FB3209">
        <w:rPr>
          <w:rFonts w:cs="Calibri"/>
          <w:color w:val="111111"/>
          <w:shd w:val="clear" w:color="auto" w:fill="FFFFFF"/>
        </w:rPr>
        <w:lastRenderedPageBreak/>
        <w:t xml:space="preserve">services which will provide pre-employment and post-employment services to an individual at any point in their pathway to employment. The services are not time-limited but are intended to support the individual for as long as there is an identified need. Individualized Supported Employment services </w:t>
      </w:r>
      <w:proofErr w:type="gramStart"/>
      <w:r w:rsidRPr="00FB3209">
        <w:rPr>
          <w:rFonts w:cs="Calibri"/>
          <w:color w:val="111111"/>
          <w:shd w:val="clear" w:color="auto" w:fill="FFFFFF"/>
        </w:rPr>
        <w:t>include:</w:t>
      </w:r>
      <w:proofErr w:type="gramEnd"/>
      <w:r w:rsidRPr="00FB3209">
        <w:rPr>
          <w:rFonts w:cs="Calibri"/>
          <w:color w:val="111111"/>
          <w:shd w:val="clear" w:color="auto" w:fill="FFFFFF"/>
        </w:rPr>
        <w:t xml:space="preserve"> identifying career and occupational targets, developing ongoing relationships with prospective employers, assisting with the interviewing and hiring process, benefit planning </w:t>
      </w:r>
      <w:proofErr w:type="gramStart"/>
      <w:r w:rsidRPr="00FB3209">
        <w:rPr>
          <w:rFonts w:cs="Calibri"/>
          <w:color w:val="111111"/>
          <w:shd w:val="clear" w:color="auto" w:fill="FFFFFF"/>
        </w:rPr>
        <w:t>supports</w:t>
      </w:r>
      <w:proofErr w:type="gramEnd"/>
      <w:r w:rsidRPr="00FB3209">
        <w:rPr>
          <w:rFonts w:cs="Calibri"/>
          <w:color w:val="111111"/>
          <w:shd w:val="clear" w:color="auto" w:fill="FFFFFF"/>
        </w:rPr>
        <w:t>, and once hired, support with maintaining employment.</w:t>
      </w:r>
    </w:p>
    <w:p w14:paraId="20A6D22A" w14:textId="77777777" w:rsidR="00FB3209" w:rsidRPr="00FB3209" w:rsidRDefault="00FB3209" w:rsidP="00FB3209">
      <w:pPr>
        <w:numPr>
          <w:ilvl w:val="1"/>
          <w:numId w:val="25"/>
        </w:numPr>
        <w:textAlignment w:val="baseline"/>
        <w:rPr>
          <w:rFonts w:cs="Calibri"/>
          <w:color w:val="111111"/>
        </w:rPr>
      </w:pPr>
      <w:r w:rsidRPr="00FB3209">
        <w:rPr>
          <w:rFonts w:cs="Calibri"/>
          <w:color w:val="111111"/>
          <w:shd w:val="clear" w:color="auto" w:fill="FFFFFF"/>
        </w:rPr>
        <w:t>Foundational Community Supports – Supportive Housing</w:t>
      </w:r>
    </w:p>
    <w:p w14:paraId="3AD969C7" w14:textId="3C4AFA25" w:rsidR="00FB3209" w:rsidRPr="0061788C" w:rsidRDefault="00FB3209" w:rsidP="00FB3209">
      <w:pPr>
        <w:numPr>
          <w:ilvl w:val="2"/>
          <w:numId w:val="25"/>
        </w:numPr>
        <w:textAlignment w:val="baseline"/>
        <w:rPr>
          <w:rFonts w:cs="Calibri"/>
          <w:color w:val="111111"/>
        </w:rPr>
      </w:pPr>
      <w:r w:rsidRPr="00FB3209">
        <w:rPr>
          <w:rFonts w:cs="Calibri"/>
          <w:color w:val="111111"/>
        </w:rPr>
        <w:t>W</w:t>
      </w:r>
      <w:r w:rsidR="00047FBA">
        <w:rPr>
          <w:rFonts w:cs="Calibri"/>
          <w:color w:val="111111"/>
        </w:rPr>
        <w:t>ashington</w:t>
      </w:r>
      <w:r w:rsidRPr="00FB3209">
        <w:rPr>
          <w:rFonts w:cs="Calibri"/>
          <w:color w:val="111111"/>
        </w:rPr>
        <w:t xml:space="preserve"> has offered Supportive Housing benefits through Foundational Community Supports since January 1, 2018. Supportive Housing provides dedicated housing support to people with complex needs wishing to live independently. The service provides wraparound support, which means facilitating cross sector coordination of all services the person needs and wants. Supportive Housing services may be an option for individuals who want to live independently and have a history of unsuccessful housing episodes without coordinated, focused support services. These specialty services </w:t>
      </w:r>
      <w:proofErr w:type="gramStart"/>
      <w:r w:rsidRPr="00FB3209">
        <w:rPr>
          <w:rFonts w:cs="Calibri"/>
          <w:color w:val="111111"/>
        </w:rPr>
        <w:t>provide assistance</w:t>
      </w:r>
      <w:proofErr w:type="gramEnd"/>
      <w:r w:rsidRPr="00FB3209">
        <w:rPr>
          <w:rFonts w:cs="Calibri"/>
          <w:color w:val="111111"/>
        </w:rPr>
        <w:t xml:space="preserve"> and support to aid an eligible individual in searching and finding housing (pre-tenancy services) and support an individual </w:t>
      </w:r>
      <w:proofErr w:type="gramStart"/>
      <w:r w:rsidRPr="00FB3209">
        <w:rPr>
          <w:rFonts w:cs="Calibri"/>
          <w:color w:val="111111"/>
        </w:rPr>
        <w:t>maintain</w:t>
      </w:r>
      <w:proofErr w:type="gramEnd"/>
      <w:r w:rsidRPr="00FB3209">
        <w:rPr>
          <w:rFonts w:cs="Calibri"/>
          <w:color w:val="111111"/>
        </w:rPr>
        <w:t xml:space="preserve"> their independent housing (ongoing tenancy support </w:t>
      </w:r>
      <w:r w:rsidRPr="0061788C">
        <w:rPr>
          <w:rFonts w:cs="Calibri"/>
          <w:color w:val="111111"/>
        </w:rPr>
        <w:t>services).</w:t>
      </w:r>
    </w:p>
    <w:p w14:paraId="41BBCCF0" w14:textId="680016FF" w:rsidR="00FB3209" w:rsidRPr="0061788C" w:rsidRDefault="00FB3209" w:rsidP="00FB3209">
      <w:pPr>
        <w:numPr>
          <w:ilvl w:val="0"/>
          <w:numId w:val="27"/>
        </w:numPr>
        <w:contextualSpacing/>
        <w:textAlignment w:val="baseline"/>
        <w:rPr>
          <w:rFonts w:cs="Calibri"/>
          <w:color w:val="111111"/>
        </w:rPr>
      </w:pPr>
      <w:hyperlink r:id="rId13" w:history="1">
        <w:r w:rsidRPr="0061788C">
          <w:rPr>
            <w:rFonts w:cs="Calibri"/>
            <w:b/>
            <w:bCs/>
            <w:color w:val="000000"/>
            <w:bdr w:val="none" w:sz="0" w:space="0" w:color="auto" w:frame="1"/>
          </w:rPr>
          <w:t>Behavioral Health: </w:t>
        </w:r>
      </w:hyperlink>
      <w:r w:rsidRPr="0061788C">
        <w:rPr>
          <w:rFonts w:cs="Calibri"/>
          <w:color w:val="111111"/>
        </w:rPr>
        <w:t>Washington State believes behavioral health</w:t>
      </w:r>
      <w:r w:rsidRPr="0061788C">
        <w:rPr>
          <w:rFonts w:cs="Calibri" w:hint="eastAsia"/>
          <w:color w:val="111111"/>
        </w:rPr>
        <w:t>—</w:t>
      </w:r>
      <w:r w:rsidRPr="0061788C">
        <w:rPr>
          <w:rFonts w:cs="Calibri"/>
          <w:color w:val="111111"/>
        </w:rPr>
        <w:t>which includes care for our</w:t>
      </w:r>
      <w:r w:rsidRPr="00FB3209">
        <w:rPr>
          <w:rFonts w:cs="Calibri"/>
          <w:color w:val="111111"/>
        </w:rPr>
        <w:t xml:space="preserve"> minds or bodies when substances are misused</w:t>
      </w:r>
      <w:r w:rsidRPr="00FB3209">
        <w:rPr>
          <w:rFonts w:cs="Calibri" w:hint="eastAsia"/>
          <w:color w:val="111111"/>
        </w:rPr>
        <w:t>—</w:t>
      </w:r>
      <w:r w:rsidRPr="00FB3209">
        <w:rPr>
          <w:rFonts w:cs="Calibri"/>
          <w:color w:val="111111"/>
        </w:rPr>
        <w:t>is just as important as physical health care. Under the Medicaid Transformation Project (MT</w:t>
      </w:r>
      <w:r w:rsidRPr="0061788C">
        <w:rPr>
          <w:rFonts w:cs="Calibri"/>
          <w:color w:val="111111"/>
        </w:rPr>
        <w:t xml:space="preserve">P) 2.0, these programs support individuals who are receiving services for </w:t>
      </w:r>
      <w:r w:rsidR="007F44AE" w:rsidRPr="0061788C">
        <w:rPr>
          <w:rFonts w:cs="Calibri"/>
          <w:color w:val="111111"/>
        </w:rPr>
        <w:t>substance use disorder (</w:t>
      </w:r>
      <w:r w:rsidRPr="0061788C">
        <w:rPr>
          <w:rFonts w:cs="Calibri"/>
          <w:color w:val="111111"/>
        </w:rPr>
        <w:t>SUD</w:t>
      </w:r>
      <w:r w:rsidR="0061788C" w:rsidRPr="0061788C">
        <w:rPr>
          <w:rFonts w:cs="Calibri"/>
          <w:color w:val="111111"/>
        </w:rPr>
        <w:t>)</w:t>
      </w:r>
      <w:r w:rsidRPr="0061788C">
        <w:rPr>
          <w:rFonts w:cs="Calibri"/>
          <w:color w:val="111111"/>
        </w:rPr>
        <w:t xml:space="preserve"> treatment or serious mental illness. MTP 2.0 also includes SUD and other behavioral health services for people in prisons and jails, with the goal of continued recovery once they reenter the community.</w:t>
      </w:r>
    </w:p>
    <w:p w14:paraId="5CB1DE44" w14:textId="77777777" w:rsidR="00FB3209" w:rsidRPr="0061788C" w:rsidRDefault="00FB3209" w:rsidP="00FB3209">
      <w:pPr>
        <w:numPr>
          <w:ilvl w:val="1"/>
          <w:numId w:val="21"/>
        </w:numPr>
        <w:ind w:left="2340"/>
        <w:textAlignment w:val="baseline"/>
        <w:rPr>
          <w:rFonts w:cs="Calibri"/>
          <w:color w:val="111111"/>
        </w:rPr>
      </w:pPr>
      <w:hyperlink r:id="rId14" w:anchor="sud-imd" w:history="1">
        <w:r w:rsidRPr="00877B52">
          <w:rPr>
            <w:rFonts w:cs="Calibri"/>
            <w:color w:val="007F9E"/>
            <w:u w:val="single"/>
            <w:bdr w:val="none" w:sz="0" w:space="0" w:color="auto" w:frame="1"/>
          </w:rPr>
          <w:t>SUD IMD program</w:t>
        </w:r>
      </w:hyperlink>
    </w:p>
    <w:p w14:paraId="2EA8B0B2" w14:textId="77777777" w:rsidR="00FB3209" w:rsidRPr="0061788C" w:rsidRDefault="00FB3209" w:rsidP="00FB3209">
      <w:pPr>
        <w:numPr>
          <w:ilvl w:val="1"/>
          <w:numId w:val="22"/>
        </w:numPr>
        <w:ind w:left="2340"/>
        <w:textAlignment w:val="baseline"/>
        <w:rPr>
          <w:rFonts w:cs="Calibri"/>
          <w:color w:val="111111"/>
        </w:rPr>
      </w:pPr>
      <w:hyperlink r:id="rId15" w:anchor="mental-health-imd" w:history="1">
        <w:r w:rsidRPr="00877B52">
          <w:rPr>
            <w:rFonts w:cs="Calibri"/>
            <w:color w:val="007F9E"/>
            <w:u w:val="single"/>
            <w:bdr w:val="none" w:sz="0" w:space="0" w:color="auto" w:frame="1"/>
          </w:rPr>
          <w:t>Mental health IMD program</w:t>
        </w:r>
      </w:hyperlink>
    </w:p>
    <w:p w14:paraId="188F55E9" w14:textId="77777777" w:rsidR="00FB3209" w:rsidRPr="0061788C" w:rsidRDefault="00FB3209" w:rsidP="00FB3209">
      <w:pPr>
        <w:numPr>
          <w:ilvl w:val="1"/>
          <w:numId w:val="23"/>
        </w:numPr>
        <w:ind w:left="2340"/>
        <w:textAlignment w:val="baseline"/>
        <w:rPr>
          <w:rFonts w:cs="Calibri"/>
          <w:color w:val="111111"/>
        </w:rPr>
      </w:pPr>
      <w:hyperlink r:id="rId16" w:anchor="contingency-management" w:history="1">
        <w:r w:rsidRPr="00877B52">
          <w:rPr>
            <w:rFonts w:cs="Calibri"/>
            <w:color w:val="007F9E"/>
            <w:u w:val="single"/>
            <w:bdr w:val="none" w:sz="0" w:space="0" w:color="auto" w:frame="1"/>
          </w:rPr>
          <w:t>Contingency management for SUD treatment</w:t>
        </w:r>
      </w:hyperlink>
    </w:p>
    <w:p w14:paraId="4DDF9CCB" w14:textId="77777777" w:rsidR="00FB3209" w:rsidRPr="00FB3209" w:rsidRDefault="00FB3209" w:rsidP="00FB3209">
      <w:pPr>
        <w:numPr>
          <w:ilvl w:val="0"/>
          <w:numId w:val="26"/>
        </w:numPr>
        <w:contextualSpacing/>
        <w:textAlignment w:val="baseline"/>
        <w:rPr>
          <w:rFonts w:cs="Calibri"/>
          <w:color w:val="111111"/>
        </w:rPr>
      </w:pPr>
      <w:hyperlink r:id="rId17" w:history="1">
        <w:r w:rsidRPr="00FB3209">
          <w:rPr>
            <w:rFonts w:cs="Calibri"/>
            <w:b/>
            <w:bCs/>
            <w:color w:val="000000"/>
            <w:bdr w:val="none" w:sz="0" w:space="0" w:color="auto" w:frame="1"/>
          </w:rPr>
          <w:t>Reentry from a Carceral Setting</w:t>
        </w:r>
      </w:hyperlink>
      <w:r w:rsidRPr="00FB3209">
        <w:rPr>
          <w:rFonts w:cs="Calibri"/>
          <w:color w:val="111111"/>
        </w:rPr>
        <w:t>: Reentry services under MTP provides essential services for individuals leaving a state prison, county/city jail, or youth correctional facility.</w:t>
      </w:r>
    </w:p>
    <w:p w14:paraId="168EE6B9" w14:textId="77777777" w:rsidR="00FB3209" w:rsidRPr="00FB3209" w:rsidRDefault="00FB3209" w:rsidP="00FB3209">
      <w:pPr>
        <w:numPr>
          <w:ilvl w:val="0"/>
          <w:numId w:val="26"/>
        </w:numPr>
        <w:contextualSpacing/>
        <w:textAlignment w:val="baseline"/>
        <w:rPr>
          <w:rFonts w:cs="Calibri"/>
          <w:color w:val="111111"/>
        </w:rPr>
      </w:pPr>
      <w:r w:rsidRPr="00FB3209">
        <w:rPr>
          <w:rFonts w:cs="Calibri"/>
          <w:b/>
          <w:bCs/>
          <w:color w:val="111111"/>
        </w:rPr>
        <w:t>Continuous enrollment:</w:t>
      </w:r>
      <w:r w:rsidRPr="00FB3209">
        <w:rPr>
          <w:rFonts w:cs="Calibri"/>
          <w:color w:val="111111"/>
        </w:rPr>
        <w:t xml:space="preserve"> Includes continuous two components: Apple Health enrollment for children, ages 0 through 5 provides continued benefits for eligible children, ages 0 through the end of the month in which they turn 6 years old and Apple Health postpartum coverage expansion which provides continued benefits for individuals from the end of the pregnancy through 12 months of postpartum.</w:t>
      </w:r>
    </w:p>
    <w:p w14:paraId="03360BEC" w14:textId="77777777" w:rsidR="00FB3209" w:rsidRPr="00FB3209" w:rsidRDefault="00FB3209" w:rsidP="00FB3209">
      <w:pPr>
        <w:numPr>
          <w:ilvl w:val="0"/>
          <w:numId w:val="26"/>
        </w:numPr>
        <w:contextualSpacing/>
        <w:textAlignment w:val="baseline"/>
        <w:rPr>
          <w:rFonts w:cs="Calibri"/>
          <w:color w:val="111111"/>
        </w:rPr>
      </w:pPr>
      <w:r w:rsidRPr="00FB3209">
        <w:rPr>
          <w:rFonts w:cs="Calibri"/>
          <w:b/>
          <w:bCs/>
          <w:color w:val="111111"/>
        </w:rPr>
        <w:t>Health-related social needs (HRSN):</w:t>
      </w:r>
      <w:r w:rsidRPr="00FB3209">
        <w:rPr>
          <w:rFonts w:cs="Calibri"/>
          <w:color w:val="111111"/>
        </w:rPr>
        <w:t xml:space="preserve"> HRSN is composed of 3 provisions: Community Hubs which focuses on community-based care coordination, including screening patients, determining patient needs, connecting patients to community organizations that can provide those needs, and more; Native Hubs which is a statewide network of Indian health care providers, tribal social service divisions, and Native-led, Native-serving organizations focused on whole-person care coordination; and Other HRSN services including nutrition, housing, rental subsidies, transportation, and other non-medical HRSN services that help a person live their healthiest life. Rental subsidies up to 6 months is a specific HRSN service for </w:t>
      </w:r>
      <w:r w:rsidRPr="00FB3209">
        <w:rPr>
          <w:rFonts w:cs="Calibri"/>
          <w:color w:val="111111"/>
        </w:rPr>
        <w:lastRenderedPageBreak/>
        <w:t xml:space="preserve">individuals transitioning out of institutional care or congregate settings, such as nursing facilities, large group homes, congregate residential settings, Institutions for Mental Diseases (IMDs), correctional facilities, and acute care hospitals, or Homeless, at risk of homelessness, or transitioning out of an emergency shelter as defined by 24 CFR 91.5, or Youth transitioning out of the child welfare system, including foster care. This program provides financial assistance to individuals at risk of homelessness so they can pay their rent and have stable housing. </w:t>
      </w:r>
    </w:p>
    <w:p w14:paraId="4B73FF80" w14:textId="77777777" w:rsidR="00FB3209" w:rsidRPr="00FB3209" w:rsidRDefault="00FB3209" w:rsidP="00FB3209">
      <w:pPr>
        <w:numPr>
          <w:ilvl w:val="0"/>
          <w:numId w:val="26"/>
        </w:numPr>
        <w:contextualSpacing/>
        <w:textAlignment w:val="baseline"/>
        <w:rPr>
          <w:rFonts w:cs="Calibri"/>
          <w:color w:val="111111"/>
        </w:rPr>
      </w:pPr>
      <w:r w:rsidRPr="00FB3209">
        <w:rPr>
          <w:rFonts w:cs="Calibri"/>
          <w:b/>
          <w:bCs/>
          <w:color w:val="111111"/>
        </w:rPr>
        <w:t>HRSN System:</w:t>
      </w:r>
      <w:r w:rsidRPr="00FB3209">
        <w:rPr>
          <w:rFonts w:cs="Calibri"/>
          <w:color w:val="111111"/>
        </w:rPr>
        <w:t xml:space="preserve"> This program provides infrastructure investments to support the readiness for HRSN service delivery. Investments include technology, planning, workforce development, and convening.</w:t>
      </w:r>
    </w:p>
    <w:p w14:paraId="3C1DB622" w14:textId="77777777" w:rsidR="00FB3209" w:rsidRPr="00FB3209" w:rsidRDefault="00FB3209" w:rsidP="00FB3209">
      <w:pPr>
        <w:textAlignment w:val="baseline"/>
        <w:rPr>
          <w:rFonts w:cs="Calibri"/>
          <w:color w:val="111111"/>
        </w:rPr>
      </w:pPr>
    </w:p>
    <w:p w14:paraId="5AE0FEA8" w14:textId="498A089D" w:rsidR="00FB3209" w:rsidRPr="00FB3209" w:rsidRDefault="00FB3209" w:rsidP="00FB3209">
      <w:pPr>
        <w:textAlignment w:val="baseline"/>
        <w:rPr>
          <w:rFonts w:cs="Calibri"/>
          <w:color w:val="111111"/>
        </w:rPr>
      </w:pPr>
      <w:r w:rsidRPr="00FB3209">
        <w:rPr>
          <w:rFonts w:cs="Calibri"/>
          <w:color w:val="111111"/>
        </w:rPr>
        <w:t xml:space="preserve">The Older and Aging Adults and Family Caregivers as well as Housing and Employment programs are operated through </w:t>
      </w:r>
      <w:r w:rsidR="000C3C60">
        <w:rPr>
          <w:rFonts w:cs="Calibri"/>
          <w:color w:val="111111"/>
        </w:rPr>
        <w:t>Home and Community Services (</w:t>
      </w:r>
      <w:r w:rsidRPr="00FB3209">
        <w:rPr>
          <w:rFonts w:cs="Calibri"/>
          <w:color w:val="111111"/>
        </w:rPr>
        <w:t>HCS</w:t>
      </w:r>
      <w:r w:rsidR="000C3C60">
        <w:rPr>
          <w:rFonts w:cs="Calibri"/>
          <w:color w:val="111111"/>
        </w:rPr>
        <w:t>)</w:t>
      </w:r>
      <w:r w:rsidRPr="00FB3209">
        <w:rPr>
          <w:rFonts w:cs="Calibri"/>
          <w:color w:val="111111"/>
        </w:rPr>
        <w:t>.</w:t>
      </w:r>
    </w:p>
    <w:p w14:paraId="049657BD" w14:textId="77777777" w:rsidR="00FB3209" w:rsidRPr="00FB3209" w:rsidRDefault="00FB3209" w:rsidP="00FB3209"/>
    <w:p w14:paraId="16B0A5EF" w14:textId="77777777" w:rsidR="00FB3209" w:rsidRPr="00383BB2" w:rsidRDefault="00FB3209" w:rsidP="00FB3209">
      <w:pPr>
        <w:keepNext/>
        <w:keepLines/>
        <w:outlineLvl w:val="1"/>
        <w:rPr>
          <w:rFonts w:ascii="Century Gothic" w:eastAsia="Times New Roman" w:hAnsi="Century Gothic" w:cstheme="majorBidi"/>
          <w:b/>
          <w:caps/>
          <w:color w:val="1F3864" w:themeColor="accent5" w:themeShade="80"/>
          <w:sz w:val="26"/>
          <w:szCs w:val="26"/>
        </w:rPr>
      </w:pPr>
      <w:bookmarkStart w:id="11" w:name="_Toc171320820"/>
      <w:bookmarkStart w:id="12" w:name="_Toc192658813"/>
      <w:r w:rsidRPr="00383BB2">
        <w:rPr>
          <w:rFonts w:ascii="Century Gothic" w:eastAsia="Times New Roman" w:hAnsi="Century Gothic" w:cstheme="majorBidi"/>
          <w:b/>
          <w:caps/>
          <w:color w:val="1F3864" w:themeColor="accent5" w:themeShade="80"/>
          <w:sz w:val="26"/>
          <w:szCs w:val="26"/>
        </w:rPr>
        <w:t>MTP Resources</w:t>
      </w:r>
      <w:bookmarkEnd w:id="11"/>
      <w:bookmarkEnd w:id="12"/>
    </w:p>
    <w:p w14:paraId="11DA851D" w14:textId="77777777" w:rsidR="00FB3209" w:rsidRPr="00FB3209" w:rsidRDefault="00FB3209" w:rsidP="00FB3209"/>
    <w:p w14:paraId="0731615C" w14:textId="77777777" w:rsidR="00FB3209" w:rsidRPr="00FB3209" w:rsidRDefault="00FB3209" w:rsidP="00FB3209">
      <w:pPr>
        <w:rPr>
          <w:rFonts w:eastAsia="Calibri"/>
        </w:rPr>
      </w:pPr>
      <w:hyperlink r:id="rId18" w:history="1">
        <w:r w:rsidRPr="00FB3209">
          <w:rPr>
            <w:rFonts w:eastAsia="Calibri"/>
            <w:color w:val="0563C1" w:themeColor="hyperlink"/>
            <w:u w:val="single"/>
          </w:rPr>
          <w:t xml:space="preserve">MTP Community Workspace: </w:t>
        </w:r>
      </w:hyperlink>
      <w:r w:rsidRPr="00FB3209">
        <w:rPr>
          <w:rFonts w:eastAsia="Calibri"/>
        </w:rPr>
        <w:t xml:space="preserve"> the MTP SharePoint site that contains useful information, training videos, desk aids, and a Q &amp; A forum called Conversation Cafe`.</w:t>
      </w:r>
    </w:p>
    <w:p w14:paraId="0C70C644" w14:textId="77777777" w:rsidR="00FB3209" w:rsidRPr="00FB3209" w:rsidRDefault="00FB3209" w:rsidP="00FB3209">
      <w:pPr>
        <w:rPr>
          <w:rFonts w:eastAsia="Calibri"/>
        </w:rPr>
      </w:pPr>
    </w:p>
    <w:p w14:paraId="5D72C8E3" w14:textId="77777777" w:rsidR="00FB3209" w:rsidRPr="00FB3209" w:rsidRDefault="00FB3209" w:rsidP="00FB3209">
      <w:pPr>
        <w:rPr>
          <w:rFonts w:eastAsia="Calibri"/>
          <w:color w:val="0070C0"/>
          <w:u w:val="single"/>
        </w:rPr>
      </w:pPr>
      <w:hyperlink r:id="rId19" w:history="1">
        <w:r w:rsidRPr="00FB3209">
          <w:rPr>
            <w:rFonts w:eastAsia="Calibri"/>
            <w:color w:val="0070C0"/>
            <w:u w:val="single"/>
          </w:rPr>
          <w:t>Health Care Authority's Healthier Washington Website</w:t>
        </w:r>
      </w:hyperlink>
    </w:p>
    <w:p w14:paraId="1791906C" w14:textId="77777777" w:rsidR="00FB3209" w:rsidRPr="00FB3209" w:rsidRDefault="00FB3209" w:rsidP="00FB3209">
      <w:pPr>
        <w:rPr>
          <w:rFonts w:eastAsia="Calibri"/>
          <w:color w:val="0070C0"/>
          <w:u w:val="single"/>
        </w:rPr>
      </w:pPr>
    </w:p>
    <w:p w14:paraId="465E3E8C" w14:textId="77777777" w:rsidR="00FB3209" w:rsidRPr="00FB3209" w:rsidRDefault="00FB3209" w:rsidP="00FB3209">
      <w:pPr>
        <w:rPr>
          <w:rFonts w:eastAsia="Calibri"/>
          <w:color w:val="0070C0"/>
          <w:u w:val="single"/>
        </w:rPr>
      </w:pPr>
      <w:hyperlink r:id="rId20" w:history="1">
        <w:r w:rsidRPr="00FB3209">
          <w:rPr>
            <w:rFonts w:eastAsia="Calibri"/>
            <w:color w:val="0070C0"/>
            <w:u w:val="single"/>
          </w:rPr>
          <w:t>HCS MTP Intranet site</w:t>
        </w:r>
      </w:hyperlink>
    </w:p>
    <w:p w14:paraId="28926D5B" w14:textId="77777777" w:rsidR="00FB3209" w:rsidRPr="00FB3209" w:rsidRDefault="00FB3209" w:rsidP="00FB3209">
      <w:pPr>
        <w:rPr>
          <w:rFonts w:eastAsia="Calibri"/>
          <w:color w:val="0070C0"/>
          <w:u w:val="single"/>
        </w:rPr>
      </w:pPr>
    </w:p>
    <w:p w14:paraId="147A1680" w14:textId="77777777" w:rsidR="00FB3209" w:rsidRDefault="00FB3209" w:rsidP="00FB3209">
      <w:hyperlink r:id="rId21" w:history="1">
        <w:r w:rsidRPr="00FB3209">
          <w:rPr>
            <w:rFonts w:eastAsia="Calibri"/>
            <w:color w:val="0070C0"/>
            <w:u w:val="single"/>
          </w:rPr>
          <w:t>ALTSA MTP Internet site</w:t>
        </w:r>
      </w:hyperlink>
    </w:p>
    <w:p w14:paraId="464F8A1B" w14:textId="77777777" w:rsidR="00964469" w:rsidRDefault="00964469" w:rsidP="00FB3209"/>
    <w:p w14:paraId="389EA29F" w14:textId="3F059F60" w:rsidR="00C96038" w:rsidRPr="00C96038" w:rsidRDefault="00964469" w:rsidP="00964469">
      <w:pPr>
        <w:pStyle w:val="Heading3"/>
      </w:pPr>
      <w:bookmarkStart w:id="13" w:name="_Toc525727015"/>
      <w:bookmarkStart w:id="14" w:name="_Toc525727115"/>
      <w:bookmarkStart w:id="15" w:name="_Toc528758282"/>
      <w:bookmarkStart w:id="16" w:name="_Toc528759430"/>
      <w:bookmarkStart w:id="17" w:name="_Toc528760025"/>
      <w:bookmarkStart w:id="18" w:name="_Toc192074655"/>
      <w:bookmarkStart w:id="19" w:name="_Toc192658814"/>
      <w:r>
        <w:t>Acronyms</w:t>
      </w:r>
      <w:bookmarkEnd w:id="13"/>
      <w:bookmarkEnd w:id="14"/>
      <w:bookmarkEnd w:id="15"/>
      <w:bookmarkEnd w:id="16"/>
      <w:bookmarkEnd w:id="17"/>
      <w:bookmarkEnd w:id="18"/>
      <w:bookmarkEnd w:id="1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5"/>
        <w:gridCol w:w="7645"/>
      </w:tblGrid>
      <w:tr w:rsidR="008367B2" w14:paraId="6210EA7B" w14:textId="77777777" w:rsidTr="00C9560B">
        <w:tc>
          <w:tcPr>
            <w:tcW w:w="1705" w:type="dxa"/>
          </w:tcPr>
          <w:p w14:paraId="396575D5" w14:textId="32E7CEE2" w:rsidR="008367B2" w:rsidRDefault="008367B2" w:rsidP="00C96038">
            <w:pPr>
              <w:tabs>
                <w:tab w:val="center" w:pos="4680"/>
                <w:tab w:val="left" w:pos="6352"/>
                <w:tab w:val="right" w:pos="9360"/>
              </w:tabs>
            </w:pPr>
            <w:r>
              <w:t>MTP</w:t>
            </w:r>
          </w:p>
        </w:tc>
        <w:tc>
          <w:tcPr>
            <w:tcW w:w="7645" w:type="dxa"/>
          </w:tcPr>
          <w:p w14:paraId="0466427A" w14:textId="45D86777" w:rsidR="008367B2" w:rsidRDefault="008367B2" w:rsidP="00C96038">
            <w:pPr>
              <w:tabs>
                <w:tab w:val="center" w:pos="4680"/>
                <w:tab w:val="left" w:pos="6352"/>
                <w:tab w:val="right" w:pos="9360"/>
              </w:tabs>
            </w:pPr>
            <w:r>
              <w:t>Medicaid Transformation Project</w:t>
            </w:r>
          </w:p>
        </w:tc>
      </w:tr>
      <w:tr w:rsidR="008367B2" w14:paraId="35AA19F8" w14:textId="77777777" w:rsidTr="00C9560B">
        <w:tc>
          <w:tcPr>
            <w:tcW w:w="1705" w:type="dxa"/>
          </w:tcPr>
          <w:p w14:paraId="3E00584F" w14:textId="0946A639" w:rsidR="008367B2" w:rsidRDefault="008367B2" w:rsidP="00C96038">
            <w:pPr>
              <w:tabs>
                <w:tab w:val="center" w:pos="4680"/>
                <w:tab w:val="left" w:pos="6352"/>
                <w:tab w:val="right" w:pos="9360"/>
              </w:tabs>
            </w:pPr>
            <w:r>
              <w:t>CMS</w:t>
            </w:r>
          </w:p>
        </w:tc>
        <w:tc>
          <w:tcPr>
            <w:tcW w:w="7645" w:type="dxa"/>
          </w:tcPr>
          <w:p w14:paraId="2E48B08F" w14:textId="1EE0DF59" w:rsidR="008367B2" w:rsidRDefault="008367B2" w:rsidP="00C96038">
            <w:pPr>
              <w:tabs>
                <w:tab w:val="center" w:pos="4680"/>
                <w:tab w:val="left" w:pos="6352"/>
                <w:tab w:val="right" w:pos="9360"/>
              </w:tabs>
            </w:pPr>
            <w:r w:rsidRPr="00FB3209">
              <w:t>Centers for Medicare and Medicaid Services</w:t>
            </w:r>
          </w:p>
        </w:tc>
      </w:tr>
      <w:tr w:rsidR="008367B2" w14:paraId="30EF71D8" w14:textId="77777777" w:rsidTr="00C9560B">
        <w:tc>
          <w:tcPr>
            <w:tcW w:w="1705" w:type="dxa"/>
          </w:tcPr>
          <w:p w14:paraId="59B30586" w14:textId="2AE7ECB0" w:rsidR="008367B2" w:rsidRDefault="008367B2" w:rsidP="00C96038">
            <w:pPr>
              <w:tabs>
                <w:tab w:val="center" w:pos="4680"/>
                <w:tab w:val="left" w:pos="6352"/>
                <w:tab w:val="right" w:pos="9360"/>
              </w:tabs>
            </w:pPr>
            <w:r>
              <w:t>HCA</w:t>
            </w:r>
          </w:p>
        </w:tc>
        <w:tc>
          <w:tcPr>
            <w:tcW w:w="7645" w:type="dxa"/>
          </w:tcPr>
          <w:p w14:paraId="43E7DBFE" w14:textId="0E1E2FFE" w:rsidR="008367B2" w:rsidRDefault="008367B2" w:rsidP="00C96038">
            <w:pPr>
              <w:tabs>
                <w:tab w:val="center" w:pos="4680"/>
                <w:tab w:val="left" w:pos="6352"/>
                <w:tab w:val="right" w:pos="9360"/>
              </w:tabs>
            </w:pPr>
            <w:r>
              <w:t>Healthcare Authority</w:t>
            </w:r>
          </w:p>
        </w:tc>
      </w:tr>
      <w:tr w:rsidR="008367B2" w14:paraId="5075DD7F" w14:textId="77777777" w:rsidTr="00C9560B">
        <w:tc>
          <w:tcPr>
            <w:tcW w:w="1705" w:type="dxa"/>
          </w:tcPr>
          <w:p w14:paraId="6CEF4BC0" w14:textId="1B6B7C39" w:rsidR="008367B2" w:rsidRDefault="008367B2" w:rsidP="00C96038">
            <w:pPr>
              <w:tabs>
                <w:tab w:val="center" w:pos="4680"/>
                <w:tab w:val="left" w:pos="6352"/>
                <w:tab w:val="right" w:pos="9360"/>
              </w:tabs>
            </w:pPr>
            <w:r>
              <w:t>MAC</w:t>
            </w:r>
          </w:p>
        </w:tc>
        <w:tc>
          <w:tcPr>
            <w:tcW w:w="7645" w:type="dxa"/>
          </w:tcPr>
          <w:p w14:paraId="3339EE40" w14:textId="52E1E8DE" w:rsidR="008367B2" w:rsidRDefault="008367B2" w:rsidP="00C96038">
            <w:pPr>
              <w:tabs>
                <w:tab w:val="center" w:pos="4680"/>
                <w:tab w:val="left" w:pos="6352"/>
                <w:tab w:val="right" w:pos="9360"/>
              </w:tabs>
            </w:pPr>
            <w:r>
              <w:t>Medicaid Alternative Care</w:t>
            </w:r>
          </w:p>
        </w:tc>
      </w:tr>
      <w:tr w:rsidR="008367B2" w14:paraId="6AD19D18" w14:textId="77777777" w:rsidTr="00C9560B">
        <w:tc>
          <w:tcPr>
            <w:tcW w:w="1705" w:type="dxa"/>
          </w:tcPr>
          <w:p w14:paraId="54BF3F95" w14:textId="1AD3DE7D" w:rsidR="008367B2" w:rsidRDefault="008367B2" w:rsidP="00C96038">
            <w:pPr>
              <w:tabs>
                <w:tab w:val="center" w:pos="4680"/>
                <w:tab w:val="left" w:pos="6352"/>
                <w:tab w:val="right" w:pos="9360"/>
              </w:tabs>
            </w:pPr>
            <w:r>
              <w:t>TSOA</w:t>
            </w:r>
          </w:p>
        </w:tc>
        <w:tc>
          <w:tcPr>
            <w:tcW w:w="7645" w:type="dxa"/>
          </w:tcPr>
          <w:p w14:paraId="47F706ED" w14:textId="5D3A61FC" w:rsidR="008367B2" w:rsidRDefault="008367B2" w:rsidP="00C96038">
            <w:pPr>
              <w:tabs>
                <w:tab w:val="center" w:pos="4680"/>
                <w:tab w:val="left" w:pos="6352"/>
                <w:tab w:val="right" w:pos="9360"/>
              </w:tabs>
            </w:pPr>
            <w:r>
              <w:t>Tailored Supports for Older Adults</w:t>
            </w:r>
          </w:p>
        </w:tc>
      </w:tr>
      <w:tr w:rsidR="008367B2" w14:paraId="1C048ACF" w14:textId="77777777" w:rsidTr="00C9560B">
        <w:trPr>
          <w:trHeight w:val="260"/>
        </w:trPr>
        <w:tc>
          <w:tcPr>
            <w:tcW w:w="1705" w:type="dxa"/>
          </w:tcPr>
          <w:p w14:paraId="72F30169" w14:textId="193F851B" w:rsidR="008367B2" w:rsidRDefault="008367B2" w:rsidP="00C96038">
            <w:pPr>
              <w:tabs>
                <w:tab w:val="center" w:pos="4680"/>
                <w:tab w:val="left" w:pos="6352"/>
                <w:tab w:val="right" w:pos="9360"/>
              </w:tabs>
            </w:pPr>
            <w:r>
              <w:t>LTSS PE</w:t>
            </w:r>
          </w:p>
        </w:tc>
        <w:tc>
          <w:tcPr>
            <w:tcW w:w="7645" w:type="dxa"/>
          </w:tcPr>
          <w:p w14:paraId="6F89FEE5" w14:textId="1D97B4C0" w:rsidR="008367B2" w:rsidRPr="008367B2" w:rsidRDefault="008367B2" w:rsidP="008367B2">
            <w:pPr>
              <w:contextualSpacing/>
              <w:rPr>
                <w:rFonts w:cs="Calibri"/>
                <w:color w:val="111111"/>
              </w:rPr>
            </w:pPr>
            <w:r w:rsidRPr="00FB3209">
              <w:rPr>
                <w:rFonts w:cs="Calibri"/>
                <w:color w:val="111111"/>
              </w:rPr>
              <w:t>Long-Term Services and Supports Presumptive Eligibility</w:t>
            </w:r>
          </w:p>
        </w:tc>
      </w:tr>
      <w:tr w:rsidR="008367B2" w14:paraId="18820C61" w14:textId="77777777" w:rsidTr="00C9560B">
        <w:tc>
          <w:tcPr>
            <w:tcW w:w="1705" w:type="dxa"/>
          </w:tcPr>
          <w:p w14:paraId="40FBE08C" w14:textId="33C0E2D1" w:rsidR="008367B2" w:rsidRDefault="008367B2" w:rsidP="00C96038">
            <w:pPr>
              <w:tabs>
                <w:tab w:val="center" w:pos="4680"/>
                <w:tab w:val="left" w:pos="6352"/>
                <w:tab w:val="right" w:pos="9360"/>
              </w:tabs>
            </w:pPr>
            <w:r>
              <w:t>LTSS</w:t>
            </w:r>
          </w:p>
        </w:tc>
        <w:tc>
          <w:tcPr>
            <w:tcW w:w="7645" w:type="dxa"/>
          </w:tcPr>
          <w:p w14:paraId="19E2451C" w14:textId="2C626A3A" w:rsidR="008367B2" w:rsidRDefault="008367B2" w:rsidP="00C96038">
            <w:pPr>
              <w:tabs>
                <w:tab w:val="center" w:pos="4680"/>
                <w:tab w:val="left" w:pos="6352"/>
                <w:tab w:val="right" w:pos="9360"/>
              </w:tabs>
            </w:pPr>
            <w:r w:rsidRPr="00FB3209">
              <w:rPr>
                <w:rFonts w:cs="Calibri"/>
                <w:color w:val="111111"/>
              </w:rPr>
              <w:t>Long-Term Services and Supports</w:t>
            </w:r>
          </w:p>
        </w:tc>
      </w:tr>
      <w:tr w:rsidR="008367B2" w14:paraId="4D7AFF8D" w14:textId="77777777" w:rsidTr="00C9560B">
        <w:tc>
          <w:tcPr>
            <w:tcW w:w="1705" w:type="dxa"/>
          </w:tcPr>
          <w:p w14:paraId="28AD97A5" w14:textId="025443B0" w:rsidR="008367B2" w:rsidRDefault="00963C4B" w:rsidP="00C96038">
            <w:pPr>
              <w:tabs>
                <w:tab w:val="center" w:pos="4680"/>
                <w:tab w:val="left" w:pos="6352"/>
                <w:tab w:val="right" w:pos="9360"/>
              </w:tabs>
            </w:pPr>
            <w:r>
              <w:t>FCS</w:t>
            </w:r>
          </w:p>
        </w:tc>
        <w:tc>
          <w:tcPr>
            <w:tcW w:w="7645" w:type="dxa"/>
          </w:tcPr>
          <w:p w14:paraId="269F6F3B" w14:textId="3571ED5B" w:rsidR="008367B2" w:rsidRDefault="00963C4B" w:rsidP="00C96038">
            <w:pPr>
              <w:tabs>
                <w:tab w:val="center" w:pos="4680"/>
                <w:tab w:val="left" w:pos="6352"/>
                <w:tab w:val="right" w:pos="9360"/>
              </w:tabs>
            </w:pPr>
            <w:r>
              <w:t>Foundational Community Supports</w:t>
            </w:r>
          </w:p>
        </w:tc>
      </w:tr>
      <w:tr w:rsidR="008367B2" w14:paraId="72D54431" w14:textId="77777777" w:rsidTr="00C9560B">
        <w:tc>
          <w:tcPr>
            <w:tcW w:w="1705" w:type="dxa"/>
          </w:tcPr>
          <w:p w14:paraId="02AAAB41" w14:textId="31EA8565" w:rsidR="008367B2" w:rsidRDefault="00047FBA" w:rsidP="00C96038">
            <w:pPr>
              <w:tabs>
                <w:tab w:val="center" w:pos="4680"/>
                <w:tab w:val="left" w:pos="6352"/>
                <w:tab w:val="right" w:pos="9360"/>
              </w:tabs>
            </w:pPr>
            <w:r>
              <w:t>HRSN</w:t>
            </w:r>
          </w:p>
        </w:tc>
        <w:tc>
          <w:tcPr>
            <w:tcW w:w="7645" w:type="dxa"/>
          </w:tcPr>
          <w:p w14:paraId="687886B9" w14:textId="1C7FBF4E" w:rsidR="008367B2" w:rsidRDefault="00047FBA" w:rsidP="00C96038">
            <w:pPr>
              <w:tabs>
                <w:tab w:val="center" w:pos="4680"/>
                <w:tab w:val="left" w:pos="6352"/>
                <w:tab w:val="right" w:pos="9360"/>
              </w:tabs>
            </w:pPr>
            <w:r w:rsidRPr="00047FBA">
              <w:t>Health-related social needs</w:t>
            </w:r>
          </w:p>
        </w:tc>
      </w:tr>
      <w:tr w:rsidR="00F36A0C" w14:paraId="3CB0DBC6" w14:textId="77777777" w:rsidTr="00C9560B">
        <w:tc>
          <w:tcPr>
            <w:tcW w:w="1705" w:type="dxa"/>
          </w:tcPr>
          <w:p w14:paraId="34AB383D" w14:textId="7D45F4B5" w:rsidR="00F36A0C" w:rsidRDefault="00F36A0C" w:rsidP="00C96038">
            <w:pPr>
              <w:tabs>
                <w:tab w:val="center" w:pos="4680"/>
                <w:tab w:val="left" w:pos="6352"/>
                <w:tab w:val="right" w:pos="9360"/>
              </w:tabs>
            </w:pPr>
            <w:r>
              <w:t>IMDs</w:t>
            </w:r>
          </w:p>
        </w:tc>
        <w:tc>
          <w:tcPr>
            <w:tcW w:w="7645" w:type="dxa"/>
          </w:tcPr>
          <w:p w14:paraId="27993C73" w14:textId="68A12BA0" w:rsidR="00F36A0C" w:rsidRPr="00047FBA" w:rsidRDefault="00F36A0C" w:rsidP="00C96038">
            <w:pPr>
              <w:tabs>
                <w:tab w:val="center" w:pos="4680"/>
                <w:tab w:val="left" w:pos="6352"/>
                <w:tab w:val="right" w:pos="9360"/>
              </w:tabs>
            </w:pPr>
            <w:r w:rsidRPr="00FB3209">
              <w:rPr>
                <w:rFonts w:cs="Calibri"/>
                <w:color w:val="111111"/>
              </w:rPr>
              <w:t xml:space="preserve">Institutions for Mental Diseases </w:t>
            </w:r>
          </w:p>
        </w:tc>
      </w:tr>
      <w:tr w:rsidR="00F36A0C" w14:paraId="11DEA3E0" w14:textId="77777777" w:rsidTr="00C9560B">
        <w:tc>
          <w:tcPr>
            <w:tcW w:w="1705" w:type="dxa"/>
          </w:tcPr>
          <w:p w14:paraId="67EC0628" w14:textId="47514052" w:rsidR="00F36A0C" w:rsidRDefault="000C3C60" w:rsidP="00C96038">
            <w:pPr>
              <w:tabs>
                <w:tab w:val="center" w:pos="4680"/>
                <w:tab w:val="left" w:pos="6352"/>
                <w:tab w:val="right" w:pos="9360"/>
              </w:tabs>
            </w:pPr>
            <w:r>
              <w:t xml:space="preserve">HCS </w:t>
            </w:r>
          </w:p>
        </w:tc>
        <w:tc>
          <w:tcPr>
            <w:tcW w:w="7645" w:type="dxa"/>
          </w:tcPr>
          <w:p w14:paraId="64B51474" w14:textId="2CAF62F1" w:rsidR="00F36A0C" w:rsidRPr="00047FBA" w:rsidRDefault="000C3C60" w:rsidP="00C96038">
            <w:pPr>
              <w:tabs>
                <w:tab w:val="center" w:pos="4680"/>
                <w:tab w:val="left" w:pos="6352"/>
                <w:tab w:val="right" w:pos="9360"/>
              </w:tabs>
            </w:pPr>
            <w:r>
              <w:t>Home and Community Services</w:t>
            </w:r>
          </w:p>
        </w:tc>
      </w:tr>
      <w:tr w:rsidR="00B267EE" w14:paraId="25B50429" w14:textId="77777777" w:rsidTr="00C9560B">
        <w:tc>
          <w:tcPr>
            <w:tcW w:w="1705" w:type="dxa"/>
          </w:tcPr>
          <w:p w14:paraId="6C084327" w14:textId="568BAC77" w:rsidR="00B267EE" w:rsidRDefault="00B267EE" w:rsidP="00C96038">
            <w:pPr>
              <w:tabs>
                <w:tab w:val="center" w:pos="4680"/>
                <w:tab w:val="left" w:pos="6352"/>
                <w:tab w:val="right" w:pos="9360"/>
              </w:tabs>
            </w:pPr>
            <w:r>
              <w:t>CFR</w:t>
            </w:r>
          </w:p>
        </w:tc>
        <w:tc>
          <w:tcPr>
            <w:tcW w:w="7645" w:type="dxa"/>
          </w:tcPr>
          <w:p w14:paraId="14052DA6" w14:textId="176DB0C7" w:rsidR="00B267EE" w:rsidRDefault="009A3B5C" w:rsidP="00C96038">
            <w:pPr>
              <w:tabs>
                <w:tab w:val="center" w:pos="4680"/>
                <w:tab w:val="left" w:pos="6352"/>
                <w:tab w:val="right" w:pos="9360"/>
              </w:tabs>
            </w:pPr>
            <w:r>
              <w:t>Code of Federal Regulations</w:t>
            </w:r>
          </w:p>
        </w:tc>
      </w:tr>
      <w:tr w:rsidR="00B267EE" w14:paraId="798BDAC4" w14:textId="77777777" w:rsidTr="00C9560B">
        <w:tc>
          <w:tcPr>
            <w:tcW w:w="1705" w:type="dxa"/>
          </w:tcPr>
          <w:p w14:paraId="2C6D5DFB" w14:textId="7E0A483A" w:rsidR="00B267EE" w:rsidRDefault="0061788C" w:rsidP="00C96038">
            <w:pPr>
              <w:tabs>
                <w:tab w:val="center" w:pos="4680"/>
                <w:tab w:val="left" w:pos="6352"/>
                <w:tab w:val="right" w:pos="9360"/>
              </w:tabs>
            </w:pPr>
            <w:r>
              <w:t>SUD</w:t>
            </w:r>
          </w:p>
        </w:tc>
        <w:tc>
          <w:tcPr>
            <w:tcW w:w="7645" w:type="dxa"/>
          </w:tcPr>
          <w:p w14:paraId="7ABB2BCA" w14:textId="18344209" w:rsidR="00B267EE" w:rsidRDefault="0061788C" w:rsidP="00C96038">
            <w:pPr>
              <w:tabs>
                <w:tab w:val="center" w:pos="4680"/>
                <w:tab w:val="left" w:pos="6352"/>
                <w:tab w:val="right" w:pos="9360"/>
              </w:tabs>
            </w:pPr>
            <w:r>
              <w:rPr>
                <w:rFonts w:cs="Calibri"/>
                <w:color w:val="111111"/>
              </w:rPr>
              <w:t>Substance use disorder</w:t>
            </w:r>
          </w:p>
        </w:tc>
      </w:tr>
    </w:tbl>
    <w:p w14:paraId="47C4CB84" w14:textId="1FECAC97" w:rsidR="008367B2" w:rsidRDefault="008367B2" w:rsidP="00C96038">
      <w:pPr>
        <w:tabs>
          <w:tab w:val="center" w:pos="4680"/>
          <w:tab w:val="left" w:pos="6352"/>
          <w:tab w:val="right" w:pos="9360"/>
        </w:tabs>
      </w:pPr>
    </w:p>
    <w:p w14:paraId="674B1209" w14:textId="77777777" w:rsidR="008367B2" w:rsidRDefault="008367B2" w:rsidP="00C96038">
      <w:pPr>
        <w:tabs>
          <w:tab w:val="center" w:pos="4680"/>
          <w:tab w:val="left" w:pos="6352"/>
          <w:tab w:val="right" w:pos="9360"/>
        </w:tabs>
      </w:pPr>
    </w:p>
    <w:p w14:paraId="52A7DB96" w14:textId="77777777" w:rsidR="00FB3209" w:rsidRPr="00FB3209" w:rsidRDefault="00FB3209" w:rsidP="00FB3209">
      <w:pPr>
        <w:rPr>
          <w:rFonts w:eastAsia="Calibri"/>
          <w:color w:val="0000FF"/>
          <w:u w:val="single"/>
        </w:rPr>
      </w:pPr>
      <w:hyperlink r:id="rId22" w:history="1"/>
    </w:p>
    <w:p w14:paraId="0C9FDAB8" w14:textId="77777777" w:rsidR="00FB3209" w:rsidRPr="00FB3209" w:rsidRDefault="00FB3209" w:rsidP="00FB3209">
      <w:pPr>
        <w:rPr>
          <w:rFonts w:eastAsia="Calibri"/>
        </w:rPr>
      </w:pPr>
    </w:p>
    <w:p w14:paraId="6B96746C" w14:textId="77777777" w:rsidR="00FB3209" w:rsidRPr="00383BB2" w:rsidRDefault="00FB3209" w:rsidP="00FB3209">
      <w:pPr>
        <w:keepNext/>
        <w:keepLines/>
        <w:outlineLvl w:val="1"/>
        <w:rPr>
          <w:rFonts w:ascii="Century Gothic" w:eastAsiaTheme="majorEastAsia" w:hAnsi="Century Gothic" w:cstheme="majorBidi"/>
          <w:b/>
          <w:caps/>
          <w:color w:val="1F3864" w:themeColor="accent5" w:themeShade="80"/>
          <w:sz w:val="26"/>
          <w:szCs w:val="26"/>
        </w:rPr>
      </w:pPr>
      <w:bookmarkStart w:id="20" w:name="_Toc171320821"/>
      <w:bookmarkStart w:id="21" w:name="_Toc192658815"/>
      <w:r w:rsidRPr="00383BB2">
        <w:rPr>
          <w:rFonts w:ascii="Century Gothic" w:eastAsiaTheme="majorEastAsia" w:hAnsi="Century Gothic" w:cstheme="majorBidi"/>
          <w:b/>
          <w:caps/>
          <w:color w:val="1F3864" w:themeColor="accent5" w:themeShade="80"/>
          <w:sz w:val="26"/>
          <w:szCs w:val="26"/>
        </w:rPr>
        <w:lastRenderedPageBreak/>
        <w:t>revision history</w:t>
      </w:r>
      <w:bookmarkEnd w:id="20"/>
      <w:bookmarkEnd w:id="21"/>
    </w:p>
    <w:tbl>
      <w:tblPr>
        <w:tblStyle w:val="TableGrid"/>
        <w:tblW w:w="0" w:type="auto"/>
        <w:tblLook w:val="04A0" w:firstRow="1" w:lastRow="0" w:firstColumn="1" w:lastColumn="0" w:noHBand="0" w:noVBand="1"/>
      </w:tblPr>
      <w:tblGrid>
        <w:gridCol w:w="2337"/>
        <w:gridCol w:w="2337"/>
        <w:gridCol w:w="2881"/>
        <w:gridCol w:w="1795"/>
      </w:tblGrid>
      <w:tr w:rsidR="00FB3209" w:rsidRPr="00FB3209" w14:paraId="63949A30" w14:textId="77777777" w:rsidTr="008F007C">
        <w:tc>
          <w:tcPr>
            <w:tcW w:w="2337" w:type="dxa"/>
            <w:shd w:val="clear" w:color="auto" w:fill="193F6F"/>
          </w:tcPr>
          <w:p w14:paraId="05FD3A31" w14:textId="77777777" w:rsidR="00FB3209" w:rsidRPr="00FB3209" w:rsidRDefault="00FB3209" w:rsidP="00FB3209">
            <w:pPr>
              <w:rPr>
                <w:rFonts w:ascii="Calibri" w:hAnsi="Calibri" w:cs="Times New Roman"/>
              </w:rPr>
            </w:pPr>
            <w:r w:rsidRPr="00FB3209">
              <w:rPr>
                <w:rFonts w:ascii="Calibri" w:hAnsi="Calibri" w:cs="Times New Roman"/>
              </w:rPr>
              <w:t>DATE</w:t>
            </w:r>
          </w:p>
        </w:tc>
        <w:tc>
          <w:tcPr>
            <w:tcW w:w="2337" w:type="dxa"/>
            <w:shd w:val="clear" w:color="auto" w:fill="193F6F"/>
          </w:tcPr>
          <w:p w14:paraId="5EAE0D17" w14:textId="77777777" w:rsidR="00FB3209" w:rsidRPr="00FB3209" w:rsidRDefault="00FB3209" w:rsidP="00FB3209">
            <w:pPr>
              <w:rPr>
                <w:rFonts w:ascii="Calibri" w:hAnsi="Calibri" w:cs="Times New Roman"/>
              </w:rPr>
            </w:pPr>
            <w:r w:rsidRPr="00FB3209">
              <w:rPr>
                <w:rFonts w:ascii="Calibri" w:hAnsi="Calibri" w:cs="Times New Roman"/>
              </w:rPr>
              <w:t>MADE BY</w:t>
            </w:r>
          </w:p>
        </w:tc>
        <w:tc>
          <w:tcPr>
            <w:tcW w:w="2881" w:type="dxa"/>
            <w:shd w:val="clear" w:color="auto" w:fill="193F6F"/>
          </w:tcPr>
          <w:p w14:paraId="56391A66" w14:textId="77777777" w:rsidR="00FB3209" w:rsidRPr="00FB3209" w:rsidRDefault="00FB3209" w:rsidP="00FB3209">
            <w:pPr>
              <w:rPr>
                <w:rFonts w:ascii="Calibri" w:hAnsi="Calibri" w:cs="Times New Roman"/>
              </w:rPr>
            </w:pPr>
            <w:r w:rsidRPr="00FB3209">
              <w:rPr>
                <w:rFonts w:ascii="Calibri" w:hAnsi="Calibri" w:cs="Times New Roman"/>
              </w:rPr>
              <w:t>CHANGE(S)</w:t>
            </w:r>
          </w:p>
        </w:tc>
        <w:tc>
          <w:tcPr>
            <w:tcW w:w="1795" w:type="dxa"/>
            <w:shd w:val="clear" w:color="auto" w:fill="193F6F"/>
          </w:tcPr>
          <w:p w14:paraId="67B69C3C" w14:textId="77777777" w:rsidR="00FB3209" w:rsidRPr="00FB3209" w:rsidRDefault="00FB3209" w:rsidP="00FB3209">
            <w:pPr>
              <w:rPr>
                <w:rFonts w:ascii="Calibri" w:hAnsi="Calibri" w:cs="Times New Roman"/>
              </w:rPr>
            </w:pPr>
            <w:r w:rsidRPr="00FB3209">
              <w:rPr>
                <w:rFonts w:ascii="Calibri" w:hAnsi="Calibri" w:cs="Times New Roman"/>
              </w:rPr>
              <w:t>MB #</w:t>
            </w:r>
          </w:p>
        </w:tc>
      </w:tr>
      <w:tr w:rsidR="00FB3209" w:rsidRPr="00FB3209" w14:paraId="1A8C31C0" w14:textId="77777777" w:rsidTr="00595E82">
        <w:tc>
          <w:tcPr>
            <w:tcW w:w="2337" w:type="dxa"/>
          </w:tcPr>
          <w:p w14:paraId="56EC0EF5" w14:textId="77777777" w:rsidR="00FB3209" w:rsidRPr="00FB3209" w:rsidRDefault="00FB3209" w:rsidP="00FB3209">
            <w:pPr>
              <w:rPr>
                <w:rFonts w:ascii="Calibri" w:hAnsi="Calibri" w:cs="Times New Roman"/>
              </w:rPr>
            </w:pPr>
            <w:r w:rsidRPr="00FB3209">
              <w:rPr>
                <w:rFonts w:ascii="Calibri" w:hAnsi="Calibri" w:cs="Times New Roman"/>
              </w:rPr>
              <w:t>November 2019</w:t>
            </w:r>
          </w:p>
        </w:tc>
        <w:tc>
          <w:tcPr>
            <w:tcW w:w="2337" w:type="dxa"/>
          </w:tcPr>
          <w:p w14:paraId="3906BFF2" w14:textId="77777777" w:rsidR="00FB3209" w:rsidRPr="00FB3209" w:rsidRDefault="00FB3209" w:rsidP="00FB3209">
            <w:pPr>
              <w:rPr>
                <w:rFonts w:ascii="Calibri" w:hAnsi="Calibri" w:cs="Times New Roman"/>
              </w:rPr>
            </w:pPr>
            <w:r w:rsidRPr="00FB3209">
              <w:rPr>
                <w:rFonts w:ascii="Calibri" w:hAnsi="Calibri" w:cs="Times New Roman"/>
              </w:rPr>
              <w:t>Debbie Johnson</w:t>
            </w:r>
          </w:p>
        </w:tc>
        <w:tc>
          <w:tcPr>
            <w:tcW w:w="2881" w:type="dxa"/>
          </w:tcPr>
          <w:p w14:paraId="52FE72D1" w14:textId="77777777" w:rsidR="00FB3209" w:rsidRPr="00FB3209" w:rsidRDefault="00FB3209" w:rsidP="00FB3209">
            <w:pPr>
              <w:rPr>
                <w:rFonts w:ascii="Calibri" w:hAnsi="Calibri" w:cs="Times New Roman"/>
              </w:rPr>
            </w:pPr>
            <w:r w:rsidRPr="00FB3209">
              <w:rPr>
                <w:rFonts w:ascii="Calibri" w:hAnsi="Calibri" w:cs="Times New Roman"/>
              </w:rPr>
              <w:t>Moved to new template</w:t>
            </w:r>
          </w:p>
        </w:tc>
        <w:tc>
          <w:tcPr>
            <w:tcW w:w="1795" w:type="dxa"/>
          </w:tcPr>
          <w:p w14:paraId="068795D8" w14:textId="77777777" w:rsidR="00FB3209" w:rsidRPr="00FB3209" w:rsidRDefault="00FB3209" w:rsidP="00FB3209">
            <w:pPr>
              <w:rPr>
                <w:rFonts w:ascii="Calibri" w:hAnsi="Calibri" w:cs="Times New Roman"/>
              </w:rPr>
            </w:pPr>
            <w:r w:rsidRPr="00FB3209">
              <w:rPr>
                <w:rFonts w:ascii="Calibri" w:hAnsi="Calibri" w:cs="Times New Roman"/>
              </w:rPr>
              <w:t>H19-0xx</w:t>
            </w:r>
          </w:p>
        </w:tc>
      </w:tr>
      <w:tr w:rsidR="00FB3209" w:rsidRPr="00FB3209" w14:paraId="72A8A88A" w14:textId="77777777" w:rsidTr="00595E82">
        <w:tc>
          <w:tcPr>
            <w:tcW w:w="2337" w:type="dxa"/>
          </w:tcPr>
          <w:p w14:paraId="0F5D41A9" w14:textId="77777777" w:rsidR="00FB3209" w:rsidRPr="00FB3209" w:rsidRDefault="00FB3209" w:rsidP="00FB3209">
            <w:pPr>
              <w:rPr>
                <w:rFonts w:ascii="Calibri" w:hAnsi="Calibri" w:cs="Times New Roman"/>
              </w:rPr>
            </w:pPr>
            <w:r w:rsidRPr="00FB3209">
              <w:rPr>
                <w:rFonts w:ascii="Calibri" w:hAnsi="Calibri" w:cs="Times New Roman"/>
              </w:rPr>
              <w:t>May 2024</w:t>
            </w:r>
          </w:p>
        </w:tc>
        <w:tc>
          <w:tcPr>
            <w:tcW w:w="2337" w:type="dxa"/>
          </w:tcPr>
          <w:p w14:paraId="07AC98A3" w14:textId="77777777" w:rsidR="00FB3209" w:rsidRPr="00FB3209" w:rsidRDefault="00FB3209" w:rsidP="00FB3209">
            <w:pPr>
              <w:rPr>
                <w:rFonts w:ascii="Calibri" w:hAnsi="Calibri" w:cs="Times New Roman"/>
              </w:rPr>
            </w:pPr>
            <w:r w:rsidRPr="00FB3209">
              <w:rPr>
                <w:rFonts w:ascii="Calibri" w:hAnsi="Calibri" w:cs="Times New Roman"/>
              </w:rPr>
              <w:t>Resa Lee-Bell</w:t>
            </w:r>
          </w:p>
        </w:tc>
        <w:tc>
          <w:tcPr>
            <w:tcW w:w="2881" w:type="dxa"/>
          </w:tcPr>
          <w:p w14:paraId="03684716" w14:textId="77777777" w:rsidR="00FB3209" w:rsidRPr="00FB3209" w:rsidRDefault="00FB3209" w:rsidP="00FB3209">
            <w:pPr>
              <w:rPr>
                <w:rFonts w:ascii="Calibri" w:hAnsi="Calibri" w:cs="Times New Roman"/>
              </w:rPr>
            </w:pPr>
            <w:r w:rsidRPr="00FB3209">
              <w:rPr>
                <w:rFonts w:ascii="Calibri" w:hAnsi="Calibri" w:cs="Times New Roman"/>
              </w:rPr>
              <w:t>Incorporated language from June 2023 CMS Approval/STC’s</w:t>
            </w:r>
          </w:p>
        </w:tc>
        <w:tc>
          <w:tcPr>
            <w:tcW w:w="1795" w:type="dxa"/>
          </w:tcPr>
          <w:p w14:paraId="527BCE5D" w14:textId="77777777" w:rsidR="00FB3209" w:rsidRPr="00FB3209" w:rsidRDefault="00FB3209" w:rsidP="00FB3209">
            <w:pPr>
              <w:rPr>
                <w:rFonts w:ascii="Calibri" w:hAnsi="Calibri" w:cs="Times New Roman"/>
              </w:rPr>
            </w:pPr>
          </w:p>
        </w:tc>
      </w:tr>
      <w:tr w:rsidR="00FB3209" w:rsidRPr="00FB3209" w14:paraId="2246A633" w14:textId="77777777" w:rsidTr="00595E82">
        <w:tc>
          <w:tcPr>
            <w:tcW w:w="2337" w:type="dxa"/>
          </w:tcPr>
          <w:p w14:paraId="4B569F68" w14:textId="4F65AE54" w:rsidR="00FB3209" w:rsidRPr="00FB3209" w:rsidRDefault="0011718D" w:rsidP="00FB3209">
            <w:pPr>
              <w:rPr>
                <w:rFonts w:ascii="Calibri" w:hAnsi="Calibri" w:cs="Times New Roman"/>
              </w:rPr>
            </w:pPr>
            <w:r>
              <w:rPr>
                <w:rFonts w:ascii="Calibri" w:hAnsi="Calibri" w:cs="Times New Roman"/>
              </w:rPr>
              <w:t>April 202</w:t>
            </w:r>
            <w:r w:rsidR="00623B72">
              <w:rPr>
                <w:rFonts w:ascii="Calibri" w:hAnsi="Calibri" w:cs="Times New Roman"/>
              </w:rPr>
              <w:t>5</w:t>
            </w:r>
          </w:p>
        </w:tc>
        <w:tc>
          <w:tcPr>
            <w:tcW w:w="2337" w:type="dxa"/>
          </w:tcPr>
          <w:p w14:paraId="552E3A90" w14:textId="4DC6FBC7" w:rsidR="00FB3209" w:rsidRPr="00FB3209" w:rsidRDefault="0011718D" w:rsidP="00FB3209">
            <w:pPr>
              <w:rPr>
                <w:rFonts w:ascii="Calibri" w:hAnsi="Calibri" w:cs="Times New Roman"/>
              </w:rPr>
            </w:pPr>
            <w:r>
              <w:rPr>
                <w:rFonts w:ascii="Calibri" w:hAnsi="Calibri" w:cs="Times New Roman"/>
              </w:rPr>
              <w:t>Resa Lee-Bell</w:t>
            </w:r>
          </w:p>
        </w:tc>
        <w:tc>
          <w:tcPr>
            <w:tcW w:w="2881" w:type="dxa"/>
          </w:tcPr>
          <w:p w14:paraId="74555D22" w14:textId="77777777" w:rsidR="00FB3209" w:rsidRDefault="00D72205" w:rsidP="00FB3209">
            <w:pPr>
              <w:rPr>
                <w:rFonts w:ascii="Calibri" w:hAnsi="Calibri" w:cs="Times New Roman"/>
              </w:rPr>
            </w:pPr>
            <w:r>
              <w:rPr>
                <w:rFonts w:ascii="Calibri" w:hAnsi="Calibri" w:cs="Times New Roman"/>
              </w:rPr>
              <w:t xml:space="preserve">Addition of Acronyms </w:t>
            </w:r>
          </w:p>
          <w:p w14:paraId="698981B9" w14:textId="54DFF46B" w:rsidR="007F4EF4" w:rsidRPr="00FB3209" w:rsidRDefault="007F4EF4" w:rsidP="00FB3209">
            <w:pPr>
              <w:rPr>
                <w:rFonts w:ascii="Calibri" w:hAnsi="Calibri" w:cs="Times New Roman"/>
              </w:rPr>
            </w:pPr>
            <w:r>
              <w:rPr>
                <w:rFonts w:ascii="Calibri" w:hAnsi="Calibri" w:cs="Times New Roman"/>
              </w:rPr>
              <w:t>Style Format</w:t>
            </w:r>
            <w:r w:rsidR="00846743">
              <w:rPr>
                <w:rFonts w:ascii="Calibri" w:hAnsi="Calibri" w:cs="Times New Roman"/>
              </w:rPr>
              <w:t>ting Update</w:t>
            </w:r>
          </w:p>
        </w:tc>
        <w:tc>
          <w:tcPr>
            <w:tcW w:w="1795" w:type="dxa"/>
          </w:tcPr>
          <w:p w14:paraId="5B42871F" w14:textId="77777777" w:rsidR="00FB3209" w:rsidRPr="00FB3209" w:rsidRDefault="00FB3209" w:rsidP="00FB3209">
            <w:pPr>
              <w:rPr>
                <w:rFonts w:ascii="Calibri" w:hAnsi="Calibri" w:cs="Times New Roman"/>
              </w:rPr>
            </w:pPr>
          </w:p>
        </w:tc>
      </w:tr>
    </w:tbl>
    <w:p w14:paraId="0B62C8A0" w14:textId="77777777" w:rsidR="00FB3209" w:rsidRPr="00FB3209" w:rsidRDefault="00FB3209" w:rsidP="00FB3209"/>
    <w:bookmarkEnd w:id="8"/>
    <w:p w14:paraId="530EFDDE" w14:textId="77777777" w:rsidR="00F05DF3" w:rsidRDefault="00F05DF3" w:rsidP="00651643"/>
    <w:p w14:paraId="012E2038" w14:textId="77777777" w:rsidR="008B6996" w:rsidRDefault="008B6996" w:rsidP="00651643"/>
    <w:p w14:paraId="6C8736F0" w14:textId="77777777" w:rsidR="00F05DF3" w:rsidRDefault="00F05DF3" w:rsidP="00F05DF3"/>
    <w:p w14:paraId="26284DF2" w14:textId="77777777" w:rsidR="008B6996" w:rsidRDefault="008B6996" w:rsidP="0015545A"/>
    <w:p w14:paraId="1D65DFD9" w14:textId="77777777" w:rsidR="00F05DF3" w:rsidRDefault="00F05DF3" w:rsidP="00E22649"/>
    <w:p w14:paraId="68493769" w14:textId="77777777" w:rsidR="00F05DF3" w:rsidRDefault="00F05DF3" w:rsidP="00E22649"/>
    <w:p w14:paraId="63B2988D" w14:textId="77777777" w:rsidR="0015545A" w:rsidRDefault="0015545A" w:rsidP="0015545A"/>
    <w:p w14:paraId="1A6EB2B4" w14:textId="77777777" w:rsidR="008967B9" w:rsidRDefault="008967B9" w:rsidP="00E45F93"/>
    <w:p w14:paraId="032262D2" w14:textId="77777777" w:rsidR="00FC7289" w:rsidRDefault="00FC7289" w:rsidP="00FC7289"/>
    <w:p w14:paraId="5935C9E2" w14:textId="77777777" w:rsidR="0015545A" w:rsidRDefault="0015545A" w:rsidP="0015545A"/>
    <w:p w14:paraId="6DEB5B44" w14:textId="77777777" w:rsidR="0015545A" w:rsidRDefault="0015545A" w:rsidP="0015545A"/>
    <w:p w14:paraId="791936E9" w14:textId="77777777" w:rsidR="0015545A" w:rsidRDefault="0015545A" w:rsidP="0015545A"/>
    <w:p w14:paraId="63DEF9DF" w14:textId="77777777" w:rsidR="007676F4" w:rsidRDefault="007676F4" w:rsidP="007676F4"/>
    <w:sectPr w:rsidR="007676F4" w:rsidSect="00471F01">
      <w:headerReference w:type="default" r:id="rId23"/>
      <w:footerReference w:type="default" r:id="rId24"/>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6338E" w14:textId="77777777" w:rsidR="00983E3F" w:rsidRDefault="00983E3F" w:rsidP="00471F01">
      <w:r>
        <w:separator/>
      </w:r>
    </w:p>
    <w:p w14:paraId="18449C84" w14:textId="77777777" w:rsidR="00983E3F" w:rsidRDefault="00983E3F"/>
  </w:endnote>
  <w:endnote w:type="continuationSeparator" w:id="0">
    <w:p w14:paraId="60AC7ED7" w14:textId="77777777" w:rsidR="00983E3F" w:rsidRDefault="00983E3F" w:rsidP="00471F01">
      <w:r>
        <w:continuationSeparator/>
      </w:r>
    </w:p>
    <w:p w14:paraId="548ADD7D" w14:textId="77777777" w:rsidR="00983E3F" w:rsidRDefault="00983E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77777777" w:rsidR="008967B9" w:rsidRDefault="008967B9"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7340C3A9" w14:textId="0CA54FC4" w:rsidR="008967B9" w:rsidRPr="006D7365" w:rsidRDefault="008967B9" w:rsidP="00471F01">
    <w:pPr>
      <w:rPr>
        <w:sz w:val="16"/>
      </w:rPr>
    </w:pPr>
    <w:r w:rsidRPr="006239A5">
      <w:rPr>
        <w:rFonts w:ascii="Cambria" w:hAnsi="Cambria"/>
        <w:caps/>
      </w:rPr>
      <w:t xml:space="preserve">Page </w:t>
    </w:r>
    <w:sdt>
      <w:sdtPr>
        <w:rPr>
          <w:rFonts w:ascii="Cambria" w:hAnsi="Cambria"/>
          <w:caps/>
        </w:rPr>
        <w:id w:val="-592318871"/>
        <w:text/>
      </w:sdtPr>
      <w:sdtEndPr/>
      <w:sdtContent>
        <w:r w:rsidR="00FB3209">
          <w:rPr>
            <w:rFonts w:ascii="Cambria" w:hAnsi="Cambria"/>
            <w:caps/>
          </w:rPr>
          <w:t>30A</w:t>
        </w:r>
      </w:sdtContent>
    </w:sdt>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sidR="00CE4B5D">
      <w:rPr>
        <w:rFonts w:ascii="Cambria" w:hAnsi="Cambria"/>
        <w:caps/>
        <w:noProof/>
      </w:rPr>
      <w:t>2</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sdt>
      <w:sdtPr>
        <w:rPr>
          <w:rFonts w:ascii="Cambria" w:hAnsi="Cambria"/>
          <w:i/>
          <w:sz w:val="18"/>
          <w:szCs w:val="18"/>
        </w:rPr>
        <w:id w:val="1412045601"/>
      </w:sdtPr>
      <w:sdtEndPr/>
      <w:sdtContent>
        <w:r w:rsidR="00E14676">
          <w:rPr>
            <w:rFonts w:ascii="Cambria" w:hAnsi="Cambria"/>
            <w:i/>
            <w:sz w:val="18"/>
            <w:szCs w:val="18"/>
          </w:rPr>
          <w:t xml:space="preserve">April </w:t>
        </w:r>
        <w:r w:rsidR="00FB3209">
          <w:rPr>
            <w:rFonts w:ascii="Cambria" w:hAnsi="Cambria"/>
            <w:i/>
            <w:sz w:val="18"/>
            <w:szCs w:val="18"/>
          </w:rPr>
          <w:t>2025</w:t>
        </w:r>
      </w:sdtContent>
    </w:sdt>
  </w:p>
  <w:p w14:paraId="169F2E6C" w14:textId="77777777" w:rsidR="008967B9" w:rsidRDefault="008967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7DB90" w14:textId="77777777" w:rsidR="00983E3F" w:rsidRDefault="00983E3F" w:rsidP="00471F01">
      <w:r>
        <w:separator/>
      </w:r>
    </w:p>
    <w:p w14:paraId="3E5EF330" w14:textId="77777777" w:rsidR="00983E3F" w:rsidRDefault="00983E3F"/>
  </w:footnote>
  <w:footnote w:type="continuationSeparator" w:id="0">
    <w:p w14:paraId="47D31809" w14:textId="77777777" w:rsidR="00983E3F" w:rsidRDefault="00983E3F" w:rsidP="00471F01">
      <w:r>
        <w:continuationSeparator/>
      </w:r>
    </w:p>
    <w:p w14:paraId="084DFA66" w14:textId="77777777" w:rsidR="00983E3F" w:rsidRDefault="00983E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002A3492">
      <w:trPr>
        <w:trHeight w:val="1350"/>
      </w:trPr>
      <w:tc>
        <w:tcPr>
          <w:tcW w:w="6048" w:type="dxa"/>
        </w:tcPr>
        <w:p w14:paraId="20CD37F4" w14:textId="77777777" w:rsidR="00FB3209" w:rsidRPr="00FB3209" w:rsidRDefault="008967B9" w:rsidP="00FB3209">
          <w:pPr>
            <w:pStyle w:val="Header"/>
            <w:rPr>
              <w:rFonts w:ascii="Cambria" w:hAnsi="Cambria"/>
              <w:b/>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EndPr/>
            <w:sdtContent>
              <w:r w:rsidR="00FB3209" w:rsidRPr="00FB3209">
                <w:rPr>
                  <w:rFonts w:ascii="Cambria" w:hAnsi="Cambria"/>
                  <w:color w:val="193F6F"/>
                  <w:sz w:val="24"/>
                  <w:szCs w:val="24"/>
                </w:rPr>
                <w:t>30a</w:t>
              </w:r>
            </w:sdtContent>
          </w:sdt>
          <w:r w:rsidR="00FB3209" w:rsidRPr="00FB3209">
            <w:rPr>
              <w:rFonts w:ascii="Cambria" w:hAnsi="Cambria"/>
              <w:b/>
              <w:color w:val="193F6F"/>
              <w:sz w:val="24"/>
              <w:szCs w:val="24"/>
            </w:rPr>
            <w:t xml:space="preserve">:  </w:t>
          </w:r>
          <w:sdt>
            <w:sdtPr>
              <w:rPr>
                <w:rFonts w:ascii="Cambria" w:hAnsi="Cambria"/>
                <w:color w:val="193F6F"/>
                <w:sz w:val="24"/>
                <w:szCs w:val="24"/>
              </w:rPr>
              <w:id w:val="-1591624033"/>
              <w:text/>
            </w:sdtPr>
            <w:sdtEndPr/>
            <w:sdtContent>
              <w:r w:rsidR="00FB3209" w:rsidRPr="00FB3209">
                <w:rPr>
                  <w:rFonts w:ascii="Cambria" w:hAnsi="Cambria"/>
                  <w:color w:val="193F6F"/>
                  <w:sz w:val="24"/>
                  <w:szCs w:val="24"/>
                </w:rPr>
                <w:t>Intro to the Medicaid Transformation Demonstration</w:t>
              </w:r>
            </w:sdtContent>
          </w:sdt>
        </w:p>
        <w:p w14:paraId="4CF26999" w14:textId="7BE84A21" w:rsidR="008967B9" w:rsidRPr="00194A0B" w:rsidRDefault="008967B9" w:rsidP="00471F01">
          <w:pPr>
            <w:pStyle w:val="Header"/>
            <w:rPr>
              <w:rFonts w:ascii="Cambria" w:hAnsi="Cambria"/>
              <w:b/>
              <w:caps/>
              <w:color w:val="193F6F"/>
              <w:sz w:val="24"/>
              <w:szCs w:val="24"/>
            </w:rPr>
          </w:pPr>
        </w:p>
        <w:p w14:paraId="010F4AEF" w14:textId="21E35AA6" w:rsidR="008967B9" w:rsidRPr="00B43E26" w:rsidRDefault="008967B9" w:rsidP="005C7038">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1AA3933B">
                <wp:extent cx="1969135" cy="829310"/>
                <wp:effectExtent l="0" t="0" r="0" b="8890"/>
                <wp:docPr id="1732190794" name="Picture 1" descr="DS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190794" name="Picture 1" descr="DS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007539B0">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64149"/>
    <w:multiLevelType w:val="multilevel"/>
    <w:tmpl w:val="93EA1444"/>
    <w:name w:val="Numbering22222"/>
    <w:numStyleLink w:val="Style1"/>
  </w:abstractNum>
  <w:abstractNum w:abstractNumId="1" w15:restartNumberingAfterBreak="0">
    <w:nsid w:val="09217A98"/>
    <w:multiLevelType w:val="hybridMultilevel"/>
    <w:tmpl w:val="CC88239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DF50F87"/>
    <w:multiLevelType w:val="multilevel"/>
    <w:tmpl w:val="8CD42D26"/>
    <w:name w:val="Numbering22222222222222"/>
    <w:numStyleLink w:val="NumericList"/>
  </w:abstractNum>
  <w:abstractNum w:abstractNumId="4"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5" w15:restartNumberingAfterBreak="0">
    <w:nsid w:val="178749E0"/>
    <w:multiLevelType w:val="multilevel"/>
    <w:tmpl w:val="8CD42D26"/>
    <w:name w:val="Numbering2222222222"/>
    <w:numStyleLink w:val="NumericList"/>
  </w:abstractNum>
  <w:abstractNum w:abstractNumId="6"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9" w15:restartNumberingAfterBreak="0">
    <w:nsid w:val="26AC4005"/>
    <w:multiLevelType w:val="hybridMultilevel"/>
    <w:tmpl w:val="7E10C48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AB34A1A"/>
    <w:multiLevelType w:val="multilevel"/>
    <w:tmpl w:val="8CD42D26"/>
    <w:name w:val="Numbering222222222"/>
    <w:numStyleLink w:val="NumericList"/>
  </w:abstractNum>
  <w:abstractNum w:abstractNumId="11" w15:restartNumberingAfterBreak="0">
    <w:nsid w:val="2C1D004C"/>
    <w:multiLevelType w:val="multilevel"/>
    <w:tmpl w:val="8CD42D26"/>
    <w:name w:val="Numbering2222222222222"/>
    <w:numStyleLink w:val="NumericList"/>
  </w:abstractNum>
  <w:abstractNum w:abstractNumId="12"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5D27782"/>
    <w:multiLevelType w:val="multilevel"/>
    <w:tmpl w:val="C024D884"/>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Arial" w:hAnsi="Arial" w:hint="default"/>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14" w15:restartNumberingAfterBreak="0">
    <w:nsid w:val="36D12AD3"/>
    <w:multiLevelType w:val="hybridMultilevel"/>
    <w:tmpl w:val="A43C09F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16"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17" w15:restartNumberingAfterBreak="0">
    <w:nsid w:val="430D0080"/>
    <w:multiLevelType w:val="hybridMultilevel"/>
    <w:tmpl w:val="2238435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A4B72B4"/>
    <w:multiLevelType w:val="multilevel"/>
    <w:tmpl w:val="8CD42D26"/>
    <w:name w:val="Numbering222222222222"/>
    <w:numStyleLink w:val="NumericList"/>
  </w:abstractNum>
  <w:abstractNum w:abstractNumId="19" w15:restartNumberingAfterBreak="0">
    <w:nsid w:val="53DB5317"/>
    <w:multiLevelType w:val="multilevel"/>
    <w:tmpl w:val="93EA1444"/>
    <w:name w:val="Numbering2"/>
    <w:numStyleLink w:val="Style1"/>
  </w:abstractNum>
  <w:abstractNum w:abstractNumId="20" w15:restartNumberingAfterBreak="0">
    <w:nsid w:val="54AE5F65"/>
    <w:multiLevelType w:val="multilevel"/>
    <w:tmpl w:val="BD7CE51C"/>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21" w15:restartNumberingAfterBreak="0">
    <w:nsid w:val="582F40D4"/>
    <w:multiLevelType w:val="multilevel"/>
    <w:tmpl w:val="8CD42D26"/>
    <w:name w:val="Numbering22222222222"/>
    <w:numStyleLink w:val="NumericList"/>
  </w:abstractNum>
  <w:abstractNum w:abstractNumId="22"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24"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25"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26" w15:restartNumberingAfterBreak="0">
    <w:nsid w:val="61013FDE"/>
    <w:multiLevelType w:val="multilevel"/>
    <w:tmpl w:val="93EA1444"/>
    <w:name w:val="Numbering22"/>
    <w:numStyleLink w:val="Style1"/>
  </w:abstractNum>
  <w:abstractNum w:abstractNumId="27" w15:restartNumberingAfterBreak="0">
    <w:nsid w:val="63796833"/>
    <w:multiLevelType w:val="multilevel"/>
    <w:tmpl w:val="93EA1444"/>
    <w:name w:val="Numbering222"/>
    <w:numStyleLink w:val="Style1"/>
  </w:abstractNum>
  <w:abstractNum w:abstractNumId="28"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29"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B3055C"/>
    <w:multiLevelType w:val="multilevel"/>
    <w:tmpl w:val="93EA1444"/>
    <w:name w:val="Numbering2222"/>
    <w:numStyleLink w:val="Style1"/>
  </w:abstractNum>
  <w:abstractNum w:abstractNumId="31"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32"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33" w15:restartNumberingAfterBreak="0">
    <w:nsid w:val="7CF3434C"/>
    <w:multiLevelType w:val="multilevel"/>
    <w:tmpl w:val="159081B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E6A72CD"/>
    <w:multiLevelType w:val="hybridMultilevel"/>
    <w:tmpl w:val="5EC08472"/>
    <w:lvl w:ilvl="0" w:tplc="F984DF5C">
      <w:start w:val="1"/>
      <w:numFmt w:val="decimal"/>
      <w:lvlText w:val="%1."/>
      <w:lvlJc w:val="left"/>
      <w:pPr>
        <w:ind w:left="720" w:hanging="360"/>
      </w:pPr>
      <w:rPr>
        <w:rFonts w:hint="default"/>
      </w:rPr>
    </w:lvl>
    <w:lvl w:ilvl="1" w:tplc="8376EE3C">
      <w:start w:val="1"/>
      <w:numFmt w:val="bullet"/>
      <w:lvlText w:val=""/>
      <w:lvlJc w:val="left"/>
      <w:pPr>
        <w:ind w:left="1440" w:hanging="360"/>
      </w:pPr>
      <w:rPr>
        <w:rFonts w:ascii="Symbol" w:hAnsi="Symbol" w:hint="default"/>
      </w:rPr>
    </w:lvl>
    <w:lvl w:ilvl="2" w:tplc="F3FE1694" w:tentative="1">
      <w:start w:val="1"/>
      <w:numFmt w:val="lowerRoman"/>
      <w:lvlText w:val="%3."/>
      <w:lvlJc w:val="right"/>
      <w:pPr>
        <w:ind w:left="2160" w:hanging="180"/>
      </w:pPr>
    </w:lvl>
    <w:lvl w:ilvl="3" w:tplc="B352C82C" w:tentative="1">
      <w:start w:val="1"/>
      <w:numFmt w:val="decimal"/>
      <w:lvlText w:val="%4."/>
      <w:lvlJc w:val="left"/>
      <w:pPr>
        <w:ind w:left="2880" w:hanging="360"/>
      </w:pPr>
    </w:lvl>
    <w:lvl w:ilvl="4" w:tplc="E2CA255E" w:tentative="1">
      <w:start w:val="1"/>
      <w:numFmt w:val="lowerLetter"/>
      <w:lvlText w:val="%5."/>
      <w:lvlJc w:val="left"/>
      <w:pPr>
        <w:ind w:left="3600" w:hanging="360"/>
      </w:pPr>
    </w:lvl>
    <w:lvl w:ilvl="5" w:tplc="13BA40B2" w:tentative="1">
      <w:start w:val="1"/>
      <w:numFmt w:val="lowerRoman"/>
      <w:lvlText w:val="%6."/>
      <w:lvlJc w:val="right"/>
      <w:pPr>
        <w:ind w:left="4320" w:hanging="180"/>
      </w:pPr>
    </w:lvl>
    <w:lvl w:ilvl="6" w:tplc="72942A04" w:tentative="1">
      <w:start w:val="1"/>
      <w:numFmt w:val="decimal"/>
      <w:lvlText w:val="%7."/>
      <w:lvlJc w:val="left"/>
      <w:pPr>
        <w:ind w:left="5040" w:hanging="360"/>
      </w:pPr>
    </w:lvl>
    <w:lvl w:ilvl="7" w:tplc="3994637C" w:tentative="1">
      <w:start w:val="1"/>
      <w:numFmt w:val="lowerLetter"/>
      <w:lvlText w:val="%8."/>
      <w:lvlJc w:val="left"/>
      <w:pPr>
        <w:ind w:left="5760" w:hanging="360"/>
      </w:pPr>
    </w:lvl>
    <w:lvl w:ilvl="8" w:tplc="1B283D80" w:tentative="1">
      <w:start w:val="1"/>
      <w:numFmt w:val="lowerRoman"/>
      <w:lvlText w:val="%9."/>
      <w:lvlJc w:val="right"/>
      <w:pPr>
        <w:ind w:left="6480" w:hanging="180"/>
      </w:pPr>
    </w:lvl>
  </w:abstractNum>
  <w:num w:numId="1" w16cid:durableId="1369332823">
    <w:abstractNumId w:val="23"/>
  </w:num>
  <w:num w:numId="2" w16cid:durableId="1927811138">
    <w:abstractNumId w:val="28"/>
  </w:num>
  <w:num w:numId="3" w16cid:durableId="952975018">
    <w:abstractNumId w:val="15"/>
  </w:num>
  <w:num w:numId="4" w16cid:durableId="204369509">
    <w:abstractNumId w:val="16"/>
  </w:num>
  <w:num w:numId="5" w16cid:durableId="678117749">
    <w:abstractNumId w:val="8"/>
  </w:num>
  <w:num w:numId="6" w16cid:durableId="1910848312">
    <w:abstractNumId w:val="34"/>
  </w:num>
  <w:num w:numId="7" w16cid:durableId="739451722">
    <w:abstractNumId w:val="24"/>
  </w:num>
  <w:num w:numId="8" w16cid:durableId="134764918">
    <w:abstractNumId w:val="32"/>
  </w:num>
  <w:num w:numId="9" w16cid:durableId="721177921">
    <w:abstractNumId w:val="6"/>
  </w:num>
  <w:num w:numId="10" w16cid:durableId="898590737">
    <w:abstractNumId w:val="12"/>
  </w:num>
  <w:num w:numId="11" w16cid:durableId="1589921853">
    <w:abstractNumId w:val="22"/>
  </w:num>
  <w:num w:numId="12" w16cid:durableId="1944145685">
    <w:abstractNumId w:val="7"/>
  </w:num>
  <w:num w:numId="13" w16cid:durableId="1546214424">
    <w:abstractNumId w:val="2"/>
  </w:num>
  <w:num w:numId="14" w16cid:durableId="1936815654">
    <w:abstractNumId w:val="29"/>
  </w:num>
  <w:num w:numId="15" w16cid:durableId="1380587838">
    <w:abstractNumId w:val="29"/>
    <w:lvlOverride w:ilvl="0">
      <w:startOverride w:val="1"/>
    </w:lvlOverride>
  </w:num>
  <w:num w:numId="16" w16cid:durableId="377978015">
    <w:abstractNumId w:val="29"/>
    <w:lvlOverride w:ilvl="0">
      <w:startOverride w:val="1"/>
    </w:lvlOverride>
  </w:num>
  <w:num w:numId="17" w16cid:durableId="1963997206">
    <w:abstractNumId w:val="29"/>
    <w:lvlOverride w:ilvl="0">
      <w:startOverride w:val="1"/>
    </w:lvlOverride>
  </w:num>
  <w:num w:numId="18" w16cid:durableId="1909152488">
    <w:abstractNumId w:val="29"/>
    <w:lvlOverride w:ilvl="0">
      <w:startOverride w:val="1"/>
    </w:lvlOverride>
  </w:num>
  <w:num w:numId="19" w16cid:durableId="1853883764">
    <w:abstractNumId w:val="29"/>
    <w:lvlOverride w:ilvl="0">
      <w:startOverride w:val="1"/>
    </w:lvlOverride>
  </w:num>
  <w:num w:numId="20" w16cid:durableId="551305303">
    <w:abstractNumId w:val="29"/>
    <w:lvlOverride w:ilvl="0">
      <w:startOverride w:val="1"/>
    </w:lvlOverride>
  </w:num>
  <w:num w:numId="21" w16cid:durableId="1962808792">
    <w:abstractNumId w:val="33"/>
    <w:lvlOverride w:ilvl="0">
      <w:lvl w:ilvl="0">
        <w:numFmt w:val="bullet"/>
        <w:lvlText w:val="o"/>
        <w:lvlJc w:val="left"/>
        <w:pPr>
          <w:tabs>
            <w:tab w:val="num" w:pos="720"/>
          </w:tabs>
          <w:ind w:left="720" w:hanging="360"/>
        </w:pPr>
        <w:rPr>
          <w:rFonts w:ascii="Courier New" w:hAnsi="Courier New" w:hint="default"/>
          <w:sz w:val="20"/>
        </w:rPr>
      </w:lvl>
    </w:lvlOverride>
    <w:lvlOverride w:ilvl="1">
      <w:lvl w:ilvl="1">
        <w:numFmt w:val="bullet"/>
        <w:lvlText w:val="o"/>
        <w:lvlJc w:val="left"/>
        <w:pPr>
          <w:tabs>
            <w:tab w:val="num" w:pos="1440"/>
          </w:tabs>
          <w:ind w:left="1440" w:hanging="360"/>
        </w:pPr>
        <w:rPr>
          <w:rFonts w:ascii="Courier New" w:hAnsi="Courier New" w:hint="default"/>
          <w:sz w:val="20"/>
        </w:rPr>
      </w:lvl>
    </w:lvlOverride>
  </w:num>
  <w:num w:numId="22" w16cid:durableId="761533146">
    <w:abstractNumId w:val="33"/>
    <w:lvlOverride w:ilvl="0">
      <w:lvl w:ilvl="0">
        <w:numFmt w:val="bullet"/>
        <w:lvlText w:val="o"/>
        <w:lvlJc w:val="left"/>
        <w:pPr>
          <w:tabs>
            <w:tab w:val="num" w:pos="720"/>
          </w:tabs>
          <w:ind w:left="720" w:hanging="360"/>
        </w:pPr>
        <w:rPr>
          <w:rFonts w:ascii="Courier New" w:hAnsi="Courier New" w:hint="default"/>
          <w:sz w:val="20"/>
        </w:rPr>
      </w:lvl>
    </w:lvlOverride>
    <w:lvlOverride w:ilvl="1">
      <w:lvl w:ilvl="1">
        <w:numFmt w:val="bullet"/>
        <w:lvlText w:val="o"/>
        <w:lvlJc w:val="left"/>
        <w:pPr>
          <w:tabs>
            <w:tab w:val="num" w:pos="1440"/>
          </w:tabs>
          <w:ind w:left="1440" w:hanging="360"/>
        </w:pPr>
        <w:rPr>
          <w:rFonts w:ascii="Courier New" w:hAnsi="Courier New" w:hint="default"/>
          <w:sz w:val="20"/>
        </w:rPr>
      </w:lvl>
    </w:lvlOverride>
  </w:num>
  <w:num w:numId="23" w16cid:durableId="800155472">
    <w:abstractNumId w:val="33"/>
    <w:lvlOverride w:ilvl="0">
      <w:lvl w:ilvl="0">
        <w:numFmt w:val="bullet"/>
        <w:lvlText w:val="o"/>
        <w:lvlJc w:val="left"/>
        <w:pPr>
          <w:tabs>
            <w:tab w:val="num" w:pos="720"/>
          </w:tabs>
          <w:ind w:left="720" w:hanging="360"/>
        </w:pPr>
        <w:rPr>
          <w:rFonts w:ascii="Courier New" w:hAnsi="Courier New" w:hint="default"/>
          <w:sz w:val="20"/>
        </w:rPr>
      </w:lvl>
    </w:lvlOverride>
    <w:lvlOverride w:ilvl="1">
      <w:lvl w:ilvl="1">
        <w:numFmt w:val="bullet"/>
        <w:lvlText w:val="o"/>
        <w:lvlJc w:val="left"/>
        <w:pPr>
          <w:tabs>
            <w:tab w:val="num" w:pos="1440"/>
          </w:tabs>
          <w:ind w:left="1440" w:hanging="360"/>
        </w:pPr>
        <w:rPr>
          <w:rFonts w:ascii="Courier New" w:hAnsi="Courier New" w:hint="default"/>
          <w:sz w:val="20"/>
        </w:rPr>
      </w:lvl>
    </w:lvlOverride>
  </w:num>
  <w:num w:numId="24" w16cid:durableId="233052673">
    <w:abstractNumId w:val="17"/>
  </w:num>
  <w:num w:numId="25" w16cid:durableId="2142262083">
    <w:abstractNumId w:val="13"/>
  </w:num>
  <w:num w:numId="26" w16cid:durableId="137184797">
    <w:abstractNumId w:val="1"/>
  </w:num>
  <w:num w:numId="27" w16cid:durableId="1808623679">
    <w:abstractNumId w:val="20"/>
  </w:num>
  <w:num w:numId="28" w16cid:durableId="2063629414">
    <w:abstractNumId w:val="9"/>
  </w:num>
  <w:num w:numId="29" w16cid:durableId="752625261">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16E1B"/>
    <w:rsid w:val="00027F0E"/>
    <w:rsid w:val="00047FBA"/>
    <w:rsid w:val="0005613A"/>
    <w:rsid w:val="000B1477"/>
    <w:rsid w:val="000B3142"/>
    <w:rsid w:val="000B450A"/>
    <w:rsid w:val="000C3C60"/>
    <w:rsid w:val="000E0492"/>
    <w:rsid w:val="000F302E"/>
    <w:rsid w:val="000F65C1"/>
    <w:rsid w:val="001108BC"/>
    <w:rsid w:val="00116A5C"/>
    <w:rsid w:val="0011718D"/>
    <w:rsid w:val="001418CD"/>
    <w:rsid w:val="00143E1D"/>
    <w:rsid w:val="001540BA"/>
    <w:rsid w:val="0015545A"/>
    <w:rsid w:val="001559AE"/>
    <w:rsid w:val="00177BFC"/>
    <w:rsid w:val="00194A0B"/>
    <w:rsid w:val="001C34AE"/>
    <w:rsid w:val="001C4CE9"/>
    <w:rsid w:val="001D32E9"/>
    <w:rsid w:val="001D474E"/>
    <w:rsid w:val="001F3BE4"/>
    <w:rsid w:val="00214F73"/>
    <w:rsid w:val="0022545D"/>
    <w:rsid w:val="00231A59"/>
    <w:rsid w:val="00244F8F"/>
    <w:rsid w:val="00255F2C"/>
    <w:rsid w:val="00295703"/>
    <w:rsid w:val="00296C58"/>
    <w:rsid w:val="002A3492"/>
    <w:rsid w:val="002A3D16"/>
    <w:rsid w:val="002A7EC9"/>
    <w:rsid w:val="002B4D01"/>
    <w:rsid w:val="002E44DD"/>
    <w:rsid w:val="002F2C0F"/>
    <w:rsid w:val="003072E6"/>
    <w:rsid w:val="003203B7"/>
    <w:rsid w:val="00353FFD"/>
    <w:rsid w:val="00355A33"/>
    <w:rsid w:val="00382FE0"/>
    <w:rsid w:val="00383BB2"/>
    <w:rsid w:val="00393661"/>
    <w:rsid w:val="003C1FD0"/>
    <w:rsid w:val="00405BD7"/>
    <w:rsid w:val="004075CE"/>
    <w:rsid w:val="00445303"/>
    <w:rsid w:val="00450C89"/>
    <w:rsid w:val="00471DAD"/>
    <w:rsid w:val="00471F01"/>
    <w:rsid w:val="00492585"/>
    <w:rsid w:val="0050190B"/>
    <w:rsid w:val="00534461"/>
    <w:rsid w:val="005710CC"/>
    <w:rsid w:val="00580D26"/>
    <w:rsid w:val="005A12AB"/>
    <w:rsid w:val="005C6C80"/>
    <w:rsid w:val="005C7038"/>
    <w:rsid w:val="00612A13"/>
    <w:rsid w:val="0061711B"/>
    <w:rsid w:val="0061788C"/>
    <w:rsid w:val="00620715"/>
    <w:rsid w:val="00623B72"/>
    <w:rsid w:val="00636B79"/>
    <w:rsid w:val="006457F1"/>
    <w:rsid w:val="00651643"/>
    <w:rsid w:val="0068458D"/>
    <w:rsid w:val="006B0949"/>
    <w:rsid w:val="006B5589"/>
    <w:rsid w:val="006C3806"/>
    <w:rsid w:val="006E6FB2"/>
    <w:rsid w:val="006E71CD"/>
    <w:rsid w:val="006F7A7B"/>
    <w:rsid w:val="007539B0"/>
    <w:rsid w:val="007676F4"/>
    <w:rsid w:val="007C7FB6"/>
    <w:rsid w:val="007E62CD"/>
    <w:rsid w:val="007F44AE"/>
    <w:rsid w:val="007F4EF4"/>
    <w:rsid w:val="00801A8A"/>
    <w:rsid w:val="008125F9"/>
    <w:rsid w:val="0081449C"/>
    <w:rsid w:val="00820F06"/>
    <w:rsid w:val="008367B2"/>
    <w:rsid w:val="00837725"/>
    <w:rsid w:val="008441C4"/>
    <w:rsid w:val="00846743"/>
    <w:rsid w:val="00853D12"/>
    <w:rsid w:val="008643E8"/>
    <w:rsid w:val="00874174"/>
    <w:rsid w:val="00877B52"/>
    <w:rsid w:val="008967B9"/>
    <w:rsid w:val="008B6996"/>
    <w:rsid w:val="008C6E69"/>
    <w:rsid w:val="008E0ADA"/>
    <w:rsid w:val="008F007C"/>
    <w:rsid w:val="008F367A"/>
    <w:rsid w:val="00912C00"/>
    <w:rsid w:val="0092064E"/>
    <w:rsid w:val="009248E2"/>
    <w:rsid w:val="00941067"/>
    <w:rsid w:val="00950E66"/>
    <w:rsid w:val="00963C4B"/>
    <w:rsid w:val="00964469"/>
    <w:rsid w:val="00983E3F"/>
    <w:rsid w:val="009A3B5C"/>
    <w:rsid w:val="009C4143"/>
    <w:rsid w:val="009E29DE"/>
    <w:rsid w:val="009F3788"/>
    <w:rsid w:val="00A1127B"/>
    <w:rsid w:val="00A26C3A"/>
    <w:rsid w:val="00A45DEC"/>
    <w:rsid w:val="00A63DEC"/>
    <w:rsid w:val="00AA4F7B"/>
    <w:rsid w:val="00AF3ECB"/>
    <w:rsid w:val="00AF56DF"/>
    <w:rsid w:val="00B17F26"/>
    <w:rsid w:val="00B267EE"/>
    <w:rsid w:val="00B36DD9"/>
    <w:rsid w:val="00B43E26"/>
    <w:rsid w:val="00B62281"/>
    <w:rsid w:val="00BC32A3"/>
    <w:rsid w:val="00BD2C17"/>
    <w:rsid w:val="00BD31FC"/>
    <w:rsid w:val="00BE148E"/>
    <w:rsid w:val="00BF1899"/>
    <w:rsid w:val="00C11A0A"/>
    <w:rsid w:val="00C3620E"/>
    <w:rsid w:val="00C64D15"/>
    <w:rsid w:val="00C822ED"/>
    <w:rsid w:val="00C94D49"/>
    <w:rsid w:val="00C9560B"/>
    <w:rsid w:val="00C96038"/>
    <w:rsid w:val="00CA5E2E"/>
    <w:rsid w:val="00CD7CD5"/>
    <w:rsid w:val="00CE4B5D"/>
    <w:rsid w:val="00CE5A0D"/>
    <w:rsid w:val="00CE6CAA"/>
    <w:rsid w:val="00CF3EF6"/>
    <w:rsid w:val="00D07184"/>
    <w:rsid w:val="00D56153"/>
    <w:rsid w:val="00D72205"/>
    <w:rsid w:val="00D726DD"/>
    <w:rsid w:val="00DA597B"/>
    <w:rsid w:val="00DE40DD"/>
    <w:rsid w:val="00DE4F0A"/>
    <w:rsid w:val="00E06B6B"/>
    <w:rsid w:val="00E14676"/>
    <w:rsid w:val="00E22649"/>
    <w:rsid w:val="00E2655A"/>
    <w:rsid w:val="00E312FF"/>
    <w:rsid w:val="00E37E9C"/>
    <w:rsid w:val="00E45F93"/>
    <w:rsid w:val="00E54274"/>
    <w:rsid w:val="00E57997"/>
    <w:rsid w:val="00E80F4E"/>
    <w:rsid w:val="00E827DA"/>
    <w:rsid w:val="00EA0C09"/>
    <w:rsid w:val="00EC42BD"/>
    <w:rsid w:val="00EC74BC"/>
    <w:rsid w:val="00EF45C7"/>
    <w:rsid w:val="00EF77D4"/>
    <w:rsid w:val="00F03ECC"/>
    <w:rsid w:val="00F05DF3"/>
    <w:rsid w:val="00F15D3C"/>
    <w:rsid w:val="00F212C0"/>
    <w:rsid w:val="00F24806"/>
    <w:rsid w:val="00F36A0C"/>
    <w:rsid w:val="00F46047"/>
    <w:rsid w:val="00F5558A"/>
    <w:rsid w:val="00F946B4"/>
    <w:rsid w:val="00FA2581"/>
    <w:rsid w:val="00FB3209"/>
    <w:rsid w:val="00FC7289"/>
    <w:rsid w:val="00FE1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923FC"/>
  <w15:chartTrackingRefBased/>
  <w15:docId w15:val="{6FAC62F0-B3E5-4D0E-A2E4-DD9FD37D8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48E"/>
  </w:style>
  <w:style w:type="paragraph" w:styleId="Heading1">
    <w:name w:val="heading 1"/>
    <w:basedOn w:val="Normal"/>
    <w:next w:val="Normal"/>
    <w:link w:val="Heading1Char"/>
    <w:autoRedefine/>
    <w:uiPriority w:val="9"/>
    <w:qFormat/>
    <w:rsid w:val="00FA2581"/>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FA2581"/>
    <w:rPr>
      <w:rFonts w:ascii="Arial" w:eastAsiaTheme="majorEastAsia" w:hAnsi="Arial" w:cstheme="majorBidi"/>
      <w:color w:val="193F6F"/>
      <w:sz w:val="44"/>
      <w:szCs w:val="32"/>
    </w:rPr>
  </w:style>
  <w:style w:type="paragraph" w:styleId="ListParagraph">
    <w:name w:val="List Paragraph"/>
    <w:basedOn w:val="Normal"/>
    <w:uiPriority w:val="34"/>
    <w:qFormat/>
    <w:rsid w:val="008B6996"/>
    <w:pPr>
      <w:numPr>
        <w:numId w:val="2"/>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7"/>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8"/>
      </w:numPr>
    </w:pPr>
  </w:style>
  <w:style w:type="numbering" w:customStyle="1" w:styleId="NumbersList">
    <w:name w:val="Numbers List"/>
    <w:basedOn w:val="NoList"/>
    <w:rsid w:val="00F946B4"/>
    <w:pPr>
      <w:numPr>
        <w:numId w:val="9"/>
      </w:numPr>
    </w:pPr>
  </w:style>
  <w:style w:type="numbering" w:customStyle="1" w:styleId="StyleNumbersListOutlinenumberedLeft06">
    <w:name w:val="Style Numbers List + Outline numbered Left:  0.6&quot;"/>
    <w:basedOn w:val="NoList"/>
    <w:rsid w:val="00F03ECC"/>
    <w:pPr>
      <w:numPr>
        <w:numId w:val="10"/>
      </w:numPr>
    </w:pPr>
  </w:style>
  <w:style w:type="numbering" w:customStyle="1" w:styleId="StyleNumbersListOutlinenumberedLeft061">
    <w:name w:val="Style Numbers List + Outline numbered Left:  0.6&quot;1"/>
    <w:basedOn w:val="NoList"/>
    <w:rsid w:val="00F03ECC"/>
    <w:pPr>
      <w:numPr>
        <w:numId w:val="11"/>
      </w:numPr>
    </w:pPr>
  </w:style>
  <w:style w:type="numbering" w:customStyle="1" w:styleId="StyleNumbersListOutlinenumberedLeft062">
    <w:name w:val="Style Numbers List + Outline numbered Left:  0.6&quot;2"/>
    <w:basedOn w:val="NoList"/>
    <w:rsid w:val="00F03ECC"/>
    <w:pPr>
      <w:numPr>
        <w:numId w:val="12"/>
      </w:numPr>
    </w:pPr>
  </w:style>
  <w:style w:type="numbering" w:customStyle="1" w:styleId="StyleNumbersListOutlinenumberedLeft063">
    <w:name w:val="Style Numbers List + Outline numbered Left:  0.6&quot;3"/>
    <w:basedOn w:val="NoList"/>
    <w:rsid w:val="00F03ECC"/>
    <w:pPr>
      <w:numPr>
        <w:numId w:val="13"/>
      </w:numPr>
    </w:pPr>
  </w:style>
  <w:style w:type="paragraph" w:customStyle="1" w:styleId="Numbering1">
    <w:name w:val="Numbering 1"/>
    <w:basedOn w:val="Normal"/>
    <w:qFormat/>
    <w:rsid w:val="00492585"/>
    <w:pPr>
      <w:numPr>
        <w:numId w:val="14"/>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character" w:styleId="UnresolvedMention">
    <w:name w:val="Unresolved Mention"/>
    <w:basedOn w:val="DefaultParagraphFont"/>
    <w:uiPriority w:val="99"/>
    <w:semiHidden/>
    <w:unhideWhenUsed/>
    <w:rsid w:val="00FB32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14966">
      <w:bodyDiv w:val="1"/>
      <w:marLeft w:val="0"/>
      <w:marRight w:val="0"/>
      <w:marTop w:val="0"/>
      <w:marBottom w:val="0"/>
      <w:divBdr>
        <w:top w:val="none" w:sz="0" w:space="0" w:color="auto"/>
        <w:left w:val="none" w:sz="0" w:space="0" w:color="auto"/>
        <w:bottom w:val="none" w:sz="0" w:space="0" w:color="auto"/>
        <w:right w:val="none" w:sz="0" w:space="0" w:color="auto"/>
      </w:divBdr>
    </w:div>
    <w:div w:id="2019498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sa.Lee-Bell@dshs.wa.gov" TargetMode="External"/><Relationship Id="rId13" Type="http://schemas.openxmlformats.org/officeDocument/2006/relationships/hyperlink" Target="https://www.hca.wa.gov/about-hca/programs-and-initiatives/medicaid-transformation-project-mtp/behavioral-health" TargetMode="External"/><Relationship Id="rId18" Type="http://schemas.openxmlformats.org/officeDocument/2006/relationships/hyperlink" Target="https://stateofwa.sharepoint.com/sites/DSHS-ALT-HCS-MTD/SitePages/Home.aspx?OR=Teams-HL&amp;CT=1664407164180&amp;clickparams=eyJBcHBOYW1lIjoiVGVhbXMtRGVza3RvcCIsIkFwcFZlcnNpb24iOiIyNy8yMjA3MzEwMTAwNSIsIkhhc0ZlZGVyYXRlZFVzZXIiOmZhbHNlfQ%3d%3d"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dshs.wa.gov/altsa/stakeholders/medicaid-transformation-demonstration" TargetMode="External"/><Relationship Id="rId7" Type="http://schemas.openxmlformats.org/officeDocument/2006/relationships/endnotes" Target="endnotes.xml"/><Relationship Id="rId12" Type="http://schemas.openxmlformats.org/officeDocument/2006/relationships/hyperlink" Target="https://www.hca.wa.gov/about-hca/programs-and-initiatives/medicaid-transformation-project-mtp/housing-and-employment" TargetMode="External"/><Relationship Id="rId17" Type="http://schemas.openxmlformats.org/officeDocument/2006/relationships/hyperlink" Target="https://www.hca.wa.gov/about-hca/programs-and-initiatives/medicaid-transformation-project-mtp/reentry-carceral-setting"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hca.wa.gov/about-hca/programs-and-initiatives/medicaid-transformation-project-mtp/behavioral-health" TargetMode="External"/><Relationship Id="rId20" Type="http://schemas.openxmlformats.org/officeDocument/2006/relationships/hyperlink" Target="https://intra.altsa.dshs.wa.gov/hcs/MTD.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ca.wa.gov/about-hca/programs-and-initiatives/medicaid-transformation-project-mtp/older-and-aging-adults-and-family-caregivers"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hca.wa.gov/about-hca/programs-and-initiatives/medicaid-transformation-project-mtp/behavioral-health" TargetMode="External"/><Relationship Id="rId23" Type="http://schemas.openxmlformats.org/officeDocument/2006/relationships/header" Target="header1.xml"/><Relationship Id="rId10" Type="http://schemas.openxmlformats.org/officeDocument/2006/relationships/hyperlink" Target="mailto:Michael.Corcoran@dshs.wa.gov" TargetMode="External"/><Relationship Id="rId19" Type="http://schemas.openxmlformats.org/officeDocument/2006/relationships/hyperlink" Target="http://www.hca.wa.gov/about-hca/healthier-washington" TargetMode="External"/><Relationship Id="rId4" Type="http://schemas.openxmlformats.org/officeDocument/2006/relationships/settings" Target="settings.xml"/><Relationship Id="rId9" Type="http://schemas.openxmlformats.org/officeDocument/2006/relationships/hyperlink" Target="mailto:Whitney.Howard@dshs.wa.gov" TargetMode="External"/><Relationship Id="rId14" Type="http://schemas.openxmlformats.org/officeDocument/2006/relationships/hyperlink" Target="https://www.hca.wa.gov/about-hca/programs-and-initiatives/medicaid-transformation-project-mtp/behavioral-health" TargetMode="External"/><Relationship Id="rId22" Type="http://schemas.openxmlformats.org/officeDocument/2006/relationships/hyperlink" Target="https://www.dshs.wa.gov/altsa/stakeholders/medicaid-transformation-project-demonstr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LTC Manual Chapter Template 2019 (002) (AutoRecovered)</Template>
  <TotalTime>2</TotalTime>
  <Pages>5</Pages>
  <Words>1682</Words>
  <Characters>9588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Washington State DSHS</Company>
  <LinksUpToDate>false</LinksUpToDate>
  <CharactersWithSpaces>11248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McCue, Megan D (DSHS/ALTSA/HCS)</cp:lastModifiedBy>
  <cp:revision>5</cp:revision>
  <dcterms:created xsi:type="dcterms:W3CDTF">2025-04-30T21:51:00Z</dcterms:created>
  <dcterms:modified xsi:type="dcterms:W3CDTF">2025-05-14T16:05:00Z</dcterms:modified>
</cp:coreProperties>
</file>