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6C1B0E4C" w:rsidR="007676F4" w:rsidRPr="00FA2581" w:rsidRDefault="005B5EC8" w:rsidP="00FA2581">
      <w:pPr>
        <w:pStyle w:val="Heading1"/>
      </w:pPr>
      <w:bookmarkStart w:id="0" w:name="_Toc193699219"/>
      <w:r>
        <w:t>Medicaid Persona</w:t>
      </w:r>
      <w:r w:rsidR="00992B75">
        <w:t>l</w:t>
      </w:r>
      <w:r>
        <w:t xml:space="preserve"> Care</w:t>
      </w:r>
      <w:bookmarkEnd w:id="0"/>
    </w:p>
    <w:p w14:paraId="65E536E9" w14:textId="13809E9F" w:rsidR="00A84F07" w:rsidRPr="00FF7DA2" w:rsidRDefault="00A84F07" w:rsidP="00A84F07">
      <w:r>
        <w:t>Chapter 7c</w:t>
      </w:r>
      <w:r w:rsidRPr="00907617">
        <w:t xml:space="preserve"> </w:t>
      </w:r>
      <w:r>
        <w:t>describes</w:t>
      </w:r>
      <w:r w:rsidRPr="00907617">
        <w:t xml:space="preserve"> the Medicaid Personal Care (MPC) program which </w:t>
      </w:r>
      <w:proofErr w:type="gramStart"/>
      <w:r w:rsidRPr="00907617">
        <w:t>provides assistance</w:t>
      </w:r>
      <w:proofErr w:type="gramEnd"/>
      <w:r w:rsidRPr="00907617">
        <w:t xml:space="preserve"> with personal care services that enable individuals to remain in, or return to, their own communities through the provision of coordinated, comprehensive and economical home &amp; community-based services</w:t>
      </w:r>
      <w:r>
        <w:t xml:space="preserve"> (HCBS)</w:t>
      </w:r>
      <w:r w:rsidRPr="00907617">
        <w:t>.</w:t>
      </w:r>
      <w:r>
        <w:t xml:space="preserve"> Rules governing MPC can be found in Washington Administrative Code (WAC) </w:t>
      </w:r>
      <w:hyperlink r:id="rId8" w:history="1">
        <w:r w:rsidRPr="00B626FD">
          <w:rPr>
            <w:rStyle w:val="Hyperlink"/>
          </w:rPr>
          <w:t>388-106-0200</w:t>
        </w:r>
      </w:hyperlink>
      <w:r>
        <w:t xml:space="preserve"> through </w:t>
      </w:r>
      <w:hyperlink r:id="rId9" w:history="1">
        <w:r w:rsidRPr="00B626FD">
          <w:rPr>
            <w:rStyle w:val="Hyperlink"/>
          </w:rPr>
          <w:t>0235</w:t>
        </w:r>
      </w:hyperlink>
      <w:r>
        <w:t xml:space="preserve"> – see </w:t>
      </w:r>
      <w:hyperlink w:anchor="_Resources" w:history="1">
        <w:r w:rsidRPr="004E52B4">
          <w:rPr>
            <w:rStyle w:val="Hyperlink"/>
          </w:rPr>
          <w:t>Resources</w:t>
        </w:r>
      </w:hyperlink>
      <w:r w:rsidRPr="004E52B4">
        <w:t xml:space="preserve"> f</w:t>
      </w:r>
      <w:r>
        <w:t>or full list of WACs.</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67734F92" w:rsidR="007676F4" w:rsidRDefault="00655AC0" w:rsidP="007676F4">
      <w:r>
        <w:t>Victoria Nuesca</w:t>
      </w:r>
      <w:r w:rsidR="007676F4">
        <w:tab/>
      </w:r>
      <w:r w:rsidR="007676F4">
        <w:tab/>
      </w:r>
      <w:r>
        <w:t xml:space="preserve">ALTSA Community First Choice (CFC) </w:t>
      </w:r>
      <w:r w:rsidR="0059587B">
        <w:t>Program Manager</w:t>
      </w:r>
    </w:p>
    <w:p w14:paraId="536E3D3D" w14:textId="7F492CBC" w:rsidR="007676F4" w:rsidRDefault="007676F4" w:rsidP="007676F4">
      <w:r>
        <w:tab/>
      </w:r>
      <w:r>
        <w:tab/>
      </w:r>
      <w:r>
        <w:tab/>
      </w:r>
      <w:r w:rsidR="00655AC0" w:rsidRPr="009D5EDA">
        <w:t>360.725.2393</w:t>
      </w:r>
      <w:r>
        <w:tab/>
      </w:r>
      <w:r>
        <w:tab/>
      </w:r>
      <w:hyperlink r:id="rId10" w:history="1">
        <w:r w:rsidR="00655AC0" w:rsidRPr="00BC1E0F">
          <w:rPr>
            <w:rStyle w:val="Hyperlink"/>
          </w:rPr>
          <w:t>victoria.nuesca@dshs.wa.gov</w:t>
        </w:r>
      </w:hyperlink>
      <w:r w:rsidR="009D5EDA">
        <w:t xml:space="preserve"> </w:t>
      </w:r>
    </w:p>
    <w:p w14:paraId="2B8EE16F" w14:textId="77777777" w:rsidR="0059587B" w:rsidRDefault="0059587B" w:rsidP="007676F4"/>
    <w:p w14:paraId="0C2976C3" w14:textId="72A75638" w:rsidR="0059587B" w:rsidRDefault="00B617D7" w:rsidP="0059587B">
      <w:r>
        <w:t>Sue Halle</w:t>
      </w:r>
      <w:r w:rsidR="0059587B">
        <w:tab/>
      </w:r>
      <w:r w:rsidR="0059587B">
        <w:tab/>
      </w:r>
      <w:r w:rsidR="004313A3">
        <w:t>DDA Community First Choice (CFC) Program Manager</w:t>
      </w:r>
    </w:p>
    <w:p w14:paraId="5F63A122" w14:textId="3546220E" w:rsidR="0059587B" w:rsidRDefault="0059587B" w:rsidP="007676F4">
      <w:r>
        <w:tab/>
      </w:r>
      <w:r>
        <w:tab/>
      </w:r>
      <w:r>
        <w:tab/>
      </w:r>
      <w:r w:rsidR="00F93EAC" w:rsidRPr="00F93EAC">
        <w:t>425.512.7764</w:t>
      </w:r>
      <w:r>
        <w:tab/>
      </w:r>
      <w:r>
        <w:tab/>
      </w:r>
      <w:hyperlink r:id="rId11" w:history="1">
        <w:r w:rsidR="00F93EAC" w:rsidRPr="00BC1E0F">
          <w:rPr>
            <w:rStyle w:val="Hyperlink"/>
          </w:rPr>
          <w:t>suzan.halle@dshs.wa.gov</w:t>
        </w:r>
      </w:hyperlink>
      <w:r w:rsidR="00F93EAC">
        <w:t xml:space="preserve"> </w:t>
      </w:r>
    </w:p>
    <w:p w14:paraId="47301CBC" w14:textId="77777777" w:rsidR="007676F4" w:rsidRDefault="007676F4" w:rsidP="007676F4"/>
    <w:p w14:paraId="39BF12D2" w14:textId="77777777" w:rsidR="00296C58" w:rsidRDefault="00296C58" w:rsidP="00E22649"/>
    <w:bookmarkStart w:id="1" w:name="_Toc193699220"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41293E48" w14:textId="4B0C0473" w:rsidR="00F0186B"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699219" w:history="1">
            <w:r w:rsidR="00F0186B" w:rsidRPr="00DD05F6">
              <w:rPr>
                <w:rStyle w:val="Hyperlink"/>
                <w:noProof/>
              </w:rPr>
              <w:t>Medicaid Personal Care</w:t>
            </w:r>
            <w:r w:rsidR="00F0186B">
              <w:rPr>
                <w:noProof/>
                <w:webHidden/>
              </w:rPr>
              <w:tab/>
            </w:r>
            <w:r w:rsidR="00F0186B">
              <w:rPr>
                <w:noProof/>
                <w:webHidden/>
              </w:rPr>
              <w:fldChar w:fldCharType="begin"/>
            </w:r>
            <w:r w:rsidR="00F0186B">
              <w:rPr>
                <w:noProof/>
                <w:webHidden/>
              </w:rPr>
              <w:instrText xml:space="preserve"> PAGEREF _Toc193699219 \h </w:instrText>
            </w:r>
            <w:r w:rsidR="00F0186B">
              <w:rPr>
                <w:noProof/>
                <w:webHidden/>
              </w:rPr>
            </w:r>
            <w:r w:rsidR="00F0186B">
              <w:rPr>
                <w:noProof/>
                <w:webHidden/>
              </w:rPr>
              <w:fldChar w:fldCharType="separate"/>
            </w:r>
            <w:r w:rsidR="00F0186B">
              <w:rPr>
                <w:noProof/>
                <w:webHidden/>
              </w:rPr>
              <w:t>1</w:t>
            </w:r>
            <w:r w:rsidR="00F0186B">
              <w:rPr>
                <w:noProof/>
                <w:webHidden/>
              </w:rPr>
              <w:fldChar w:fldCharType="end"/>
            </w:r>
          </w:hyperlink>
        </w:p>
        <w:p w14:paraId="66472952" w14:textId="4173F0CE"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20" w:history="1">
            <w:r w:rsidRPr="00DD05F6">
              <w:rPr>
                <w:rStyle w:val="Hyperlink"/>
                <w:noProof/>
              </w:rPr>
              <w:t>Table of Contents</w:t>
            </w:r>
            <w:r>
              <w:rPr>
                <w:noProof/>
                <w:webHidden/>
              </w:rPr>
              <w:tab/>
            </w:r>
            <w:r>
              <w:rPr>
                <w:noProof/>
                <w:webHidden/>
              </w:rPr>
              <w:fldChar w:fldCharType="begin"/>
            </w:r>
            <w:r>
              <w:rPr>
                <w:noProof/>
                <w:webHidden/>
              </w:rPr>
              <w:instrText xml:space="preserve"> PAGEREF _Toc193699220 \h </w:instrText>
            </w:r>
            <w:r>
              <w:rPr>
                <w:noProof/>
                <w:webHidden/>
              </w:rPr>
            </w:r>
            <w:r>
              <w:rPr>
                <w:noProof/>
                <w:webHidden/>
              </w:rPr>
              <w:fldChar w:fldCharType="separate"/>
            </w:r>
            <w:r>
              <w:rPr>
                <w:noProof/>
                <w:webHidden/>
              </w:rPr>
              <w:t>1</w:t>
            </w:r>
            <w:r>
              <w:rPr>
                <w:noProof/>
                <w:webHidden/>
              </w:rPr>
              <w:fldChar w:fldCharType="end"/>
            </w:r>
          </w:hyperlink>
        </w:p>
        <w:p w14:paraId="53090E79" w14:textId="47B44D07"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21" w:history="1">
            <w:r w:rsidRPr="00DD05F6">
              <w:rPr>
                <w:rStyle w:val="Hyperlink"/>
                <w:noProof/>
              </w:rPr>
              <w:t>Background</w:t>
            </w:r>
            <w:r>
              <w:rPr>
                <w:noProof/>
                <w:webHidden/>
              </w:rPr>
              <w:tab/>
            </w:r>
            <w:r>
              <w:rPr>
                <w:noProof/>
                <w:webHidden/>
              </w:rPr>
              <w:fldChar w:fldCharType="begin"/>
            </w:r>
            <w:r>
              <w:rPr>
                <w:noProof/>
                <w:webHidden/>
              </w:rPr>
              <w:instrText xml:space="preserve"> PAGEREF _Toc193699221 \h </w:instrText>
            </w:r>
            <w:r>
              <w:rPr>
                <w:noProof/>
                <w:webHidden/>
              </w:rPr>
            </w:r>
            <w:r>
              <w:rPr>
                <w:noProof/>
                <w:webHidden/>
              </w:rPr>
              <w:fldChar w:fldCharType="separate"/>
            </w:r>
            <w:r>
              <w:rPr>
                <w:noProof/>
                <w:webHidden/>
              </w:rPr>
              <w:t>3</w:t>
            </w:r>
            <w:r>
              <w:rPr>
                <w:noProof/>
                <w:webHidden/>
              </w:rPr>
              <w:fldChar w:fldCharType="end"/>
            </w:r>
          </w:hyperlink>
        </w:p>
        <w:p w14:paraId="1D7D1013" w14:textId="36303EB3"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22" w:history="1">
            <w:r w:rsidRPr="00DD05F6">
              <w:rPr>
                <w:rStyle w:val="Hyperlink"/>
                <w:noProof/>
              </w:rPr>
              <w:t>Eligibility</w:t>
            </w:r>
            <w:r>
              <w:rPr>
                <w:noProof/>
                <w:webHidden/>
              </w:rPr>
              <w:tab/>
            </w:r>
            <w:r>
              <w:rPr>
                <w:noProof/>
                <w:webHidden/>
              </w:rPr>
              <w:fldChar w:fldCharType="begin"/>
            </w:r>
            <w:r>
              <w:rPr>
                <w:noProof/>
                <w:webHidden/>
              </w:rPr>
              <w:instrText xml:space="preserve"> PAGEREF _Toc193699222 \h </w:instrText>
            </w:r>
            <w:r>
              <w:rPr>
                <w:noProof/>
                <w:webHidden/>
              </w:rPr>
            </w:r>
            <w:r>
              <w:rPr>
                <w:noProof/>
                <w:webHidden/>
              </w:rPr>
              <w:fldChar w:fldCharType="separate"/>
            </w:r>
            <w:r>
              <w:rPr>
                <w:noProof/>
                <w:webHidden/>
              </w:rPr>
              <w:t>3</w:t>
            </w:r>
            <w:r>
              <w:rPr>
                <w:noProof/>
                <w:webHidden/>
              </w:rPr>
              <w:fldChar w:fldCharType="end"/>
            </w:r>
          </w:hyperlink>
        </w:p>
        <w:p w14:paraId="61DE73C1" w14:textId="16470E63"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3" w:history="1">
            <w:r w:rsidRPr="00DD05F6">
              <w:rPr>
                <w:rStyle w:val="Hyperlink"/>
                <w:noProof/>
              </w:rPr>
              <w:t>Age</w:t>
            </w:r>
            <w:r>
              <w:rPr>
                <w:noProof/>
                <w:webHidden/>
              </w:rPr>
              <w:tab/>
            </w:r>
            <w:r>
              <w:rPr>
                <w:noProof/>
                <w:webHidden/>
              </w:rPr>
              <w:fldChar w:fldCharType="begin"/>
            </w:r>
            <w:r>
              <w:rPr>
                <w:noProof/>
                <w:webHidden/>
              </w:rPr>
              <w:instrText xml:space="preserve"> PAGEREF _Toc193699223 \h </w:instrText>
            </w:r>
            <w:r>
              <w:rPr>
                <w:noProof/>
                <w:webHidden/>
              </w:rPr>
            </w:r>
            <w:r>
              <w:rPr>
                <w:noProof/>
                <w:webHidden/>
              </w:rPr>
              <w:fldChar w:fldCharType="separate"/>
            </w:r>
            <w:r>
              <w:rPr>
                <w:noProof/>
                <w:webHidden/>
              </w:rPr>
              <w:t>3</w:t>
            </w:r>
            <w:r>
              <w:rPr>
                <w:noProof/>
                <w:webHidden/>
              </w:rPr>
              <w:fldChar w:fldCharType="end"/>
            </w:r>
          </w:hyperlink>
        </w:p>
        <w:p w14:paraId="2E0B9E90" w14:textId="06473415"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4" w:history="1">
            <w:r w:rsidRPr="00DD05F6">
              <w:rPr>
                <w:rStyle w:val="Hyperlink"/>
                <w:noProof/>
              </w:rPr>
              <w:t>Functional eligibility</w:t>
            </w:r>
            <w:r>
              <w:rPr>
                <w:noProof/>
                <w:webHidden/>
              </w:rPr>
              <w:tab/>
            </w:r>
            <w:r>
              <w:rPr>
                <w:noProof/>
                <w:webHidden/>
              </w:rPr>
              <w:fldChar w:fldCharType="begin"/>
            </w:r>
            <w:r>
              <w:rPr>
                <w:noProof/>
                <w:webHidden/>
              </w:rPr>
              <w:instrText xml:space="preserve"> PAGEREF _Toc193699224 \h </w:instrText>
            </w:r>
            <w:r>
              <w:rPr>
                <w:noProof/>
                <w:webHidden/>
              </w:rPr>
            </w:r>
            <w:r>
              <w:rPr>
                <w:noProof/>
                <w:webHidden/>
              </w:rPr>
              <w:fldChar w:fldCharType="separate"/>
            </w:r>
            <w:r>
              <w:rPr>
                <w:noProof/>
                <w:webHidden/>
              </w:rPr>
              <w:t>4</w:t>
            </w:r>
            <w:r>
              <w:rPr>
                <w:noProof/>
                <w:webHidden/>
              </w:rPr>
              <w:fldChar w:fldCharType="end"/>
            </w:r>
          </w:hyperlink>
        </w:p>
        <w:p w14:paraId="0ECEBFED" w14:textId="6086D59A"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5" w:history="1">
            <w:r w:rsidRPr="00DD05F6">
              <w:rPr>
                <w:rStyle w:val="Hyperlink"/>
                <w:noProof/>
              </w:rPr>
              <w:t>Financial eligibility</w:t>
            </w:r>
            <w:r>
              <w:rPr>
                <w:noProof/>
                <w:webHidden/>
              </w:rPr>
              <w:tab/>
            </w:r>
            <w:r>
              <w:rPr>
                <w:noProof/>
                <w:webHidden/>
              </w:rPr>
              <w:fldChar w:fldCharType="begin"/>
            </w:r>
            <w:r>
              <w:rPr>
                <w:noProof/>
                <w:webHidden/>
              </w:rPr>
              <w:instrText xml:space="preserve"> PAGEREF _Toc193699225 \h </w:instrText>
            </w:r>
            <w:r>
              <w:rPr>
                <w:noProof/>
                <w:webHidden/>
              </w:rPr>
            </w:r>
            <w:r>
              <w:rPr>
                <w:noProof/>
                <w:webHidden/>
              </w:rPr>
              <w:fldChar w:fldCharType="separate"/>
            </w:r>
            <w:r>
              <w:rPr>
                <w:noProof/>
                <w:webHidden/>
              </w:rPr>
              <w:t>4</w:t>
            </w:r>
            <w:r>
              <w:rPr>
                <w:noProof/>
                <w:webHidden/>
              </w:rPr>
              <w:fldChar w:fldCharType="end"/>
            </w:r>
          </w:hyperlink>
        </w:p>
        <w:p w14:paraId="2CA590C2" w14:textId="7856352F"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26" w:history="1">
            <w:r w:rsidRPr="00DD05F6">
              <w:rPr>
                <w:rStyle w:val="Hyperlink"/>
                <w:noProof/>
              </w:rPr>
              <w:t>MPC Services</w:t>
            </w:r>
            <w:r>
              <w:rPr>
                <w:noProof/>
                <w:webHidden/>
              </w:rPr>
              <w:tab/>
            </w:r>
            <w:r>
              <w:rPr>
                <w:noProof/>
                <w:webHidden/>
              </w:rPr>
              <w:fldChar w:fldCharType="begin"/>
            </w:r>
            <w:r>
              <w:rPr>
                <w:noProof/>
                <w:webHidden/>
              </w:rPr>
              <w:instrText xml:space="preserve"> PAGEREF _Toc193699226 \h </w:instrText>
            </w:r>
            <w:r>
              <w:rPr>
                <w:noProof/>
                <w:webHidden/>
              </w:rPr>
            </w:r>
            <w:r>
              <w:rPr>
                <w:noProof/>
                <w:webHidden/>
              </w:rPr>
              <w:fldChar w:fldCharType="separate"/>
            </w:r>
            <w:r>
              <w:rPr>
                <w:noProof/>
                <w:webHidden/>
              </w:rPr>
              <w:t>4</w:t>
            </w:r>
            <w:r>
              <w:rPr>
                <w:noProof/>
                <w:webHidden/>
              </w:rPr>
              <w:fldChar w:fldCharType="end"/>
            </w:r>
          </w:hyperlink>
        </w:p>
        <w:p w14:paraId="66AF3C04" w14:textId="128D4BDB"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7" w:history="1">
            <w:r w:rsidRPr="00DD05F6">
              <w:rPr>
                <w:rStyle w:val="Hyperlink"/>
                <w:noProof/>
              </w:rPr>
              <w:t>Personal Care Services</w:t>
            </w:r>
            <w:r>
              <w:rPr>
                <w:noProof/>
                <w:webHidden/>
              </w:rPr>
              <w:tab/>
            </w:r>
            <w:r>
              <w:rPr>
                <w:noProof/>
                <w:webHidden/>
              </w:rPr>
              <w:fldChar w:fldCharType="begin"/>
            </w:r>
            <w:r>
              <w:rPr>
                <w:noProof/>
                <w:webHidden/>
              </w:rPr>
              <w:instrText xml:space="preserve"> PAGEREF _Toc193699227 \h </w:instrText>
            </w:r>
            <w:r>
              <w:rPr>
                <w:noProof/>
                <w:webHidden/>
              </w:rPr>
            </w:r>
            <w:r>
              <w:rPr>
                <w:noProof/>
                <w:webHidden/>
              </w:rPr>
              <w:fldChar w:fldCharType="separate"/>
            </w:r>
            <w:r>
              <w:rPr>
                <w:noProof/>
                <w:webHidden/>
              </w:rPr>
              <w:t>4</w:t>
            </w:r>
            <w:r>
              <w:rPr>
                <w:noProof/>
                <w:webHidden/>
              </w:rPr>
              <w:fldChar w:fldCharType="end"/>
            </w:r>
          </w:hyperlink>
        </w:p>
        <w:p w14:paraId="6B9E419D" w14:textId="7D5331CB"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8" w:history="1">
            <w:r w:rsidRPr="00DD05F6">
              <w:rPr>
                <w:rStyle w:val="Hyperlink"/>
                <w:noProof/>
              </w:rPr>
              <w:t>Nurse Delegation</w:t>
            </w:r>
            <w:r>
              <w:rPr>
                <w:noProof/>
                <w:webHidden/>
              </w:rPr>
              <w:tab/>
            </w:r>
            <w:r>
              <w:rPr>
                <w:noProof/>
                <w:webHidden/>
              </w:rPr>
              <w:fldChar w:fldCharType="begin"/>
            </w:r>
            <w:r>
              <w:rPr>
                <w:noProof/>
                <w:webHidden/>
              </w:rPr>
              <w:instrText xml:space="preserve"> PAGEREF _Toc193699228 \h </w:instrText>
            </w:r>
            <w:r>
              <w:rPr>
                <w:noProof/>
                <w:webHidden/>
              </w:rPr>
            </w:r>
            <w:r>
              <w:rPr>
                <w:noProof/>
                <w:webHidden/>
              </w:rPr>
              <w:fldChar w:fldCharType="separate"/>
            </w:r>
            <w:r>
              <w:rPr>
                <w:noProof/>
                <w:webHidden/>
              </w:rPr>
              <w:t>6</w:t>
            </w:r>
            <w:r>
              <w:rPr>
                <w:noProof/>
                <w:webHidden/>
              </w:rPr>
              <w:fldChar w:fldCharType="end"/>
            </w:r>
          </w:hyperlink>
        </w:p>
        <w:p w14:paraId="31480DE9" w14:textId="7C145DA8"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29" w:history="1">
            <w:r w:rsidRPr="00DD05F6">
              <w:rPr>
                <w:rStyle w:val="Hyperlink"/>
                <w:noProof/>
              </w:rPr>
              <w:t>Nursing Services</w:t>
            </w:r>
            <w:r>
              <w:rPr>
                <w:noProof/>
                <w:webHidden/>
              </w:rPr>
              <w:tab/>
            </w:r>
            <w:r>
              <w:rPr>
                <w:noProof/>
                <w:webHidden/>
              </w:rPr>
              <w:fldChar w:fldCharType="begin"/>
            </w:r>
            <w:r>
              <w:rPr>
                <w:noProof/>
                <w:webHidden/>
              </w:rPr>
              <w:instrText xml:space="preserve"> PAGEREF _Toc193699229 \h </w:instrText>
            </w:r>
            <w:r>
              <w:rPr>
                <w:noProof/>
                <w:webHidden/>
              </w:rPr>
            </w:r>
            <w:r>
              <w:rPr>
                <w:noProof/>
                <w:webHidden/>
              </w:rPr>
              <w:fldChar w:fldCharType="separate"/>
            </w:r>
            <w:r>
              <w:rPr>
                <w:noProof/>
                <w:webHidden/>
              </w:rPr>
              <w:t>7</w:t>
            </w:r>
            <w:r>
              <w:rPr>
                <w:noProof/>
                <w:webHidden/>
              </w:rPr>
              <w:fldChar w:fldCharType="end"/>
            </w:r>
          </w:hyperlink>
        </w:p>
        <w:p w14:paraId="344A7072" w14:textId="540EC063"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0" w:history="1">
            <w:r w:rsidRPr="00DD05F6">
              <w:rPr>
                <w:rStyle w:val="Hyperlink"/>
                <w:noProof/>
              </w:rPr>
              <w:t>Caregiver Management Training</w:t>
            </w:r>
            <w:r>
              <w:rPr>
                <w:noProof/>
                <w:webHidden/>
              </w:rPr>
              <w:tab/>
            </w:r>
            <w:r>
              <w:rPr>
                <w:noProof/>
                <w:webHidden/>
              </w:rPr>
              <w:fldChar w:fldCharType="begin"/>
            </w:r>
            <w:r>
              <w:rPr>
                <w:noProof/>
                <w:webHidden/>
              </w:rPr>
              <w:instrText xml:space="preserve"> PAGEREF _Toc193699230 \h </w:instrText>
            </w:r>
            <w:r>
              <w:rPr>
                <w:noProof/>
                <w:webHidden/>
              </w:rPr>
            </w:r>
            <w:r>
              <w:rPr>
                <w:noProof/>
                <w:webHidden/>
              </w:rPr>
              <w:fldChar w:fldCharType="separate"/>
            </w:r>
            <w:r>
              <w:rPr>
                <w:noProof/>
                <w:webHidden/>
              </w:rPr>
              <w:t>7</w:t>
            </w:r>
            <w:r>
              <w:rPr>
                <w:noProof/>
                <w:webHidden/>
              </w:rPr>
              <w:fldChar w:fldCharType="end"/>
            </w:r>
          </w:hyperlink>
        </w:p>
        <w:p w14:paraId="26C8A639" w14:textId="749017C0"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31" w:history="1">
            <w:r w:rsidRPr="00DD05F6">
              <w:rPr>
                <w:rStyle w:val="Hyperlink"/>
                <w:noProof/>
              </w:rPr>
              <w:t>Settings &amp; Provider Qualifications</w:t>
            </w:r>
            <w:r>
              <w:rPr>
                <w:noProof/>
                <w:webHidden/>
              </w:rPr>
              <w:tab/>
            </w:r>
            <w:r>
              <w:rPr>
                <w:noProof/>
                <w:webHidden/>
              </w:rPr>
              <w:fldChar w:fldCharType="begin"/>
            </w:r>
            <w:r>
              <w:rPr>
                <w:noProof/>
                <w:webHidden/>
              </w:rPr>
              <w:instrText xml:space="preserve"> PAGEREF _Toc193699231 \h </w:instrText>
            </w:r>
            <w:r>
              <w:rPr>
                <w:noProof/>
                <w:webHidden/>
              </w:rPr>
            </w:r>
            <w:r>
              <w:rPr>
                <w:noProof/>
                <w:webHidden/>
              </w:rPr>
              <w:fldChar w:fldCharType="separate"/>
            </w:r>
            <w:r>
              <w:rPr>
                <w:noProof/>
                <w:webHidden/>
              </w:rPr>
              <w:t>9</w:t>
            </w:r>
            <w:r>
              <w:rPr>
                <w:noProof/>
                <w:webHidden/>
              </w:rPr>
              <w:fldChar w:fldCharType="end"/>
            </w:r>
          </w:hyperlink>
        </w:p>
        <w:p w14:paraId="7A9DA641" w14:textId="4B937807"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2" w:history="1">
            <w:r w:rsidRPr="00DD05F6">
              <w:rPr>
                <w:rStyle w:val="Hyperlink"/>
                <w:noProof/>
              </w:rPr>
              <w:t>Client’s Home</w:t>
            </w:r>
            <w:r>
              <w:rPr>
                <w:noProof/>
                <w:webHidden/>
              </w:rPr>
              <w:tab/>
            </w:r>
            <w:r>
              <w:rPr>
                <w:noProof/>
                <w:webHidden/>
              </w:rPr>
              <w:fldChar w:fldCharType="begin"/>
            </w:r>
            <w:r>
              <w:rPr>
                <w:noProof/>
                <w:webHidden/>
              </w:rPr>
              <w:instrText xml:space="preserve"> PAGEREF _Toc193699232 \h </w:instrText>
            </w:r>
            <w:r>
              <w:rPr>
                <w:noProof/>
                <w:webHidden/>
              </w:rPr>
            </w:r>
            <w:r>
              <w:rPr>
                <w:noProof/>
                <w:webHidden/>
              </w:rPr>
              <w:fldChar w:fldCharType="separate"/>
            </w:r>
            <w:r>
              <w:rPr>
                <w:noProof/>
                <w:webHidden/>
              </w:rPr>
              <w:t>9</w:t>
            </w:r>
            <w:r>
              <w:rPr>
                <w:noProof/>
                <w:webHidden/>
              </w:rPr>
              <w:fldChar w:fldCharType="end"/>
            </w:r>
          </w:hyperlink>
        </w:p>
        <w:p w14:paraId="0D000BBE" w14:textId="2BA252AB"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3" w:history="1">
            <w:r w:rsidRPr="00DD05F6">
              <w:rPr>
                <w:rStyle w:val="Hyperlink"/>
                <w:noProof/>
              </w:rPr>
              <w:t>Adult Family Home (AFH)</w:t>
            </w:r>
            <w:r>
              <w:rPr>
                <w:noProof/>
                <w:webHidden/>
              </w:rPr>
              <w:tab/>
            </w:r>
            <w:r>
              <w:rPr>
                <w:noProof/>
                <w:webHidden/>
              </w:rPr>
              <w:fldChar w:fldCharType="begin"/>
            </w:r>
            <w:r>
              <w:rPr>
                <w:noProof/>
                <w:webHidden/>
              </w:rPr>
              <w:instrText xml:space="preserve"> PAGEREF _Toc193699233 \h </w:instrText>
            </w:r>
            <w:r>
              <w:rPr>
                <w:noProof/>
                <w:webHidden/>
              </w:rPr>
            </w:r>
            <w:r>
              <w:rPr>
                <w:noProof/>
                <w:webHidden/>
              </w:rPr>
              <w:fldChar w:fldCharType="separate"/>
            </w:r>
            <w:r>
              <w:rPr>
                <w:noProof/>
                <w:webHidden/>
              </w:rPr>
              <w:t>10</w:t>
            </w:r>
            <w:r>
              <w:rPr>
                <w:noProof/>
                <w:webHidden/>
              </w:rPr>
              <w:fldChar w:fldCharType="end"/>
            </w:r>
          </w:hyperlink>
        </w:p>
        <w:p w14:paraId="55CF42E0" w14:textId="7AAB962F"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4" w:history="1">
            <w:r w:rsidRPr="00DD05F6">
              <w:rPr>
                <w:rStyle w:val="Hyperlink"/>
                <w:noProof/>
              </w:rPr>
              <w:t>Licensed Assisted Living Facility (ALF)</w:t>
            </w:r>
            <w:r>
              <w:rPr>
                <w:noProof/>
                <w:webHidden/>
              </w:rPr>
              <w:tab/>
            </w:r>
            <w:r>
              <w:rPr>
                <w:noProof/>
                <w:webHidden/>
              </w:rPr>
              <w:fldChar w:fldCharType="begin"/>
            </w:r>
            <w:r>
              <w:rPr>
                <w:noProof/>
                <w:webHidden/>
              </w:rPr>
              <w:instrText xml:space="preserve"> PAGEREF _Toc193699234 \h </w:instrText>
            </w:r>
            <w:r>
              <w:rPr>
                <w:noProof/>
                <w:webHidden/>
              </w:rPr>
            </w:r>
            <w:r>
              <w:rPr>
                <w:noProof/>
                <w:webHidden/>
              </w:rPr>
              <w:fldChar w:fldCharType="separate"/>
            </w:r>
            <w:r>
              <w:rPr>
                <w:noProof/>
                <w:webHidden/>
              </w:rPr>
              <w:t>10</w:t>
            </w:r>
            <w:r>
              <w:rPr>
                <w:noProof/>
                <w:webHidden/>
              </w:rPr>
              <w:fldChar w:fldCharType="end"/>
            </w:r>
          </w:hyperlink>
        </w:p>
        <w:p w14:paraId="0B4576D3" w14:textId="75855F4E"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5" w:history="1">
            <w:r w:rsidRPr="00DD05F6">
              <w:rPr>
                <w:rStyle w:val="Hyperlink"/>
                <w:noProof/>
              </w:rPr>
              <w:t>Community Settings</w:t>
            </w:r>
            <w:r>
              <w:rPr>
                <w:noProof/>
                <w:webHidden/>
              </w:rPr>
              <w:tab/>
            </w:r>
            <w:r>
              <w:rPr>
                <w:noProof/>
                <w:webHidden/>
              </w:rPr>
              <w:fldChar w:fldCharType="begin"/>
            </w:r>
            <w:r>
              <w:rPr>
                <w:noProof/>
                <w:webHidden/>
              </w:rPr>
              <w:instrText xml:space="preserve"> PAGEREF _Toc193699235 \h </w:instrText>
            </w:r>
            <w:r>
              <w:rPr>
                <w:noProof/>
                <w:webHidden/>
              </w:rPr>
            </w:r>
            <w:r>
              <w:rPr>
                <w:noProof/>
                <w:webHidden/>
              </w:rPr>
              <w:fldChar w:fldCharType="separate"/>
            </w:r>
            <w:r>
              <w:rPr>
                <w:noProof/>
                <w:webHidden/>
              </w:rPr>
              <w:t>10</w:t>
            </w:r>
            <w:r>
              <w:rPr>
                <w:noProof/>
                <w:webHidden/>
              </w:rPr>
              <w:fldChar w:fldCharType="end"/>
            </w:r>
          </w:hyperlink>
        </w:p>
        <w:p w14:paraId="02EC4244" w14:textId="7347DB1D"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36" w:history="1">
            <w:r w:rsidRPr="00DD05F6">
              <w:rPr>
                <w:rStyle w:val="Hyperlink"/>
                <w:noProof/>
              </w:rPr>
              <w:t>Service Needs Beyond MPC</w:t>
            </w:r>
            <w:r>
              <w:rPr>
                <w:noProof/>
                <w:webHidden/>
              </w:rPr>
              <w:tab/>
            </w:r>
            <w:r>
              <w:rPr>
                <w:noProof/>
                <w:webHidden/>
              </w:rPr>
              <w:fldChar w:fldCharType="begin"/>
            </w:r>
            <w:r>
              <w:rPr>
                <w:noProof/>
                <w:webHidden/>
              </w:rPr>
              <w:instrText xml:space="preserve"> PAGEREF _Toc193699236 \h </w:instrText>
            </w:r>
            <w:r>
              <w:rPr>
                <w:noProof/>
                <w:webHidden/>
              </w:rPr>
            </w:r>
            <w:r>
              <w:rPr>
                <w:noProof/>
                <w:webHidden/>
              </w:rPr>
              <w:fldChar w:fldCharType="separate"/>
            </w:r>
            <w:r>
              <w:rPr>
                <w:noProof/>
                <w:webHidden/>
              </w:rPr>
              <w:t>10</w:t>
            </w:r>
            <w:r>
              <w:rPr>
                <w:noProof/>
                <w:webHidden/>
              </w:rPr>
              <w:fldChar w:fldCharType="end"/>
            </w:r>
          </w:hyperlink>
        </w:p>
        <w:p w14:paraId="3CB6D45D" w14:textId="6CDFCD41"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37" w:history="1">
            <w:r w:rsidRPr="00DD05F6">
              <w:rPr>
                <w:rStyle w:val="Hyperlink"/>
                <w:noProof/>
              </w:rPr>
              <w:t>Resources</w:t>
            </w:r>
            <w:r>
              <w:rPr>
                <w:noProof/>
                <w:webHidden/>
              </w:rPr>
              <w:tab/>
            </w:r>
            <w:r>
              <w:rPr>
                <w:noProof/>
                <w:webHidden/>
              </w:rPr>
              <w:fldChar w:fldCharType="begin"/>
            </w:r>
            <w:r>
              <w:rPr>
                <w:noProof/>
                <w:webHidden/>
              </w:rPr>
              <w:instrText xml:space="preserve"> PAGEREF _Toc193699237 \h </w:instrText>
            </w:r>
            <w:r>
              <w:rPr>
                <w:noProof/>
                <w:webHidden/>
              </w:rPr>
            </w:r>
            <w:r>
              <w:rPr>
                <w:noProof/>
                <w:webHidden/>
              </w:rPr>
              <w:fldChar w:fldCharType="separate"/>
            </w:r>
            <w:r>
              <w:rPr>
                <w:noProof/>
                <w:webHidden/>
              </w:rPr>
              <w:t>12</w:t>
            </w:r>
            <w:r>
              <w:rPr>
                <w:noProof/>
                <w:webHidden/>
              </w:rPr>
              <w:fldChar w:fldCharType="end"/>
            </w:r>
          </w:hyperlink>
        </w:p>
        <w:p w14:paraId="4CFDCD54" w14:textId="3BB0BF37"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8" w:history="1">
            <w:r w:rsidRPr="00DD05F6">
              <w:rPr>
                <w:rStyle w:val="Hyperlink"/>
                <w:noProof/>
              </w:rPr>
              <w:t>Related WACs and RCWs</w:t>
            </w:r>
            <w:r>
              <w:rPr>
                <w:noProof/>
                <w:webHidden/>
              </w:rPr>
              <w:tab/>
            </w:r>
            <w:r>
              <w:rPr>
                <w:noProof/>
                <w:webHidden/>
              </w:rPr>
              <w:fldChar w:fldCharType="begin"/>
            </w:r>
            <w:r>
              <w:rPr>
                <w:noProof/>
                <w:webHidden/>
              </w:rPr>
              <w:instrText xml:space="preserve"> PAGEREF _Toc193699238 \h </w:instrText>
            </w:r>
            <w:r>
              <w:rPr>
                <w:noProof/>
                <w:webHidden/>
              </w:rPr>
            </w:r>
            <w:r>
              <w:rPr>
                <w:noProof/>
                <w:webHidden/>
              </w:rPr>
              <w:fldChar w:fldCharType="separate"/>
            </w:r>
            <w:r>
              <w:rPr>
                <w:noProof/>
                <w:webHidden/>
              </w:rPr>
              <w:t>12</w:t>
            </w:r>
            <w:r>
              <w:rPr>
                <w:noProof/>
                <w:webHidden/>
              </w:rPr>
              <w:fldChar w:fldCharType="end"/>
            </w:r>
          </w:hyperlink>
        </w:p>
        <w:p w14:paraId="3FBADC51" w14:textId="2CEAAD60" w:rsidR="00F0186B" w:rsidRDefault="00F0186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699239" w:history="1">
            <w:r w:rsidRPr="00DD05F6">
              <w:rPr>
                <w:rStyle w:val="Hyperlink"/>
                <w:noProof/>
              </w:rPr>
              <w:t>Acronyms</w:t>
            </w:r>
            <w:r>
              <w:rPr>
                <w:noProof/>
                <w:webHidden/>
              </w:rPr>
              <w:tab/>
            </w:r>
            <w:r>
              <w:rPr>
                <w:noProof/>
                <w:webHidden/>
              </w:rPr>
              <w:fldChar w:fldCharType="begin"/>
            </w:r>
            <w:r>
              <w:rPr>
                <w:noProof/>
                <w:webHidden/>
              </w:rPr>
              <w:instrText xml:space="preserve"> PAGEREF _Toc193699239 \h </w:instrText>
            </w:r>
            <w:r>
              <w:rPr>
                <w:noProof/>
                <w:webHidden/>
              </w:rPr>
            </w:r>
            <w:r>
              <w:rPr>
                <w:noProof/>
                <w:webHidden/>
              </w:rPr>
              <w:fldChar w:fldCharType="separate"/>
            </w:r>
            <w:r>
              <w:rPr>
                <w:noProof/>
                <w:webHidden/>
              </w:rPr>
              <w:t>12</w:t>
            </w:r>
            <w:r>
              <w:rPr>
                <w:noProof/>
                <w:webHidden/>
              </w:rPr>
              <w:fldChar w:fldCharType="end"/>
            </w:r>
          </w:hyperlink>
        </w:p>
        <w:p w14:paraId="7EA2F03B" w14:textId="728DD784" w:rsidR="00F0186B" w:rsidRDefault="00F0186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699240" w:history="1">
            <w:r w:rsidRPr="00DD05F6">
              <w:rPr>
                <w:rStyle w:val="Hyperlink"/>
                <w:noProof/>
              </w:rPr>
              <w:t>Revision History</w:t>
            </w:r>
            <w:r>
              <w:rPr>
                <w:noProof/>
                <w:webHidden/>
              </w:rPr>
              <w:tab/>
            </w:r>
            <w:r>
              <w:rPr>
                <w:noProof/>
                <w:webHidden/>
              </w:rPr>
              <w:fldChar w:fldCharType="begin"/>
            </w:r>
            <w:r>
              <w:rPr>
                <w:noProof/>
                <w:webHidden/>
              </w:rPr>
              <w:instrText xml:space="preserve"> PAGEREF _Toc193699240 \h </w:instrText>
            </w:r>
            <w:r>
              <w:rPr>
                <w:noProof/>
                <w:webHidden/>
              </w:rPr>
            </w:r>
            <w:r>
              <w:rPr>
                <w:noProof/>
                <w:webHidden/>
              </w:rPr>
              <w:fldChar w:fldCharType="separate"/>
            </w:r>
            <w:r>
              <w:rPr>
                <w:noProof/>
                <w:webHidden/>
              </w:rPr>
              <w:t>13</w:t>
            </w:r>
            <w:r>
              <w:rPr>
                <w:noProof/>
                <w:webHidden/>
              </w:rPr>
              <w:fldChar w:fldCharType="end"/>
            </w:r>
          </w:hyperlink>
        </w:p>
        <w:p w14:paraId="589D6972" w14:textId="4BE6FB59"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1AEB4D12" w:rsidR="007676F4" w:rsidRPr="000F302E" w:rsidRDefault="007676F4" w:rsidP="007676F4">
      <w:pPr>
        <w:pStyle w:val="Heading2"/>
        <w:rPr>
          <w:color w:val="193F6F"/>
        </w:rPr>
      </w:pPr>
      <w:bookmarkStart w:id="7" w:name="_Toc193699221"/>
      <w:r w:rsidRPr="000F302E">
        <w:rPr>
          <w:color w:val="193F6F"/>
        </w:rPr>
        <w:lastRenderedPageBreak/>
        <w:t>Background</w:t>
      </w:r>
      <w:bookmarkEnd w:id="2"/>
      <w:bookmarkEnd w:id="3"/>
      <w:bookmarkEnd w:id="4"/>
      <w:bookmarkEnd w:id="5"/>
      <w:bookmarkEnd w:id="6"/>
      <w:bookmarkEnd w:id="7"/>
    </w:p>
    <w:p w14:paraId="45EAC5BF" w14:textId="77777777" w:rsidR="00BD2DD3" w:rsidRDefault="00BD2DD3" w:rsidP="00BD2DD3">
      <w:bookmarkStart w:id="8" w:name="_Toc525727013"/>
      <w:bookmarkStart w:id="9" w:name="_Toc525727113"/>
      <w:bookmarkStart w:id="10" w:name="_Toc528758280"/>
      <w:bookmarkStart w:id="11" w:name="_Toc528759428"/>
      <w:bookmarkStart w:id="12" w:name="_Toc528760023"/>
      <w:r>
        <w:t xml:space="preserve">Medicaid Personal Care (MPC) is a Medicaid State Plan program. It is available to those clients who do not meet institutional level of care otherwise known as Nursing Facility Level of Care (NFLOC) in Aging and Long-Term Support Administration (ALTSA) or Intermediate Care Facilities for Individuals with Intellectual Disabilities (ICF/IID) in Developmental Disabilities Administration (DDA). MPC provides an opportunity for individuals to receive assistance with personal care tasks so they can remain in their own home or move into a community-based setting. </w:t>
      </w:r>
    </w:p>
    <w:p w14:paraId="5AB11B29" w14:textId="77777777" w:rsidR="00BD2DD3" w:rsidRDefault="00BD2DD3" w:rsidP="00BD2DD3"/>
    <w:p w14:paraId="576BC783" w14:textId="77777777" w:rsidR="00BD2DD3" w:rsidRPr="007C5BAA" w:rsidRDefault="00BD2DD3" w:rsidP="00BD2DD3">
      <w:r>
        <w:t xml:space="preserve">Just like Community First Choice (CFC), MPC pays for personal care </w:t>
      </w:r>
      <w:r w:rsidRPr="00F67F82">
        <w:rPr>
          <w:rFonts w:cs="Arial"/>
        </w:rPr>
        <w:t>which is assistance with the following Activities of Daily Living (ADLs)</w:t>
      </w:r>
      <w:r>
        <w:rPr>
          <w:rFonts w:cs="Arial"/>
        </w:rPr>
        <w:t>,</w:t>
      </w:r>
      <w:r w:rsidRPr="00F67F82">
        <w:rPr>
          <w:rFonts w:cs="Arial"/>
        </w:rPr>
        <w:t xml:space="preserve"> Instrumental Activities of Daily Living (IADLs)</w:t>
      </w:r>
      <w:r>
        <w:rPr>
          <w:rFonts w:cs="Arial"/>
        </w:rPr>
        <w:t>, and health-related tasks (for example, nurse delegation)</w:t>
      </w:r>
      <w:r w:rsidRPr="00F67F82">
        <w:rPr>
          <w:rFonts w:cs="Arial"/>
        </w:rPr>
        <w:t>. Assistance for IADLs is available only when the client also needs assistance with ADLs.</w:t>
      </w:r>
    </w:p>
    <w:p w14:paraId="5CD1E1B4" w14:textId="77777777" w:rsidR="00BD2DD3" w:rsidRDefault="00BD2DD3" w:rsidP="00BD2DD3"/>
    <w:p w14:paraId="7ACC8C8E" w14:textId="77777777" w:rsidR="00BD2DD3" w:rsidRDefault="00BD2DD3" w:rsidP="00BD2DD3">
      <w:pPr>
        <w:rPr>
          <w:rFonts w:cs="Arial"/>
        </w:rPr>
      </w:pPr>
      <w:r>
        <w:rPr>
          <w:rFonts w:cs="Arial"/>
        </w:rPr>
        <w:t xml:space="preserve">ADLs and IADLs as listed in </w:t>
      </w:r>
      <w:hyperlink r:id="rId12" w:history="1">
        <w:r>
          <w:rPr>
            <w:rStyle w:val="Hyperlink"/>
            <w:rFonts w:cs="Arial"/>
          </w:rPr>
          <w:t>Washington Administrative Code (WAC) 388-106-0010</w:t>
        </w:r>
      </w:hyperlink>
      <w:r>
        <w:rPr>
          <w:rFonts w:cs="Arial"/>
        </w:rPr>
        <w:t xml:space="preserve"> include:</w:t>
      </w:r>
    </w:p>
    <w:p w14:paraId="14391F72" w14:textId="77777777" w:rsidR="00BD2DD3" w:rsidRPr="00F67F82" w:rsidRDefault="00BD2DD3" w:rsidP="00BD2DD3">
      <w:pPr>
        <w:rPr>
          <w:rFonts w:cs="Arial"/>
        </w:rPr>
      </w:pPr>
    </w:p>
    <w:tbl>
      <w:tblPr>
        <w:tblW w:w="0" w:type="auto"/>
        <w:tblBorders>
          <w:top w:val="single" w:sz="4" w:space="0" w:color="auto"/>
          <w:left w:val="single" w:sz="4" w:space="0" w:color="auto"/>
          <w:bottom w:val="single" w:sz="4" w:space="0" w:color="auto"/>
          <w:right w:val="single" w:sz="4" w:space="0" w:color="auto"/>
        </w:tblBorders>
        <w:tblCellMar>
          <w:top w:w="58" w:type="dxa"/>
          <w:left w:w="115" w:type="dxa"/>
          <w:bottom w:w="58" w:type="dxa"/>
          <w:right w:w="115" w:type="dxa"/>
        </w:tblCellMar>
        <w:tblLook w:val="04A0" w:firstRow="1" w:lastRow="0" w:firstColumn="1" w:lastColumn="0" w:noHBand="0" w:noVBand="1"/>
      </w:tblPr>
      <w:tblGrid>
        <w:gridCol w:w="985"/>
        <w:gridCol w:w="2700"/>
        <w:gridCol w:w="5665"/>
      </w:tblGrid>
      <w:tr w:rsidR="00BD2DD3" w:rsidRPr="00AD2D6F" w14:paraId="5ED3F074" w14:textId="77777777" w:rsidTr="00AD3EF4">
        <w:tc>
          <w:tcPr>
            <w:tcW w:w="985" w:type="dxa"/>
            <w:tcBorders>
              <w:top w:val="single" w:sz="4" w:space="0" w:color="auto"/>
              <w:bottom w:val="single" w:sz="4" w:space="0" w:color="auto"/>
              <w:right w:val="single" w:sz="4" w:space="0" w:color="auto"/>
            </w:tcBorders>
            <w:shd w:val="clear" w:color="auto" w:fill="auto"/>
          </w:tcPr>
          <w:p w14:paraId="6E7815A1" w14:textId="77777777" w:rsidR="00BD2DD3" w:rsidRPr="00AD2D6F" w:rsidRDefault="00BD2DD3" w:rsidP="00AD3EF4">
            <w:pPr>
              <w:rPr>
                <w:b/>
              </w:rPr>
            </w:pPr>
            <w:r w:rsidRPr="00AD2D6F">
              <w:rPr>
                <w:b/>
              </w:rPr>
              <w:t>ADLs</w:t>
            </w:r>
          </w:p>
        </w:tc>
        <w:tc>
          <w:tcPr>
            <w:tcW w:w="2700" w:type="dxa"/>
            <w:tcBorders>
              <w:top w:val="single" w:sz="4" w:space="0" w:color="auto"/>
              <w:left w:val="single" w:sz="4" w:space="0" w:color="auto"/>
              <w:bottom w:val="single" w:sz="4" w:space="0" w:color="auto"/>
            </w:tcBorders>
            <w:shd w:val="clear" w:color="auto" w:fill="auto"/>
          </w:tcPr>
          <w:p w14:paraId="0FE2AAB1" w14:textId="77777777" w:rsidR="00BD2DD3" w:rsidRPr="00AD2D6F" w:rsidRDefault="00BD2DD3" w:rsidP="00AD3EF4">
            <w:pPr>
              <w:pStyle w:val="ListParagraph"/>
              <w:ind w:left="253" w:hanging="253"/>
              <w:contextualSpacing/>
            </w:pPr>
            <w:r w:rsidRPr="00AD2D6F">
              <w:t>Bathing</w:t>
            </w:r>
          </w:p>
          <w:p w14:paraId="05BAFCAE" w14:textId="77777777" w:rsidR="00BD2DD3" w:rsidRPr="00AD2D6F" w:rsidRDefault="00BD2DD3" w:rsidP="00AD3EF4">
            <w:pPr>
              <w:pStyle w:val="ListParagraph"/>
              <w:ind w:left="253" w:hanging="253"/>
              <w:contextualSpacing/>
            </w:pPr>
            <w:r w:rsidRPr="00AD2D6F">
              <w:t>Body Care</w:t>
            </w:r>
          </w:p>
          <w:p w14:paraId="717C5169" w14:textId="77777777" w:rsidR="00BD2DD3" w:rsidRPr="00AD2D6F" w:rsidRDefault="00BD2DD3" w:rsidP="00AD3EF4">
            <w:pPr>
              <w:pStyle w:val="ListParagraph"/>
              <w:ind w:left="253" w:hanging="253"/>
              <w:contextualSpacing/>
            </w:pPr>
            <w:r w:rsidRPr="00AD2D6F">
              <w:t>Dressing</w:t>
            </w:r>
          </w:p>
          <w:p w14:paraId="494C1DCF" w14:textId="77777777" w:rsidR="00BD2DD3" w:rsidRPr="00AD2D6F" w:rsidRDefault="00BD2DD3" w:rsidP="00AD3EF4">
            <w:pPr>
              <w:pStyle w:val="ListParagraph"/>
              <w:ind w:left="253" w:hanging="253"/>
              <w:contextualSpacing/>
            </w:pPr>
            <w:r w:rsidRPr="00AD2D6F">
              <w:t>Eating</w:t>
            </w:r>
          </w:p>
          <w:p w14:paraId="08206100" w14:textId="77777777" w:rsidR="00BD2DD3" w:rsidRPr="00AD2D6F" w:rsidRDefault="00BD2DD3" w:rsidP="00AD3EF4">
            <w:pPr>
              <w:pStyle w:val="ListParagraph"/>
              <w:ind w:left="253" w:hanging="253"/>
              <w:contextualSpacing/>
            </w:pPr>
            <w:r w:rsidRPr="00AD2D6F">
              <w:t>Personal hygiene</w:t>
            </w:r>
          </w:p>
          <w:p w14:paraId="5D35E576" w14:textId="77777777" w:rsidR="00BD2DD3" w:rsidRPr="00AD2D6F" w:rsidRDefault="00BD2DD3" w:rsidP="00AD3EF4">
            <w:pPr>
              <w:pStyle w:val="ListParagraph"/>
              <w:ind w:left="253" w:hanging="253"/>
              <w:contextualSpacing/>
            </w:pPr>
            <w:r w:rsidRPr="00AD2D6F">
              <w:t>Toilet use</w:t>
            </w:r>
          </w:p>
        </w:tc>
        <w:tc>
          <w:tcPr>
            <w:tcW w:w="5665" w:type="dxa"/>
            <w:tcBorders>
              <w:top w:val="single" w:sz="4" w:space="0" w:color="auto"/>
              <w:bottom w:val="single" w:sz="4" w:space="0" w:color="auto"/>
            </w:tcBorders>
            <w:shd w:val="clear" w:color="auto" w:fill="auto"/>
          </w:tcPr>
          <w:p w14:paraId="77B0BD00" w14:textId="77777777" w:rsidR="00BD2DD3" w:rsidRPr="00AD2D6F" w:rsidRDefault="00BD2DD3" w:rsidP="00AD3EF4">
            <w:pPr>
              <w:pStyle w:val="ListParagraph"/>
              <w:ind w:left="333" w:hanging="333"/>
              <w:contextualSpacing/>
            </w:pPr>
            <w:r w:rsidRPr="00AD2D6F">
              <w:t>Medication management</w:t>
            </w:r>
          </w:p>
          <w:p w14:paraId="524FA0BC" w14:textId="77777777" w:rsidR="00BD2DD3" w:rsidRPr="00AD2D6F" w:rsidRDefault="00BD2DD3" w:rsidP="00AD3EF4">
            <w:pPr>
              <w:pStyle w:val="ListParagraph"/>
              <w:ind w:left="333" w:hanging="333"/>
              <w:contextualSpacing/>
            </w:pPr>
            <w:r w:rsidRPr="00AD2D6F">
              <w:t>Transfer</w:t>
            </w:r>
          </w:p>
          <w:p w14:paraId="53D63053" w14:textId="77777777" w:rsidR="00BD2DD3" w:rsidRPr="00AD2D6F" w:rsidRDefault="00BD2DD3" w:rsidP="00AD3EF4">
            <w:pPr>
              <w:pStyle w:val="ListParagraph"/>
              <w:ind w:left="333" w:hanging="333"/>
              <w:contextualSpacing/>
            </w:pPr>
            <w:r w:rsidRPr="00AD2D6F">
              <w:t>Bed mobility</w:t>
            </w:r>
          </w:p>
          <w:p w14:paraId="5B08CCCC" w14:textId="77777777" w:rsidR="00BD2DD3" w:rsidRPr="00AD2D6F" w:rsidRDefault="00BD2DD3" w:rsidP="00AD3EF4">
            <w:pPr>
              <w:pStyle w:val="ListParagraph"/>
              <w:ind w:left="333" w:hanging="333"/>
              <w:contextualSpacing/>
            </w:pPr>
            <w:r w:rsidRPr="00AD2D6F">
              <w:t>Locomotion outside room</w:t>
            </w:r>
          </w:p>
          <w:p w14:paraId="7BA5967B" w14:textId="77777777" w:rsidR="00BD2DD3" w:rsidRPr="00AD2D6F" w:rsidRDefault="00BD2DD3" w:rsidP="00AD3EF4">
            <w:pPr>
              <w:pStyle w:val="ListParagraph"/>
              <w:ind w:left="333" w:hanging="333"/>
              <w:contextualSpacing/>
            </w:pPr>
            <w:r w:rsidRPr="00AD2D6F">
              <w:t>Locomotion in room &amp; immediate living environment</w:t>
            </w:r>
          </w:p>
          <w:p w14:paraId="1A8AEDDD" w14:textId="77777777" w:rsidR="00BD2DD3" w:rsidRPr="00AD2D6F" w:rsidRDefault="00BD2DD3" w:rsidP="00AD3EF4">
            <w:pPr>
              <w:pStyle w:val="ListParagraph"/>
              <w:ind w:left="333" w:hanging="333"/>
              <w:contextualSpacing/>
            </w:pPr>
            <w:r w:rsidRPr="00AD2D6F">
              <w:t>Walk in room &amp; immediate living environment</w:t>
            </w:r>
          </w:p>
        </w:tc>
      </w:tr>
      <w:tr w:rsidR="00BD2DD3" w:rsidRPr="00AD2D6F" w14:paraId="55C529B3" w14:textId="77777777" w:rsidTr="00AD3EF4">
        <w:tc>
          <w:tcPr>
            <w:tcW w:w="985" w:type="dxa"/>
            <w:tcBorders>
              <w:top w:val="single" w:sz="4" w:space="0" w:color="auto"/>
              <w:bottom w:val="single" w:sz="4" w:space="0" w:color="auto"/>
              <w:right w:val="single" w:sz="4" w:space="0" w:color="auto"/>
            </w:tcBorders>
            <w:shd w:val="clear" w:color="auto" w:fill="auto"/>
          </w:tcPr>
          <w:p w14:paraId="03BC82B0" w14:textId="77777777" w:rsidR="00BD2DD3" w:rsidRPr="00AD2D6F" w:rsidRDefault="00BD2DD3" w:rsidP="00AD3EF4">
            <w:pPr>
              <w:rPr>
                <w:b/>
              </w:rPr>
            </w:pPr>
            <w:r w:rsidRPr="00AD2D6F">
              <w:rPr>
                <w:b/>
              </w:rPr>
              <w:t>IADLs</w:t>
            </w:r>
          </w:p>
        </w:tc>
        <w:tc>
          <w:tcPr>
            <w:tcW w:w="2700" w:type="dxa"/>
            <w:tcBorders>
              <w:top w:val="single" w:sz="4" w:space="0" w:color="auto"/>
              <w:left w:val="single" w:sz="4" w:space="0" w:color="auto"/>
            </w:tcBorders>
            <w:shd w:val="clear" w:color="auto" w:fill="auto"/>
          </w:tcPr>
          <w:p w14:paraId="71EE46AB" w14:textId="77777777" w:rsidR="00BD2DD3" w:rsidRPr="00AD2D6F" w:rsidRDefault="00BD2DD3" w:rsidP="00AD3EF4">
            <w:pPr>
              <w:pStyle w:val="ListParagraph"/>
              <w:ind w:left="246" w:hanging="246"/>
              <w:contextualSpacing/>
            </w:pPr>
            <w:r w:rsidRPr="00AD2D6F">
              <w:t>Meal preparation</w:t>
            </w:r>
          </w:p>
          <w:p w14:paraId="5D19F8D1" w14:textId="77777777" w:rsidR="00BD2DD3" w:rsidRPr="00AD2D6F" w:rsidRDefault="00BD2DD3" w:rsidP="00AD3EF4">
            <w:pPr>
              <w:pStyle w:val="ListParagraph"/>
              <w:ind w:left="246" w:hanging="246"/>
              <w:contextualSpacing/>
            </w:pPr>
            <w:r w:rsidRPr="00AD2D6F">
              <w:t xml:space="preserve">Ordinary housework </w:t>
            </w:r>
          </w:p>
          <w:p w14:paraId="486B5CF1" w14:textId="77777777" w:rsidR="00BD2DD3" w:rsidRPr="00AD2D6F" w:rsidRDefault="00BD2DD3" w:rsidP="00AD3EF4">
            <w:pPr>
              <w:pStyle w:val="ListParagraph"/>
              <w:ind w:left="246" w:hanging="246"/>
              <w:contextualSpacing/>
            </w:pPr>
            <w:r w:rsidRPr="00AD2D6F">
              <w:t xml:space="preserve">Essential shopping </w:t>
            </w:r>
          </w:p>
        </w:tc>
        <w:tc>
          <w:tcPr>
            <w:tcW w:w="5665" w:type="dxa"/>
            <w:tcBorders>
              <w:top w:val="single" w:sz="4" w:space="0" w:color="auto"/>
            </w:tcBorders>
            <w:shd w:val="clear" w:color="auto" w:fill="auto"/>
          </w:tcPr>
          <w:p w14:paraId="59D95C6C" w14:textId="77777777" w:rsidR="00BD2DD3" w:rsidRPr="00AD2D6F" w:rsidRDefault="00BD2DD3" w:rsidP="00AD3EF4">
            <w:pPr>
              <w:pStyle w:val="ListParagraph"/>
              <w:ind w:left="333" w:hanging="333"/>
              <w:contextualSpacing/>
            </w:pPr>
            <w:r w:rsidRPr="00AD2D6F">
              <w:t xml:space="preserve">Wood supply </w:t>
            </w:r>
            <w:r w:rsidRPr="00AD2D6F">
              <w:rPr>
                <w:rFonts w:cs="Arial"/>
                <w:i/>
                <w:color w:val="000000"/>
              </w:rPr>
              <w:t>(when sole source of heat)</w:t>
            </w:r>
          </w:p>
          <w:p w14:paraId="02BB7108" w14:textId="77777777" w:rsidR="00BD2DD3" w:rsidRPr="00AD2D6F" w:rsidRDefault="00BD2DD3" w:rsidP="00AD3EF4">
            <w:pPr>
              <w:pStyle w:val="ListParagraph"/>
              <w:ind w:left="333" w:hanging="333"/>
              <w:contextualSpacing/>
            </w:pPr>
            <w:r w:rsidRPr="00AD2D6F">
              <w:t>Travel to medical services</w:t>
            </w:r>
          </w:p>
          <w:p w14:paraId="6BEBF28E" w14:textId="77777777" w:rsidR="00BD2DD3" w:rsidRPr="00AD2D6F" w:rsidRDefault="00BD2DD3" w:rsidP="00AD3EF4">
            <w:pPr>
              <w:pStyle w:val="ListParagraph"/>
              <w:ind w:left="333" w:hanging="333"/>
              <w:contextualSpacing/>
            </w:pPr>
            <w:r w:rsidRPr="00AD2D6F">
              <w:t>Telephone use</w:t>
            </w:r>
          </w:p>
        </w:tc>
      </w:tr>
    </w:tbl>
    <w:p w14:paraId="64978A83" w14:textId="77777777" w:rsidR="00B16604" w:rsidRDefault="00B16604" w:rsidP="00950E66">
      <w:pPr>
        <w:pStyle w:val="Numbering2"/>
        <w:numPr>
          <w:ilvl w:val="0"/>
          <w:numId w:val="0"/>
        </w:numPr>
      </w:pPr>
    </w:p>
    <w:p w14:paraId="24A9B808" w14:textId="77777777" w:rsidR="00B16604" w:rsidRPr="00545501" w:rsidRDefault="00B16604" w:rsidP="00545501">
      <w:pPr>
        <w:pStyle w:val="Heading2"/>
        <w:rPr>
          <w:color w:val="193F6F"/>
        </w:rPr>
      </w:pPr>
      <w:bookmarkStart w:id="13" w:name="_Toc172224688"/>
      <w:bookmarkStart w:id="14" w:name="_Toc193699222"/>
      <w:r w:rsidRPr="00545501">
        <w:rPr>
          <w:color w:val="193F6F"/>
        </w:rPr>
        <w:t>Eligibility</w:t>
      </w:r>
      <w:bookmarkEnd w:id="13"/>
      <w:bookmarkEnd w:id="14"/>
    </w:p>
    <w:p w14:paraId="1E05C8B9" w14:textId="77777777" w:rsidR="00B16604" w:rsidRDefault="00B16604" w:rsidP="00B16604">
      <w:r>
        <w:t xml:space="preserve">To be eligible for the MPC program, and before services can be authorized, the client must meet </w:t>
      </w:r>
      <w:proofErr w:type="gramStart"/>
      <w:r w:rsidRPr="00C93672">
        <w:rPr>
          <w:b/>
          <w:bCs/>
          <w:u w:val="single"/>
        </w:rPr>
        <w:t>ALL</w:t>
      </w:r>
      <w:r>
        <w:t xml:space="preserve"> of</w:t>
      </w:r>
      <w:proofErr w:type="gramEnd"/>
      <w:r>
        <w:t xml:space="preserve"> the following eligibility criteria:</w:t>
      </w:r>
    </w:p>
    <w:p w14:paraId="48BF03EF" w14:textId="77777777" w:rsidR="002932C9" w:rsidRDefault="00B16604" w:rsidP="002932C9">
      <w:pPr>
        <w:pStyle w:val="Heading3"/>
      </w:pPr>
      <w:bookmarkStart w:id="15" w:name="_Toc172224689"/>
      <w:bookmarkStart w:id="16" w:name="_Toc193699223"/>
      <w:r>
        <w:t>Age</w:t>
      </w:r>
      <w:bookmarkEnd w:id="15"/>
      <w:bookmarkEnd w:id="16"/>
    </w:p>
    <w:p w14:paraId="5A043E79" w14:textId="7B8DB911" w:rsidR="00475EB4" w:rsidRDefault="00B16604" w:rsidP="00D145D1">
      <w:r w:rsidRPr="00C26BA7">
        <w:t xml:space="preserve">If services are authorized by </w:t>
      </w:r>
      <w:r>
        <w:t>Home and Community Services (</w:t>
      </w:r>
      <w:r w:rsidRPr="00C26BA7">
        <w:t>HCS</w:t>
      </w:r>
      <w:r>
        <w:t>)</w:t>
      </w:r>
      <w:r w:rsidRPr="00C26BA7">
        <w:t>/</w:t>
      </w:r>
      <w:r>
        <w:t>Area Agency on Aging (</w:t>
      </w:r>
      <w:r w:rsidRPr="00C26BA7">
        <w:t>AAA</w:t>
      </w:r>
      <w:r>
        <w:t>)</w:t>
      </w:r>
      <w:r w:rsidRPr="00C26BA7">
        <w:t xml:space="preserve">, clients must be </w:t>
      </w:r>
      <w:r w:rsidR="00D145D1">
        <w:t>18</w:t>
      </w:r>
      <w:r w:rsidRPr="00C26BA7">
        <w:t xml:space="preserve"> years of age or </w:t>
      </w:r>
      <w:proofErr w:type="gramStart"/>
      <w:r w:rsidRPr="00C26BA7">
        <w:t>older;</w:t>
      </w:r>
      <w:proofErr w:type="gramEnd"/>
    </w:p>
    <w:p w14:paraId="0328CC42" w14:textId="77777777" w:rsidR="00D145D1" w:rsidRDefault="00D145D1" w:rsidP="00D145D1"/>
    <w:p w14:paraId="77601FFF" w14:textId="0E5F9020" w:rsidR="00475EB4" w:rsidRDefault="00B16604" w:rsidP="00D145D1">
      <w:r w:rsidRPr="00C26BA7">
        <w:t xml:space="preserve">If services are authorized by DDA: </w:t>
      </w:r>
    </w:p>
    <w:p w14:paraId="6FE15851" w14:textId="3EA30903" w:rsidR="00475EB4" w:rsidRPr="00C26BA7" w:rsidRDefault="00B16604" w:rsidP="004E52B4">
      <w:pPr>
        <w:pStyle w:val="ListParagraph"/>
        <w:numPr>
          <w:ilvl w:val="0"/>
          <w:numId w:val="14"/>
        </w:numPr>
      </w:pPr>
      <w:r w:rsidRPr="00C26BA7">
        <w:t>Clients who meet DDA’s determination of a developmental disability may be any age</w:t>
      </w:r>
    </w:p>
    <w:p w14:paraId="30393ED2" w14:textId="73207B96" w:rsidR="00B16604" w:rsidRDefault="00B16604" w:rsidP="004E52B4">
      <w:pPr>
        <w:pStyle w:val="ListParagraph"/>
        <w:numPr>
          <w:ilvl w:val="0"/>
          <w:numId w:val="14"/>
        </w:numPr>
      </w:pPr>
      <w:r w:rsidRPr="00C26BA7">
        <w:t>Children with functional disabilities who do not meet DDA’s determination of a developmental disability may be served by DDA until age 18</w:t>
      </w:r>
      <w:r>
        <w:t xml:space="preserve">. </w:t>
      </w:r>
      <w:r w:rsidRPr="00C26BA7">
        <w:t xml:space="preserve">DDA will refer adults </w:t>
      </w:r>
      <w:proofErr w:type="gramStart"/>
      <w:r w:rsidRPr="00C26BA7">
        <w:t>age</w:t>
      </w:r>
      <w:proofErr w:type="gramEnd"/>
      <w:r w:rsidRPr="00C26BA7">
        <w:t xml:space="preserve"> 18 and over </w:t>
      </w:r>
      <w:r>
        <w:t xml:space="preserve">who are not DDA eligible </w:t>
      </w:r>
      <w:r w:rsidRPr="00C26BA7">
        <w:t>to HCS</w:t>
      </w:r>
      <w:r>
        <w:t>.</w:t>
      </w:r>
      <w:r w:rsidRPr="00C26BA7">
        <w:t xml:space="preserve"> </w:t>
      </w:r>
    </w:p>
    <w:p w14:paraId="1F2BD522" w14:textId="77777777" w:rsidR="00B16604" w:rsidRDefault="00B16604" w:rsidP="00B16604">
      <w:pPr>
        <w:pStyle w:val="ListParagraph2"/>
        <w:numPr>
          <w:ilvl w:val="0"/>
          <w:numId w:val="0"/>
        </w:numPr>
        <w:ind w:left="1296"/>
      </w:pPr>
    </w:p>
    <w:p w14:paraId="6F9C40D5" w14:textId="77777777" w:rsidR="00B16604" w:rsidRDefault="00B16604" w:rsidP="00B16604">
      <w:pPr>
        <w:pStyle w:val="Heading3"/>
      </w:pPr>
      <w:bookmarkStart w:id="17" w:name="_Toc172224690"/>
      <w:bookmarkStart w:id="18" w:name="_Toc193699224"/>
      <w:r>
        <w:lastRenderedPageBreak/>
        <w:t>Functional eligibility</w:t>
      </w:r>
      <w:bookmarkEnd w:id="17"/>
      <w:bookmarkEnd w:id="18"/>
    </w:p>
    <w:p w14:paraId="58701028" w14:textId="77777777" w:rsidR="00B16604" w:rsidRDefault="00B16604" w:rsidP="00B16604">
      <w:proofErr w:type="gramStart"/>
      <w:r>
        <w:t>Individual</w:t>
      </w:r>
      <w:proofErr w:type="gramEnd"/>
      <w:r>
        <w:t xml:space="preserve"> must meet functional eligibility as determined by </w:t>
      </w:r>
      <w:r w:rsidRPr="00B5389D">
        <w:t>Comprehensive Assessment Reporting Evaluation (CARE)</w:t>
      </w:r>
      <w:r>
        <w:t xml:space="preserve">. </w:t>
      </w:r>
    </w:p>
    <w:p w14:paraId="5E28B435" w14:textId="77777777" w:rsidR="00B16604" w:rsidRDefault="00B16604" w:rsidP="00D145D1">
      <w:pPr>
        <w:pStyle w:val="ListParagraph"/>
        <w:ind w:left="720"/>
        <w:contextualSpacing/>
      </w:pPr>
      <w:r>
        <w:t>T</w:t>
      </w:r>
      <w:r w:rsidRPr="00493A52">
        <w:t xml:space="preserve">he individual has an unmet or partially met need as defined in </w:t>
      </w:r>
      <w:hyperlink r:id="rId13" w:history="1">
        <w:r w:rsidRPr="00C93672">
          <w:rPr>
            <w:rStyle w:val="Hyperlink"/>
          </w:rPr>
          <w:t>WAC 388-106-0210</w:t>
        </w:r>
      </w:hyperlink>
      <w:r w:rsidRPr="00493A52">
        <w:t>; and</w:t>
      </w:r>
    </w:p>
    <w:p w14:paraId="5A9641C0" w14:textId="77777777" w:rsidR="00B16604" w:rsidRDefault="00B16604" w:rsidP="00D145D1">
      <w:pPr>
        <w:pStyle w:val="ListParagraph"/>
        <w:ind w:left="720"/>
        <w:contextualSpacing/>
      </w:pPr>
      <w:r w:rsidRPr="00493A52">
        <w:t xml:space="preserve">Does not meet institutional level of care as </w:t>
      </w:r>
      <w:r w:rsidRPr="009C4FE4">
        <w:t xml:space="preserve">outlined in </w:t>
      </w:r>
      <w:hyperlink r:id="rId14" w:history="1">
        <w:r w:rsidRPr="009169E6">
          <w:rPr>
            <w:rStyle w:val="Hyperlink"/>
          </w:rPr>
          <w:t>WAC 388-106-0355(1)</w:t>
        </w:r>
      </w:hyperlink>
      <w:r w:rsidRPr="00C93672">
        <w:rPr>
          <w:rStyle w:val="Hyperlink"/>
        </w:rPr>
        <w:t xml:space="preserve">. </w:t>
      </w:r>
    </w:p>
    <w:p w14:paraId="51653D30" w14:textId="77777777" w:rsidR="00B16604" w:rsidRDefault="00B16604" w:rsidP="00B16604">
      <w:pPr>
        <w:pStyle w:val="Heading3"/>
      </w:pPr>
      <w:bookmarkStart w:id="19" w:name="_Toc172224691"/>
      <w:bookmarkStart w:id="20" w:name="_Toc193699225"/>
      <w:r>
        <w:t>Financial eligibility</w:t>
      </w:r>
      <w:bookmarkEnd w:id="19"/>
      <w:bookmarkEnd w:id="20"/>
    </w:p>
    <w:p w14:paraId="33E93D7E" w14:textId="77777777" w:rsidR="00B16604" w:rsidRDefault="00B16604" w:rsidP="005F0C16">
      <w:r w:rsidRPr="00927209">
        <w:rPr>
          <w:rFonts w:eastAsia="Times New Roman"/>
          <w:color w:val="000000"/>
          <w:szCs w:val="24"/>
        </w:rPr>
        <w:t xml:space="preserve">To be financially eligible for MPC, an individual </w:t>
      </w:r>
      <w:r w:rsidRPr="00927209">
        <w:rPr>
          <w:rFonts w:eastAsia="Times New Roman"/>
          <w:szCs w:val="24"/>
        </w:rPr>
        <w:t xml:space="preserve">must be eligible for </w:t>
      </w:r>
      <w:r w:rsidRPr="00A0757B">
        <w:rPr>
          <w:rFonts w:eastAsia="Times New Roman"/>
          <w:szCs w:val="24"/>
        </w:rPr>
        <w:t>non-institutional categorically needy (CN)</w:t>
      </w:r>
      <w:r w:rsidRPr="00927209">
        <w:rPr>
          <w:rFonts w:eastAsia="Times New Roman"/>
          <w:szCs w:val="24"/>
        </w:rPr>
        <w:t xml:space="preserve"> or alternative benefit plan (ABP) medical. See </w:t>
      </w:r>
      <w:hyperlink r:id="rId15" w:history="1">
        <w:r w:rsidRPr="00A0757B">
          <w:rPr>
            <w:rStyle w:val="Hyperlink"/>
            <w:rFonts w:eastAsia="Times New Roman"/>
            <w:szCs w:val="24"/>
          </w:rPr>
          <w:t>Chapter 7a</w:t>
        </w:r>
      </w:hyperlink>
      <w:r w:rsidRPr="00927209">
        <w:rPr>
          <w:rFonts w:eastAsia="Times New Roman"/>
          <w:szCs w:val="24"/>
        </w:rPr>
        <w:t xml:space="preserve"> of the </w:t>
      </w:r>
      <w:r>
        <w:rPr>
          <w:rFonts w:eastAsia="Times New Roman"/>
          <w:szCs w:val="24"/>
        </w:rPr>
        <w:t>Long-Term Care (</w:t>
      </w:r>
      <w:r w:rsidRPr="00927209">
        <w:rPr>
          <w:rFonts w:eastAsia="Times New Roman"/>
          <w:szCs w:val="24"/>
        </w:rPr>
        <w:t>LTC</w:t>
      </w:r>
      <w:r>
        <w:rPr>
          <w:rFonts w:eastAsia="Times New Roman"/>
          <w:szCs w:val="24"/>
        </w:rPr>
        <w:t>)</w:t>
      </w:r>
      <w:r w:rsidRPr="00927209">
        <w:rPr>
          <w:rFonts w:eastAsia="Times New Roman"/>
          <w:szCs w:val="24"/>
        </w:rPr>
        <w:t xml:space="preserve"> manual for more information regarding financial eligibility for LTC programs.</w:t>
      </w:r>
    </w:p>
    <w:p w14:paraId="15E8E990" w14:textId="77777777" w:rsidR="00B16604" w:rsidRDefault="00B16604" w:rsidP="00B16604"/>
    <w:p w14:paraId="323788BA" w14:textId="77777777" w:rsidR="00C541B5" w:rsidRPr="00691E0C" w:rsidRDefault="00C541B5" w:rsidP="00C541B5">
      <w:pPr>
        <w:pStyle w:val="Heading2"/>
        <w:rPr>
          <w:color w:val="193F6F"/>
        </w:rPr>
      </w:pPr>
      <w:bookmarkStart w:id="21" w:name="_Toc172224692"/>
      <w:bookmarkStart w:id="22" w:name="_Toc193699226"/>
      <w:r w:rsidRPr="00691E0C">
        <w:rPr>
          <w:color w:val="193F6F"/>
        </w:rPr>
        <w:t>MPC Services</w:t>
      </w:r>
      <w:bookmarkEnd w:id="21"/>
      <w:bookmarkEnd w:id="22"/>
    </w:p>
    <w:p w14:paraId="1785211D" w14:textId="77777777" w:rsidR="00C541B5" w:rsidRDefault="00C541B5" w:rsidP="005F0C16">
      <w:r>
        <w:t xml:space="preserve">The services available through MPC are limited to personal care services, nurse delegation (in certain settings), nursing services, and caregiver management training.  </w:t>
      </w:r>
    </w:p>
    <w:p w14:paraId="69540B55" w14:textId="77777777" w:rsidR="00C541B5" w:rsidRDefault="00C541B5" w:rsidP="005F0C16">
      <w:pPr>
        <w:ind w:left="504"/>
        <w:rPr>
          <w:rFonts w:eastAsia="Times New Roman"/>
          <w:szCs w:val="24"/>
        </w:rPr>
      </w:pPr>
      <w:r>
        <w:rPr>
          <w:rFonts w:eastAsia="Times New Roman"/>
          <w:szCs w:val="24"/>
        </w:rPr>
        <w:t>Use the following service codes to authorize MPC services:</w:t>
      </w:r>
    </w:p>
    <w:p w14:paraId="5843A5C0" w14:textId="77777777" w:rsidR="00C541B5" w:rsidRPr="00FA1257" w:rsidRDefault="00C541B5" w:rsidP="005F0C16">
      <w:pPr>
        <w:pStyle w:val="ListParagraph"/>
        <w:tabs>
          <w:tab w:val="left" w:pos="5040"/>
        </w:tabs>
        <w:ind w:left="1224" w:hanging="216"/>
        <w:contextualSpacing/>
      </w:pPr>
      <w:r w:rsidRPr="00FA1257">
        <w:t>In-home personal care</w:t>
      </w:r>
      <w:r>
        <w:tab/>
      </w:r>
      <w:r>
        <w:tab/>
      </w:r>
      <w:hyperlink r:id="rId16" w:history="1">
        <w:r w:rsidRPr="00697389">
          <w:rPr>
            <w:rStyle w:val="Hyperlink"/>
          </w:rPr>
          <w:t>T1019-U6</w:t>
        </w:r>
      </w:hyperlink>
    </w:p>
    <w:p w14:paraId="363AA9D7" w14:textId="77777777" w:rsidR="00C541B5" w:rsidRPr="00FA1257" w:rsidRDefault="00C541B5" w:rsidP="005F0C16">
      <w:pPr>
        <w:pStyle w:val="ListParagraph"/>
        <w:tabs>
          <w:tab w:val="left" w:pos="5040"/>
        </w:tabs>
        <w:ind w:left="1224" w:hanging="216"/>
        <w:contextualSpacing/>
      </w:pPr>
      <w:r>
        <w:t>Adult Family Home (AFH) p</w:t>
      </w:r>
      <w:r w:rsidRPr="00FA1257">
        <w:t xml:space="preserve">ersonal </w:t>
      </w:r>
      <w:r>
        <w:t>c</w:t>
      </w:r>
      <w:r w:rsidRPr="00FA1257">
        <w:t>are</w:t>
      </w:r>
      <w:r>
        <w:tab/>
      </w:r>
      <w:r>
        <w:tab/>
      </w:r>
      <w:hyperlink r:id="rId17" w:history="1">
        <w:r w:rsidRPr="00697389">
          <w:rPr>
            <w:rStyle w:val="Hyperlink"/>
          </w:rPr>
          <w:t>T1020-U1</w:t>
        </w:r>
      </w:hyperlink>
    </w:p>
    <w:p w14:paraId="039276F3" w14:textId="77777777" w:rsidR="00C541B5" w:rsidRDefault="00C541B5" w:rsidP="005F0C16">
      <w:pPr>
        <w:pStyle w:val="ListParagraph"/>
        <w:tabs>
          <w:tab w:val="left" w:pos="5040"/>
        </w:tabs>
        <w:ind w:left="1224" w:hanging="216"/>
        <w:contextualSpacing/>
      </w:pPr>
      <w:r>
        <w:t>Adult Residential Care (ARC) p</w:t>
      </w:r>
      <w:r w:rsidRPr="00FA1257">
        <w:t xml:space="preserve">ersonal </w:t>
      </w:r>
      <w:r>
        <w:t>c</w:t>
      </w:r>
      <w:r w:rsidRPr="00FA1257">
        <w:t>are</w:t>
      </w:r>
      <w:r>
        <w:tab/>
      </w:r>
      <w:r>
        <w:tab/>
      </w:r>
      <w:hyperlink r:id="rId18" w:history="1">
        <w:r w:rsidRPr="00ED3A89">
          <w:rPr>
            <w:rStyle w:val="Hyperlink"/>
          </w:rPr>
          <w:t>T1020-U2</w:t>
        </w:r>
      </w:hyperlink>
    </w:p>
    <w:p w14:paraId="24E9F396" w14:textId="77777777" w:rsidR="00C541B5" w:rsidRDefault="00C541B5" w:rsidP="005F0C16">
      <w:pPr>
        <w:pStyle w:val="ListParagraph"/>
        <w:tabs>
          <w:tab w:val="left" w:pos="5040"/>
        </w:tabs>
        <w:ind w:left="1224" w:hanging="216"/>
        <w:contextualSpacing/>
      </w:pPr>
      <w:r w:rsidRPr="00FA1257">
        <w:t>Nurse Delegation (Residential Settings only)</w:t>
      </w:r>
      <w:r>
        <w:t xml:space="preserve"> </w:t>
      </w:r>
      <w:r>
        <w:tab/>
      </w:r>
      <w:hyperlink r:id="rId19" w:history="1">
        <w:r w:rsidRPr="00ED3A89">
          <w:rPr>
            <w:rStyle w:val="Hyperlink"/>
          </w:rPr>
          <w:t>H2014-U5</w:t>
        </w:r>
      </w:hyperlink>
    </w:p>
    <w:p w14:paraId="349FA35D" w14:textId="77777777" w:rsidR="005F0C16" w:rsidRDefault="005F0C16" w:rsidP="005F0C16">
      <w:pPr>
        <w:pStyle w:val="Heading3"/>
        <w:spacing w:before="0" w:after="0"/>
      </w:pPr>
      <w:bookmarkStart w:id="23" w:name="_Toc172224693"/>
    </w:p>
    <w:p w14:paraId="39860648" w14:textId="31696DA2" w:rsidR="00421161" w:rsidRDefault="00421161" w:rsidP="005F0C16">
      <w:pPr>
        <w:pStyle w:val="Heading3"/>
      </w:pPr>
      <w:bookmarkStart w:id="24" w:name="_Toc193699227"/>
      <w:r>
        <w:t>Personal Care Services</w:t>
      </w:r>
      <w:bookmarkEnd w:id="23"/>
      <w:bookmarkEnd w:id="24"/>
    </w:p>
    <w:p w14:paraId="65ABC555" w14:textId="77777777" w:rsidR="00421161" w:rsidRDefault="00421161" w:rsidP="00421161">
      <w:r w:rsidRPr="00FF22FE">
        <w:t xml:space="preserve">The definition of personal care services can be found in </w:t>
      </w:r>
      <w:hyperlink r:id="rId20" w:history="1">
        <w:r w:rsidRPr="00FF22FE">
          <w:rPr>
            <w:rStyle w:val="Hyperlink"/>
          </w:rPr>
          <w:t>WAC 388-106-0010</w:t>
        </w:r>
      </w:hyperlink>
      <w:r w:rsidRPr="00FF22FE">
        <w:t xml:space="preserve"> and is as follows:  </w:t>
      </w:r>
    </w:p>
    <w:p w14:paraId="09BE2B2B" w14:textId="77777777" w:rsidR="00421161" w:rsidRPr="00096B60" w:rsidRDefault="00421161" w:rsidP="00421161">
      <w:pPr>
        <w:tabs>
          <w:tab w:val="left" w:pos="720"/>
        </w:tabs>
        <w:ind w:left="720" w:right="720"/>
        <w:rPr>
          <w:i/>
        </w:rPr>
      </w:pPr>
      <w:r w:rsidRPr="00096B60">
        <w:rPr>
          <w:i/>
        </w:rPr>
        <w:t>Physical or verbal assistance with activities of daily living (ADL) and instrumental activities of daily living (IADL) due to functional limitations. Assistance is evaluated with the use of assistive devices.</w:t>
      </w:r>
    </w:p>
    <w:p w14:paraId="4E7A7C5B" w14:textId="7221B49C" w:rsidR="00516C47" w:rsidRDefault="003F0A28" w:rsidP="00950E66">
      <w:pPr>
        <w:pStyle w:val="Numbering2"/>
        <w:numPr>
          <w:ilvl w:val="0"/>
          <w:numId w:val="0"/>
        </w:numPr>
      </w:pPr>
      <w:r w:rsidRPr="00FA2581">
        <w:rPr>
          <w:noProof/>
        </w:rPr>
        <mc:AlternateContent>
          <mc:Choice Requires="wps">
            <w:drawing>
              <wp:anchor distT="0" distB="0" distL="114300" distR="114300" simplePos="0" relativeHeight="251659264" behindDoc="0" locked="0" layoutInCell="1" allowOverlap="1" wp14:anchorId="555E6833" wp14:editId="7249AFF9">
                <wp:simplePos x="0" y="0"/>
                <wp:positionH relativeFrom="column">
                  <wp:posOffset>4583430</wp:posOffset>
                </wp:positionH>
                <wp:positionV relativeFrom="paragraph">
                  <wp:posOffset>174625</wp:posOffset>
                </wp:positionV>
                <wp:extent cx="1527810" cy="1436370"/>
                <wp:effectExtent l="0" t="0" r="1524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1436370"/>
                        </a:xfrm>
                        <a:prstGeom prst="rect">
                          <a:avLst/>
                        </a:prstGeom>
                        <a:solidFill>
                          <a:srgbClr val="8D6198">
                            <a:alpha val="24706"/>
                          </a:srgbClr>
                        </a:solidFill>
                        <a:ln w="9525">
                          <a:solidFill>
                            <a:srgbClr val="000000"/>
                          </a:solidFill>
                          <a:miter lim="800000"/>
                          <a:headEnd/>
                          <a:tailEnd/>
                        </a:ln>
                      </wps:spPr>
                      <wps:txbx>
                        <w:txbxContent>
                          <w:p w14:paraId="776A10DA" w14:textId="77777777" w:rsidR="00516C47" w:rsidRPr="00E2607F" w:rsidRDefault="00516C47" w:rsidP="00516C47">
                            <w:r w:rsidRPr="00E2607F">
                              <w:t>In-home providers can only be paid once for the same hour/unit of personal care service, even when providing services in a multi-client household.</w:t>
                            </w:r>
                          </w:p>
                          <w:p w14:paraId="1E7FBA59" w14:textId="316B2B54" w:rsidR="003F0A28" w:rsidRPr="00BF449D" w:rsidRDefault="003F0A28" w:rsidP="00516C47">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type w14:anchorId="555E6833" id="_x0000_t202" coordsize="21600,21600" o:spt="202" path="m,l,21600r21600,l21600,xe">
                <v:stroke joinstyle="miter"/>
                <v:path gradientshapeok="t" o:connecttype="rect"/>
              </v:shapetype>
              <v:shape id="Text Box 2" o:spid="_x0000_s1026" type="#_x0000_t202" style="position:absolute;margin-left:360.9pt;margin-top:13.75pt;width:120.3pt;height:11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" fillcolor="#8d6198">
                <v:fill opacity="16191f"/>
                <v:textbox inset=",7.2pt,,7.2pt">
                  <w:txbxContent>
                    <w:p w14:paraId="776A10DA" w14:textId="77777777" w:rsidR="00516C47" w:rsidRPr="00E2607F" w:rsidRDefault="00516C47" w:rsidP="00516C47">
                      <w:r w:rsidRPr="00E2607F">
                        <w:t>In-home providers can only be paid once for the same hour/unit of personal care service, even when providing services in a multi-client household.</w:t>
                      </w:r>
                    </w:p>
                    <w:p w14:paraId="1E7FBA59" w14:textId="316B2B54" w:rsidR="003F0A28" w:rsidRPr="00BF449D" w:rsidRDefault="003F0A28" w:rsidP="00516C47">
                      <w:pPr>
                        <w:autoSpaceDE w:val="0"/>
                        <w:autoSpaceDN w:val="0"/>
                        <w:adjustRightInd w:val="0"/>
                        <w:rPr>
                          <w:rFonts w:cs="Arial"/>
                          <w:szCs w:val="24"/>
                        </w:rPr>
                      </w:pPr>
                    </w:p>
                  </w:txbxContent>
                </v:textbox>
                <w10:wrap type="square"/>
              </v:shape>
            </w:pict>
          </mc:Fallback>
        </mc:AlternateContent>
      </w:r>
    </w:p>
    <w:p w14:paraId="1F9D6150" w14:textId="77777777" w:rsidR="00DC4595" w:rsidRPr="00B5389D" w:rsidRDefault="00DC4595" w:rsidP="00DC4595">
      <w:pPr>
        <w:spacing w:line="259" w:lineRule="auto"/>
        <w:rPr>
          <w:color w:val="000000"/>
        </w:rPr>
      </w:pPr>
      <w:r w:rsidRPr="00B5389D">
        <w:rPr>
          <w:color w:val="000000"/>
        </w:rPr>
        <w:t>Personal care services include assistance:</w:t>
      </w:r>
    </w:p>
    <w:p w14:paraId="73AAFF5E" w14:textId="77777777" w:rsidR="00DC4595" w:rsidRDefault="00DC4595" w:rsidP="00DC4595">
      <w:pPr>
        <w:pStyle w:val="ListParagraph"/>
        <w:ind w:left="720" w:hanging="216"/>
        <w:contextualSpacing/>
      </w:pPr>
      <w:r w:rsidRPr="00B5389D">
        <w:t xml:space="preserve">Provided to enable clients to accomplish tasks that they would normally do for themselves if they did not have a </w:t>
      </w:r>
      <w:proofErr w:type="gramStart"/>
      <w:r w:rsidRPr="00B5389D">
        <w:t>disability</w:t>
      </w:r>
      <w:r>
        <w:t>;</w:t>
      </w:r>
      <w:proofErr w:type="gramEnd"/>
    </w:p>
    <w:p w14:paraId="0213BA07" w14:textId="1E498332" w:rsidR="00DC4595" w:rsidRDefault="00DC4595" w:rsidP="004E52B4">
      <w:pPr>
        <w:pStyle w:val="ListParagraph2"/>
        <w:numPr>
          <w:ilvl w:val="0"/>
          <w:numId w:val="15"/>
        </w:numPr>
        <w:contextualSpacing/>
      </w:pPr>
      <w:r w:rsidRPr="00B5389D">
        <w:t>This assistance may take the form of hands-on assistance (</w:t>
      </w:r>
      <w:proofErr w:type="gramStart"/>
      <w:r w:rsidRPr="00B5389D">
        <w:t>actually performing</w:t>
      </w:r>
      <w:proofErr w:type="gramEnd"/>
      <w:r w:rsidRPr="00B5389D">
        <w:t xml:space="preserve"> a task for the person) or </w:t>
      </w:r>
      <w:proofErr w:type="gramStart"/>
      <w:r w:rsidRPr="00B5389D">
        <w:t>cuing</w:t>
      </w:r>
      <w:proofErr w:type="gramEnd"/>
      <w:r w:rsidRPr="00B5389D">
        <w:t xml:space="preserve"> to prompt the client to perform a task. </w:t>
      </w:r>
    </w:p>
    <w:p w14:paraId="49D46234" w14:textId="77777777" w:rsidR="00DC4595" w:rsidRPr="00B5389D" w:rsidRDefault="00DC4595" w:rsidP="004E52B4">
      <w:pPr>
        <w:pStyle w:val="ListParagraph2"/>
        <w:numPr>
          <w:ilvl w:val="0"/>
          <w:numId w:val="15"/>
        </w:numPr>
        <w:contextualSpacing/>
      </w:pPr>
      <w:r w:rsidRPr="00B5389D">
        <w:t xml:space="preserve">Personal care services may be provided on an </w:t>
      </w:r>
      <w:proofErr w:type="gramStart"/>
      <w:r w:rsidRPr="00B5389D">
        <w:t>episodic</w:t>
      </w:r>
      <w:proofErr w:type="gramEnd"/>
      <w:r w:rsidRPr="00B5389D">
        <w:t xml:space="preserve"> or on a continuing basis. </w:t>
      </w:r>
    </w:p>
    <w:p w14:paraId="73C83F8E" w14:textId="77777777" w:rsidR="00DC4595" w:rsidRDefault="00DC4595" w:rsidP="00DC4595">
      <w:pPr>
        <w:pStyle w:val="ListParagraph"/>
        <w:ind w:left="720" w:hanging="216"/>
        <w:contextualSpacing/>
      </w:pPr>
      <w:r w:rsidRPr="00B5389D">
        <w:t xml:space="preserve">To complete </w:t>
      </w:r>
      <w:proofErr w:type="gramStart"/>
      <w:r>
        <w:t>ADLs;</w:t>
      </w:r>
      <w:proofErr w:type="gramEnd"/>
      <w:r w:rsidRPr="00B5389D">
        <w:t xml:space="preserve">  </w:t>
      </w:r>
    </w:p>
    <w:p w14:paraId="43131631" w14:textId="77777777" w:rsidR="00267234" w:rsidRPr="00B5389D" w:rsidRDefault="00267234" w:rsidP="00267234">
      <w:pPr>
        <w:pStyle w:val="ListParagraph"/>
        <w:ind w:left="720" w:hanging="216"/>
      </w:pPr>
      <w:r w:rsidRPr="00B5389D">
        <w:t xml:space="preserve">To complete IADLs </w:t>
      </w:r>
      <w:r>
        <w:t>if not comprising</w:t>
      </w:r>
      <w:r w:rsidRPr="00B5389D">
        <w:t xml:space="preserve"> the entirety of the service for an individual</w:t>
      </w:r>
      <w:r>
        <w:t xml:space="preserve"> and the client </w:t>
      </w:r>
      <w:r w:rsidRPr="00B5389D">
        <w:t xml:space="preserve">also </w:t>
      </w:r>
      <w:r>
        <w:t>has</w:t>
      </w:r>
      <w:r w:rsidRPr="00B5389D">
        <w:t xml:space="preserve"> </w:t>
      </w:r>
      <w:r>
        <w:t xml:space="preserve">an </w:t>
      </w:r>
      <w:r w:rsidRPr="00B5389D">
        <w:t>unmet need and accept</w:t>
      </w:r>
      <w:r>
        <w:t>s</w:t>
      </w:r>
      <w:r w:rsidRPr="00B5389D">
        <w:t xml:space="preserve"> assistance with </w:t>
      </w:r>
      <w:proofErr w:type="gramStart"/>
      <w:r w:rsidRPr="00B5389D">
        <w:t>ADLs</w:t>
      </w:r>
      <w:r>
        <w:t>;</w:t>
      </w:r>
      <w:proofErr w:type="gramEnd"/>
      <w:r w:rsidRPr="00B5389D">
        <w:t xml:space="preserve"> </w:t>
      </w:r>
    </w:p>
    <w:p w14:paraId="4E473BA1" w14:textId="77777777" w:rsidR="00267234" w:rsidRDefault="00267234" w:rsidP="00267234">
      <w:pPr>
        <w:pStyle w:val="ListParagraph"/>
        <w:ind w:left="720" w:hanging="216"/>
        <w:contextualSpacing/>
      </w:pPr>
      <w:r w:rsidRPr="00B5389D">
        <w:t xml:space="preserve">For tasks completed outside of the client’s home as </w:t>
      </w:r>
      <w:r>
        <w:t xml:space="preserve">specified in the CARE plan. </w:t>
      </w:r>
    </w:p>
    <w:p w14:paraId="1DC7638F" w14:textId="77777777" w:rsidR="00267234" w:rsidRDefault="00267234" w:rsidP="004E52B4">
      <w:pPr>
        <w:pStyle w:val="ListParagraph2"/>
        <w:numPr>
          <w:ilvl w:val="0"/>
          <w:numId w:val="16"/>
        </w:numPr>
        <w:contextualSpacing/>
      </w:pPr>
      <w:r w:rsidRPr="00B5389D">
        <w:t xml:space="preserve">Personal care may be furnished to support clients in community activities or to access other services in the community. </w:t>
      </w:r>
    </w:p>
    <w:p w14:paraId="05433726" w14:textId="77777777" w:rsidR="00267234" w:rsidRDefault="00267234" w:rsidP="004E52B4">
      <w:pPr>
        <w:pStyle w:val="ListParagraph2"/>
        <w:numPr>
          <w:ilvl w:val="0"/>
          <w:numId w:val="16"/>
        </w:numPr>
        <w:contextualSpacing/>
      </w:pPr>
      <w:r w:rsidRPr="00B5389D">
        <w:lastRenderedPageBreak/>
        <w:t xml:space="preserve">Personal care may be furnished </w:t>
      </w:r>
      <w:proofErr w:type="gramStart"/>
      <w:r w:rsidRPr="00B5389D">
        <w:t>in order to</w:t>
      </w:r>
      <w:proofErr w:type="gramEnd"/>
      <w:r w:rsidRPr="00B5389D">
        <w:t xml:space="preserve"> assist a person to function in the workplace or as an adjunct to the provision of employment services.</w:t>
      </w:r>
    </w:p>
    <w:p w14:paraId="5C4934BE" w14:textId="77777777" w:rsidR="00A04BB0" w:rsidRPr="00B5389D" w:rsidRDefault="00A04BB0" w:rsidP="00A04BB0">
      <w:pPr>
        <w:pStyle w:val="ListParagraph2"/>
        <w:numPr>
          <w:ilvl w:val="0"/>
          <w:numId w:val="0"/>
        </w:numPr>
        <w:ind w:left="1440" w:hanging="360"/>
        <w:contextualSpacing/>
      </w:pPr>
    </w:p>
    <w:p w14:paraId="3A739690" w14:textId="77777777" w:rsidR="00A04BB0" w:rsidRPr="00F822EF" w:rsidRDefault="00A04BB0" w:rsidP="00A04BB0">
      <w:pPr>
        <w:pStyle w:val="Heading4"/>
        <w:rPr>
          <w:color w:val="193F6F"/>
        </w:rPr>
      </w:pPr>
      <w:r w:rsidRPr="00F822EF">
        <w:rPr>
          <w:color w:val="193F6F"/>
        </w:rPr>
        <w:t>Requesting funding from the Managed Care Organization (MCO) for Behavioral Health Wraparound Support (BHWS) or Community Behavioral Health Support (CBHS) service</w:t>
      </w:r>
    </w:p>
    <w:p w14:paraId="7F63D838" w14:textId="77777777" w:rsidR="00A04BB0" w:rsidRDefault="00A04BB0" w:rsidP="00A04BB0">
      <w:r>
        <w:t xml:space="preserve">Please see </w:t>
      </w:r>
      <w:hyperlink r:id="rId21" w:history="1">
        <w:r w:rsidRPr="00560A4F">
          <w:rPr>
            <w:rStyle w:val="Hyperlink"/>
          </w:rPr>
          <w:t>Chapter 22a – Apple Health Managed Care (MCO) and Apple Health Medicare Connect (DSNP)</w:t>
        </w:r>
      </w:hyperlink>
      <w:r>
        <w:t xml:space="preserve"> for Behavioral Health Wraparound Support (BHWS) or Community Behavioral Health Support (CBHS) service information and eligibility criteria.</w:t>
      </w:r>
    </w:p>
    <w:p w14:paraId="00E564A7" w14:textId="77777777" w:rsidR="0007385F" w:rsidRDefault="0007385F" w:rsidP="00A04BB0"/>
    <w:p w14:paraId="346AC83E" w14:textId="77777777" w:rsidR="00A04BB0" w:rsidRPr="0007385F" w:rsidRDefault="00A04BB0" w:rsidP="00A04BB0">
      <w:pPr>
        <w:pStyle w:val="Heading4"/>
        <w:rPr>
          <w:color w:val="193F6F"/>
        </w:rPr>
      </w:pPr>
      <w:r w:rsidRPr="0007385F">
        <w:rPr>
          <w:color w:val="193F6F"/>
        </w:rPr>
        <w:t>In-Home Personal Care Services Outside Washington</w:t>
      </w:r>
    </w:p>
    <w:p w14:paraId="7F90BB93" w14:textId="77777777" w:rsidR="00A04BB0" w:rsidRDefault="00A04BB0" w:rsidP="00A04BB0">
      <w:pPr>
        <w:rPr>
          <w:rFonts w:eastAsia="Times New Roman"/>
          <w:szCs w:val="24"/>
        </w:rPr>
      </w:pPr>
      <w:r w:rsidRPr="00502343">
        <w:rPr>
          <w:rFonts w:eastAsia="Times New Roman"/>
          <w:szCs w:val="24"/>
        </w:rPr>
        <w:t xml:space="preserve">Per </w:t>
      </w:r>
      <w:hyperlink r:id="rId22" w:history="1">
        <w:r w:rsidRPr="0040606C">
          <w:rPr>
            <w:rStyle w:val="Hyperlink"/>
            <w:rFonts w:eastAsia="Times New Roman"/>
            <w:szCs w:val="24"/>
          </w:rPr>
          <w:t>WAC 388-106-0035</w:t>
        </w:r>
      </w:hyperlink>
      <w:r w:rsidRPr="00502343">
        <w:rPr>
          <w:rFonts w:eastAsia="Times New Roman"/>
          <w:szCs w:val="24"/>
        </w:rPr>
        <w:t xml:space="preserve">, a client may receive personal care services </w:t>
      </w:r>
      <w:r>
        <w:rPr>
          <w:rFonts w:eastAsia="Times New Roman"/>
          <w:szCs w:val="24"/>
        </w:rPr>
        <w:t xml:space="preserve">from an Individual Provider (IP) employed through the Consumer Directed Employer (CDE) </w:t>
      </w:r>
      <w:r w:rsidRPr="00502343">
        <w:rPr>
          <w:rFonts w:eastAsia="Times New Roman"/>
          <w:szCs w:val="24"/>
        </w:rPr>
        <w:t xml:space="preserve">while temporarily traveling out of the state for </w:t>
      </w:r>
      <w:r w:rsidRPr="00C93672">
        <w:rPr>
          <w:rFonts w:eastAsia="Times New Roman"/>
          <w:b/>
          <w:bCs/>
          <w:szCs w:val="24"/>
          <w:u w:val="single"/>
        </w:rPr>
        <w:t>less</w:t>
      </w:r>
      <w:r w:rsidRPr="008E41AA">
        <w:rPr>
          <w:rFonts w:eastAsia="Times New Roman"/>
          <w:b/>
          <w:bCs/>
          <w:szCs w:val="24"/>
        </w:rPr>
        <w:t xml:space="preserve"> than 30 days</w:t>
      </w:r>
      <w:r w:rsidRPr="00502343">
        <w:rPr>
          <w:rFonts w:eastAsia="Times New Roman"/>
          <w:szCs w:val="24"/>
        </w:rPr>
        <w:t xml:space="preserve">.  </w:t>
      </w:r>
    </w:p>
    <w:p w14:paraId="6E78FA6C" w14:textId="77777777" w:rsidR="00A04BB0" w:rsidRDefault="00A04BB0" w:rsidP="00A04BB0">
      <w:pPr>
        <w:rPr>
          <w:rFonts w:eastAsia="Times New Roman"/>
          <w:szCs w:val="24"/>
        </w:rPr>
      </w:pPr>
    </w:p>
    <w:p w14:paraId="322C0389" w14:textId="77777777" w:rsidR="00A04BB0" w:rsidRPr="00502343" w:rsidRDefault="00A04BB0" w:rsidP="00A04BB0">
      <w:pPr>
        <w:rPr>
          <w:rFonts w:eastAsia="Times New Roman"/>
          <w:szCs w:val="24"/>
        </w:rPr>
      </w:pPr>
      <w:r w:rsidRPr="00502343">
        <w:rPr>
          <w:rFonts w:eastAsia="Times New Roman"/>
          <w:szCs w:val="24"/>
        </w:rPr>
        <w:t xml:space="preserve">All the following </w:t>
      </w:r>
      <w:r>
        <w:rPr>
          <w:rFonts w:eastAsia="Times New Roman"/>
          <w:szCs w:val="24"/>
        </w:rPr>
        <w:t xml:space="preserve">must be completed </w:t>
      </w:r>
      <w:proofErr w:type="gramStart"/>
      <w:r>
        <w:rPr>
          <w:rFonts w:eastAsia="Times New Roman"/>
          <w:szCs w:val="24"/>
        </w:rPr>
        <w:t>in order for</w:t>
      </w:r>
      <w:proofErr w:type="gramEnd"/>
      <w:r>
        <w:rPr>
          <w:rFonts w:eastAsia="Times New Roman"/>
          <w:szCs w:val="24"/>
        </w:rPr>
        <w:t xml:space="preserve"> out-of-state in-home personal care to be received and paid for</w:t>
      </w:r>
      <w:r w:rsidRPr="00502343">
        <w:rPr>
          <w:rFonts w:eastAsia="Times New Roman"/>
          <w:szCs w:val="24"/>
        </w:rPr>
        <w:t>:</w:t>
      </w:r>
    </w:p>
    <w:p w14:paraId="5D9073D0" w14:textId="77777777" w:rsidR="00A04BB0" w:rsidRDefault="00A04BB0" w:rsidP="00A04BB0">
      <w:pPr>
        <w:pStyle w:val="Numbering"/>
        <w:ind w:left="720"/>
      </w:pPr>
      <w:r w:rsidRPr="00977FC6">
        <w:rPr>
          <w:u w:val="single"/>
        </w:rPr>
        <w:t>Prior to</w:t>
      </w:r>
      <w:r>
        <w:t xml:space="preserve"> the client leaving Washington, the </w:t>
      </w:r>
      <w:r w:rsidRPr="00502343">
        <w:t xml:space="preserve">case manager </w:t>
      </w:r>
      <w:r>
        <w:t>must:</w:t>
      </w:r>
    </w:p>
    <w:p w14:paraId="09B7D2A0" w14:textId="77777777" w:rsidR="00A04BB0" w:rsidRDefault="00A04BB0" w:rsidP="004E52B4">
      <w:pPr>
        <w:pStyle w:val="Numbering"/>
        <w:numPr>
          <w:ilvl w:val="0"/>
          <w:numId w:val="18"/>
        </w:numPr>
        <w:ind w:left="1440"/>
      </w:pPr>
      <w:r>
        <w:t xml:space="preserve">Discuss with the client and/or client representative how the client’s personal care needs will be met while the client is traveling </w:t>
      </w:r>
      <w:proofErr w:type="gramStart"/>
      <w:r>
        <w:t>out-of-state;</w:t>
      </w:r>
      <w:proofErr w:type="gramEnd"/>
    </w:p>
    <w:p w14:paraId="6C17F25A" w14:textId="77777777" w:rsidR="00A04BB0" w:rsidRDefault="00A04BB0" w:rsidP="004E52B4">
      <w:pPr>
        <w:pStyle w:val="Numbering"/>
        <w:numPr>
          <w:ilvl w:val="0"/>
          <w:numId w:val="18"/>
        </w:numPr>
        <w:ind w:left="1440"/>
      </w:pPr>
      <w:r>
        <w:t xml:space="preserve">Obtain the temporary out-of-state address and phone </w:t>
      </w:r>
      <w:proofErr w:type="gramStart"/>
      <w:r>
        <w:t>contact;</w:t>
      </w:r>
      <w:proofErr w:type="gramEnd"/>
    </w:p>
    <w:p w14:paraId="6DB969AB" w14:textId="77777777" w:rsidR="00A04BB0" w:rsidRDefault="00A04BB0" w:rsidP="004E52B4">
      <w:pPr>
        <w:pStyle w:val="Numbering"/>
        <w:numPr>
          <w:ilvl w:val="0"/>
          <w:numId w:val="18"/>
        </w:numPr>
        <w:ind w:left="1440"/>
      </w:pPr>
      <w:r>
        <w:t xml:space="preserve">Document in a SER note the conversation </w:t>
      </w:r>
      <w:proofErr w:type="gramStart"/>
      <w:r>
        <w:t>including</w:t>
      </w:r>
      <w:proofErr w:type="gramEnd"/>
      <w:r>
        <w:t xml:space="preserve"> the client’s departure date and return date; and</w:t>
      </w:r>
    </w:p>
    <w:p w14:paraId="7D17B270" w14:textId="6CC8B96C" w:rsidR="00A04BB0" w:rsidRDefault="00A04BB0" w:rsidP="004E52B4">
      <w:pPr>
        <w:pStyle w:val="Numbering"/>
        <w:numPr>
          <w:ilvl w:val="0"/>
          <w:numId w:val="18"/>
        </w:numPr>
        <w:ind w:left="1440"/>
      </w:pPr>
      <w:r>
        <w:t xml:space="preserve">Update the Client Details on the Contact Details screen in CARE to reflect the client’s Washington address and phone contact </w:t>
      </w:r>
      <w:r w:rsidRPr="00FD503F">
        <w:rPr>
          <w:b/>
          <w:bCs/>
        </w:rPr>
        <w:t>as well as</w:t>
      </w:r>
      <w:r>
        <w:t xml:space="preserve"> the temporary out-of-state address and phone contact(s</w:t>
      </w:r>
      <w:proofErr w:type="gramStart"/>
      <w:r>
        <w:t>);</w:t>
      </w:r>
      <w:proofErr w:type="gramEnd"/>
    </w:p>
    <w:p w14:paraId="5BA94508" w14:textId="77777777" w:rsidR="00F9474C" w:rsidRDefault="00F9474C" w:rsidP="00F9474C">
      <w:pPr>
        <w:pStyle w:val="Numbering"/>
        <w:ind w:left="720"/>
      </w:pPr>
      <w:r>
        <w:rPr>
          <w:noProof/>
        </w:rPr>
        <mc:AlternateContent>
          <mc:Choice Requires="wps">
            <w:drawing>
              <wp:anchor distT="45720" distB="45720" distL="114300" distR="114300" simplePos="0" relativeHeight="251663360" behindDoc="0" locked="0" layoutInCell="1" allowOverlap="1" wp14:anchorId="4DF81682" wp14:editId="4184505E">
                <wp:simplePos x="0" y="0"/>
                <wp:positionH relativeFrom="margin">
                  <wp:posOffset>4686300</wp:posOffset>
                </wp:positionH>
                <wp:positionV relativeFrom="paragraph">
                  <wp:posOffset>158115</wp:posOffset>
                </wp:positionV>
                <wp:extent cx="1590675" cy="733425"/>
                <wp:effectExtent l="0" t="0" r="28575" b="2857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733425"/>
                        </a:xfrm>
                        <a:prstGeom prst="rect">
                          <a:avLst/>
                        </a:prstGeom>
                        <a:solidFill>
                          <a:srgbClr val="5C8727">
                            <a:alpha val="20000"/>
                          </a:srgbClr>
                        </a:solidFill>
                        <a:ln w="9525">
                          <a:solidFill>
                            <a:srgbClr val="000000"/>
                          </a:solidFill>
                          <a:miter lim="800000"/>
                          <a:headEnd/>
                          <a:tailEnd/>
                        </a:ln>
                      </wps:spPr>
                      <wps:txbx>
                        <w:txbxContent>
                          <w:p w14:paraId="34C3EEB4" w14:textId="77777777" w:rsidR="00F9474C" w:rsidRPr="00CC7D8C" w:rsidRDefault="00F9474C" w:rsidP="00F9474C">
                            <w:pPr>
                              <w:rPr>
                                <w:rFonts w:cs="Arial"/>
                                <w:szCs w:val="20"/>
                              </w:rPr>
                            </w:pPr>
                            <w:r>
                              <w:rPr>
                                <w:rFonts w:cs="Arial"/>
                                <w:szCs w:val="20"/>
                              </w:rPr>
                              <w:t xml:space="preserve">Personal Care services are </w:t>
                            </w:r>
                            <w:r w:rsidRPr="001B755F">
                              <w:rPr>
                                <w:rFonts w:cs="Arial"/>
                                <w:szCs w:val="20"/>
                                <w:u w:val="single"/>
                              </w:rPr>
                              <w:t>not</w:t>
                            </w:r>
                            <w:r>
                              <w:rPr>
                                <w:rFonts w:cs="Arial"/>
                                <w:szCs w:val="20"/>
                              </w:rPr>
                              <w:t xml:space="preserve"> allowed outside the United States.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4DF81682" id="Text Box 12" o:spid="_x0000_s1027" type="#_x0000_t202" style="position:absolute;left:0;text-align:left;margin-left:369pt;margin-top:12.45pt;width:125.25pt;height:57.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" fillcolor="#5c8727">
                <v:fill opacity="13107f"/>
                <v:textbox inset=",7.2pt,,7.2pt">
                  <w:txbxContent>
                    <w:p w14:paraId="34C3EEB4" w14:textId="77777777" w:rsidR="00F9474C" w:rsidRPr="00CC7D8C" w:rsidRDefault="00F9474C" w:rsidP="00F9474C">
                      <w:pPr>
                        <w:rPr>
                          <w:rFonts w:cs="Arial"/>
                          <w:szCs w:val="20"/>
                        </w:rPr>
                      </w:pPr>
                      <w:r>
                        <w:rPr>
                          <w:rFonts w:cs="Arial"/>
                          <w:szCs w:val="20"/>
                        </w:rPr>
                        <w:t xml:space="preserve">Personal Care services are </w:t>
                      </w:r>
                      <w:r w:rsidRPr="001B755F">
                        <w:rPr>
                          <w:rFonts w:cs="Arial"/>
                          <w:szCs w:val="20"/>
                          <w:u w:val="single"/>
                        </w:rPr>
                        <w:t>not</w:t>
                      </w:r>
                      <w:r>
                        <w:rPr>
                          <w:rFonts w:cs="Arial"/>
                          <w:szCs w:val="20"/>
                        </w:rPr>
                        <w:t xml:space="preserve"> allowed outside the United States.</w:t>
                      </w:r>
                    </w:p>
                  </w:txbxContent>
                </v:textbox>
                <w10:wrap type="square" anchorx="margin"/>
              </v:shape>
            </w:pict>
          </mc:Fallback>
        </mc:AlternateContent>
      </w:r>
      <w:r>
        <w:t>Client’s CARE plan must be in “current” status and s</w:t>
      </w:r>
      <w:r w:rsidRPr="00502343">
        <w:t xml:space="preserve">ervices are authorized in the client’s service plan </w:t>
      </w:r>
      <w:r w:rsidRPr="008C4783">
        <w:rPr>
          <w:u w:val="single"/>
        </w:rPr>
        <w:t>prior</w:t>
      </w:r>
      <w:r w:rsidRPr="00502343">
        <w:t xml:space="preserve"> to </w:t>
      </w:r>
      <w:proofErr w:type="gramStart"/>
      <w:r w:rsidRPr="00502343">
        <w:t>departure;</w:t>
      </w:r>
      <w:proofErr w:type="gramEnd"/>
    </w:p>
    <w:p w14:paraId="07CA355A" w14:textId="77777777" w:rsidR="00F9474C" w:rsidRDefault="00F9474C" w:rsidP="004E52B4">
      <w:pPr>
        <w:pStyle w:val="Numbering"/>
        <w:numPr>
          <w:ilvl w:val="1"/>
          <w:numId w:val="20"/>
        </w:numPr>
      </w:pPr>
      <w:r>
        <w:t xml:space="preserve">Out-of-state services are strictly for client’s personal care and must not include provider’s travel time or </w:t>
      </w:r>
      <w:proofErr w:type="gramStart"/>
      <w:r>
        <w:t>expenses;</w:t>
      </w:r>
      <w:proofErr w:type="gramEnd"/>
    </w:p>
    <w:p w14:paraId="736D7151" w14:textId="77777777" w:rsidR="00F9474C" w:rsidRDefault="00F9474C" w:rsidP="004E52B4">
      <w:pPr>
        <w:pStyle w:val="Numbering"/>
        <w:numPr>
          <w:ilvl w:val="1"/>
          <w:numId w:val="20"/>
        </w:numPr>
      </w:pPr>
      <w:r>
        <w:t xml:space="preserve">The IP must be in good standing with the CDE and have met all required </w:t>
      </w:r>
      <w:proofErr w:type="gramStart"/>
      <w:r>
        <w:t>qualifications;</w:t>
      </w:r>
      <w:proofErr w:type="gramEnd"/>
    </w:p>
    <w:p w14:paraId="48A13666" w14:textId="77777777" w:rsidR="00F9474C" w:rsidRPr="00502343" w:rsidRDefault="00F9474C" w:rsidP="004E52B4">
      <w:pPr>
        <w:pStyle w:val="Numbering"/>
        <w:numPr>
          <w:ilvl w:val="1"/>
          <w:numId w:val="20"/>
        </w:numPr>
      </w:pPr>
      <w:r>
        <w:t xml:space="preserve">Other services such as </w:t>
      </w:r>
      <w:proofErr w:type="gramStart"/>
      <w:r>
        <w:t>nurse</w:t>
      </w:r>
      <w:proofErr w:type="gramEnd"/>
      <w:r>
        <w:t xml:space="preserve"> delegation need to be closed while </w:t>
      </w:r>
      <w:proofErr w:type="gramStart"/>
      <w:r>
        <w:t>client</w:t>
      </w:r>
      <w:proofErr w:type="gramEnd"/>
      <w:r>
        <w:t xml:space="preserve"> is out-of-state.</w:t>
      </w:r>
    </w:p>
    <w:p w14:paraId="6BB0B833" w14:textId="77777777" w:rsidR="00F9474C" w:rsidRPr="00301C3D" w:rsidRDefault="00F9474C" w:rsidP="00F9474C">
      <w:pPr>
        <w:pStyle w:val="Numbering"/>
        <w:ind w:left="720"/>
      </w:pPr>
      <w:r>
        <w:t>Personal Care s</w:t>
      </w:r>
      <w:r w:rsidRPr="00502343">
        <w:t>ervices must only be provided in the United States.</w:t>
      </w:r>
      <w:r w:rsidRPr="00AE2DCF">
        <w:rPr>
          <w:rFonts w:cs="Arial"/>
          <w:noProof/>
          <w:szCs w:val="20"/>
        </w:rPr>
        <w:t xml:space="preserve"> </w:t>
      </w:r>
    </w:p>
    <w:p w14:paraId="759771DD" w14:textId="77777777" w:rsidR="00F9474C" w:rsidRDefault="00F9474C" w:rsidP="00F9474C">
      <w:pPr>
        <w:pStyle w:val="Numbering"/>
        <w:ind w:left="720"/>
      </w:pPr>
      <w:r>
        <w:t>The client must also advise the CDE of the dates they will be out-of-state, and that the IP (employed through the CDE) will be with them. The IP should also advise the CDE.</w:t>
      </w:r>
    </w:p>
    <w:p w14:paraId="121AC2DB" w14:textId="0A86F1A7" w:rsidR="00516C47" w:rsidRDefault="00516C47">
      <w:pPr>
        <w:rPr>
          <w:rFonts w:asciiTheme="minorHAnsi" w:hAnsiTheme="minorHAnsi" w:cstheme="minorBidi"/>
        </w:rPr>
      </w:pPr>
    </w:p>
    <w:p w14:paraId="3D4DC350" w14:textId="0B4DF4C9" w:rsidR="003C75AF" w:rsidRDefault="003C75AF">
      <w:r w:rsidRPr="00FA1257">
        <w:t>If the client requests to receive personal care services out</w:t>
      </w:r>
      <w:r>
        <w:t>-</w:t>
      </w:r>
      <w:r w:rsidRPr="00FA1257">
        <w:t>of</w:t>
      </w:r>
      <w:r>
        <w:t>-</w:t>
      </w:r>
      <w:r w:rsidRPr="00FA1257">
        <w:t xml:space="preserve">state for </w:t>
      </w:r>
      <w:r w:rsidRPr="00C93672">
        <w:rPr>
          <w:b/>
          <w:u w:val="single"/>
        </w:rPr>
        <w:t>more</w:t>
      </w:r>
      <w:r w:rsidRPr="008C4783">
        <w:rPr>
          <w:b/>
        </w:rPr>
        <w:t xml:space="preserve"> than 30 days</w:t>
      </w:r>
      <w:r w:rsidRPr="00FA1257">
        <w:t xml:space="preserve">, </w:t>
      </w:r>
      <w:r>
        <w:t xml:space="preserve">in addition to the above being completed, </w:t>
      </w:r>
      <w:r w:rsidRPr="00FA1257">
        <w:t xml:space="preserve">the following </w:t>
      </w:r>
      <w:r>
        <w:t>protocol</w:t>
      </w:r>
      <w:r w:rsidRPr="00FA1257">
        <w:t xml:space="preserve"> must be </w:t>
      </w:r>
      <w:r>
        <w:t>followed:</w:t>
      </w:r>
    </w:p>
    <w:p w14:paraId="1A79A856" w14:textId="48B4675C" w:rsidR="00BB045B" w:rsidRDefault="002F63D0">
      <w:pPr>
        <w:rPr>
          <w:rFonts w:asciiTheme="minorHAnsi" w:hAnsiTheme="minorHAnsi" w:cstheme="minorBidi"/>
        </w:rPr>
      </w:pPr>
      <w:r w:rsidRPr="00FA2581">
        <w:rPr>
          <w:noProof/>
        </w:rPr>
        <mc:AlternateContent>
          <mc:Choice Requires="wps">
            <w:drawing>
              <wp:anchor distT="0" distB="0" distL="114300" distR="114300" simplePos="0" relativeHeight="251665408" behindDoc="0" locked="0" layoutInCell="1" allowOverlap="1" wp14:anchorId="6CED5260" wp14:editId="1019AA81">
                <wp:simplePos x="0" y="0"/>
                <wp:positionH relativeFrom="column">
                  <wp:posOffset>3906652</wp:posOffset>
                </wp:positionH>
                <wp:positionV relativeFrom="paragraph">
                  <wp:posOffset>105038</wp:posOffset>
                </wp:positionV>
                <wp:extent cx="1685925" cy="712470"/>
                <wp:effectExtent l="0" t="0" r="28575" b="11430"/>
                <wp:wrapSquare wrapText="bothSides"/>
                <wp:docPr id="10358134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712470"/>
                        </a:xfrm>
                        <a:prstGeom prst="rect">
                          <a:avLst/>
                        </a:prstGeom>
                        <a:solidFill>
                          <a:srgbClr val="8D6198">
                            <a:alpha val="24706"/>
                          </a:srgbClr>
                        </a:solidFill>
                        <a:ln w="9525">
                          <a:solidFill>
                            <a:srgbClr val="000000"/>
                          </a:solidFill>
                          <a:miter lim="800000"/>
                          <a:headEnd/>
                          <a:tailEnd/>
                        </a:ln>
                      </wps:spPr>
                      <wps:txbx>
                        <w:txbxContent>
                          <w:p w14:paraId="31E11110" w14:textId="77777777" w:rsidR="007E3B5F" w:rsidRPr="00CC7D8C" w:rsidRDefault="007E3B5F" w:rsidP="007E3B5F">
                            <w:pPr>
                              <w:rPr>
                                <w:rFonts w:cs="Arial"/>
                                <w:szCs w:val="20"/>
                              </w:rPr>
                            </w:pPr>
                            <w:r w:rsidRPr="007E3B5F">
                              <w:rPr>
                                <w:rFonts w:cs="Arial"/>
                                <w:b/>
                                <w:bCs/>
                                <w:szCs w:val="20"/>
                              </w:rPr>
                              <w:t>Note:</w:t>
                            </w:r>
                            <w:r>
                              <w:rPr>
                                <w:rFonts w:cs="Arial"/>
                                <w:szCs w:val="20"/>
                              </w:rPr>
                              <w:t xml:space="preserve">  Steps 5 – 11 are in addition to the four (4) steps noted above.</w:t>
                            </w:r>
                          </w:p>
                          <w:p w14:paraId="0F5498FE" w14:textId="6DE2D3B7" w:rsidR="00994E53" w:rsidRPr="00BF449D" w:rsidRDefault="00994E53" w:rsidP="00994E53">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 w14:anchorId="6CED5260" id="_x0000_s1028" type="#_x0000_t202" style="position:absolute;margin-left:307.6pt;margin-top:8.25pt;width:132.75pt;height:5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" fillcolor="#8d6198">
                <v:fill opacity="16191f"/>
                <v:textbox inset=",7.2pt,,7.2pt">
                  <w:txbxContent>
                    <w:p w14:paraId="31E11110" w14:textId="77777777" w:rsidR="007E3B5F" w:rsidRPr="00CC7D8C" w:rsidRDefault="007E3B5F" w:rsidP="007E3B5F">
                      <w:pPr>
                        <w:rPr>
                          <w:rFonts w:cs="Arial"/>
                          <w:szCs w:val="20"/>
                        </w:rPr>
                      </w:pPr>
                      <w:r w:rsidRPr="007E3B5F">
                        <w:rPr>
                          <w:rFonts w:cs="Arial"/>
                          <w:b/>
                          <w:bCs/>
                          <w:szCs w:val="20"/>
                        </w:rPr>
                        <w:t>Note:</w:t>
                      </w:r>
                      <w:r>
                        <w:rPr>
                          <w:rFonts w:cs="Arial"/>
                          <w:szCs w:val="20"/>
                        </w:rPr>
                        <w:t xml:space="preserve">  Steps 5 – 11 are in addition to the four (4) steps noted above.</w:t>
                      </w:r>
                    </w:p>
                    <w:p w14:paraId="0F5498FE" w14:textId="6DE2D3B7" w:rsidR="00994E53" w:rsidRPr="00BF449D" w:rsidRDefault="00994E53" w:rsidP="00994E53">
                      <w:pPr>
                        <w:autoSpaceDE w:val="0"/>
                        <w:autoSpaceDN w:val="0"/>
                        <w:adjustRightInd w:val="0"/>
                        <w:rPr>
                          <w:rFonts w:cs="Arial"/>
                          <w:szCs w:val="24"/>
                        </w:rPr>
                      </w:pPr>
                    </w:p>
                  </w:txbxContent>
                </v:textbox>
                <w10:wrap type="square"/>
              </v:shape>
            </w:pict>
          </mc:Fallback>
        </mc:AlternateContent>
      </w:r>
    </w:p>
    <w:p w14:paraId="4492329D" w14:textId="77777777" w:rsidR="00BB045B" w:rsidRDefault="00BB045B" w:rsidP="00BB045B">
      <w:pPr>
        <w:pStyle w:val="Numbering"/>
        <w:ind w:left="720"/>
      </w:pPr>
      <w:r>
        <w:t xml:space="preserve">The client must maintain Medicaid eligibility </w:t>
      </w:r>
      <w:proofErr w:type="gramStart"/>
      <w:r>
        <w:t>per</w:t>
      </w:r>
      <w:proofErr w:type="gramEnd"/>
      <w:r>
        <w:t xml:space="preserve"> Health Care Authority (HCA) </w:t>
      </w:r>
      <w:hyperlink r:id="rId23" w:history="1">
        <w:r w:rsidRPr="002E6289">
          <w:rPr>
            <w:rStyle w:val="Hyperlink"/>
          </w:rPr>
          <w:t>WAC 182-503-0520</w:t>
        </w:r>
      </w:hyperlink>
      <w:r>
        <w:t>;</w:t>
      </w:r>
    </w:p>
    <w:p w14:paraId="37AC77C5" w14:textId="77777777" w:rsidR="00BB045B" w:rsidRDefault="00BB045B" w:rsidP="00BB045B">
      <w:pPr>
        <w:pStyle w:val="Numbering"/>
        <w:ind w:left="720"/>
      </w:pPr>
      <w:r>
        <w:lastRenderedPageBreak/>
        <w:t>The c</w:t>
      </w:r>
      <w:r w:rsidRPr="00FA1257">
        <w:t xml:space="preserve">lient must </w:t>
      </w:r>
      <w:r>
        <w:t xml:space="preserve">provide in writing </w:t>
      </w:r>
      <w:proofErr w:type="gramStart"/>
      <w:r>
        <w:t>to</w:t>
      </w:r>
      <w:proofErr w:type="gramEnd"/>
      <w:r>
        <w:t xml:space="preserve"> the case </w:t>
      </w:r>
      <w:proofErr w:type="gramStart"/>
      <w:r>
        <w:t>manager</w:t>
      </w:r>
      <w:proofErr w:type="gramEnd"/>
      <w:r>
        <w:t xml:space="preserve"> their intent to return to Washington once the purpose of their absence has been accomplished and provide adequate information of this intent. Written documentation from the client must be added to their case file (electronic case record for HCS/AAA or hard copy file for DDA</w:t>
      </w:r>
      <w:proofErr w:type="gramStart"/>
      <w:r>
        <w:t>);</w:t>
      </w:r>
      <w:proofErr w:type="gramEnd"/>
    </w:p>
    <w:p w14:paraId="6E7B8606" w14:textId="0605D21A" w:rsidR="00BB045B" w:rsidRPr="00B662F4" w:rsidRDefault="00BB045B" w:rsidP="00BB045B">
      <w:pPr>
        <w:pStyle w:val="Numbering"/>
        <w:ind w:left="720"/>
      </w:pPr>
      <w:r w:rsidRPr="00B662F4">
        <w:t xml:space="preserve">Advise the Public Benefits Specialist (PBS) via </w:t>
      </w:r>
      <w:r>
        <w:t xml:space="preserve">Barcode (ALTSA use </w:t>
      </w:r>
      <w:hyperlink r:id="rId24" w:history="1">
        <w:r w:rsidR="0039463D" w:rsidRPr="0039463D">
          <w:rPr>
            <w:rStyle w:val="Hyperlink"/>
          </w:rPr>
          <w:t>DSHS form</w:t>
        </w:r>
        <w:r w:rsidRPr="0039463D">
          <w:rPr>
            <w:rStyle w:val="Hyperlink"/>
          </w:rPr>
          <w:t xml:space="preserve"> 14-443</w:t>
        </w:r>
      </w:hyperlink>
      <w:r w:rsidRPr="00B662F4">
        <w:t xml:space="preserve"> </w:t>
      </w:r>
      <w:r>
        <w:t xml:space="preserve">and DDA use form 15-345) </w:t>
      </w:r>
      <w:r w:rsidRPr="00B662F4">
        <w:t>of the following:</w:t>
      </w:r>
    </w:p>
    <w:p w14:paraId="13D17CA2" w14:textId="77777777" w:rsidR="00BB045B" w:rsidRPr="00B662F4" w:rsidRDefault="00BB045B" w:rsidP="004E52B4">
      <w:pPr>
        <w:pStyle w:val="Numbering"/>
        <w:numPr>
          <w:ilvl w:val="1"/>
          <w:numId w:val="21"/>
        </w:numPr>
      </w:pPr>
      <w:r w:rsidRPr="00B662F4">
        <w:t>The dates the client will be out-of-state,</w:t>
      </w:r>
    </w:p>
    <w:p w14:paraId="66A70E6B" w14:textId="77777777" w:rsidR="00BB045B" w:rsidRPr="00B662F4" w:rsidRDefault="00BB045B" w:rsidP="004E52B4">
      <w:pPr>
        <w:pStyle w:val="Numbering"/>
        <w:numPr>
          <w:ilvl w:val="1"/>
          <w:numId w:val="21"/>
        </w:numPr>
      </w:pPr>
      <w:r w:rsidRPr="00B662F4">
        <w:t>The client’s intention of returning to Washington and that a written document of such was received and placed in their file, and</w:t>
      </w:r>
    </w:p>
    <w:p w14:paraId="31E10839" w14:textId="77777777" w:rsidR="00BB045B" w:rsidRPr="00B662F4" w:rsidRDefault="00BB045B" w:rsidP="004E52B4">
      <w:pPr>
        <w:pStyle w:val="Numbering"/>
        <w:numPr>
          <w:ilvl w:val="1"/>
          <w:numId w:val="21"/>
        </w:numPr>
      </w:pPr>
      <w:r w:rsidRPr="00B662F4">
        <w:t xml:space="preserve">That the client will continue receiving personal care through </w:t>
      </w:r>
      <w:r>
        <w:t>MPC</w:t>
      </w:r>
      <w:r w:rsidRPr="00B662F4">
        <w:t>.</w:t>
      </w:r>
    </w:p>
    <w:p w14:paraId="21053505" w14:textId="77777777" w:rsidR="00BB045B" w:rsidRDefault="00BB045B" w:rsidP="00BB045B">
      <w:pPr>
        <w:pStyle w:val="Numbering"/>
        <w:ind w:left="720"/>
      </w:pPr>
      <w:r>
        <w:t>Prior to the client leaving the state, an Exception to Rule (ETR) must be reviewed and approved at the local, regional/AAA level.</w:t>
      </w:r>
    </w:p>
    <w:p w14:paraId="5FCFD123" w14:textId="77777777" w:rsidR="00BB045B" w:rsidRDefault="00BB045B" w:rsidP="004E52B4">
      <w:pPr>
        <w:pStyle w:val="Numbering"/>
        <w:numPr>
          <w:ilvl w:val="0"/>
          <w:numId w:val="22"/>
        </w:numPr>
      </w:pPr>
      <w:r>
        <w:t>ETR Category and ETR Type will be “Other”</w:t>
      </w:r>
    </w:p>
    <w:p w14:paraId="42972121" w14:textId="77777777" w:rsidR="00BB045B" w:rsidRDefault="00BB045B" w:rsidP="004E52B4">
      <w:pPr>
        <w:pStyle w:val="Numbering"/>
        <w:numPr>
          <w:ilvl w:val="0"/>
          <w:numId w:val="22"/>
        </w:numPr>
      </w:pPr>
      <w:r>
        <w:t>Date Range: “Custom”</w:t>
      </w:r>
    </w:p>
    <w:p w14:paraId="3ADEBAAB" w14:textId="77777777" w:rsidR="00BB045B" w:rsidRDefault="00BB045B" w:rsidP="004E52B4">
      <w:pPr>
        <w:pStyle w:val="Numbering"/>
        <w:numPr>
          <w:ilvl w:val="0"/>
          <w:numId w:val="22"/>
        </w:numPr>
      </w:pPr>
      <w:r>
        <w:t>Start date and End date boxes: will be the dates the client will be out of the state.</w:t>
      </w:r>
    </w:p>
    <w:p w14:paraId="0DABF722" w14:textId="77777777" w:rsidR="00BB045B" w:rsidRDefault="00BB045B" w:rsidP="004E52B4">
      <w:pPr>
        <w:pStyle w:val="Numbering"/>
        <w:numPr>
          <w:ilvl w:val="0"/>
          <w:numId w:val="22"/>
        </w:numPr>
      </w:pPr>
      <w:r>
        <w:t>Hours/Rate, Units, and Quantity boxes: leave blank as the client will not be eligible for or able to use hours beyond their current CARE plan.</w:t>
      </w:r>
    </w:p>
    <w:p w14:paraId="193491FF" w14:textId="77777777" w:rsidR="00BB045B" w:rsidRPr="00B662F4" w:rsidRDefault="00BB045B" w:rsidP="004E52B4">
      <w:pPr>
        <w:pStyle w:val="Numbering"/>
        <w:numPr>
          <w:ilvl w:val="0"/>
          <w:numId w:val="22"/>
        </w:numPr>
      </w:pPr>
      <w:r w:rsidRPr="00B662F4">
        <w:t>WAC</w:t>
      </w:r>
      <w:r>
        <w:t>(s)</w:t>
      </w:r>
      <w:r w:rsidRPr="00B662F4">
        <w:t xml:space="preserve"> reference</w:t>
      </w:r>
      <w:r>
        <w:t>d</w:t>
      </w:r>
      <w:r w:rsidRPr="00B662F4">
        <w:t xml:space="preserve">: </w:t>
      </w:r>
      <w:r>
        <w:t xml:space="preserve">add </w:t>
      </w:r>
      <w:hyperlink r:id="rId25" w:history="1">
        <w:r w:rsidRPr="00F2640A">
          <w:rPr>
            <w:rStyle w:val="Hyperlink"/>
          </w:rPr>
          <w:t>388-106-0035</w:t>
        </w:r>
      </w:hyperlink>
      <w:r w:rsidRPr="00B662F4">
        <w:t xml:space="preserve"> and </w:t>
      </w:r>
      <w:hyperlink r:id="rId26" w:history="1">
        <w:r w:rsidRPr="00666C95">
          <w:rPr>
            <w:rStyle w:val="Hyperlink"/>
          </w:rPr>
          <w:t>182-503-0520</w:t>
        </w:r>
      </w:hyperlink>
    </w:p>
    <w:p w14:paraId="10D1916C" w14:textId="77777777" w:rsidR="00BB045B" w:rsidRDefault="00BB045B" w:rsidP="004E52B4">
      <w:pPr>
        <w:pStyle w:val="Numbering"/>
        <w:numPr>
          <w:ilvl w:val="0"/>
          <w:numId w:val="22"/>
        </w:numPr>
      </w:pPr>
      <w:r>
        <w:t>Request description section: indicate the ETR is for client to receive personal care out-of-state and to allow payment to the CDE (CDWA) for the IP that is also out-of-state beyond 30 days out-of-state.</w:t>
      </w:r>
    </w:p>
    <w:p w14:paraId="52C48F09" w14:textId="77777777" w:rsidR="00BB045B" w:rsidRDefault="00BB045B" w:rsidP="004E52B4">
      <w:pPr>
        <w:pStyle w:val="Numbering"/>
        <w:numPr>
          <w:ilvl w:val="0"/>
          <w:numId w:val="22"/>
        </w:numPr>
      </w:pPr>
      <w:r>
        <w:t>Justification for request section: explain/notate the protocol steps listed above (in the less than 30-day section) that have been completed; and confirm that the written document from the client has been filed in the client’s case record.</w:t>
      </w:r>
    </w:p>
    <w:p w14:paraId="59B02BF4" w14:textId="77777777" w:rsidR="00BB045B" w:rsidRDefault="00BB045B" w:rsidP="004E52B4">
      <w:pPr>
        <w:pStyle w:val="Numbering"/>
        <w:numPr>
          <w:ilvl w:val="0"/>
          <w:numId w:val="22"/>
        </w:numPr>
      </w:pPr>
      <w:r>
        <w:t>ETR must go through your local office process for final review and approval.</w:t>
      </w:r>
    </w:p>
    <w:p w14:paraId="569307C1" w14:textId="77777777" w:rsidR="00BB045B" w:rsidRDefault="00BB045B" w:rsidP="00BB045B">
      <w:pPr>
        <w:pStyle w:val="Numbering"/>
        <w:ind w:left="720"/>
      </w:pPr>
      <w:r>
        <w:t xml:space="preserve">During the time out of Washington, the client must not have been determined eligible for Medicaid or state funded health care coverage in another state (other than coverage in another state for incidental or emergency medical care); </w:t>
      </w:r>
      <w:r w:rsidRPr="00682469">
        <w:rPr>
          <w:i/>
        </w:rPr>
        <w:t>and</w:t>
      </w:r>
    </w:p>
    <w:p w14:paraId="619D6854" w14:textId="77777777" w:rsidR="00BB045B" w:rsidRDefault="00BB045B" w:rsidP="00BB045B">
      <w:pPr>
        <w:pStyle w:val="Numbering"/>
        <w:ind w:left="720"/>
      </w:pPr>
      <w:r>
        <w:t xml:space="preserve">The client and/or their </w:t>
      </w:r>
      <w:r w:rsidRPr="00FA1257">
        <w:t>represent</w:t>
      </w:r>
      <w:r>
        <w:t>ative must contact the case manager:</w:t>
      </w:r>
    </w:p>
    <w:p w14:paraId="6EB849F6" w14:textId="12AE050A" w:rsidR="00BB045B" w:rsidRPr="00CA70BC" w:rsidRDefault="00977FC6" w:rsidP="004E52B4">
      <w:pPr>
        <w:pStyle w:val="Numbering"/>
        <w:numPr>
          <w:ilvl w:val="1"/>
          <w:numId w:val="19"/>
        </w:numPr>
        <w:ind w:left="1440"/>
      </w:pPr>
      <w:r w:rsidRPr="00977FC6">
        <w:rPr>
          <w:iCs/>
        </w:rPr>
        <w:t>E</w:t>
      </w:r>
      <w:r w:rsidR="00BB045B" w:rsidRPr="00977FC6">
        <w:rPr>
          <w:iCs/>
        </w:rPr>
        <w:t xml:space="preserve">very </w:t>
      </w:r>
      <w:r w:rsidR="00BB045B" w:rsidRPr="00CA70BC">
        <w:t xml:space="preserve">30 </w:t>
      </w:r>
      <w:proofErr w:type="gramStart"/>
      <w:r w:rsidR="00BB045B" w:rsidRPr="00CA70BC">
        <w:t>days while</w:t>
      </w:r>
      <w:proofErr w:type="gramEnd"/>
      <w:r w:rsidR="00BB045B" w:rsidRPr="00CA70BC">
        <w:t xml:space="preserve"> the client is out of state to confirm that the </w:t>
      </w:r>
      <w:r w:rsidR="00BB045B">
        <w:t xml:space="preserve">CARE </w:t>
      </w:r>
      <w:r w:rsidR="00BB045B" w:rsidRPr="00CA70BC">
        <w:t xml:space="preserve">plan is meeting client’s needs; </w:t>
      </w:r>
      <w:r w:rsidR="00BB045B" w:rsidRPr="00CA70BC">
        <w:rPr>
          <w:i/>
        </w:rPr>
        <w:t>and</w:t>
      </w:r>
    </w:p>
    <w:p w14:paraId="2EFA4E57" w14:textId="6C99BB43" w:rsidR="00BB045B" w:rsidRDefault="00977FC6" w:rsidP="004E52B4">
      <w:pPr>
        <w:pStyle w:val="Numbering"/>
        <w:numPr>
          <w:ilvl w:val="1"/>
          <w:numId w:val="19"/>
        </w:numPr>
        <w:ind w:left="1440"/>
      </w:pPr>
      <w:r>
        <w:t>E</w:t>
      </w:r>
      <w:r w:rsidR="00BB045B" w:rsidRPr="00CA70BC">
        <w:t>ach contact must be documented in a Monitor Plan SER note.</w:t>
      </w:r>
    </w:p>
    <w:p w14:paraId="539C2FB4" w14:textId="77777777" w:rsidR="00BB045B" w:rsidRDefault="00BB045B" w:rsidP="004E52B4">
      <w:pPr>
        <w:pStyle w:val="Numbering"/>
        <w:numPr>
          <w:ilvl w:val="1"/>
          <w:numId w:val="19"/>
        </w:numPr>
        <w:ind w:left="1440"/>
      </w:pPr>
      <w:r>
        <w:t>Set a CARE tickler to remind the case manager of the next required check-in.</w:t>
      </w:r>
    </w:p>
    <w:p w14:paraId="1C4E3474" w14:textId="77777777" w:rsidR="00412C83" w:rsidRPr="00CA70BC" w:rsidRDefault="00412C83" w:rsidP="00412C83">
      <w:pPr>
        <w:pStyle w:val="Numbering"/>
        <w:numPr>
          <w:ilvl w:val="0"/>
          <w:numId w:val="0"/>
        </w:numPr>
        <w:ind w:left="1440"/>
      </w:pPr>
    </w:p>
    <w:p w14:paraId="615AC6F4" w14:textId="77777777" w:rsidR="00412C83" w:rsidRDefault="00412C83" w:rsidP="00412C83">
      <w:pPr>
        <w:pStyle w:val="Heading3"/>
      </w:pPr>
      <w:bookmarkStart w:id="25" w:name="_Toc172224694"/>
      <w:bookmarkStart w:id="26" w:name="_Toc193699228"/>
      <w:r>
        <w:t>Nurse Delegation</w:t>
      </w:r>
      <w:bookmarkEnd w:id="25"/>
      <w:bookmarkEnd w:id="26"/>
    </w:p>
    <w:p w14:paraId="728F783F" w14:textId="77777777" w:rsidR="00412C83" w:rsidRDefault="00412C83" w:rsidP="00412C83">
      <w:r>
        <w:t xml:space="preserve">Nurse Delegation </w:t>
      </w:r>
      <w:r w:rsidRPr="00B5389D">
        <w:t>means nursing tasks, such as administration of medication, blood glucose monitoring, insulin injections, ostomy care, simple wound care, or straight catheterization, which may be delegated under the direction of a licensed, registered nurse if the provider meets the requirements of a nursing assistant certified and/or registered in the State of Washington.</w:t>
      </w:r>
      <w:r>
        <w:t xml:space="preserve"> </w:t>
      </w:r>
    </w:p>
    <w:p w14:paraId="05050186" w14:textId="77777777" w:rsidR="00412C83" w:rsidRDefault="00412C83" w:rsidP="00412C83"/>
    <w:p w14:paraId="2C18363E" w14:textId="77777777" w:rsidR="00412C83" w:rsidRDefault="00412C83" w:rsidP="00412C83">
      <w:r w:rsidRPr="00B5389D">
        <w:t xml:space="preserve">The following tasks CANNOT be delegated: </w:t>
      </w:r>
    </w:p>
    <w:p w14:paraId="37E5A3B8" w14:textId="77777777" w:rsidR="00412C83" w:rsidRDefault="00412C83" w:rsidP="00412C83">
      <w:pPr>
        <w:pStyle w:val="ListParagraph"/>
        <w:ind w:left="720" w:hanging="216"/>
        <w:contextualSpacing/>
      </w:pPr>
      <w:r>
        <w:t>Injections other than insulin,</w:t>
      </w:r>
    </w:p>
    <w:p w14:paraId="7FC69059" w14:textId="77777777" w:rsidR="00412C83" w:rsidRDefault="00412C83" w:rsidP="00412C83">
      <w:pPr>
        <w:pStyle w:val="ListParagraph"/>
        <w:ind w:left="720" w:hanging="216"/>
        <w:contextualSpacing/>
      </w:pPr>
      <w:r>
        <w:t>C</w:t>
      </w:r>
      <w:r w:rsidRPr="00B5389D">
        <w:t xml:space="preserve">entral lines, </w:t>
      </w:r>
    </w:p>
    <w:p w14:paraId="7F9CA39C" w14:textId="77777777" w:rsidR="00412C83" w:rsidRDefault="00412C83" w:rsidP="00412C83">
      <w:pPr>
        <w:pStyle w:val="ListParagraph"/>
        <w:ind w:left="720" w:hanging="216"/>
        <w:contextualSpacing/>
      </w:pPr>
      <w:r>
        <w:lastRenderedPageBreak/>
        <w:t>S</w:t>
      </w:r>
      <w:r w:rsidRPr="00B5389D">
        <w:t xml:space="preserve">terile procedures, and </w:t>
      </w:r>
    </w:p>
    <w:p w14:paraId="373D8C7C" w14:textId="77777777" w:rsidR="00412C83" w:rsidRPr="00B5389D" w:rsidRDefault="00412C83" w:rsidP="00412C83">
      <w:pPr>
        <w:pStyle w:val="ListParagraph"/>
        <w:ind w:left="720" w:hanging="216"/>
        <w:contextualSpacing/>
      </w:pPr>
      <w:r>
        <w:t>T</w:t>
      </w:r>
      <w:r w:rsidRPr="00B5389D">
        <w:t xml:space="preserve">asks that require nursing judgments.  </w:t>
      </w:r>
    </w:p>
    <w:p w14:paraId="4F4351C7" w14:textId="77777777" w:rsidR="00412C83" w:rsidRDefault="00412C83" w:rsidP="00412C83"/>
    <w:p w14:paraId="64A52C3D" w14:textId="77777777" w:rsidR="00412C83" w:rsidRDefault="00412C83" w:rsidP="00412C83">
      <w:r w:rsidRPr="00B5389D">
        <w:t xml:space="preserve">In the MPC program, nurse delegation is </w:t>
      </w:r>
      <w:r w:rsidRPr="00C93672">
        <w:rPr>
          <w:u w:val="single"/>
        </w:rPr>
        <w:t>only</w:t>
      </w:r>
      <w:r w:rsidRPr="00B5389D">
        <w:t xml:space="preserve"> available in </w:t>
      </w:r>
      <w:r>
        <w:t>Adult Family Homes (AFH)</w:t>
      </w:r>
      <w:r w:rsidRPr="00B5389D">
        <w:t xml:space="preserve"> and some </w:t>
      </w:r>
      <w:r>
        <w:t>Adult Residential Care (ARC) facilities</w:t>
      </w:r>
      <w:r w:rsidRPr="00B5389D">
        <w:t>.</w:t>
      </w:r>
      <w:r>
        <w:t xml:space="preserve"> In-home personal care p</w:t>
      </w:r>
      <w:r w:rsidRPr="00B5389D">
        <w:t>roviders are compensated for these services within their regular hourly rate.</w:t>
      </w:r>
    </w:p>
    <w:p w14:paraId="2F9EFE0C" w14:textId="77777777" w:rsidR="00412C83" w:rsidRDefault="00412C83" w:rsidP="00412C83"/>
    <w:p w14:paraId="0184DCB1" w14:textId="77777777" w:rsidR="00412C83" w:rsidRPr="00B5389D" w:rsidRDefault="00412C83" w:rsidP="00412C83">
      <w:r w:rsidRPr="00B5389D">
        <w:t xml:space="preserve">For more information related to nurse delegation see </w:t>
      </w:r>
      <w:r>
        <w:t xml:space="preserve">LTC Manual </w:t>
      </w:r>
      <w:hyperlink r:id="rId27" w:history="1">
        <w:r>
          <w:rPr>
            <w:rStyle w:val="Hyperlink"/>
          </w:rPr>
          <w:t>Chapter 13 - Nurse Delegation</w:t>
        </w:r>
      </w:hyperlink>
      <w:r w:rsidRPr="00B5389D">
        <w:t>.</w:t>
      </w:r>
    </w:p>
    <w:p w14:paraId="2D428747" w14:textId="77777777" w:rsidR="00B91907" w:rsidRDefault="00B91907">
      <w:pPr>
        <w:rPr>
          <w:rFonts w:ascii="Century Gothic" w:eastAsiaTheme="majorEastAsia" w:hAnsi="Century Gothic" w:cstheme="majorBidi"/>
          <w:color w:val="005CAB"/>
          <w:sz w:val="26"/>
          <w:szCs w:val="26"/>
        </w:rPr>
      </w:pPr>
    </w:p>
    <w:p w14:paraId="6C4C803D" w14:textId="77777777" w:rsidR="00B91907" w:rsidRDefault="00B91907" w:rsidP="00B91907">
      <w:pPr>
        <w:pStyle w:val="Heading3"/>
      </w:pPr>
      <w:bookmarkStart w:id="27" w:name="_Toc172224695"/>
      <w:bookmarkStart w:id="28" w:name="_Toc193699229"/>
      <w:r>
        <w:t>Nursing Services</w:t>
      </w:r>
      <w:bookmarkEnd w:id="27"/>
      <w:bookmarkEnd w:id="28"/>
    </w:p>
    <w:p w14:paraId="4DE08F02" w14:textId="77777777" w:rsidR="00B91907" w:rsidRPr="00B5389D" w:rsidRDefault="00B91907" w:rsidP="00B91907">
      <w:r w:rsidRPr="00B5389D">
        <w:t>Nursing Services offer clients</w:t>
      </w:r>
      <w:r>
        <w:t xml:space="preserve">, </w:t>
      </w:r>
      <w:r w:rsidRPr="00B5389D">
        <w:t xml:space="preserve">providers, and case managers with health-related assessment and consultation </w:t>
      </w:r>
      <w:proofErr w:type="gramStart"/>
      <w:r w:rsidRPr="00B5389D">
        <w:t>in order to</w:t>
      </w:r>
      <w:proofErr w:type="gramEnd"/>
      <w:r w:rsidRPr="00B5389D">
        <w:t xml:space="preserve"> enhance the development and implementation of the client’s plan of care. </w:t>
      </w:r>
    </w:p>
    <w:p w14:paraId="3ADB1A77" w14:textId="77777777" w:rsidR="00B91907" w:rsidRPr="00B5389D" w:rsidRDefault="00B91907" w:rsidP="00B91907"/>
    <w:p w14:paraId="02931FCD" w14:textId="77777777" w:rsidR="00B91907" w:rsidRPr="00B5389D" w:rsidRDefault="00B91907" w:rsidP="00B91907">
      <w:r w:rsidRPr="00B5389D">
        <w:t>The goal of nursing services is to help promote the client’s maximum possible level of independence and contribute nursing expertise by performing the following activities:</w:t>
      </w:r>
    </w:p>
    <w:p w14:paraId="6137A368" w14:textId="77777777" w:rsidR="00B91907" w:rsidRPr="00B5389D" w:rsidRDefault="00B91907" w:rsidP="00B91907">
      <w:pPr>
        <w:pStyle w:val="ListParagraph"/>
        <w:ind w:left="720" w:hanging="216"/>
        <w:contextualSpacing/>
      </w:pPr>
      <w:r w:rsidRPr="00B5389D">
        <w:t xml:space="preserve">Comprehensive Assessment Reporting Evaluation (CARE) </w:t>
      </w:r>
      <w:proofErr w:type="gramStart"/>
      <w:r w:rsidRPr="00B5389D">
        <w:t>review;</w:t>
      </w:r>
      <w:proofErr w:type="gramEnd"/>
    </w:p>
    <w:p w14:paraId="2E84C5DE" w14:textId="77777777" w:rsidR="00B91907" w:rsidRPr="00B5389D" w:rsidRDefault="00B91907" w:rsidP="00B91907">
      <w:pPr>
        <w:pStyle w:val="ListParagraph"/>
        <w:ind w:left="720" w:hanging="216"/>
        <w:contextualSpacing/>
      </w:pPr>
      <w:r w:rsidRPr="00B5389D">
        <w:t>Nursing assessment/</w:t>
      </w:r>
      <w:proofErr w:type="gramStart"/>
      <w:r w:rsidRPr="00B5389D">
        <w:t>reassessment;</w:t>
      </w:r>
      <w:proofErr w:type="gramEnd"/>
    </w:p>
    <w:p w14:paraId="36A7B482" w14:textId="77777777" w:rsidR="00B91907" w:rsidRPr="00B5389D" w:rsidRDefault="00B91907" w:rsidP="00B91907">
      <w:pPr>
        <w:pStyle w:val="ListParagraph"/>
        <w:ind w:left="720" w:hanging="216"/>
        <w:contextualSpacing/>
      </w:pPr>
      <w:r w:rsidRPr="00B5389D">
        <w:t xml:space="preserve">Instruction to care providers and </w:t>
      </w:r>
      <w:proofErr w:type="gramStart"/>
      <w:r w:rsidRPr="00B5389D">
        <w:t>clients;</w:t>
      </w:r>
      <w:proofErr w:type="gramEnd"/>
      <w:r w:rsidRPr="00B5389D">
        <w:t xml:space="preserve"> </w:t>
      </w:r>
    </w:p>
    <w:p w14:paraId="5AC4B76A" w14:textId="77777777" w:rsidR="00B91907" w:rsidRPr="00B5389D" w:rsidRDefault="00B91907" w:rsidP="00B91907">
      <w:pPr>
        <w:pStyle w:val="ListParagraph"/>
        <w:ind w:left="720" w:hanging="216"/>
        <w:contextualSpacing/>
      </w:pPr>
      <w:r w:rsidRPr="00B5389D">
        <w:t xml:space="preserve">Care and health resource </w:t>
      </w:r>
      <w:proofErr w:type="gramStart"/>
      <w:r w:rsidRPr="00B5389D">
        <w:t>coordination;</w:t>
      </w:r>
      <w:proofErr w:type="gramEnd"/>
    </w:p>
    <w:p w14:paraId="47BD55B1" w14:textId="77777777" w:rsidR="00B91907" w:rsidRPr="00B5389D" w:rsidRDefault="00B91907" w:rsidP="00B91907">
      <w:pPr>
        <w:pStyle w:val="ListParagraph"/>
        <w:ind w:left="720" w:hanging="216"/>
        <w:contextualSpacing/>
      </w:pPr>
      <w:r w:rsidRPr="00B5389D">
        <w:t>Referral to other health care providers; and/or</w:t>
      </w:r>
    </w:p>
    <w:p w14:paraId="458D4EA0" w14:textId="77777777" w:rsidR="00B91907" w:rsidRPr="00B5389D" w:rsidRDefault="00B91907" w:rsidP="00B91907">
      <w:pPr>
        <w:pStyle w:val="ListParagraph"/>
        <w:ind w:left="720" w:hanging="216"/>
        <w:contextualSpacing/>
      </w:pPr>
      <w:r w:rsidRPr="00B5389D">
        <w:t>Evaluation of health-related care needs affecting service planning and delivery.</w:t>
      </w:r>
    </w:p>
    <w:p w14:paraId="590E3C78" w14:textId="77777777" w:rsidR="00B91907" w:rsidRDefault="00B91907" w:rsidP="00B91907">
      <w:pPr>
        <w:rPr>
          <w:u w:val="single"/>
        </w:rPr>
      </w:pPr>
    </w:p>
    <w:p w14:paraId="1232BA76" w14:textId="77777777" w:rsidR="00B91907" w:rsidRPr="00B5389D" w:rsidRDefault="00B91907" w:rsidP="00B91907">
      <w:r w:rsidRPr="00B5389D">
        <w:t xml:space="preserve">A Nursing Services provider is </w:t>
      </w:r>
      <w:r w:rsidRPr="00B5389D">
        <w:rPr>
          <w:u w:val="single"/>
        </w:rPr>
        <w:t>not</w:t>
      </w:r>
      <w:r w:rsidRPr="00B5389D">
        <w:t xml:space="preserve"> a direct care provider of intermittent or emergency nursing care, skills</w:t>
      </w:r>
      <w:r>
        <w:t>,</w:t>
      </w:r>
      <w:r w:rsidRPr="00B5389D">
        <w:t xml:space="preserve"> or services requiring physician orders and supervision.</w:t>
      </w:r>
      <w:r>
        <w:t xml:space="preserve"> </w:t>
      </w:r>
      <w:r w:rsidRPr="00FA1257">
        <w:t>Skilled treatment</w:t>
      </w:r>
      <w:r w:rsidRPr="00B5389D">
        <w:t xml:space="preserve"> is provided by Nursing Services only in an emergency. For example, the provisions of CPR or First Aid until emergency responders arrive to provide care.</w:t>
      </w:r>
    </w:p>
    <w:p w14:paraId="3F2805CD" w14:textId="77777777" w:rsidR="00B91907" w:rsidRPr="00B5389D" w:rsidRDefault="00B91907" w:rsidP="00B91907"/>
    <w:p w14:paraId="7D736781" w14:textId="1A71BAAE" w:rsidR="00B91907" w:rsidRDefault="00B91907" w:rsidP="00B91907">
      <w:r w:rsidRPr="00B5389D">
        <w:t xml:space="preserve">This service does not typically require </w:t>
      </w:r>
      <w:proofErr w:type="gramStart"/>
      <w:r w:rsidRPr="00B5389D">
        <w:t>an authorization</w:t>
      </w:r>
      <w:proofErr w:type="gramEnd"/>
      <w:r w:rsidRPr="00B5389D">
        <w:t xml:space="preserve"> in ProviderOne since HCS and AAA nursing staff are </w:t>
      </w:r>
      <w:proofErr w:type="gramStart"/>
      <w:r w:rsidRPr="00B5389D">
        <w:t>most commonly used</w:t>
      </w:r>
      <w:proofErr w:type="gramEnd"/>
      <w:r w:rsidRPr="00B5389D">
        <w:t xml:space="preserve"> for this service. For more information about Nursing Services, including referral process and resources, see LTC Manual </w:t>
      </w:r>
      <w:hyperlink r:id="rId28" w:history="1">
        <w:r>
          <w:rPr>
            <w:rStyle w:val="Hyperlink"/>
          </w:rPr>
          <w:t>Chapter 24 - Nursing Services</w:t>
        </w:r>
      </w:hyperlink>
      <w:r w:rsidRPr="00E1502D">
        <w:t>.</w:t>
      </w:r>
    </w:p>
    <w:p w14:paraId="4F56BE7E" w14:textId="77777777" w:rsidR="00B91907" w:rsidRPr="00B5389D" w:rsidRDefault="00B91907" w:rsidP="00B91907"/>
    <w:p w14:paraId="4DD6C0B6" w14:textId="77777777" w:rsidR="00B91907" w:rsidRPr="00F57762" w:rsidRDefault="00B91907" w:rsidP="00B91907">
      <w:pPr>
        <w:rPr>
          <w:b/>
          <w:bCs/>
        </w:rPr>
      </w:pPr>
      <w:r w:rsidRPr="00F57762">
        <w:rPr>
          <w:b/>
          <w:bCs/>
        </w:rPr>
        <w:t>Nursing Service provider qualifications:</w:t>
      </w:r>
    </w:p>
    <w:p w14:paraId="42ABF742" w14:textId="77777777" w:rsidR="00B91907" w:rsidRPr="00B5389D" w:rsidRDefault="00B91907" w:rsidP="00B91907">
      <w:pPr>
        <w:pStyle w:val="ListParagraph"/>
        <w:ind w:left="720" w:hanging="216"/>
        <w:contextualSpacing/>
      </w:pPr>
      <w:r w:rsidRPr="00B5389D">
        <w:t>Registered Nurse licensed unde</w:t>
      </w:r>
      <w:r w:rsidRPr="00140686">
        <w:t xml:space="preserve">r </w:t>
      </w:r>
      <w:hyperlink r:id="rId29" w:history="1">
        <w:r>
          <w:rPr>
            <w:rStyle w:val="Hyperlink"/>
          </w:rPr>
          <w:t>Chapter 18.79 Revised Code of Washington (RCW)</w:t>
        </w:r>
      </w:hyperlink>
      <w:r w:rsidRPr="00B5389D">
        <w:t xml:space="preserve"> and </w:t>
      </w:r>
      <w:hyperlink r:id="rId30" w:history="1">
        <w:r>
          <w:rPr>
            <w:rStyle w:val="Hyperlink"/>
          </w:rPr>
          <w:t>Chapter 246-840 WAC</w:t>
        </w:r>
      </w:hyperlink>
    </w:p>
    <w:p w14:paraId="5A398374" w14:textId="77777777" w:rsidR="00B91907" w:rsidRPr="00B5389D" w:rsidRDefault="00B91907" w:rsidP="00B91907">
      <w:pPr>
        <w:pStyle w:val="ListParagraph"/>
        <w:ind w:left="720" w:hanging="216"/>
        <w:contextualSpacing/>
      </w:pPr>
      <w:r w:rsidRPr="00B5389D">
        <w:t>Contracted with the AAA, employed by the AAA, or employed by HCS</w:t>
      </w:r>
    </w:p>
    <w:p w14:paraId="2C590CD8" w14:textId="77777777" w:rsidR="00315CE3" w:rsidRPr="00711599" w:rsidRDefault="00315CE3">
      <w:pPr>
        <w:rPr>
          <w:rFonts w:ascii="Century Gothic" w:eastAsiaTheme="majorEastAsia" w:hAnsi="Century Gothic" w:cstheme="majorBidi"/>
          <w:color w:val="005CAB"/>
        </w:rPr>
      </w:pPr>
    </w:p>
    <w:p w14:paraId="6F4E7223" w14:textId="77777777" w:rsidR="00315CE3" w:rsidRDefault="00315CE3" w:rsidP="00315CE3">
      <w:pPr>
        <w:pStyle w:val="Heading3"/>
      </w:pPr>
      <w:bookmarkStart w:id="29" w:name="_Caregiver_Management_Training"/>
      <w:bookmarkStart w:id="30" w:name="_Toc172224696"/>
      <w:bookmarkStart w:id="31" w:name="_Toc193699230"/>
      <w:bookmarkEnd w:id="29"/>
      <w:r>
        <w:t>Caregiver Management Training</w:t>
      </w:r>
      <w:bookmarkEnd w:id="30"/>
      <w:bookmarkEnd w:id="31"/>
    </w:p>
    <w:p w14:paraId="2F7DA758" w14:textId="77777777" w:rsidR="00315CE3" w:rsidRDefault="00315CE3" w:rsidP="00315CE3">
      <w:r>
        <w:t xml:space="preserve">Caregiver Management Training </w:t>
      </w:r>
      <w:r w:rsidRPr="00B5389D">
        <w:t xml:space="preserve">is designed </w:t>
      </w:r>
      <w:r>
        <w:rPr>
          <w:rFonts w:cs="Arial"/>
        </w:rPr>
        <w:t xml:space="preserve">as a self-study training </w:t>
      </w:r>
      <w:r w:rsidRPr="00B5389D">
        <w:t xml:space="preserve">to help clients understand how to select, manage, and dismiss their personal </w:t>
      </w:r>
      <w:r>
        <w:t>care provider</w:t>
      </w:r>
      <w:r w:rsidRPr="00B5389D">
        <w:t>.</w:t>
      </w:r>
      <w:r>
        <w:t xml:space="preserve"> </w:t>
      </w:r>
      <w:r>
        <w:rPr>
          <w:rFonts w:cs="Arial"/>
        </w:rPr>
        <w:t xml:space="preserve">There is a web-based booklet </w:t>
      </w:r>
      <w:proofErr w:type="gramStart"/>
      <w:r>
        <w:rPr>
          <w:rFonts w:cs="Arial"/>
        </w:rPr>
        <w:t>and also</w:t>
      </w:r>
      <w:proofErr w:type="gramEnd"/>
      <w:r>
        <w:rPr>
          <w:rFonts w:cs="Arial"/>
        </w:rPr>
        <w:t xml:space="preserve"> two videos on YouTube. </w:t>
      </w:r>
      <w:r w:rsidRPr="00E56B09">
        <w:t xml:space="preserve">Training should be provided to any client that requests this information.  </w:t>
      </w:r>
    </w:p>
    <w:p w14:paraId="0289B3EA" w14:textId="77777777" w:rsidR="00315CE3" w:rsidRDefault="00315CE3" w:rsidP="00315CE3"/>
    <w:p w14:paraId="77C7BC6B" w14:textId="77777777" w:rsidR="00315CE3" w:rsidRPr="00C65F63" w:rsidRDefault="00315CE3" w:rsidP="00315CE3">
      <w:r w:rsidRPr="00C65F63">
        <w:lastRenderedPageBreak/>
        <w:t xml:space="preserve">The web-based self-study training booklet, “Managing Employer Handbook”, which is downloadable from the </w:t>
      </w:r>
      <w:hyperlink r:id="rId31" w:history="1">
        <w:r w:rsidRPr="00C65F63">
          <w:rPr>
            <w:rStyle w:val="Hyperlink"/>
          </w:rPr>
          <w:t>CDWA website, Client Resources section</w:t>
        </w:r>
      </w:hyperlink>
      <w:r w:rsidRPr="00C65F63">
        <w:t>. This booklet as well as the “Managing Employer Quick Start Guide” which has general information to help a client and their IP, can be found under the General Information section of the Client Resources page.</w:t>
      </w:r>
    </w:p>
    <w:p w14:paraId="44945FB7" w14:textId="77777777" w:rsidR="00315CE3" w:rsidRPr="00C65F63" w:rsidRDefault="00315CE3" w:rsidP="00315CE3"/>
    <w:p w14:paraId="0B28D037" w14:textId="77777777" w:rsidR="00315CE3" w:rsidRPr="00C65F63" w:rsidRDefault="00315CE3" w:rsidP="00315CE3">
      <w:r w:rsidRPr="00C65F63">
        <w:t>There are also two online videos available on YouTube:</w:t>
      </w:r>
    </w:p>
    <w:p w14:paraId="37C89490" w14:textId="77777777" w:rsidR="00315CE3" w:rsidRPr="00C65F63" w:rsidRDefault="00315CE3" w:rsidP="004E52B4">
      <w:pPr>
        <w:numPr>
          <w:ilvl w:val="0"/>
          <w:numId w:val="23"/>
        </w:numPr>
      </w:pPr>
      <w:hyperlink r:id="rId32" w:history="1">
        <w:r w:rsidRPr="00C65F63">
          <w:rPr>
            <w:rStyle w:val="Hyperlink"/>
          </w:rPr>
          <w:t>How to Hire the Right Individual Provider - YouTube</w:t>
        </w:r>
      </w:hyperlink>
    </w:p>
    <w:p w14:paraId="24F83633" w14:textId="77777777" w:rsidR="00315CE3" w:rsidRPr="00C65F63" w:rsidRDefault="00315CE3" w:rsidP="004E52B4">
      <w:pPr>
        <w:numPr>
          <w:ilvl w:val="0"/>
          <w:numId w:val="23"/>
        </w:numPr>
      </w:pPr>
      <w:hyperlink r:id="rId33" w:history="1">
        <w:r w:rsidRPr="00C65F63">
          <w:rPr>
            <w:rStyle w:val="Hyperlink"/>
          </w:rPr>
          <w:t>Supervising Your Individual Provider - YouTube</w:t>
        </w:r>
      </w:hyperlink>
    </w:p>
    <w:p w14:paraId="61440CDB" w14:textId="77777777" w:rsidR="00315CE3" w:rsidRDefault="00315CE3" w:rsidP="00315CE3"/>
    <w:p w14:paraId="0AAE0E98" w14:textId="77777777" w:rsidR="00315CE3" w:rsidRPr="00B5389D" w:rsidRDefault="00315CE3" w:rsidP="00315CE3">
      <w:r w:rsidRPr="00B5389D">
        <w:t>Training topics include:</w:t>
      </w:r>
    </w:p>
    <w:p w14:paraId="5272994F" w14:textId="77777777" w:rsidR="00315CE3" w:rsidRPr="00B5389D" w:rsidRDefault="00315CE3" w:rsidP="00315CE3">
      <w:pPr>
        <w:pStyle w:val="ListParagraph"/>
        <w:ind w:left="720" w:hanging="216"/>
        <w:contextualSpacing/>
      </w:pPr>
      <w:r>
        <w:t xml:space="preserve">Understanding the CARE </w:t>
      </w:r>
      <w:proofErr w:type="gramStart"/>
      <w:r>
        <w:t>p</w:t>
      </w:r>
      <w:r w:rsidRPr="00B5389D">
        <w:t>lan;</w:t>
      </w:r>
      <w:proofErr w:type="gramEnd"/>
    </w:p>
    <w:p w14:paraId="11705F77" w14:textId="77777777" w:rsidR="00315CE3" w:rsidRPr="00B5389D" w:rsidRDefault="00315CE3" w:rsidP="00315CE3">
      <w:pPr>
        <w:pStyle w:val="ListParagraph"/>
        <w:ind w:left="720" w:hanging="216"/>
        <w:contextualSpacing/>
      </w:pPr>
      <w:r w:rsidRPr="00B5389D">
        <w:t xml:space="preserve">Creating job </w:t>
      </w:r>
      <w:proofErr w:type="gramStart"/>
      <w:r w:rsidRPr="00B5389D">
        <w:t>descriptions;</w:t>
      </w:r>
      <w:proofErr w:type="gramEnd"/>
      <w:r w:rsidRPr="00B5389D">
        <w:t xml:space="preserve"> </w:t>
      </w:r>
    </w:p>
    <w:p w14:paraId="1F0B240F" w14:textId="77777777" w:rsidR="00315CE3" w:rsidRPr="00B5389D" w:rsidRDefault="00315CE3" w:rsidP="00315CE3">
      <w:pPr>
        <w:pStyle w:val="ListParagraph"/>
        <w:ind w:left="720" w:hanging="216"/>
        <w:contextualSpacing/>
      </w:pPr>
      <w:r w:rsidRPr="00B5389D">
        <w:t xml:space="preserve">Locating </w:t>
      </w:r>
      <w:proofErr w:type="gramStart"/>
      <w:r>
        <w:t>caregivers</w:t>
      </w:r>
      <w:r w:rsidRPr="00B5389D">
        <w:t>;</w:t>
      </w:r>
      <w:proofErr w:type="gramEnd"/>
    </w:p>
    <w:p w14:paraId="09732666" w14:textId="77777777" w:rsidR="00315CE3" w:rsidRPr="00B5389D" w:rsidRDefault="00315CE3" w:rsidP="00315CE3">
      <w:pPr>
        <w:pStyle w:val="ListParagraph"/>
        <w:ind w:left="720" w:hanging="216"/>
        <w:contextualSpacing/>
      </w:pPr>
      <w:r w:rsidRPr="00B5389D">
        <w:t>Pre-screening, interviewing</w:t>
      </w:r>
      <w:r>
        <w:t>,</w:t>
      </w:r>
      <w:r w:rsidRPr="00B5389D">
        <w:t xml:space="preserve"> and completing reference </w:t>
      </w:r>
      <w:proofErr w:type="gramStart"/>
      <w:r w:rsidRPr="00B5389D">
        <w:t>checks;</w:t>
      </w:r>
      <w:proofErr w:type="gramEnd"/>
      <w:r w:rsidRPr="00B5389D">
        <w:t xml:space="preserve"> </w:t>
      </w:r>
    </w:p>
    <w:p w14:paraId="2194CD74" w14:textId="77777777" w:rsidR="00315CE3" w:rsidRPr="00B5389D" w:rsidRDefault="00315CE3" w:rsidP="00315CE3">
      <w:pPr>
        <w:pStyle w:val="ListParagraph"/>
        <w:ind w:left="720" w:hanging="216"/>
        <w:contextualSpacing/>
      </w:pPr>
      <w:r w:rsidRPr="00B5389D">
        <w:t>Training, supervising</w:t>
      </w:r>
      <w:r>
        <w:t>,</w:t>
      </w:r>
      <w:r w:rsidRPr="00B5389D">
        <w:t xml:space="preserve"> and communicating effectively with </w:t>
      </w:r>
      <w:proofErr w:type="gramStart"/>
      <w:r>
        <w:t>caregivers</w:t>
      </w:r>
      <w:r w:rsidRPr="00B5389D">
        <w:t>;</w:t>
      </w:r>
      <w:proofErr w:type="gramEnd"/>
      <w:r w:rsidRPr="00B5389D">
        <w:t xml:space="preserve"> </w:t>
      </w:r>
    </w:p>
    <w:p w14:paraId="649AB008" w14:textId="77777777" w:rsidR="00315CE3" w:rsidRPr="00B5389D" w:rsidRDefault="00315CE3" w:rsidP="00315CE3">
      <w:pPr>
        <w:pStyle w:val="ListParagraph"/>
        <w:ind w:left="720" w:hanging="216"/>
        <w:contextualSpacing/>
      </w:pPr>
      <w:r w:rsidRPr="00B5389D">
        <w:t xml:space="preserve">Tracking authorized hours </w:t>
      </w:r>
      <w:proofErr w:type="gramStart"/>
      <w:r w:rsidRPr="00B5389D">
        <w:t>worked;</w:t>
      </w:r>
      <w:proofErr w:type="gramEnd"/>
      <w:r w:rsidRPr="00B5389D">
        <w:t xml:space="preserve"> </w:t>
      </w:r>
    </w:p>
    <w:p w14:paraId="1D601B65" w14:textId="77777777" w:rsidR="00315CE3" w:rsidRPr="00B5389D" w:rsidRDefault="00315CE3" w:rsidP="00315CE3">
      <w:pPr>
        <w:pStyle w:val="ListParagraph"/>
        <w:ind w:left="720" w:hanging="216"/>
        <w:contextualSpacing/>
      </w:pPr>
      <w:r w:rsidRPr="00B5389D">
        <w:t>Recognizing, discussing</w:t>
      </w:r>
      <w:r>
        <w:t>,</w:t>
      </w:r>
      <w:r w:rsidRPr="00B5389D">
        <w:t xml:space="preserve"> and attempting to correct any </w:t>
      </w:r>
      <w:r>
        <w:t>caregiver</w:t>
      </w:r>
      <w:r w:rsidRPr="00B5389D">
        <w:t xml:space="preserve"> performance </w:t>
      </w:r>
      <w:proofErr w:type="gramStart"/>
      <w:r w:rsidRPr="00B5389D">
        <w:t>deficiencies;</w:t>
      </w:r>
      <w:proofErr w:type="gramEnd"/>
      <w:r w:rsidRPr="00B5389D">
        <w:t xml:space="preserve"> </w:t>
      </w:r>
    </w:p>
    <w:p w14:paraId="0B07A82B" w14:textId="77777777" w:rsidR="00315CE3" w:rsidRPr="00B5389D" w:rsidRDefault="00315CE3" w:rsidP="00315CE3">
      <w:pPr>
        <w:pStyle w:val="ListParagraph"/>
        <w:ind w:left="720" w:hanging="216"/>
        <w:contextualSpacing/>
      </w:pPr>
      <w:r w:rsidRPr="00B5389D">
        <w:t xml:space="preserve">Discharging unsatisfactory </w:t>
      </w:r>
      <w:r>
        <w:t>caregivers</w:t>
      </w:r>
      <w:r w:rsidRPr="00B5389D">
        <w:t xml:space="preserve">; and </w:t>
      </w:r>
    </w:p>
    <w:p w14:paraId="3FCB2F1F" w14:textId="77777777" w:rsidR="00315CE3" w:rsidRPr="00B5389D" w:rsidRDefault="00315CE3" w:rsidP="00315CE3">
      <w:pPr>
        <w:pStyle w:val="ListParagraph"/>
        <w:ind w:left="720" w:hanging="216"/>
        <w:contextualSpacing/>
      </w:pPr>
      <w:r w:rsidRPr="00B5389D">
        <w:t>Developing a back-up plan for coverage of services when the regular care</w:t>
      </w:r>
      <w:r>
        <w:t>giver</w:t>
      </w:r>
      <w:r w:rsidRPr="00B5389D">
        <w:t xml:space="preserve"> is not available or requires relief.</w:t>
      </w:r>
    </w:p>
    <w:p w14:paraId="70DB8642" w14:textId="77777777" w:rsidR="00315CE3" w:rsidRDefault="00315CE3" w:rsidP="00315CE3"/>
    <w:p w14:paraId="30BA958D" w14:textId="77777777" w:rsidR="00315CE3" w:rsidRDefault="00315CE3" w:rsidP="00315CE3">
      <w:pPr>
        <w:pStyle w:val="Numbering"/>
        <w:numPr>
          <w:ilvl w:val="0"/>
          <w:numId w:val="0"/>
        </w:numPr>
        <w:rPr>
          <w:rFonts w:cs="Arial"/>
        </w:rPr>
      </w:pPr>
      <w:r>
        <w:t xml:space="preserve">Clients may be offered </w:t>
      </w:r>
      <w:proofErr w:type="gramStart"/>
      <w:r>
        <w:t>the training</w:t>
      </w:r>
      <w:proofErr w:type="gramEnd"/>
      <w:r>
        <w:t xml:space="preserve"> by the Case Manager during service planning such as their assessment or when they are changing to an Individual Provider (IP). </w:t>
      </w:r>
      <w:r>
        <w:rPr>
          <w:rFonts w:cs="Arial"/>
        </w:rPr>
        <w:t xml:space="preserve">Indicate on the Profile screen under the Client Details section in CARE if the client and/or their legal representative was offered and/or if they requested the Caregiver Management Training materials. </w:t>
      </w:r>
    </w:p>
    <w:p w14:paraId="59403C45" w14:textId="77777777" w:rsidR="00571DED" w:rsidRDefault="00571DED" w:rsidP="00571DED">
      <w:pPr>
        <w:jc w:val="center"/>
        <w:rPr>
          <w:rFonts w:ascii="Century Gothic" w:eastAsiaTheme="majorEastAsia" w:hAnsi="Century Gothic" w:cstheme="majorBidi"/>
          <w:color w:val="005CAB"/>
          <w:sz w:val="26"/>
          <w:szCs w:val="26"/>
        </w:rPr>
      </w:pPr>
      <w:r>
        <w:rPr>
          <w:noProof/>
        </w:rPr>
        <w:drawing>
          <wp:inline distT="0" distB="0" distL="0" distR="0" wp14:anchorId="08D02794" wp14:editId="348B1515">
            <wp:extent cx="4200526" cy="1740102"/>
            <wp:effectExtent l="76200" t="76200" r="123825" b="127000"/>
            <wp:docPr id="22" name="Picture 2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text, application&#10;&#10;Description automatically generated"/>
                    <pic:cNvPicPr/>
                  </pic:nvPicPr>
                  <pic:blipFill>
                    <a:blip r:embed="rId34"/>
                    <a:stretch>
                      <a:fillRect/>
                    </a:stretch>
                  </pic:blipFill>
                  <pic:spPr>
                    <a:xfrm>
                      <a:off x="0" y="0"/>
                      <a:ext cx="4207940" cy="174317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17006C7" w14:textId="77777777" w:rsidR="00F0186B" w:rsidRDefault="00F0186B">
      <w:pPr>
        <w:rPr>
          <w:rFonts w:ascii="Century Gothic" w:eastAsiaTheme="majorEastAsia" w:hAnsi="Century Gothic" w:cstheme="majorBidi"/>
          <w:b/>
          <w:caps/>
          <w:color w:val="193F6F"/>
          <w:sz w:val="26"/>
          <w:szCs w:val="26"/>
        </w:rPr>
      </w:pPr>
      <w:bookmarkStart w:id="32" w:name="_Toc172224697"/>
      <w:r>
        <w:rPr>
          <w:color w:val="193F6F"/>
        </w:rPr>
        <w:br w:type="page"/>
      </w:r>
    </w:p>
    <w:p w14:paraId="19615823" w14:textId="1DE47BD9" w:rsidR="00821BC9" w:rsidRPr="000D07DF" w:rsidRDefault="00821BC9" w:rsidP="00821BC9">
      <w:pPr>
        <w:pStyle w:val="Heading2"/>
        <w:rPr>
          <w:color w:val="193F6F"/>
        </w:rPr>
      </w:pPr>
      <w:bookmarkStart w:id="33" w:name="_Toc193699231"/>
      <w:r w:rsidRPr="000D07DF">
        <w:rPr>
          <w:color w:val="193F6F"/>
        </w:rPr>
        <w:lastRenderedPageBreak/>
        <w:t>Settings &amp; Provider Qualifications</w:t>
      </w:r>
      <w:bookmarkEnd w:id="32"/>
      <w:bookmarkEnd w:id="33"/>
    </w:p>
    <w:p w14:paraId="467EFCFF" w14:textId="77777777" w:rsidR="00821BC9" w:rsidRDefault="00821BC9" w:rsidP="00821BC9">
      <w:r w:rsidRPr="00995DDA">
        <w:t xml:space="preserve">Clients enrolled in MPC have the right to choose to receive services </w:t>
      </w:r>
      <w:r>
        <w:t xml:space="preserve">using a qualified provider in </w:t>
      </w:r>
      <w:r w:rsidRPr="00995DDA">
        <w:t>one of the following settings</w:t>
      </w:r>
      <w:r>
        <w:t>:</w:t>
      </w:r>
    </w:p>
    <w:p w14:paraId="10BCAB04" w14:textId="77777777" w:rsidR="00821BC9" w:rsidRDefault="00821BC9" w:rsidP="00821BC9"/>
    <w:p w14:paraId="1CCAAE90" w14:textId="047FF99A" w:rsidR="009441BD" w:rsidRDefault="009441BD" w:rsidP="009441BD">
      <w:pPr>
        <w:pStyle w:val="Heading3"/>
      </w:pPr>
      <w:bookmarkStart w:id="34" w:name="_Toc172224698"/>
      <w:bookmarkStart w:id="35" w:name="_Toc193699232"/>
      <w:r>
        <w:t>Client’s Home</w:t>
      </w:r>
      <w:bookmarkEnd w:id="34"/>
      <w:bookmarkEnd w:id="35"/>
    </w:p>
    <w:p w14:paraId="26979B50" w14:textId="77D59D27" w:rsidR="009441BD" w:rsidRDefault="009441BD" w:rsidP="009441BD">
      <w:r>
        <w:t xml:space="preserve">Where the client resides (own home, relative’s home, etc.). Client’s “own home” is defined in </w:t>
      </w:r>
      <w:hyperlink r:id="rId35" w:history="1">
        <w:r w:rsidRPr="00C262E9">
          <w:rPr>
            <w:color w:val="0000FF"/>
            <w:u w:val="single"/>
          </w:rPr>
          <w:t>WAC 388-106-0010</w:t>
        </w:r>
      </w:hyperlink>
      <w:r>
        <w:t xml:space="preserve">. </w:t>
      </w:r>
    </w:p>
    <w:p w14:paraId="212E0D1A" w14:textId="77777777" w:rsidR="009441BD" w:rsidRPr="00B21B11" w:rsidRDefault="009441BD" w:rsidP="009441BD">
      <w:pPr>
        <w:pStyle w:val="Heading4"/>
        <w:rPr>
          <w:color w:val="193F6F"/>
        </w:rPr>
      </w:pPr>
      <w:r w:rsidRPr="00B21B11">
        <w:rPr>
          <w:color w:val="193F6F"/>
        </w:rPr>
        <w:t>Individual Provider (IP)</w:t>
      </w:r>
    </w:p>
    <w:p w14:paraId="7EB96B65" w14:textId="77777777" w:rsidR="009441BD" w:rsidRDefault="009441BD" w:rsidP="009441BD">
      <w:pPr>
        <w:pStyle w:val="ListParagraph2"/>
        <w:numPr>
          <w:ilvl w:val="0"/>
          <w:numId w:val="0"/>
        </w:numPr>
      </w:pPr>
      <w:r>
        <w:t>Clients may choose an Individual Provider (</w:t>
      </w:r>
      <w:r w:rsidRPr="00995DDA">
        <w:t>IP</w:t>
      </w:r>
      <w:r>
        <w:t>) as their provider. If the client chooses an IP,</w:t>
      </w:r>
    </w:p>
    <w:p w14:paraId="2A59F070" w14:textId="50965CA5" w:rsidR="009441BD" w:rsidRDefault="00F02D7E" w:rsidP="004E52B4">
      <w:pPr>
        <w:pStyle w:val="ListParagraph3"/>
        <w:numPr>
          <w:ilvl w:val="0"/>
          <w:numId w:val="26"/>
        </w:numPr>
        <w:tabs>
          <w:tab w:val="left" w:pos="2790"/>
        </w:tabs>
        <w:ind w:left="720"/>
        <w:contextualSpacing/>
      </w:pPr>
      <w:r>
        <w:t>T</w:t>
      </w:r>
      <w:r w:rsidR="009441BD">
        <w:t xml:space="preserve">he IP is an employee of the </w:t>
      </w:r>
      <w:hyperlink r:id="rId36" w:history="1">
        <w:r w:rsidR="009441BD" w:rsidRPr="001A23EB">
          <w:rPr>
            <w:rStyle w:val="Hyperlink"/>
          </w:rPr>
          <w:t>Consumer Direct</w:t>
        </w:r>
        <w:r w:rsidR="009441BD">
          <w:rPr>
            <w:rStyle w:val="Hyperlink"/>
          </w:rPr>
          <w:t xml:space="preserve">ed Employer (CDE) contracted vendor for Washington state, Consumer Direct </w:t>
        </w:r>
        <w:r w:rsidR="009441BD" w:rsidRPr="001A23EB">
          <w:rPr>
            <w:rStyle w:val="Hyperlink"/>
          </w:rPr>
          <w:t>Washington (CDWA)</w:t>
        </w:r>
      </w:hyperlink>
      <w:r w:rsidR="009441BD">
        <w:t>,</w:t>
      </w:r>
    </w:p>
    <w:p w14:paraId="5769BE25" w14:textId="79DF3355" w:rsidR="009441BD" w:rsidRDefault="00F02D7E" w:rsidP="004E52B4">
      <w:pPr>
        <w:pStyle w:val="ListParagraph3"/>
        <w:numPr>
          <w:ilvl w:val="0"/>
          <w:numId w:val="26"/>
        </w:numPr>
        <w:tabs>
          <w:tab w:val="left" w:pos="2790"/>
        </w:tabs>
        <w:ind w:left="720"/>
        <w:contextualSpacing/>
      </w:pPr>
      <w:r>
        <w:t>T</w:t>
      </w:r>
      <w:r w:rsidR="009441BD">
        <w:t>he client will work with the CDE and the IP on assignment of the client’s authorized in-home hours,</w:t>
      </w:r>
    </w:p>
    <w:p w14:paraId="0EB079E5" w14:textId="47E5736A" w:rsidR="009441BD" w:rsidRDefault="00F02D7E" w:rsidP="004E52B4">
      <w:pPr>
        <w:pStyle w:val="ListParagraph3"/>
        <w:numPr>
          <w:ilvl w:val="0"/>
          <w:numId w:val="26"/>
        </w:numPr>
        <w:tabs>
          <w:tab w:val="left" w:pos="2790"/>
        </w:tabs>
        <w:ind w:left="720"/>
        <w:contextualSpacing/>
      </w:pPr>
      <w:r>
        <w:t>T</w:t>
      </w:r>
      <w:r w:rsidR="009441BD">
        <w:t>he client will be the one to select, schedule, supervise, direct, and dismiss the IP</w:t>
      </w:r>
      <w:r w:rsidR="009441BD" w:rsidRPr="00084623">
        <w:t>.</w:t>
      </w:r>
    </w:p>
    <w:p w14:paraId="2341019D" w14:textId="00410198" w:rsidR="009441BD" w:rsidRDefault="009441BD" w:rsidP="004E52B4">
      <w:pPr>
        <w:pStyle w:val="ListParagraph2"/>
        <w:numPr>
          <w:ilvl w:val="1"/>
          <w:numId w:val="27"/>
        </w:numPr>
        <w:contextualSpacing/>
      </w:pPr>
      <w:r w:rsidRPr="00084623">
        <w:t xml:space="preserve">If a </w:t>
      </w:r>
      <w:r>
        <w:t>client</w:t>
      </w:r>
      <w:r w:rsidRPr="00084623">
        <w:t xml:space="preserve"> is unable to provide supervision, an alternate supervisor must be identified in the </w:t>
      </w:r>
      <w:r>
        <w:t xml:space="preserve">CARE </w:t>
      </w:r>
      <w:r w:rsidRPr="00084623">
        <w:t>plan</w:t>
      </w:r>
      <w:r>
        <w:t>.</w:t>
      </w:r>
    </w:p>
    <w:p w14:paraId="0FE79916" w14:textId="77777777" w:rsidR="009441BD" w:rsidRDefault="009441BD" w:rsidP="004E52B4">
      <w:pPr>
        <w:pStyle w:val="ListParagraph2"/>
        <w:numPr>
          <w:ilvl w:val="1"/>
          <w:numId w:val="27"/>
        </w:numPr>
        <w:contextualSpacing/>
      </w:pPr>
      <w:r>
        <w:t xml:space="preserve">The client is responsible for identifying back-up caregivers to </w:t>
      </w:r>
      <w:proofErr w:type="gramStart"/>
      <w:r>
        <w:t>cover for</w:t>
      </w:r>
      <w:proofErr w:type="gramEnd"/>
      <w:r>
        <w:t xml:space="preserve"> sick or vacationing caregivers.</w:t>
      </w:r>
    </w:p>
    <w:p w14:paraId="42E8AB8C" w14:textId="14D78E4D" w:rsidR="009441BD" w:rsidRDefault="009441BD" w:rsidP="004E52B4">
      <w:pPr>
        <w:pStyle w:val="ListParagraph2"/>
        <w:numPr>
          <w:ilvl w:val="1"/>
          <w:numId w:val="27"/>
        </w:numPr>
        <w:contextualSpacing/>
      </w:pPr>
      <w:r>
        <w:t>If a c</w:t>
      </w:r>
      <w:r w:rsidDel="00CB022B">
        <w:t xml:space="preserve">lient </w:t>
      </w:r>
      <w:r>
        <w:t>wants</w:t>
      </w:r>
      <w:r w:rsidDel="00CB022B">
        <w:t xml:space="preserve"> training on how to </w:t>
      </w:r>
      <w:r>
        <w:t>select, direct,</w:t>
      </w:r>
      <w:r w:rsidDel="00CB022B">
        <w:t xml:space="preserve"> or dismiss </w:t>
      </w:r>
      <w:r>
        <w:t>an</w:t>
      </w:r>
      <w:r w:rsidDel="00CB022B">
        <w:t xml:space="preserve"> </w:t>
      </w:r>
      <w:r>
        <w:t xml:space="preserve">in-home </w:t>
      </w:r>
      <w:r w:rsidDel="00CB022B">
        <w:t>caregiver</w:t>
      </w:r>
      <w:r>
        <w:t>, they</w:t>
      </w:r>
      <w:r w:rsidDel="00CB022B">
        <w:t xml:space="preserve"> may request training materials at any time</w:t>
      </w:r>
      <w:r>
        <w:t xml:space="preserve"> from their case manager or the CDE</w:t>
      </w:r>
      <w:r w:rsidDel="00CB022B">
        <w:t xml:space="preserve">. See </w:t>
      </w:r>
      <w:hyperlink w:anchor="_Caregiver_Management_Training" w:history="1">
        <w:r w:rsidRPr="00B3507F" w:rsidDel="00CB022B">
          <w:rPr>
            <w:rStyle w:val="Hyperlink"/>
            <w:rFonts w:cs="Arial"/>
          </w:rPr>
          <w:t>Caregiver Management Training</w:t>
        </w:r>
      </w:hyperlink>
      <w:r w:rsidDel="00CB022B">
        <w:t xml:space="preserve"> for more information</w:t>
      </w:r>
      <w:r>
        <w:t>.</w:t>
      </w:r>
    </w:p>
    <w:p w14:paraId="3E401395" w14:textId="24E1E983" w:rsidR="003B29F9" w:rsidRDefault="003B29F9" w:rsidP="003B29F9">
      <w:pPr>
        <w:pStyle w:val="ListParagraph2"/>
        <w:numPr>
          <w:ilvl w:val="0"/>
          <w:numId w:val="0"/>
        </w:numPr>
        <w:contextualSpacing/>
      </w:pPr>
    </w:p>
    <w:p w14:paraId="5155978C" w14:textId="0184C90A" w:rsidR="003B29F9" w:rsidRDefault="003B29F9" w:rsidP="003B29F9">
      <w:pPr>
        <w:pStyle w:val="ListParagraph2"/>
        <w:numPr>
          <w:ilvl w:val="0"/>
          <w:numId w:val="0"/>
        </w:numPr>
        <w:contextualSpacing/>
      </w:pPr>
      <w:r>
        <w:t>Qualifications:</w:t>
      </w:r>
    </w:p>
    <w:p w14:paraId="73C0C800" w14:textId="77777777" w:rsidR="003B29F9" w:rsidRPr="003B29F9" w:rsidRDefault="003B29F9" w:rsidP="004E52B4">
      <w:pPr>
        <w:pStyle w:val="ListParagraph2"/>
        <w:numPr>
          <w:ilvl w:val="0"/>
          <w:numId w:val="24"/>
        </w:numPr>
      </w:pPr>
      <w:r w:rsidRPr="003B29F9">
        <w:t xml:space="preserve">Meet the qualifications listed in </w:t>
      </w:r>
      <w:hyperlink r:id="rId37" w:history="1">
        <w:r w:rsidRPr="003B29F9">
          <w:rPr>
            <w:rStyle w:val="Hyperlink"/>
          </w:rPr>
          <w:t>WAC 388-115-0510</w:t>
        </w:r>
      </w:hyperlink>
      <w:r w:rsidRPr="003B29F9">
        <w:t>;</w:t>
      </w:r>
    </w:p>
    <w:p w14:paraId="45C599E4" w14:textId="0F3CD2A2" w:rsidR="003B29F9" w:rsidRPr="003B29F9" w:rsidRDefault="003B29F9" w:rsidP="004E52B4">
      <w:pPr>
        <w:pStyle w:val="ListParagraph2"/>
        <w:numPr>
          <w:ilvl w:val="0"/>
          <w:numId w:val="24"/>
        </w:numPr>
      </w:pPr>
      <w:r w:rsidRPr="003B29F9">
        <w:t>Are hired and employed by the CDE (</w:t>
      </w:r>
      <w:bookmarkStart w:id="36" w:name="_Hlk152740649"/>
      <w:r w:rsidRPr="003B29F9">
        <w:t xml:space="preserve">see </w:t>
      </w:r>
      <w:hyperlink r:id="rId38" w:history="1">
        <w:r w:rsidRPr="003B29F9">
          <w:rPr>
            <w:rStyle w:val="Hyperlink"/>
          </w:rPr>
          <w:t>LTC Manual, Chapter 11 – Consumer Directed Employer</w:t>
        </w:r>
      </w:hyperlink>
      <w:r w:rsidRPr="003B29F9">
        <w:t xml:space="preserve"> for more information on CDE)</w:t>
      </w:r>
      <w:bookmarkEnd w:id="36"/>
      <w:r w:rsidRPr="003B29F9">
        <w:t>;</w:t>
      </w:r>
    </w:p>
    <w:p w14:paraId="48AD9D43" w14:textId="77777777" w:rsidR="003B29F9" w:rsidRPr="003B29F9" w:rsidRDefault="003B29F9" w:rsidP="004E52B4">
      <w:pPr>
        <w:pStyle w:val="ListParagraph2"/>
        <w:numPr>
          <w:ilvl w:val="0"/>
          <w:numId w:val="24"/>
        </w:numPr>
      </w:pPr>
      <w:r w:rsidRPr="003B29F9">
        <w:t>Must have:</w:t>
      </w:r>
    </w:p>
    <w:p w14:paraId="47770096" w14:textId="4A6D55D3" w:rsidR="003B29F9" w:rsidRPr="003B29F9" w:rsidRDefault="003B29F9" w:rsidP="004E52B4">
      <w:pPr>
        <w:pStyle w:val="ListParagraph2"/>
        <w:numPr>
          <w:ilvl w:val="1"/>
          <w:numId w:val="24"/>
        </w:numPr>
      </w:pPr>
      <w:r>
        <w:t>S</w:t>
      </w:r>
      <w:r w:rsidRPr="003B29F9">
        <w:t>uccessfully passed the appropriate criminal background check(s</w:t>
      </w:r>
      <w:proofErr w:type="gramStart"/>
      <w:r w:rsidRPr="003B29F9">
        <w:t>);</w:t>
      </w:r>
      <w:proofErr w:type="gramEnd"/>
      <w:r w:rsidRPr="003B29F9">
        <w:t xml:space="preserve"> </w:t>
      </w:r>
    </w:p>
    <w:p w14:paraId="3B5E4DE3" w14:textId="1822A644" w:rsidR="003B29F9" w:rsidRPr="003B29F9" w:rsidRDefault="003B29F9" w:rsidP="004E52B4">
      <w:pPr>
        <w:pStyle w:val="ListParagraph2"/>
        <w:numPr>
          <w:ilvl w:val="1"/>
          <w:numId w:val="24"/>
        </w:numPr>
      </w:pPr>
      <w:r>
        <w:t>M</w:t>
      </w:r>
      <w:r w:rsidRPr="003B29F9">
        <w:t xml:space="preserve">et all training and certification requirements; </w:t>
      </w:r>
      <w:r w:rsidRPr="003B29F9">
        <w:rPr>
          <w:b/>
          <w:i/>
        </w:rPr>
        <w:t>and</w:t>
      </w:r>
    </w:p>
    <w:p w14:paraId="2BDEDDAD" w14:textId="77777777" w:rsidR="003B29F9" w:rsidRPr="003B29F9" w:rsidRDefault="003B29F9" w:rsidP="004E52B4">
      <w:pPr>
        <w:pStyle w:val="ListParagraph2"/>
        <w:numPr>
          <w:ilvl w:val="0"/>
          <w:numId w:val="24"/>
        </w:numPr>
      </w:pPr>
      <w:r w:rsidRPr="003B29F9">
        <w:t>Must be:</w:t>
      </w:r>
    </w:p>
    <w:p w14:paraId="1FEAF204" w14:textId="3C497A0C" w:rsidR="003B29F9" w:rsidRPr="003B29F9" w:rsidRDefault="00AA5030" w:rsidP="004E52B4">
      <w:pPr>
        <w:pStyle w:val="ListParagraph2"/>
        <w:numPr>
          <w:ilvl w:val="1"/>
          <w:numId w:val="24"/>
        </w:numPr>
      </w:pPr>
      <w:r>
        <w:t>A</w:t>
      </w:r>
      <w:r w:rsidR="003B29F9" w:rsidRPr="003B29F9">
        <w:t xml:space="preserve">ge 18 or </w:t>
      </w:r>
      <w:proofErr w:type="gramStart"/>
      <w:r w:rsidR="003B29F9" w:rsidRPr="003B29F9">
        <w:t>older;</w:t>
      </w:r>
      <w:proofErr w:type="gramEnd"/>
    </w:p>
    <w:p w14:paraId="135357D3" w14:textId="3C78BFC0" w:rsidR="003B29F9" w:rsidRPr="003B29F9" w:rsidRDefault="00AA5030" w:rsidP="004E52B4">
      <w:pPr>
        <w:pStyle w:val="ListParagraph2"/>
        <w:numPr>
          <w:ilvl w:val="1"/>
          <w:numId w:val="24"/>
        </w:numPr>
      </w:pPr>
      <w:r>
        <w:t>A</w:t>
      </w:r>
      <w:r w:rsidR="003B29F9" w:rsidRPr="003B29F9">
        <w:t xml:space="preserve">ble to legally work in the United States; </w:t>
      </w:r>
      <w:r w:rsidR="003B29F9" w:rsidRPr="003B29F9">
        <w:rPr>
          <w:b/>
          <w:i/>
        </w:rPr>
        <w:t>and</w:t>
      </w:r>
    </w:p>
    <w:p w14:paraId="52CE588A" w14:textId="0C71962E" w:rsidR="003B29F9" w:rsidRPr="00F67F82" w:rsidDel="00CB022B" w:rsidRDefault="003B29F9" w:rsidP="004E52B4">
      <w:pPr>
        <w:pStyle w:val="ListParagraph2"/>
        <w:numPr>
          <w:ilvl w:val="0"/>
          <w:numId w:val="24"/>
        </w:numPr>
        <w:contextualSpacing/>
      </w:pPr>
      <w:r w:rsidRPr="003B29F9">
        <w:t xml:space="preserve">Are regulated under </w:t>
      </w:r>
      <w:hyperlink r:id="rId39" w:history="1">
        <w:r w:rsidRPr="003B29F9">
          <w:rPr>
            <w:rStyle w:val="Hyperlink"/>
          </w:rPr>
          <w:t>Chapter 388-71 WAC</w:t>
        </w:r>
      </w:hyperlink>
      <w:r w:rsidRPr="003B29F9">
        <w:rPr>
          <w:u w:val="single"/>
        </w:rPr>
        <w:t xml:space="preserve"> </w:t>
      </w:r>
      <w:r w:rsidRPr="003B29F9">
        <w:t xml:space="preserve">(specifically 388-71-0500 through 388-71-1006), and </w:t>
      </w:r>
      <w:hyperlink r:id="rId40" w:history="1">
        <w:r w:rsidRPr="003B29F9">
          <w:rPr>
            <w:rStyle w:val="Hyperlink"/>
          </w:rPr>
          <w:t>RCW 74.39A.250</w:t>
        </w:r>
      </w:hyperlink>
      <w:r w:rsidRPr="003B29F9">
        <w:t>.</w:t>
      </w:r>
    </w:p>
    <w:p w14:paraId="7309E96E" w14:textId="7C9B1655" w:rsidR="009441BD" w:rsidRDefault="00D67E20" w:rsidP="009441BD">
      <w:r>
        <w:rPr>
          <w:noProof/>
        </w:rPr>
        <mc:AlternateContent>
          <mc:Choice Requires="wps">
            <w:drawing>
              <wp:anchor distT="45720" distB="45720" distL="114300" distR="114300" simplePos="0" relativeHeight="251667456" behindDoc="0" locked="0" layoutInCell="1" allowOverlap="1" wp14:anchorId="11A22815" wp14:editId="7B7F4580">
                <wp:simplePos x="0" y="0"/>
                <wp:positionH relativeFrom="margin">
                  <wp:posOffset>438785</wp:posOffset>
                </wp:positionH>
                <wp:positionV relativeFrom="paragraph">
                  <wp:posOffset>88900</wp:posOffset>
                </wp:positionV>
                <wp:extent cx="5438140" cy="1021080"/>
                <wp:effectExtent l="0" t="0" r="10160" b="2667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140" cy="1021080"/>
                        </a:xfrm>
                        <a:prstGeom prst="rect">
                          <a:avLst/>
                        </a:prstGeom>
                        <a:solidFill>
                          <a:srgbClr val="72A331">
                            <a:alpha val="25098"/>
                          </a:srgbClr>
                        </a:solidFill>
                        <a:ln w="9525">
                          <a:solidFill>
                            <a:srgbClr val="000000"/>
                          </a:solidFill>
                          <a:miter lim="800000"/>
                          <a:headEnd/>
                          <a:tailEnd/>
                        </a:ln>
                      </wps:spPr>
                      <wps:txbx>
                        <w:txbxContent>
                          <w:p w14:paraId="17AE3D82" w14:textId="77777777" w:rsidR="009A790F" w:rsidRDefault="009A790F" w:rsidP="009A790F">
                            <w:pPr>
                              <w:rPr>
                                <w:b/>
                                <w:bCs/>
                              </w:rPr>
                            </w:pPr>
                            <w:r w:rsidRPr="0045263C">
                              <w:rPr>
                                <w:b/>
                                <w:bCs/>
                              </w:rPr>
                              <w:t xml:space="preserve">CDE </w:t>
                            </w:r>
                            <w:r>
                              <w:rPr>
                                <w:b/>
                                <w:bCs/>
                              </w:rPr>
                              <w:t>contact numbers dedicated specifically to CM, Client, or IP</w:t>
                            </w:r>
                            <w:r w:rsidRPr="0045263C">
                              <w:rPr>
                                <w:b/>
                                <w:bCs/>
                              </w:rPr>
                              <w:t>:</w:t>
                            </w:r>
                          </w:p>
                          <w:p w14:paraId="127A6DE2" w14:textId="77777777" w:rsidR="009A790F" w:rsidRPr="0045263C" w:rsidRDefault="009A790F" w:rsidP="009A790F">
                            <w:pPr>
                              <w:rPr>
                                <w:b/>
                                <w:bCs/>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4606"/>
                            </w:tblGrid>
                            <w:tr w:rsidR="009A790F" w14:paraId="50AE4E35" w14:textId="77777777" w:rsidTr="00D67E20">
                              <w:tc>
                                <w:tcPr>
                                  <w:tcW w:w="3708" w:type="dxa"/>
                                </w:tcPr>
                                <w:p w14:paraId="7DD63FC7" w14:textId="77777777" w:rsidR="009A790F" w:rsidRDefault="009A790F" w:rsidP="0045263C">
                                  <w:r>
                                    <w:t xml:space="preserve">For Case Managers </w:t>
                                  </w:r>
                                  <w:r w:rsidRPr="0045263C">
                                    <w:rPr>
                                      <w:i/>
                                      <w:iCs/>
                                    </w:rPr>
                                    <w:t>only</w:t>
                                  </w:r>
                                  <w:r>
                                    <w:t>:</w:t>
                                  </w:r>
                                </w:p>
                              </w:tc>
                              <w:tc>
                                <w:tcPr>
                                  <w:tcW w:w="4613" w:type="dxa"/>
                                </w:tcPr>
                                <w:p w14:paraId="1F59BCD7" w14:textId="77777777" w:rsidR="009A790F" w:rsidRDefault="009A790F" w:rsidP="0045263C">
                                  <w:r>
                                    <w:t>For Clients and IPs:</w:t>
                                  </w:r>
                                </w:p>
                              </w:tc>
                            </w:tr>
                            <w:tr w:rsidR="009A790F" w14:paraId="34D656BF" w14:textId="77777777" w:rsidTr="00D67E20">
                              <w:tc>
                                <w:tcPr>
                                  <w:tcW w:w="3708" w:type="dxa"/>
                                </w:tcPr>
                                <w:p w14:paraId="49FB39BE" w14:textId="77777777" w:rsidR="009A790F" w:rsidRDefault="009A790F" w:rsidP="004E52B4">
                                  <w:pPr>
                                    <w:numPr>
                                      <w:ilvl w:val="0"/>
                                      <w:numId w:val="25"/>
                                    </w:numPr>
                                  </w:pPr>
                                  <w:r>
                                    <w:t>1-866-932-6468</w:t>
                                  </w:r>
                                </w:p>
                              </w:tc>
                              <w:tc>
                                <w:tcPr>
                                  <w:tcW w:w="4613" w:type="dxa"/>
                                </w:tcPr>
                                <w:p w14:paraId="45E31CD8" w14:textId="77777777" w:rsidR="009A790F" w:rsidRDefault="009A790F" w:rsidP="004E52B4">
                                  <w:pPr>
                                    <w:numPr>
                                      <w:ilvl w:val="0"/>
                                      <w:numId w:val="25"/>
                                    </w:numPr>
                                  </w:pPr>
                                  <w:r>
                                    <w:t>1-866-214-9899</w:t>
                                  </w:r>
                                </w:p>
                              </w:tc>
                            </w:tr>
                            <w:tr w:rsidR="009A790F" w14:paraId="68E33471" w14:textId="77777777" w:rsidTr="00D67E20">
                              <w:tc>
                                <w:tcPr>
                                  <w:tcW w:w="3708" w:type="dxa"/>
                                </w:tcPr>
                                <w:p w14:paraId="1DCAB3C8" w14:textId="77777777" w:rsidR="009A790F" w:rsidRDefault="009A790F" w:rsidP="0045263C">
                                  <w:pPr>
                                    <w:ind w:left="720"/>
                                  </w:pPr>
                                </w:p>
                              </w:tc>
                              <w:tc>
                                <w:tcPr>
                                  <w:tcW w:w="4613" w:type="dxa"/>
                                </w:tcPr>
                                <w:p w14:paraId="045FC3B2" w14:textId="77777777" w:rsidR="009A790F" w:rsidRDefault="009A790F" w:rsidP="004E52B4">
                                  <w:pPr>
                                    <w:numPr>
                                      <w:ilvl w:val="0"/>
                                      <w:numId w:val="25"/>
                                    </w:numPr>
                                  </w:pPr>
                                  <w:hyperlink r:id="rId41" w:history="1">
                                    <w:r w:rsidRPr="00127BB3">
                                      <w:rPr>
                                        <w:rStyle w:val="Hyperlink"/>
                                      </w:rPr>
                                      <w:t>infocdwa@consumerdirectcare.com</w:t>
                                    </w:r>
                                  </w:hyperlink>
                                </w:p>
                              </w:tc>
                            </w:tr>
                          </w:tbl>
                          <w:p w14:paraId="6F5FB667" w14:textId="77777777" w:rsidR="009A790F" w:rsidRPr="00E2607F" w:rsidRDefault="009A790F" w:rsidP="009A790F"/>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A22815" id="Text Box 5" o:spid="_x0000_s1029" type="#_x0000_t202" style="position:absolute;margin-left:34.55pt;margin-top:7pt;width:428.2pt;height:80.4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" fillcolor="#72a331">
                <v:fill opacity="16448f"/>
                <v:textbox inset=",7.2pt,,7.2pt">
                  <w:txbxContent>
                    <w:p w14:paraId="17AE3D82" w14:textId="77777777" w:rsidR="009A790F" w:rsidRDefault="009A790F" w:rsidP="009A790F">
                      <w:pPr>
                        <w:rPr>
                          <w:b/>
                          <w:bCs/>
                        </w:rPr>
                      </w:pPr>
                      <w:r w:rsidRPr="0045263C">
                        <w:rPr>
                          <w:b/>
                          <w:bCs/>
                        </w:rPr>
                        <w:t xml:space="preserve">CDE </w:t>
                      </w:r>
                      <w:r>
                        <w:rPr>
                          <w:b/>
                          <w:bCs/>
                        </w:rPr>
                        <w:t>contact numbers dedicated specifically to CM, Client, or IP</w:t>
                      </w:r>
                      <w:r w:rsidRPr="0045263C">
                        <w:rPr>
                          <w:b/>
                          <w:bCs/>
                        </w:rPr>
                        <w:t>:</w:t>
                      </w:r>
                    </w:p>
                    <w:p w14:paraId="127A6DE2" w14:textId="77777777" w:rsidR="009A790F" w:rsidRPr="0045263C" w:rsidRDefault="009A790F" w:rsidP="009A790F">
                      <w:pPr>
                        <w:rPr>
                          <w:b/>
                          <w:bCs/>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4606"/>
                      </w:tblGrid>
                      <w:tr w:rsidR="009A790F" w14:paraId="50AE4E35" w14:textId="77777777" w:rsidTr="00D67E20">
                        <w:tc>
                          <w:tcPr>
                            <w:tcW w:w="3708" w:type="dxa"/>
                          </w:tcPr>
                          <w:p w14:paraId="7DD63FC7" w14:textId="77777777" w:rsidR="009A790F" w:rsidRDefault="009A790F" w:rsidP="0045263C">
                            <w:r>
                              <w:t xml:space="preserve">For Case Managers </w:t>
                            </w:r>
                            <w:r w:rsidRPr="0045263C">
                              <w:rPr>
                                <w:i/>
                                <w:iCs/>
                              </w:rPr>
                              <w:t>only</w:t>
                            </w:r>
                            <w:r>
                              <w:t>:</w:t>
                            </w:r>
                          </w:p>
                        </w:tc>
                        <w:tc>
                          <w:tcPr>
                            <w:tcW w:w="4613" w:type="dxa"/>
                          </w:tcPr>
                          <w:p w14:paraId="1F59BCD7" w14:textId="77777777" w:rsidR="009A790F" w:rsidRDefault="009A790F" w:rsidP="0045263C">
                            <w:r>
                              <w:t>For Clients and IPs:</w:t>
                            </w:r>
                          </w:p>
                        </w:tc>
                      </w:tr>
                      <w:tr w:rsidR="009A790F" w14:paraId="34D656BF" w14:textId="77777777" w:rsidTr="00D67E20">
                        <w:tc>
                          <w:tcPr>
                            <w:tcW w:w="3708" w:type="dxa"/>
                          </w:tcPr>
                          <w:p w14:paraId="49FB39BE" w14:textId="77777777" w:rsidR="009A790F" w:rsidRDefault="009A790F" w:rsidP="004E52B4">
                            <w:pPr>
                              <w:numPr>
                                <w:ilvl w:val="0"/>
                                <w:numId w:val="25"/>
                              </w:numPr>
                            </w:pPr>
                            <w:r>
                              <w:t>1-866-932-6468</w:t>
                            </w:r>
                          </w:p>
                        </w:tc>
                        <w:tc>
                          <w:tcPr>
                            <w:tcW w:w="4613" w:type="dxa"/>
                          </w:tcPr>
                          <w:p w14:paraId="45E31CD8" w14:textId="77777777" w:rsidR="009A790F" w:rsidRDefault="009A790F" w:rsidP="004E52B4">
                            <w:pPr>
                              <w:numPr>
                                <w:ilvl w:val="0"/>
                                <w:numId w:val="25"/>
                              </w:numPr>
                            </w:pPr>
                            <w:r>
                              <w:t>1-866-214-9899</w:t>
                            </w:r>
                          </w:p>
                        </w:tc>
                      </w:tr>
                      <w:tr w:rsidR="009A790F" w14:paraId="68E33471" w14:textId="77777777" w:rsidTr="00D67E20">
                        <w:tc>
                          <w:tcPr>
                            <w:tcW w:w="3708" w:type="dxa"/>
                          </w:tcPr>
                          <w:p w14:paraId="1DCAB3C8" w14:textId="77777777" w:rsidR="009A790F" w:rsidRDefault="009A790F" w:rsidP="0045263C">
                            <w:pPr>
                              <w:ind w:left="720"/>
                            </w:pPr>
                          </w:p>
                        </w:tc>
                        <w:tc>
                          <w:tcPr>
                            <w:tcW w:w="4613" w:type="dxa"/>
                          </w:tcPr>
                          <w:p w14:paraId="045FC3B2" w14:textId="77777777" w:rsidR="009A790F" w:rsidRDefault="009A790F" w:rsidP="004E52B4">
                            <w:pPr>
                              <w:numPr>
                                <w:ilvl w:val="0"/>
                                <w:numId w:val="25"/>
                              </w:numPr>
                            </w:pPr>
                            <w:hyperlink r:id="rId42" w:history="1">
                              <w:r w:rsidRPr="00127BB3">
                                <w:rPr>
                                  <w:rStyle w:val="Hyperlink"/>
                                </w:rPr>
                                <w:t>infocdwa@consumerdirectcare.com</w:t>
                              </w:r>
                            </w:hyperlink>
                          </w:p>
                        </w:tc>
                      </w:tr>
                    </w:tbl>
                    <w:p w14:paraId="6F5FB667" w14:textId="77777777" w:rsidR="009A790F" w:rsidRPr="00E2607F" w:rsidRDefault="009A790F" w:rsidP="009A790F"/>
                  </w:txbxContent>
                </v:textbox>
                <w10:wrap type="square" anchorx="margin"/>
              </v:shape>
            </w:pict>
          </mc:Fallback>
        </mc:AlternateContent>
      </w:r>
    </w:p>
    <w:p w14:paraId="4D3417CF" w14:textId="4E7A6224" w:rsidR="009A790F" w:rsidRDefault="009A790F" w:rsidP="009441BD"/>
    <w:p w14:paraId="41C6FB4F" w14:textId="77777777" w:rsidR="000929AB" w:rsidRDefault="009A790F" w:rsidP="000929AB">
      <w:pPr>
        <w:pStyle w:val="Heading4"/>
        <w:rPr>
          <w:color w:val="193F6F"/>
        </w:rPr>
      </w:pPr>
      <w:r w:rsidRPr="000929AB">
        <w:rPr>
          <w:color w:val="193F6F"/>
        </w:rPr>
        <w:lastRenderedPageBreak/>
        <w:t>Home Care Agency:</w:t>
      </w:r>
    </w:p>
    <w:p w14:paraId="6BEAC0D1" w14:textId="259C3EF8" w:rsidR="009A790F" w:rsidRDefault="000929AB" w:rsidP="000929AB">
      <w:pPr>
        <w:pStyle w:val="ListParagraph2"/>
        <w:numPr>
          <w:ilvl w:val="0"/>
          <w:numId w:val="0"/>
        </w:numPr>
        <w:contextualSpacing/>
      </w:pPr>
      <w:r w:rsidRPr="000929AB">
        <w:t>Qualifications:</w:t>
      </w:r>
    </w:p>
    <w:p w14:paraId="388C0643" w14:textId="77777777" w:rsidR="00F02D7E" w:rsidRDefault="00F02D7E" w:rsidP="00F02D7E">
      <w:pPr>
        <w:pStyle w:val="ListParagraph"/>
        <w:ind w:left="720" w:hanging="371"/>
        <w:contextualSpacing/>
      </w:pPr>
      <w:r>
        <w:t>M</w:t>
      </w:r>
      <w:r w:rsidRPr="00F67F82">
        <w:t xml:space="preserve">ust have a current Department of Health (DOH) </w:t>
      </w:r>
      <w:proofErr w:type="gramStart"/>
      <w:r w:rsidRPr="00F67F82">
        <w:t>license</w:t>
      </w:r>
      <w:r>
        <w:t>;</w:t>
      </w:r>
      <w:proofErr w:type="gramEnd"/>
      <w:r w:rsidRPr="00976978">
        <w:rPr>
          <w:noProof/>
        </w:rPr>
        <w:t xml:space="preserve"> </w:t>
      </w:r>
    </w:p>
    <w:p w14:paraId="561D5387" w14:textId="77777777" w:rsidR="00F02D7E" w:rsidRPr="00F02D7E" w:rsidRDefault="00F02D7E" w:rsidP="00F02D7E">
      <w:pPr>
        <w:pStyle w:val="ListParagraph"/>
        <w:ind w:left="720" w:hanging="371"/>
        <w:contextualSpacing/>
      </w:pPr>
      <w:r>
        <w:t>M</w:t>
      </w:r>
      <w:r w:rsidRPr="00F67F82">
        <w:t>ust have a current Contract with D</w:t>
      </w:r>
      <w:r>
        <w:t>SHS</w:t>
      </w:r>
      <w:r w:rsidRPr="00F67F82">
        <w:t xml:space="preserve"> or AAA</w:t>
      </w:r>
      <w:r>
        <w:t xml:space="preserve">; </w:t>
      </w:r>
      <w:r w:rsidRPr="000E6FC3">
        <w:rPr>
          <w:b/>
          <w:i/>
        </w:rPr>
        <w:t>and</w:t>
      </w:r>
    </w:p>
    <w:p w14:paraId="63ACBC81" w14:textId="2E1426B2" w:rsidR="001A644E" w:rsidRPr="001A644E" w:rsidRDefault="00F02D7E" w:rsidP="00F02D7E">
      <w:pPr>
        <w:pStyle w:val="ListParagraph"/>
        <w:ind w:left="720" w:hanging="371"/>
        <w:contextualSpacing/>
      </w:pPr>
      <w:r>
        <w:t>Are regulated under Chapter</w:t>
      </w:r>
      <w:r w:rsidRPr="00F67F82">
        <w:t xml:space="preserve"> </w:t>
      </w:r>
      <w:hyperlink r:id="rId43" w:history="1">
        <w:r w:rsidRPr="00F02D7E">
          <w:rPr>
            <w:rStyle w:val="Hyperlink"/>
            <w:rFonts w:cs="Arial"/>
          </w:rPr>
          <w:t>70.127</w:t>
        </w:r>
      </w:hyperlink>
      <w:r w:rsidRPr="00F67F82">
        <w:t xml:space="preserve"> </w:t>
      </w:r>
      <w:r>
        <w:t xml:space="preserve">RCW, </w:t>
      </w:r>
      <w:r w:rsidRPr="00F67F82">
        <w:t xml:space="preserve">and </w:t>
      </w:r>
      <w:r>
        <w:t>Chapter</w:t>
      </w:r>
      <w:r w:rsidRPr="00F67F82">
        <w:t xml:space="preserve"> </w:t>
      </w:r>
      <w:hyperlink r:id="rId44" w:history="1">
        <w:r w:rsidRPr="00F02D7E">
          <w:rPr>
            <w:rStyle w:val="Hyperlink"/>
            <w:rFonts w:cs="Arial"/>
          </w:rPr>
          <w:t>246-335</w:t>
        </w:r>
      </w:hyperlink>
      <w:r>
        <w:t xml:space="preserve"> WAC.</w:t>
      </w:r>
    </w:p>
    <w:p w14:paraId="62685512" w14:textId="77777777" w:rsidR="005635ED" w:rsidRDefault="005635ED">
      <w:pPr>
        <w:rPr>
          <w:rFonts w:ascii="Century Gothic" w:eastAsiaTheme="majorEastAsia" w:hAnsi="Century Gothic" w:cstheme="majorBidi"/>
          <w:color w:val="005CAB"/>
          <w:sz w:val="26"/>
          <w:szCs w:val="26"/>
        </w:rPr>
      </w:pPr>
    </w:p>
    <w:p w14:paraId="5794911E" w14:textId="77777777" w:rsidR="005635ED" w:rsidRDefault="005635ED" w:rsidP="005635ED">
      <w:pPr>
        <w:pStyle w:val="Heading3"/>
      </w:pPr>
      <w:bookmarkStart w:id="37" w:name="_Toc172224699"/>
      <w:bookmarkStart w:id="38" w:name="_Toc193699233"/>
      <w:r w:rsidRPr="00FE0257">
        <w:t>Adult Family Home (AFH)</w:t>
      </w:r>
      <w:bookmarkEnd w:id="37"/>
      <w:bookmarkEnd w:id="38"/>
    </w:p>
    <w:p w14:paraId="4E5022FE" w14:textId="77777777" w:rsidR="007573AC" w:rsidRDefault="007573AC" w:rsidP="007573AC">
      <w:pPr>
        <w:pStyle w:val="ListParagraph2"/>
        <w:numPr>
          <w:ilvl w:val="0"/>
          <w:numId w:val="0"/>
        </w:numPr>
        <w:contextualSpacing/>
      </w:pPr>
      <w:r w:rsidRPr="000929AB">
        <w:t>Qualifications:</w:t>
      </w:r>
    </w:p>
    <w:p w14:paraId="3E4A9F38" w14:textId="5EB5C825" w:rsidR="007573AC" w:rsidRPr="007573AC" w:rsidRDefault="007573AC" w:rsidP="007573AC">
      <w:pPr>
        <w:pStyle w:val="ListParagraph"/>
        <w:ind w:left="720" w:hanging="371"/>
        <w:contextualSpacing/>
      </w:pPr>
      <w:r w:rsidRPr="007573AC">
        <w:t xml:space="preserve">AFH License under Chapter </w:t>
      </w:r>
      <w:hyperlink r:id="rId45" w:history="1">
        <w:r w:rsidRPr="007573AC">
          <w:rPr>
            <w:rStyle w:val="Hyperlink"/>
          </w:rPr>
          <w:t>70.128</w:t>
        </w:r>
      </w:hyperlink>
      <w:r w:rsidRPr="007573AC">
        <w:t xml:space="preserve"> RCW and Chapter </w:t>
      </w:r>
      <w:hyperlink r:id="rId46" w:history="1">
        <w:r w:rsidRPr="007573AC">
          <w:rPr>
            <w:rStyle w:val="Hyperlink"/>
          </w:rPr>
          <w:t>388-76</w:t>
        </w:r>
      </w:hyperlink>
      <w:r w:rsidRPr="007573AC">
        <w:t xml:space="preserve"> WAC; </w:t>
      </w:r>
    </w:p>
    <w:p w14:paraId="4FCAF8A4" w14:textId="77777777" w:rsidR="007573AC" w:rsidRPr="007573AC" w:rsidRDefault="007573AC" w:rsidP="007573AC">
      <w:pPr>
        <w:pStyle w:val="ListParagraph"/>
        <w:ind w:left="720" w:hanging="371"/>
      </w:pPr>
      <w:r w:rsidRPr="007573AC">
        <w:t xml:space="preserve">Contract with DSHS; </w:t>
      </w:r>
      <w:r w:rsidRPr="007573AC">
        <w:rPr>
          <w:b/>
          <w:i/>
        </w:rPr>
        <w:t>and a</w:t>
      </w:r>
    </w:p>
    <w:p w14:paraId="2AB3C9C4" w14:textId="38B1887D" w:rsidR="007573AC" w:rsidRDefault="007573AC" w:rsidP="007573AC">
      <w:pPr>
        <w:pStyle w:val="ListParagraph"/>
        <w:ind w:left="720" w:hanging="371"/>
        <w:contextualSpacing/>
      </w:pPr>
      <w:r w:rsidRPr="007573AC">
        <w:t>Specialty designation, if needed, based on the needs of the client.</w:t>
      </w:r>
    </w:p>
    <w:p w14:paraId="599FF48F" w14:textId="77777777" w:rsidR="0094607E" w:rsidRPr="007573AC" w:rsidRDefault="0094607E" w:rsidP="0094607E">
      <w:pPr>
        <w:contextualSpacing/>
      </w:pPr>
    </w:p>
    <w:p w14:paraId="4DD830CD" w14:textId="77777777" w:rsidR="005635ED" w:rsidRDefault="005635ED" w:rsidP="005635ED">
      <w:pPr>
        <w:pStyle w:val="Heading3"/>
      </w:pPr>
      <w:bookmarkStart w:id="39" w:name="_Toc172224700"/>
      <w:bookmarkStart w:id="40" w:name="_Toc193699234"/>
      <w:r w:rsidRPr="00FE0257">
        <w:t>Licensed Assisted Living Facility (ALF)</w:t>
      </w:r>
      <w:bookmarkEnd w:id="39"/>
      <w:bookmarkEnd w:id="40"/>
    </w:p>
    <w:p w14:paraId="19C49D39" w14:textId="77777777" w:rsidR="0094607E" w:rsidRDefault="0094607E" w:rsidP="0094607E">
      <w:pPr>
        <w:pStyle w:val="ListParagraph2"/>
        <w:numPr>
          <w:ilvl w:val="0"/>
          <w:numId w:val="0"/>
        </w:numPr>
        <w:contextualSpacing/>
      </w:pPr>
      <w:r w:rsidRPr="000929AB">
        <w:t>Qualifications:</w:t>
      </w:r>
    </w:p>
    <w:p w14:paraId="006AB53C" w14:textId="77777777" w:rsidR="0094607E" w:rsidRPr="0094607E" w:rsidRDefault="0094607E" w:rsidP="0094607E">
      <w:pPr>
        <w:numPr>
          <w:ilvl w:val="0"/>
          <w:numId w:val="2"/>
        </w:numPr>
        <w:ind w:left="720"/>
      </w:pPr>
      <w:r w:rsidRPr="0094607E">
        <w:t xml:space="preserve">ALF License under Chapter </w:t>
      </w:r>
      <w:hyperlink r:id="rId47" w:history="1">
        <w:r w:rsidRPr="0094607E">
          <w:rPr>
            <w:rStyle w:val="Hyperlink"/>
          </w:rPr>
          <w:t>18.20</w:t>
        </w:r>
      </w:hyperlink>
      <w:r w:rsidRPr="0094607E">
        <w:t xml:space="preserve"> RCW and Chapter </w:t>
      </w:r>
      <w:hyperlink r:id="rId48" w:history="1">
        <w:r w:rsidRPr="0094607E">
          <w:rPr>
            <w:rStyle w:val="Hyperlink"/>
          </w:rPr>
          <w:t>388-78A</w:t>
        </w:r>
      </w:hyperlink>
      <w:r w:rsidRPr="0094607E">
        <w:t xml:space="preserve"> WAC; </w:t>
      </w:r>
    </w:p>
    <w:p w14:paraId="02D51B03" w14:textId="67F74528" w:rsidR="0094607E" w:rsidRDefault="0094607E" w:rsidP="0094607E">
      <w:pPr>
        <w:numPr>
          <w:ilvl w:val="0"/>
          <w:numId w:val="2"/>
        </w:numPr>
        <w:ind w:left="720"/>
      </w:pPr>
      <w:r w:rsidRPr="0094607E">
        <w:t xml:space="preserve">Contract with DSHS under Chapter </w:t>
      </w:r>
      <w:hyperlink r:id="rId49" w:history="1">
        <w:r w:rsidRPr="0094607E">
          <w:rPr>
            <w:rStyle w:val="Hyperlink"/>
          </w:rPr>
          <w:t>388-110</w:t>
        </w:r>
      </w:hyperlink>
      <w:r w:rsidRPr="0094607E">
        <w:t xml:space="preserve"> WAC; </w:t>
      </w:r>
      <w:r w:rsidRPr="0094607E">
        <w:rPr>
          <w:b/>
          <w:i/>
        </w:rPr>
        <w:t>and</w:t>
      </w:r>
    </w:p>
    <w:p w14:paraId="6BFD43FD" w14:textId="469D1403" w:rsidR="0094607E" w:rsidRDefault="0094607E" w:rsidP="0094607E">
      <w:pPr>
        <w:numPr>
          <w:ilvl w:val="0"/>
          <w:numId w:val="2"/>
        </w:numPr>
        <w:ind w:left="720"/>
      </w:pPr>
      <w:r w:rsidRPr="0094607E">
        <w:t>Current DSHS contract for Adult Residential Care (ARC) services.</w:t>
      </w:r>
    </w:p>
    <w:p w14:paraId="1846F0E7" w14:textId="1AF0550E" w:rsidR="0094607E" w:rsidRPr="0094607E" w:rsidRDefault="0094607E" w:rsidP="0094607E">
      <w:pPr>
        <w:ind w:left="1728"/>
      </w:pPr>
    </w:p>
    <w:p w14:paraId="17C663B7" w14:textId="24713289" w:rsidR="005635ED" w:rsidRDefault="005635ED" w:rsidP="005635ED">
      <w:pPr>
        <w:pStyle w:val="Heading3"/>
      </w:pPr>
      <w:bookmarkStart w:id="41" w:name="_Toc172224701"/>
      <w:bookmarkStart w:id="42" w:name="_Toc193699235"/>
      <w:r>
        <w:t>Community Settings</w:t>
      </w:r>
      <w:bookmarkEnd w:id="41"/>
      <w:bookmarkEnd w:id="42"/>
    </w:p>
    <w:p w14:paraId="30EC2C9D" w14:textId="1B2D3963" w:rsidR="005635ED" w:rsidRPr="00FE0257" w:rsidRDefault="005635ED" w:rsidP="005635ED">
      <w:pPr>
        <w:rPr>
          <w:rFonts w:asciiTheme="minorHAnsi" w:hAnsiTheme="minorHAnsi" w:cstheme="minorBidi"/>
        </w:rPr>
      </w:pPr>
      <w:r w:rsidRPr="00FE0257">
        <w:rPr>
          <w:rFonts w:asciiTheme="minorHAnsi" w:hAnsiTheme="minorHAnsi" w:cstheme="minorBidi"/>
        </w:rPr>
        <w:t xml:space="preserve">Personal care tasks specified on the </w:t>
      </w:r>
      <w:r>
        <w:rPr>
          <w:rFonts w:asciiTheme="minorHAnsi" w:hAnsiTheme="minorHAnsi" w:cstheme="minorBidi"/>
        </w:rPr>
        <w:t xml:space="preserve">CARE </w:t>
      </w:r>
      <w:r w:rsidRPr="00FE0257">
        <w:rPr>
          <w:rFonts w:asciiTheme="minorHAnsi" w:hAnsiTheme="minorHAnsi" w:cstheme="minorBidi"/>
        </w:rPr>
        <w:t>plan may be provided outside the client’s residence:</w:t>
      </w:r>
    </w:p>
    <w:p w14:paraId="6F78414C" w14:textId="7D455BE2" w:rsidR="005635ED" w:rsidRPr="00020B95" w:rsidRDefault="005635ED" w:rsidP="005635ED">
      <w:pPr>
        <w:pStyle w:val="ListParagraph"/>
        <w:ind w:left="720" w:hanging="216"/>
        <w:contextualSpacing/>
      </w:pPr>
      <w:r w:rsidRPr="00020B95">
        <w:t xml:space="preserve">To support clients in community activities or to access other services in the community. </w:t>
      </w:r>
    </w:p>
    <w:p w14:paraId="736DFEA3" w14:textId="4B7AF4CC" w:rsidR="005635ED" w:rsidRPr="00E946A5" w:rsidRDefault="005635ED" w:rsidP="005635ED">
      <w:pPr>
        <w:pStyle w:val="ListParagraph"/>
        <w:ind w:left="720" w:hanging="216"/>
        <w:contextualSpacing/>
      </w:pPr>
      <w:r w:rsidRPr="00020B95">
        <w:t>To assist a person to function in the workplace or as an adjunct to the provision of employment services.</w:t>
      </w:r>
    </w:p>
    <w:p w14:paraId="351EC4A7" w14:textId="26355C93" w:rsidR="00BD3A1D" w:rsidRDefault="00BD3A1D">
      <w:pPr>
        <w:rPr>
          <w:rFonts w:ascii="Century Gothic" w:eastAsiaTheme="majorEastAsia" w:hAnsi="Century Gothic" w:cstheme="majorBidi"/>
          <w:color w:val="005CAB"/>
          <w:sz w:val="26"/>
          <w:szCs w:val="26"/>
        </w:rPr>
      </w:pPr>
      <w:r w:rsidRPr="00FA2581">
        <w:rPr>
          <w:noProof/>
        </w:rPr>
        <mc:AlternateContent>
          <mc:Choice Requires="wps">
            <w:drawing>
              <wp:anchor distT="0" distB="0" distL="114300" distR="114300" simplePos="0" relativeHeight="251669504" behindDoc="0" locked="0" layoutInCell="1" allowOverlap="1" wp14:anchorId="49967D57" wp14:editId="6FFE0AC8">
                <wp:simplePos x="0" y="0"/>
                <wp:positionH relativeFrom="column">
                  <wp:posOffset>427223</wp:posOffset>
                </wp:positionH>
                <wp:positionV relativeFrom="paragraph">
                  <wp:posOffset>52252</wp:posOffset>
                </wp:positionV>
                <wp:extent cx="4856480" cy="712470"/>
                <wp:effectExtent l="0" t="0" r="20320" b="11430"/>
                <wp:wrapSquare wrapText="bothSides"/>
                <wp:docPr id="8322331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480" cy="712470"/>
                        </a:xfrm>
                        <a:prstGeom prst="rect">
                          <a:avLst/>
                        </a:prstGeom>
                        <a:solidFill>
                          <a:srgbClr val="8D6198">
                            <a:alpha val="24706"/>
                          </a:srgbClr>
                        </a:solidFill>
                        <a:ln w="9525">
                          <a:solidFill>
                            <a:srgbClr val="000000"/>
                          </a:solidFill>
                          <a:miter lim="800000"/>
                          <a:headEnd/>
                          <a:tailEnd/>
                        </a:ln>
                      </wps:spPr>
                      <wps:txbx>
                        <w:txbxContent>
                          <w:p w14:paraId="4444E0EA" w14:textId="77777777" w:rsidR="008E07EA" w:rsidRPr="00FE0257" w:rsidRDefault="008E07EA" w:rsidP="008E07EA">
                            <w:r>
                              <w:t>Payment for services cannot occur while the client is in an institutional setting (such as hospital, nursing facility, residential habilitation center, or jail). Authorizations for services must be adjusted or terminated during this time.</w:t>
                            </w:r>
                          </w:p>
                          <w:p w14:paraId="07F06A2F" w14:textId="10E1DF6C" w:rsidR="00ED3576" w:rsidRPr="00BF449D" w:rsidRDefault="00ED3576" w:rsidP="008E07EA">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 w14:anchorId="49967D57" id="_x0000_s1030" type="#_x0000_t202" style="position:absolute;margin-left:33.65pt;margin-top:4.1pt;width:382.4pt;height:5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" fillcolor="#8d6198">
                <v:fill opacity="16191f"/>
                <v:textbox inset=",7.2pt,,7.2pt">
                  <w:txbxContent>
                    <w:p w14:paraId="4444E0EA" w14:textId="77777777" w:rsidR="008E07EA" w:rsidRPr="00FE0257" w:rsidRDefault="008E07EA" w:rsidP="008E07EA">
                      <w:r>
                        <w:t>Payment for services cannot occur while the client is in an institutional setting (such as hospital, nursing facility, residential habilitation center, or jail). Authorizations for services must be adjusted or terminated during this time.</w:t>
                      </w:r>
                    </w:p>
                    <w:p w14:paraId="07F06A2F" w14:textId="10E1DF6C" w:rsidR="00ED3576" w:rsidRPr="00BF449D" w:rsidRDefault="00ED3576" w:rsidP="008E07EA">
                      <w:pPr>
                        <w:autoSpaceDE w:val="0"/>
                        <w:autoSpaceDN w:val="0"/>
                        <w:adjustRightInd w:val="0"/>
                        <w:rPr>
                          <w:rFonts w:cs="Arial"/>
                          <w:szCs w:val="24"/>
                        </w:rPr>
                      </w:pPr>
                    </w:p>
                  </w:txbxContent>
                </v:textbox>
                <w10:wrap type="square"/>
              </v:shape>
            </w:pict>
          </mc:Fallback>
        </mc:AlternateContent>
      </w:r>
    </w:p>
    <w:p w14:paraId="3E801697" w14:textId="5CF2B038" w:rsidR="00BD3A1D" w:rsidRDefault="00BD3A1D">
      <w:pPr>
        <w:rPr>
          <w:rFonts w:ascii="Century Gothic" w:eastAsiaTheme="majorEastAsia" w:hAnsi="Century Gothic" w:cstheme="majorBidi"/>
          <w:color w:val="005CAB"/>
          <w:sz w:val="26"/>
          <w:szCs w:val="26"/>
        </w:rPr>
      </w:pPr>
    </w:p>
    <w:p w14:paraId="465828F5" w14:textId="77777777" w:rsidR="00BD3A1D" w:rsidRDefault="00BD3A1D">
      <w:pPr>
        <w:rPr>
          <w:rFonts w:ascii="Century Gothic" w:eastAsiaTheme="majorEastAsia" w:hAnsi="Century Gothic" w:cstheme="majorBidi"/>
          <w:color w:val="005CAB"/>
          <w:sz w:val="26"/>
          <w:szCs w:val="26"/>
        </w:rPr>
      </w:pPr>
    </w:p>
    <w:p w14:paraId="2B0AAB71" w14:textId="77777777" w:rsidR="00BD3A1D" w:rsidRDefault="00BD3A1D" w:rsidP="00BD3A1D">
      <w:bookmarkStart w:id="43" w:name="_Toc172224702"/>
    </w:p>
    <w:p w14:paraId="0E01A2A2" w14:textId="77777777" w:rsidR="00BD3A1D" w:rsidRDefault="00BD3A1D" w:rsidP="00BD3A1D"/>
    <w:p w14:paraId="3F282A60" w14:textId="682D405A" w:rsidR="00BD3A1D" w:rsidRPr="00D67E20" w:rsidRDefault="00BD3A1D" w:rsidP="00BD3A1D">
      <w:pPr>
        <w:pStyle w:val="Heading2"/>
        <w:rPr>
          <w:color w:val="193F6F"/>
        </w:rPr>
      </w:pPr>
      <w:bookmarkStart w:id="44" w:name="_Toc193699236"/>
      <w:r w:rsidRPr="00D67E20">
        <w:rPr>
          <w:color w:val="193F6F"/>
        </w:rPr>
        <w:t>Service Needs Beyond MPC</w:t>
      </w:r>
      <w:bookmarkEnd w:id="43"/>
      <w:bookmarkEnd w:id="44"/>
    </w:p>
    <w:p w14:paraId="02EE89E2" w14:textId="77777777" w:rsidR="00BD3A1D" w:rsidRPr="00D67E20" w:rsidRDefault="00BD3A1D" w:rsidP="00BD3A1D">
      <w:pPr>
        <w:rPr>
          <w:b/>
          <w:bCs/>
        </w:rPr>
      </w:pPr>
      <w:r w:rsidRPr="00D67E20">
        <w:rPr>
          <w:b/>
          <w:bCs/>
        </w:rPr>
        <w:t>Home Delivered Meals (HDM)</w:t>
      </w:r>
    </w:p>
    <w:p w14:paraId="142C50E3" w14:textId="70045D79" w:rsidR="00BD3A1D" w:rsidRDefault="00BD3A1D" w:rsidP="00BD3A1D">
      <w:r>
        <w:t xml:space="preserve">If an MPC client is receiving home delivered meals (HDM), regardless of payment funding source, </w:t>
      </w:r>
      <w:r w:rsidRPr="003E222C">
        <w:t xml:space="preserve">a </w:t>
      </w:r>
      <w:proofErr w:type="gramStart"/>
      <w:r w:rsidRPr="003E222C">
        <w:t>0.5 hour</w:t>
      </w:r>
      <w:proofErr w:type="gramEnd"/>
      <w:r w:rsidRPr="003E222C">
        <w:t xml:space="preserve"> (30 minutes) deduction </w:t>
      </w:r>
      <w:r>
        <w:t xml:space="preserve">from the client’s eligible in-home care hours </w:t>
      </w:r>
      <w:r w:rsidRPr="003E222C">
        <w:t xml:space="preserve">will be made for each meal </w:t>
      </w:r>
      <w:r>
        <w:t>up to a</w:t>
      </w:r>
      <w:r w:rsidRPr="003E222C">
        <w:t xml:space="preserve"> </w:t>
      </w:r>
      <w:proofErr w:type="gramStart"/>
      <w:r w:rsidRPr="003E222C">
        <w:t>15 hour</w:t>
      </w:r>
      <w:proofErr w:type="gramEnd"/>
      <w:r w:rsidRPr="003E222C">
        <w:t xml:space="preserve"> maximum deduction</w:t>
      </w:r>
      <w:r>
        <w:t>.</w:t>
      </w:r>
    </w:p>
    <w:p w14:paraId="0327C746" w14:textId="77777777" w:rsidR="00BD3A1D" w:rsidRDefault="00BD3A1D" w:rsidP="00BD3A1D"/>
    <w:p w14:paraId="654C0895" w14:textId="77777777" w:rsidR="00D67E20" w:rsidRDefault="00BD3A1D" w:rsidP="00D67E20">
      <w:r>
        <w:t xml:space="preserve">HDM is a service paid under the COPES waiver. Please see </w:t>
      </w:r>
      <w:hyperlink r:id="rId50" w:history="1">
        <w:r w:rsidRPr="003E222C">
          <w:rPr>
            <w:rStyle w:val="Hyperlink"/>
          </w:rPr>
          <w:t>LTC Chapter 7d – COPES</w:t>
        </w:r>
      </w:hyperlink>
      <w:r>
        <w:t xml:space="preserve"> for more information about HDM. To </w:t>
      </w:r>
      <w:proofErr w:type="gramStart"/>
      <w:r>
        <w:t>received</w:t>
      </w:r>
      <w:proofErr w:type="gramEnd"/>
      <w:r>
        <w:t xml:space="preserve"> HDM, a client must meet all the criteria below:</w:t>
      </w:r>
    </w:p>
    <w:p w14:paraId="1A0EE5BE" w14:textId="77777777" w:rsidR="00D67E20" w:rsidRDefault="00BD3A1D" w:rsidP="004E52B4">
      <w:pPr>
        <w:pStyle w:val="ListParagraph"/>
        <w:numPr>
          <w:ilvl w:val="0"/>
          <w:numId w:val="28"/>
        </w:numPr>
      </w:pPr>
      <w:proofErr w:type="gramStart"/>
      <w:r w:rsidRPr="009C4FE4">
        <w:t>Is</w:t>
      </w:r>
      <w:proofErr w:type="gramEnd"/>
      <w:r w:rsidRPr="009C4FE4">
        <w:t xml:space="preserve"> homebound and lives in </w:t>
      </w:r>
      <w:r>
        <w:t>their</w:t>
      </w:r>
      <w:r w:rsidRPr="009C4FE4">
        <w:t xml:space="preserve"> own private </w:t>
      </w:r>
      <w:proofErr w:type="gramStart"/>
      <w:r w:rsidRPr="009C4FE4">
        <w:t>residence;</w:t>
      </w:r>
      <w:proofErr w:type="gramEnd"/>
    </w:p>
    <w:p w14:paraId="328DACEC" w14:textId="02809633" w:rsidR="00BD3A1D" w:rsidRPr="00606E45" w:rsidRDefault="00BD3A1D" w:rsidP="004E52B4">
      <w:pPr>
        <w:pStyle w:val="ListParagraph"/>
        <w:numPr>
          <w:ilvl w:val="1"/>
          <w:numId w:val="28"/>
        </w:numPr>
      </w:pPr>
      <w:r w:rsidRPr="009C4FE4">
        <w:lastRenderedPageBreak/>
        <w:t>Homebound means that leaving home takes considerable and taxing effort. A person may leave home for medical treatment or short, intermittent absences for non-medical reasons, such as a trip to the barber or to attend religious services.</w:t>
      </w:r>
    </w:p>
    <w:p w14:paraId="002F95AE" w14:textId="77777777" w:rsidR="00BD3A1D" w:rsidRPr="00606E45" w:rsidRDefault="00BD3A1D" w:rsidP="004E52B4">
      <w:pPr>
        <w:pStyle w:val="ListParagraph"/>
        <w:numPr>
          <w:ilvl w:val="0"/>
          <w:numId w:val="28"/>
        </w:numPr>
      </w:pPr>
      <w:r w:rsidRPr="009C4FE4">
        <w:t xml:space="preserve">Is unable to prepare the </w:t>
      </w:r>
      <w:proofErr w:type="gramStart"/>
      <w:r w:rsidRPr="009C4FE4">
        <w:t>meal;</w:t>
      </w:r>
      <w:proofErr w:type="gramEnd"/>
    </w:p>
    <w:p w14:paraId="3C8DF3AD" w14:textId="77777777" w:rsidR="00BD3A1D" w:rsidRPr="00606E45" w:rsidRDefault="00BD3A1D" w:rsidP="004E52B4">
      <w:pPr>
        <w:pStyle w:val="ListParagraph"/>
        <w:numPr>
          <w:ilvl w:val="0"/>
          <w:numId w:val="28"/>
        </w:numPr>
      </w:pPr>
      <w:r w:rsidRPr="009C4FE4">
        <w:t>Doesn’t have a caregiver (paid or unpaid) available to prepare the meal; and</w:t>
      </w:r>
    </w:p>
    <w:p w14:paraId="2CCA07EC" w14:textId="77777777" w:rsidR="00BD3A1D" w:rsidRPr="00606E45" w:rsidRDefault="00BD3A1D" w:rsidP="004E52B4">
      <w:pPr>
        <w:pStyle w:val="ListParagraph"/>
        <w:numPr>
          <w:ilvl w:val="0"/>
          <w:numId w:val="28"/>
        </w:numPr>
      </w:pPr>
      <w:r w:rsidRPr="009C4FE4">
        <w:t>Receiving the meal is more cost-effective than having a paid caregiver.</w:t>
      </w:r>
    </w:p>
    <w:p w14:paraId="5D9EA2F4" w14:textId="77777777" w:rsidR="00BD3A1D" w:rsidRDefault="00BD3A1D" w:rsidP="00BD3A1D"/>
    <w:p w14:paraId="29DE49A7" w14:textId="0FF72F9A" w:rsidR="00BD3A1D" w:rsidRDefault="00BD3A1D" w:rsidP="00BD3A1D">
      <w:r>
        <w:t>See below to determine if the MPC client would be eligible for CFC+COPES and choose to have HDM through COPES if they meet the criteria.</w:t>
      </w:r>
    </w:p>
    <w:p w14:paraId="5BFFF580" w14:textId="77777777" w:rsidR="00B5478F" w:rsidRDefault="00B5478F">
      <w:pPr>
        <w:rPr>
          <w:rFonts w:ascii="Century Gothic" w:eastAsiaTheme="majorEastAsia" w:hAnsi="Century Gothic" w:cstheme="majorBidi"/>
          <w:color w:val="005CAB"/>
          <w:sz w:val="26"/>
          <w:szCs w:val="26"/>
        </w:rPr>
      </w:pPr>
    </w:p>
    <w:p w14:paraId="057A0812" w14:textId="77777777" w:rsidR="00B5478F" w:rsidRPr="007D451B" w:rsidRDefault="00B5478F" w:rsidP="00B5478F">
      <w:pPr>
        <w:pStyle w:val="Heading4"/>
        <w:rPr>
          <w:color w:val="193F6F"/>
        </w:rPr>
      </w:pPr>
      <w:r w:rsidRPr="007D451B">
        <w:rPr>
          <w:color w:val="193F6F"/>
        </w:rPr>
        <w:t>Moving from MPC to CFC or CFC+COPES</w:t>
      </w:r>
      <w:r w:rsidRPr="007D451B">
        <w:rPr>
          <w:color w:val="193F6F"/>
        </w:rPr>
        <w:tab/>
      </w:r>
    </w:p>
    <w:p w14:paraId="3594427A" w14:textId="4356431A" w:rsidR="00B5478F" w:rsidRPr="000A52EC" w:rsidRDefault="00B5478F" w:rsidP="00B5478F">
      <w:pPr>
        <w:rPr>
          <w:u w:val="single"/>
        </w:rPr>
      </w:pPr>
      <w:r>
        <w:rPr>
          <w:u w:val="single"/>
        </w:rPr>
        <w:t>If an MPC client’s needs exceed what MPC can provide</w:t>
      </w:r>
      <w:r w:rsidR="007D451B">
        <w:rPr>
          <w:u w:val="single"/>
        </w:rPr>
        <w:t>,</w:t>
      </w:r>
      <w:r>
        <w:rPr>
          <w:u w:val="single"/>
        </w:rPr>
        <w:t xml:space="preserve"> and the </w:t>
      </w:r>
      <w:r w:rsidRPr="000A52EC">
        <w:rPr>
          <w:u w:val="single"/>
        </w:rPr>
        <w:t xml:space="preserve">MPC </w:t>
      </w:r>
      <w:r>
        <w:rPr>
          <w:u w:val="single"/>
        </w:rPr>
        <w:t xml:space="preserve">client </w:t>
      </w:r>
      <w:r w:rsidRPr="000A52EC">
        <w:rPr>
          <w:u w:val="single"/>
        </w:rPr>
        <w:t>wish</w:t>
      </w:r>
      <w:r>
        <w:rPr>
          <w:u w:val="single"/>
        </w:rPr>
        <w:t>es</w:t>
      </w:r>
      <w:r w:rsidRPr="000A52EC">
        <w:rPr>
          <w:u w:val="single"/>
        </w:rPr>
        <w:t xml:space="preserve"> to enroll in CFC </w:t>
      </w:r>
      <w:r w:rsidRPr="00C96CBC">
        <w:rPr>
          <w:b/>
          <w:u w:val="single"/>
        </w:rPr>
        <w:t>or</w:t>
      </w:r>
      <w:r w:rsidRPr="000A52EC">
        <w:rPr>
          <w:u w:val="single"/>
        </w:rPr>
        <w:t xml:space="preserve"> CFC+COPES:</w:t>
      </w:r>
    </w:p>
    <w:p w14:paraId="13C7150B" w14:textId="77777777" w:rsidR="00B5478F" w:rsidRPr="002F065B" w:rsidRDefault="00B5478F" w:rsidP="004E52B4">
      <w:pPr>
        <w:pStyle w:val="ListParagraph2"/>
        <w:numPr>
          <w:ilvl w:val="0"/>
          <w:numId w:val="31"/>
        </w:numPr>
        <w:ind w:left="720"/>
        <w:contextualSpacing/>
      </w:pPr>
      <w:r>
        <w:t>MPC eligible clients were determined not to meet institutional level of care criteria and do not qualify functionally for CFC services.</w:t>
      </w:r>
    </w:p>
    <w:p w14:paraId="577F0EDA" w14:textId="77777777" w:rsidR="00B5478F" w:rsidRPr="00BB3363" w:rsidRDefault="00B5478F" w:rsidP="004E52B4">
      <w:pPr>
        <w:pStyle w:val="ListParagraph2"/>
        <w:numPr>
          <w:ilvl w:val="0"/>
          <w:numId w:val="31"/>
        </w:numPr>
        <w:ind w:left="720"/>
        <w:contextualSpacing/>
      </w:pPr>
      <w:r w:rsidRPr="00F91721">
        <w:t xml:space="preserve">If they are re-assessed </w:t>
      </w:r>
      <w:r>
        <w:t xml:space="preserve">in CARE </w:t>
      </w:r>
      <w:r w:rsidRPr="00F91721">
        <w:t xml:space="preserve">and </w:t>
      </w:r>
      <w:r>
        <w:t xml:space="preserve">are </w:t>
      </w:r>
      <w:r w:rsidRPr="00F91721">
        <w:t xml:space="preserve">found to meet institutional level of care criteria, they </w:t>
      </w:r>
      <w:r w:rsidRPr="00F91721">
        <w:rPr>
          <w:i/>
        </w:rPr>
        <w:t>must</w:t>
      </w:r>
      <w:r w:rsidRPr="00F91721">
        <w:t xml:space="preserve"> change programs from MPC to CFC as they are no longer functionally eligible for MPC.</w:t>
      </w:r>
    </w:p>
    <w:p w14:paraId="4069A274" w14:textId="77777777" w:rsidR="00B5478F" w:rsidRPr="002F065B" w:rsidRDefault="00B5478F" w:rsidP="004E52B4">
      <w:pPr>
        <w:pStyle w:val="ListParagraph2"/>
        <w:numPr>
          <w:ilvl w:val="0"/>
          <w:numId w:val="31"/>
        </w:numPr>
        <w:ind w:left="720"/>
        <w:contextualSpacing/>
      </w:pPr>
      <w:r>
        <w:t>The institutional level of care criteria applies to both CFC and to COPES.</w:t>
      </w:r>
    </w:p>
    <w:p w14:paraId="2F8A0D24" w14:textId="77777777" w:rsidR="00B5478F" w:rsidRDefault="00B5478F" w:rsidP="00B5478F">
      <w:r>
        <w:t xml:space="preserve">See LTC manual chapter </w:t>
      </w:r>
      <w:hyperlink r:id="rId51" w:history="1">
        <w:r w:rsidRPr="00A0757B">
          <w:rPr>
            <w:rStyle w:val="Hyperlink"/>
          </w:rPr>
          <w:t>7b – CFC</w:t>
        </w:r>
      </w:hyperlink>
      <w:r w:rsidRPr="00A0757B">
        <w:t xml:space="preserve"> and</w:t>
      </w:r>
      <w:r>
        <w:t xml:space="preserve"> chapter</w:t>
      </w:r>
      <w:r w:rsidRPr="00A0757B">
        <w:t xml:space="preserve"> </w:t>
      </w:r>
      <w:hyperlink r:id="rId52" w:history="1">
        <w:r w:rsidRPr="00A0757B">
          <w:rPr>
            <w:rStyle w:val="Hyperlink"/>
          </w:rPr>
          <w:t>7d – COPES</w:t>
        </w:r>
      </w:hyperlink>
      <w:r>
        <w:t xml:space="preserve"> for additional information.</w:t>
      </w:r>
    </w:p>
    <w:p w14:paraId="5E26DF1D" w14:textId="77777777" w:rsidR="00B5478F" w:rsidRDefault="00B5478F" w:rsidP="00B547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58" w:type="dxa"/>
          <w:right w:w="115" w:type="dxa"/>
        </w:tblCellMar>
        <w:tblLook w:val="04A0" w:firstRow="1" w:lastRow="0" w:firstColumn="1" w:lastColumn="0" w:noHBand="0" w:noVBand="1"/>
      </w:tblPr>
      <w:tblGrid>
        <w:gridCol w:w="2065"/>
        <w:gridCol w:w="7285"/>
      </w:tblGrid>
      <w:tr w:rsidR="00B5478F" w:rsidRPr="00AD2D6F" w14:paraId="35A4F813" w14:textId="77777777" w:rsidTr="00AD3EF4">
        <w:tc>
          <w:tcPr>
            <w:tcW w:w="2065" w:type="dxa"/>
            <w:shd w:val="clear" w:color="auto" w:fill="auto"/>
            <w:tcMar>
              <w:top w:w="58" w:type="dxa"/>
              <w:bottom w:w="58" w:type="dxa"/>
            </w:tcMar>
          </w:tcPr>
          <w:p w14:paraId="144A4EDA" w14:textId="77777777" w:rsidR="00B5478F" w:rsidRPr="00AD2D6F" w:rsidDel="00017B6B" w:rsidRDefault="00B5478F" w:rsidP="00AD3EF4">
            <w:pPr>
              <w:rPr>
                <w:rFonts w:cs="Arial"/>
                <w:b/>
              </w:rPr>
            </w:pPr>
            <w:r w:rsidRPr="00AD2D6F">
              <w:rPr>
                <w:rFonts w:cs="Arial"/>
                <w:b/>
              </w:rPr>
              <w:t>MPC to CFC</w:t>
            </w:r>
          </w:p>
        </w:tc>
        <w:tc>
          <w:tcPr>
            <w:tcW w:w="7285" w:type="dxa"/>
            <w:shd w:val="clear" w:color="auto" w:fill="auto"/>
            <w:tcMar>
              <w:top w:w="58" w:type="dxa"/>
              <w:bottom w:w="58" w:type="dxa"/>
            </w:tcMar>
          </w:tcPr>
          <w:p w14:paraId="01BFC995" w14:textId="77777777" w:rsidR="00B5478F" w:rsidRPr="00AD2D6F" w:rsidRDefault="00B5478F" w:rsidP="00AD3EF4">
            <w:pPr>
              <w:rPr>
                <w:rFonts w:cs="Arial"/>
              </w:rPr>
            </w:pPr>
            <w:r w:rsidRPr="00AD2D6F">
              <w:rPr>
                <w:rFonts w:cs="Arial"/>
              </w:rPr>
              <w:t>A functional eligibility determination in CARE that determines NFLOC is required.</w:t>
            </w:r>
          </w:p>
        </w:tc>
      </w:tr>
      <w:tr w:rsidR="00B5478F" w:rsidRPr="00AD2D6F" w14:paraId="63506F91" w14:textId="77777777" w:rsidTr="00AD3EF4">
        <w:tc>
          <w:tcPr>
            <w:tcW w:w="2065" w:type="dxa"/>
            <w:shd w:val="clear" w:color="auto" w:fill="auto"/>
            <w:tcMar>
              <w:top w:w="58" w:type="dxa"/>
              <w:bottom w:w="58" w:type="dxa"/>
            </w:tcMar>
          </w:tcPr>
          <w:p w14:paraId="14CDCB6C" w14:textId="77777777" w:rsidR="00B5478F" w:rsidRPr="00AD2D6F" w:rsidRDefault="00B5478F" w:rsidP="00AD3EF4">
            <w:pPr>
              <w:rPr>
                <w:b/>
              </w:rPr>
            </w:pPr>
            <w:r w:rsidRPr="00AD2D6F">
              <w:rPr>
                <w:b/>
              </w:rPr>
              <w:t>MPC to CFC+COPES</w:t>
            </w:r>
          </w:p>
        </w:tc>
        <w:tc>
          <w:tcPr>
            <w:tcW w:w="7285" w:type="dxa"/>
            <w:shd w:val="clear" w:color="auto" w:fill="auto"/>
            <w:tcMar>
              <w:top w:w="58" w:type="dxa"/>
              <w:bottom w:w="58" w:type="dxa"/>
            </w:tcMar>
          </w:tcPr>
          <w:p w14:paraId="3601A289" w14:textId="77777777" w:rsidR="00B5478F" w:rsidRPr="00AD2D6F" w:rsidRDefault="00B5478F" w:rsidP="004E52B4">
            <w:pPr>
              <w:pStyle w:val="ListParagraph"/>
              <w:numPr>
                <w:ilvl w:val="0"/>
                <w:numId w:val="29"/>
              </w:numPr>
              <w:ind w:left="240" w:hanging="270"/>
              <w:contextualSpacing/>
              <w:rPr>
                <w:rFonts w:cs="Arial"/>
              </w:rPr>
            </w:pPr>
            <w:r w:rsidRPr="00AD2D6F">
              <w:rPr>
                <w:rFonts w:cs="Arial"/>
              </w:rPr>
              <w:t>A functional eligibility determination in CARE that determines NFLOC is required.</w:t>
            </w:r>
          </w:p>
          <w:p w14:paraId="77C5335D" w14:textId="77777777" w:rsidR="00B5478F" w:rsidRPr="00AD2D6F" w:rsidRDefault="00B5478F" w:rsidP="004E52B4">
            <w:pPr>
              <w:pStyle w:val="ListParagraph"/>
              <w:numPr>
                <w:ilvl w:val="0"/>
                <w:numId w:val="29"/>
              </w:numPr>
              <w:ind w:left="240" w:hanging="270"/>
              <w:contextualSpacing/>
              <w:rPr>
                <w:rFonts w:cs="Arial"/>
              </w:rPr>
            </w:pPr>
            <w:r w:rsidRPr="00AD2D6F">
              <w:rPr>
                <w:rFonts w:cs="Arial"/>
              </w:rPr>
              <w:t>Financial eligibility review and determination through financial.</w:t>
            </w:r>
          </w:p>
        </w:tc>
      </w:tr>
      <w:tr w:rsidR="00B5478F" w:rsidRPr="00AD2D6F" w14:paraId="50B223C6" w14:textId="77777777" w:rsidTr="00AD3EF4">
        <w:tc>
          <w:tcPr>
            <w:tcW w:w="2065" w:type="dxa"/>
            <w:shd w:val="clear" w:color="auto" w:fill="auto"/>
            <w:tcMar>
              <w:top w:w="58" w:type="dxa"/>
              <w:bottom w:w="58" w:type="dxa"/>
            </w:tcMar>
          </w:tcPr>
          <w:p w14:paraId="1FD50663" w14:textId="77777777" w:rsidR="00B5478F" w:rsidRPr="00AD2D6F" w:rsidRDefault="00B5478F" w:rsidP="00AD3EF4">
            <w:pPr>
              <w:rPr>
                <w:b/>
              </w:rPr>
            </w:pPr>
            <w:r w:rsidRPr="00AD2D6F">
              <w:rPr>
                <w:b/>
              </w:rPr>
              <w:t>MAGI on ABP MPC to CFC+COPES</w:t>
            </w:r>
          </w:p>
        </w:tc>
        <w:tc>
          <w:tcPr>
            <w:tcW w:w="7285" w:type="dxa"/>
            <w:tcBorders>
              <w:bottom w:val="single" w:sz="4" w:space="0" w:color="auto"/>
            </w:tcBorders>
            <w:shd w:val="clear" w:color="auto" w:fill="auto"/>
            <w:tcMar>
              <w:top w:w="58" w:type="dxa"/>
              <w:bottom w:w="58" w:type="dxa"/>
            </w:tcMar>
          </w:tcPr>
          <w:p w14:paraId="4A62CF58" w14:textId="77777777" w:rsidR="00B5478F" w:rsidRPr="00AD2D6F" w:rsidRDefault="00B5478F" w:rsidP="00AD3EF4">
            <w:pPr>
              <w:rPr>
                <w:rFonts w:cs="Arial"/>
              </w:rPr>
            </w:pPr>
            <w:r w:rsidRPr="00AD2D6F">
              <w:rPr>
                <w:rFonts w:cs="Arial"/>
              </w:rPr>
              <w:t>MAGI-based ABP MPC (N-track) clients are not part of the Aged, Blind, Disabled population that is required to be eligible for waiver services, therefore the client:</w:t>
            </w:r>
          </w:p>
          <w:p w14:paraId="4BB93278" w14:textId="77777777" w:rsidR="00B5478F" w:rsidRPr="00AD2D6F" w:rsidRDefault="00B5478F" w:rsidP="004E52B4">
            <w:pPr>
              <w:pStyle w:val="ListParagraph"/>
              <w:numPr>
                <w:ilvl w:val="0"/>
                <w:numId w:val="30"/>
              </w:numPr>
              <w:ind w:left="600" w:hanging="270"/>
              <w:contextualSpacing/>
              <w:rPr>
                <w:rFonts w:cs="Arial"/>
              </w:rPr>
            </w:pPr>
            <w:r w:rsidRPr="00AD2D6F">
              <w:rPr>
                <w:rFonts w:cs="Arial"/>
              </w:rPr>
              <w:t xml:space="preserve">must complete a Social Security Disability Determination (or the Non-Grant Medical Assistance (NGMA) process – see Appendix IV in </w:t>
            </w:r>
            <w:hyperlink r:id="rId53" w:history="1">
              <w:r w:rsidRPr="00AD2D6F">
                <w:rPr>
                  <w:rStyle w:val="Hyperlink"/>
                  <w:rFonts w:cs="Arial"/>
                </w:rPr>
                <w:t>LTC Manual Chapter 7h – Appendices</w:t>
              </w:r>
            </w:hyperlink>
            <w:r w:rsidRPr="00AD2D6F">
              <w:rPr>
                <w:rFonts w:cs="Arial"/>
              </w:rPr>
              <w:t xml:space="preserve"> for information on NGMA) before being considered for COPES or any other waiver service.  </w:t>
            </w:r>
          </w:p>
          <w:p w14:paraId="1AD1F4B8" w14:textId="77777777" w:rsidR="00B5478F" w:rsidRPr="00AD2D6F" w:rsidRDefault="00B5478F" w:rsidP="004E52B4">
            <w:pPr>
              <w:pStyle w:val="ListParagraph"/>
              <w:numPr>
                <w:ilvl w:val="0"/>
                <w:numId w:val="30"/>
              </w:numPr>
              <w:ind w:left="600" w:hanging="270"/>
              <w:contextualSpacing/>
              <w:rPr>
                <w:rFonts w:cs="Arial"/>
              </w:rPr>
            </w:pPr>
            <w:r w:rsidRPr="00AD2D6F">
              <w:rPr>
                <w:rFonts w:cs="Arial"/>
              </w:rPr>
              <w:t xml:space="preserve">must also apply for SSI related medical using </w:t>
            </w:r>
            <w:r>
              <w:rPr>
                <w:rFonts w:cs="Arial"/>
              </w:rPr>
              <w:t>Health Care Authority (</w:t>
            </w:r>
            <w:r w:rsidRPr="00AD2D6F">
              <w:rPr>
                <w:rFonts w:cs="Arial"/>
              </w:rPr>
              <w:t>HCA</w:t>
            </w:r>
            <w:r>
              <w:rPr>
                <w:rFonts w:cs="Arial"/>
              </w:rPr>
              <w:t>)</w:t>
            </w:r>
            <w:r w:rsidRPr="00AD2D6F">
              <w:rPr>
                <w:rFonts w:cs="Arial"/>
              </w:rPr>
              <w:t xml:space="preserve"> form </w:t>
            </w:r>
            <w:hyperlink r:id="rId54" w:history="1">
              <w:r w:rsidRPr="00AD2D6F">
                <w:rPr>
                  <w:rFonts w:cs="Arial"/>
                  <w:color w:val="0563C1"/>
                  <w:u w:val="single"/>
                </w:rPr>
                <w:t>18-005</w:t>
              </w:r>
            </w:hyperlink>
            <w:r w:rsidRPr="00AD2D6F">
              <w:rPr>
                <w:rFonts w:cs="Arial"/>
              </w:rPr>
              <w:t xml:space="preserve">. </w:t>
            </w:r>
            <w:r w:rsidRPr="00AD2D6F">
              <w:t xml:space="preserve">Information about the form and the process to fill out the application can be found </w:t>
            </w:r>
            <w:hyperlink r:id="rId55" w:history="1">
              <w:r w:rsidRPr="00AD2D6F">
                <w:rPr>
                  <w:rStyle w:val="Hyperlink"/>
                </w:rPr>
                <w:t>here</w:t>
              </w:r>
            </w:hyperlink>
            <w:r w:rsidRPr="00AD2D6F">
              <w:t>.</w:t>
            </w:r>
          </w:p>
          <w:p w14:paraId="03A6097E" w14:textId="77777777" w:rsidR="00B5478F" w:rsidRPr="00AD2D6F" w:rsidRDefault="00B5478F" w:rsidP="00AD3EF4">
            <w:pPr>
              <w:rPr>
                <w:rFonts w:cs="Arial"/>
              </w:rPr>
            </w:pPr>
          </w:p>
          <w:p w14:paraId="13C6E7AA" w14:textId="77777777" w:rsidR="00B5478F" w:rsidRPr="00AD2D6F" w:rsidRDefault="00B5478F" w:rsidP="00AD3EF4">
            <w:r w:rsidRPr="00AD2D6F">
              <w:rPr>
                <w:rFonts w:cs="Arial"/>
              </w:rPr>
              <w:t>Clients who have completed the above-mentioned disability determination process, will then need to have a functional and financial determination as noted in the “MPC to CFC+COPES” row above.</w:t>
            </w:r>
          </w:p>
        </w:tc>
      </w:tr>
    </w:tbl>
    <w:p w14:paraId="406FD1A6" w14:textId="4114F4CB" w:rsidR="009441BD" w:rsidRDefault="009441BD">
      <w:pPr>
        <w:rPr>
          <w:rFonts w:ascii="Century Gothic" w:eastAsiaTheme="majorEastAsia" w:hAnsi="Century Gothic" w:cstheme="majorBidi"/>
          <w:color w:val="005CAB"/>
          <w:sz w:val="26"/>
          <w:szCs w:val="26"/>
        </w:rPr>
      </w:pPr>
      <w:r>
        <w:rPr>
          <w:rFonts w:ascii="Century Gothic" w:eastAsiaTheme="majorEastAsia" w:hAnsi="Century Gothic" w:cstheme="majorBidi"/>
          <w:color w:val="005CAB"/>
          <w:sz w:val="26"/>
          <w:szCs w:val="26"/>
        </w:rPr>
        <w:br w:type="page"/>
      </w:r>
    </w:p>
    <w:p w14:paraId="4C019CAE" w14:textId="77777777" w:rsidR="007676F4" w:rsidRPr="000F302E" w:rsidRDefault="007676F4" w:rsidP="007676F4">
      <w:pPr>
        <w:pStyle w:val="Heading2"/>
        <w:rPr>
          <w:color w:val="193F6F"/>
        </w:rPr>
      </w:pPr>
      <w:bookmarkStart w:id="45" w:name="_Resources"/>
      <w:bookmarkStart w:id="46" w:name="_Toc193699237"/>
      <w:bookmarkEnd w:id="45"/>
      <w:r w:rsidRPr="000F302E">
        <w:rPr>
          <w:color w:val="193F6F"/>
        </w:rPr>
        <w:lastRenderedPageBreak/>
        <w:t>Resources</w:t>
      </w:r>
      <w:bookmarkEnd w:id="8"/>
      <w:bookmarkEnd w:id="9"/>
      <w:bookmarkEnd w:id="10"/>
      <w:bookmarkEnd w:id="11"/>
      <w:bookmarkEnd w:id="12"/>
      <w:bookmarkEnd w:id="46"/>
    </w:p>
    <w:p w14:paraId="74E48F15" w14:textId="77777777" w:rsidR="007676F4" w:rsidRDefault="007676F4" w:rsidP="007676F4">
      <w:pPr>
        <w:pStyle w:val="Heading3"/>
      </w:pPr>
      <w:bookmarkStart w:id="47" w:name="_Toc525727014"/>
      <w:bookmarkStart w:id="48" w:name="_Toc525727114"/>
      <w:bookmarkStart w:id="49" w:name="_Toc528758281"/>
      <w:bookmarkStart w:id="50" w:name="_Toc528759429"/>
      <w:bookmarkStart w:id="51" w:name="_Toc528760024"/>
      <w:bookmarkStart w:id="52" w:name="_Toc193699238"/>
      <w:r>
        <w:t>Related WACs and RCWs</w:t>
      </w:r>
      <w:bookmarkEnd w:id="47"/>
      <w:bookmarkEnd w:id="48"/>
      <w:bookmarkEnd w:id="49"/>
      <w:bookmarkEnd w:id="50"/>
      <w:bookmarkEnd w:id="51"/>
      <w:bookmarkEnd w:id="52"/>
    </w:p>
    <w:p w14:paraId="2C9CA7EF" w14:textId="77777777" w:rsidR="00C14AAD" w:rsidRDefault="00C14AAD" w:rsidP="00C14AAD">
      <w:pPr>
        <w:tabs>
          <w:tab w:val="left" w:pos="2160"/>
        </w:tabs>
      </w:pPr>
      <w:r>
        <w:t xml:space="preserve">WAC </w:t>
      </w:r>
      <w:hyperlink r:id="rId56" w:history="1">
        <w:r w:rsidRPr="00B626FD">
          <w:rPr>
            <w:rStyle w:val="Hyperlink"/>
          </w:rPr>
          <w:t>388-106-0200</w:t>
        </w:r>
      </w:hyperlink>
      <w:r>
        <w:tab/>
        <w:t>MPC Services</w:t>
      </w:r>
    </w:p>
    <w:p w14:paraId="10E33CCA" w14:textId="77777777" w:rsidR="00C14AAD" w:rsidRDefault="00C14AAD" w:rsidP="00C14AAD">
      <w:pPr>
        <w:tabs>
          <w:tab w:val="left" w:pos="1800"/>
          <w:tab w:val="left" w:pos="2160"/>
        </w:tabs>
      </w:pPr>
      <w:r>
        <w:t xml:space="preserve">WAC </w:t>
      </w:r>
      <w:hyperlink r:id="rId57" w:history="1">
        <w:r w:rsidRPr="00B626FD">
          <w:rPr>
            <w:rStyle w:val="Hyperlink"/>
          </w:rPr>
          <w:t>388-106-0210</w:t>
        </w:r>
      </w:hyperlink>
      <w:r>
        <w:tab/>
      </w:r>
      <w:r>
        <w:tab/>
        <w:t>MPC Eligibility</w:t>
      </w:r>
    </w:p>
    <w:p w14:paraId="789FD75D" w14:textId="77777777" w:rsidR="00C14AAD" w:rsidRDefault="00C14AAD" w:rsidP="00C14AAD">
      <w:pPr>
        <w:tabs>
          <w:tab w:val="left" w:pos="1800"/>
          <w:tab w:val="left" w:pos="2160"/>
        </w:tabs>
      </w:pPr>
      <w:r>
        <w:t xml:space="preserve">WAC </w:t>
      </w:r>
      <w:hyperlink r:id="rId58" w:history="1">
        <w:r w:rsidRPr="00B626FD">
          <w:rPr>
            <w:rStyle w:val="Hyperlink"/>
          </w:rPr>
          <w:t>388-106-0215</w:t>
        </w:r>
      </w:hyperlink>
      <w:r>
        <w:tab/>
      </w:r>
      <w:r>
        <w:tab/>
        <w:t>MPC Eligibility Date</w:t>
      </w:r>
    </w:p>
    <w:p w14:paraId="2715FDA7" w14:textId="77777777" w:rsidR="00C14AAD" w:rsidRDefault="00C14AAD" w:rsidP="00C14AAD">
      <w:pPr>
        <w:tabs>
          <w:tab w:val="left" w:pos="1800"/>
          <w:tab w:val="left" w:pos="2160"/>
        </w:tabs>
      </w:pPr>
      <w:r>
        <w:t xml:space="preserve">WAC </w:t>
      </w:r>
      <w:hyperlink r:id="rId59" w:history="1">
        <w:r w:rsidRPr="00B626FD">
          <w:rPr>
            <w:rStyle w:val="Hyperlink"/>
          </w:rPr>
          <w:t>388-106-0220</w:t>
        </w:r>
      </w:hyperlink>
      <w:r>
        <w:tab/>
      </w:r>
      <w:r>
        <w:tab/>
        <w:t>MPC Remaining Eligible</w:t>
      </w:r>
    </w:p>
    <w:p w14:paraId="11B0B4AE" w14:textId="77777777" w:rsidR="00C14AAD" w:rsidRDefault="00C14AAD" w:rsidP="00C14AAD">
      <w:pPr>
        <w:tabs>
          <w:tab w:val="left" w:pos="1800"/>
          <w:tab w:val="left" w:pos="2160"/>
        </w:tabs>
      </w:pPr>
      <w:r>
        <w:t xml:space="preserve">WAC </w:t>
      </w:r>
      <w:hyperlink r:id="rId60" w:history="1">
        <w:r w:rsidRPr="00B626FD">
          <w:rPr>
            <w:rStyle w:val="Hyperlink"/>
          </w:rPr>
          <w:t>388-106-0225</w:t>
        </w:r>
      </w:hyperlink>
      <w:r>
        <w:tab/>
      </w:r>
      <w:r>
        <w:tab/>
        <w:t>MPC Paying for Services</w:t>
      </w:r>
    </w:p>
    <w:p w14:paraId="431035DA" w14:textId="77777777" w:rsidR="00C14AAD" w:rsidRDefault="00C14AAD" w:rsidP="00C14AAD">
      <w:pPr>
        <w:tabs>
          <w:tab w:val="left" w:pos="1800"/>
          <w:tab w:val="left" w:pos="2160"/>
        </w:tabs>
      </w:pPr>
      <w:r>
        <w:t xml:space="preserve">WAC </w:t>
      </w:r>
      <w:hyperlink r:id="rId61" w:history="1">
        <w:r w:rsidRPr="00B626FD">
          <w:rPr>
            <w:rStyle w:val="Hyperlink"/>
          </w:rPr>
          <w:t>388-106-0230</w:t>
        </w:r>
      </w:hyperlink>
      <w:r>
        <w:tab/>
      </w:r>
      <w:r>
        <w:tab/>
        <w:t>MPC Employment</w:t>
      </w:r>
    </w:p>
    <w:p w14:paraId="5FEEC057" w14:textId="77777777" w:rsidR="00C14AAD" w:rsidRDefault="00C14AAD" w:rsidP="00C14AAD">
      <w:pPr>
        <w:tabs>
          <w:tab w:val="left" w:pos="1800"/>
          <w:tab w:val="left" w:pos="2160"/>
        </w:tabs>
      </w:pPr>
      <w:r>
        <w:t xml:space="preserve">WAC </w:t>
      </w:r>
      <w:hyperlink r:id="rId62" w:history="1">
        <w:r w:rsidRPr="00B626FD">
          <w:rPr>
            <w:rStyle w:val="Hyperlink"/>
          </w:rPr>
          <w:t>388-106-0235</w:t>
        </w:r>
      </w:hyperlink>
      <w:r>
        <w:tab/>
      </w:r>
      <w:r>
        <w:tab/>
        <w:t>MPC Waiting Lists</w:t>
      </w:r>
    </w:p>
    <w:p w14:paraId="6555A2C5" w14:textId="77777777" w:rsidR="00C14AAD" w:rsidRDefault="00C14AAD" w:rsidP="00C14AAD"/>
    <w:p w14:paraId="21523F41" w14:textId="77777777" w:rsidR="00C14AAD" w:rsidRDefault="00C14AAD" w:rsidP="00C14AAD">
      <w:r>
        <w:t xml:space="preserve">WAC </w:t>
      </w:r>
      <w:hyperlink r:id="rId63" w:history="1">
        <w:r w:rsidRPr="00140686">
          <w:rPr>
            <w:rStyle w:val="Hyperlink"/>
          </w:rPr>
          <w:t>388-71</w:t>
        </w:r>
      </w:hyperlink>
      <w:r>
        <w:tab/>
      </w:r>
      <w:r>
        <w:tab/>
        <w:t>Home and Community Services and Programs</w:t>
      </w:r>
    </w:p>
    <w:p w14:paraId="6B51525D" w14:textId="77777777" w:rsidR="00C14AAD" w:rsidRDefault="00C14AAD" w:rsidP="00C14AAD">
      <w:r w:rsidRPr="00140686">
        <w:t xml:space="preserve">WAC </w:t>
      </w:r>
      <w:hyperlink r:id="rId64" w:history="1">
        <w:r w:rsidRPr="00140686">
          <w:rPr>
            <w:rStyle w:val="Hyperlink"/>
          </w:rPr>
          <w:t>388-76</w:t>
        </w:r>
      </w:hyperlink>
      <w:r>
        <w:tab/>
      </w:r>
      <w:r>
        <w:tab/>
        <w:t>Adult Family Home Minimum Licensing Requirements</w:t>
      </w:r>
    </w:p>
    <w:p w14:paraId="29D1AB01" w14:textId="77777777" w:rsidR="00C14AAD" w:rsidRDefault="00C14AAD" w:rsidP="00C14AAD">
      <w:r>
        <w:t xml:space="preserve">WAC </w:t>
      </w:r>
      <w:hyperlink r:id="rId65" w:history="1">
        <w:r>
          <w:rPr>
            <w:rStyle w:val="Hyperlink"/>
          </w:rPr>
          <w:t>388-106</w:t>
        </w:r>
      </w:hyperlink>
      <w:r>
        <w:tab/>
      </w:r>
      <w:r>
        <w:tab/>
        <w:t>Long-Term Care Services</w:t>
      </w:r>
    </w:p>
    <w:p w14:paraId="6B9A0A85" w14:textId="77777777" w:rsidR="00C14AAD" w:rsidRDefault="00C14AAD" w:rsidP="00C14AAD">
      <w:r>
        <w:t xml:space="preserve">WAC </w:t>
      </w:r>
      <w:hyperlink r:id="rId66" w:history="1">
        <w:r w:rsidRPr="00140686">
          <w:rPr>
            <w:rStyle w:val="Hyperlink"/>
          </w:rPr>
          <w:t>388-110</w:t>
        </w:r>
      </w:hyperlink>
      <w:r>
        <w:tab/>
      </w:r>
      <w:r>
        <w:tab/>
        <w:t>Contracted Residential Care S</w:t>
      </w:r>
      <w:r w:rsidRPr="00140686">
        <w:t>ervices</w:t>
      </w:r>
    </w:p>
    <w:p w14:paraId="0F928342" w14:textId="77777777" w:rsidR="00C14AAD" w:rsidRDefault="00C14AAD" w:rsidP="00C14AAD">
      <w:r w:rsidRPr="00140686">
        <w:t xml:space="preserve">WAC </w:t>
      </w:r>
      <w:hyperlink r:id="rId67" w:history="1">
        <w:r w:rsidRPr="00140686">
          <w:rPr>
            <w:rStyle w:val="Hyperlink"/>
          </w:rPr>
          <w:t>246-335</w:t>
        </w:r>
      </w:hyperlink>
      <w:r>
        <w:tab/>
      </w:r>
      <w:r>
        <w:tab/>
        <w:t>In-Home Services Agencies</w:t>
      </w:r>
    </w:p>
    <w:p w14:paraId="02C24708" w14:textId="77777777" w:rsidR="00C14AAD" w:rsidRDefault="00C14AAD" w:rsidP="00C14AAD">
      <w:r>
        <w:t xml:space="preserve">WAC </w:t>
      </w:r>
      <w:hyperlink r:id="rId68" w:history="1">
        <w:r w:rsidRPr="00140686">
          <w:rPr>
            <w:rStyle w:val="Hyperlink"/>
          </w:rPr>
          <w:t>246-840</w:t>
        </w:r>
      </w:hyperlink>
      <w:r>
        <w:tab/>
      </w:r>
      <w:r>
        <w:tab/>
        <w:t>Practical and Registered Nursing</w:t>
      </w:r>
    </w:p>
    <w:p w14:paraId="722BBF64" w14:textId="77777777" w:rsidR="00C14AAD" w:rsidRDefault="00C14AAD" w:rsidP="00C14AAD"/>
    <w:p w14:paraId="135A5618" w14:textId="1D354B42" w:rsidR="00C14AAD" w:rsidRDefault="00C14AAD" w:rsidP="00C14AAD">
      <w:r>
        <w:t xml:space="preserve">RCW </w:t>
      </w:r>
      <w:hyperlink r:id="rId69" w:history="1">
        <w:r w:rsidRPr="00140686">
          <w:rPr>
            <w:rStyle w:val="Hyperlink"/>
          </w:rPr>
          <w:t>18.20</w:t>
        </w:r>
      </w:hyperlink>
      <w:r w:rsidR="00916B14">
        <w:tab/>
      </w:r>
      <w:r w:rsidR="00916B14">
        <w:tab/>
      </w:r>
      <w:r>
        <w:t>Assisted Living Facilities</w:t>
      </w:r>
    </w:p>
    <w:p w14:paraId="0BA59D61" w14:textId="77777777" w:rsidR="00C14AAD" w:rsidRDefault="00C14AAD" w:rsidP="00C14AAD">
      <w:r>
        <w:t xml:space="preserve">RCW </w:t>
      </w:r>
      <w:hyperlink r:id="rId70" w:history="1">
        <w:r w:rsidRPr="00140686">
          <w:rPr>
            <w:rStyle w:val="Hyperlink"/>
          </w:rPr>
          <w:t>70.127</w:t>
        </w:r>
      </w:hyperlink>
      <w:r>
        <w:tab/>
      </w:r>
      <w:r>
        <w:tab/>
        <w:t>In-Home Services Agencies</w:t>
      </w:r>
    </w:p>
    <w:p w14:paraId="6B9350BA" w14:textId="77777777" w:rsidR="00C14AAD" w:rsidRDefault="00C14AAD" w:rsidP="00C14AAD">
      <w:r>
        <w:t xml:space="preserve">RCW </w:t>
      </w:r>
      <w:hyperlink r:id="rId71" w:history="1">
        <w:r w:rsidRPr="00C726C2">
          <w:rPr>
            <w:rStyle w:val="Hyperlink"/>
          </w:rPr>
          <w:t>70.128</w:t>
        </w:r>
      </w:hyperlink>
      <w:r>
        <w:tab/>
      </w:r>
      <w:r>
        <w:tab/>
        <w:t>Adult Family Homes</w:t>
      </w:r>
    </w:p>
    <w:p w14:paraId="63DEF9DF" w14:textId="77777777" w:rsidR="007676F4" w:rsidRDefault="007676F4" w:rsidP="007676F4"/>
    <w:p w14:paraId="7C24BD12" w14:textId="77777777" w:rsidR="007676F4" w:rsidRDefault="007676F4" w:rsidP="007676F4">
      <w:pPr>
        <w:pStyle w:val="Heading3"/>
      </w:pPr>
      <w:bookmarkStart w:id="53" w:name="_Toc525727015"/>
      <w:bookmarkStart w:id="54" w:name="_Toc525727115"/>
      <w:bookmarkStart w:id="55" w:name="_Toc528758282"/>
      <w:bookmarkStart w:id="56" w:name="_Toc528759430"/>
      <w:bookmarkStart w:id="57" w:name="_Toc528760025"/>
      <w:bookmarkStart w:id="58" w:name="_Toc193699239"/>
      <w:r>
        <w:t>Acronyms</w:t>
      </w:r>
      <w:bookmarkEnd w:id="53"/>
      <w:bookmarkEnd w:id="54"/>
      <w:bookmarkEnd w:id="55"/>
      <w:bookmarkEnd w:id="56"/>
      <w:bookmarkEnd w:id="57"/>
      <w:bookmarkEnd w:id="58"/>
    </w:p>
    <w:p w14:paraId="16592D5B" w14:textId="5477825E" w:rsidR="000A753E" w:rsidRDefault="000A753E" w:rsidP="000A753E">
      <w:pPr>
        <w:tabs>
          <w:tab w:val="left" w:pos="1440"/>
        </w:tabs>
      </w:pPr>
      <w:r>
        <w:t>AAA</w:t>
      </w:r>
      <w:r>
        <w:tab/>
      </w:r>
      <w:r>
        <w:tab/>
        <w:t>Area Agency on Aging</w:t>
      </w:r>
    </w:p>
    <w:p w14:paraId="762DBFF1" w14:textId="07D12C9D" w:rsidR="000A753E" w:rsidRDefault="000A753E" w:rsidP="000A753E">
      <w:pPr>
        <w:tabs>
          <w:tab w:val="left" w:pos="1440"/>
        </w:tabs>
      </w:pPr>
      <w:r>
        <w:t>ABP</w:t>
      </w:r>
      <w:r>
        <w:tab/>
      </w:r>
      <w:r>
        <w:tab/>
        <w:t>Alternative Benefit Plan</w:t>
      </w:r>
    </w:p>
    <w:p w14:paraId="5429701E" w14:textId="7EA93C0D" w:rsidR="000A753E" w:rsidRDefault="000A753E" w:rsidP="000A753E">
      <w:pPr>
        <w:tabs>
          <w:tab w:val="left" w:pos="1440"/>
        </w:tabs>
      </w:pPr>
      <w:r>
        <w:t>ADL</w:t>
      </w:r>
      <w:r>
        <w:tab/>
      </w:r>
      <w:r>
        <w:tab/>
        <w:t>Activities of Daily Living</w:t>
      </w:r>
    </w:p>
    <w:p w14:paraId="54BF1A92" w14:textId="3D71C7B1" w:rsidR="000A753E" w:rsidRDefault="000A753E" w:rsidP="000A753E">
      <w:pPr>
        <w:tabs>
          <w:tab w:val="left" w:pos="1440"/>
        </w:tabs>
      </w:pPr>
      <w:r>
        <w:t>AFH</w:t>
      </w:r>
      <w:r>
        <w:tab/>
      </w:r>
      <w:r>
        <w:tab/>
        <w:t>Adult Family Home</w:t>
      </w:r>
    </w:p>
    <w:p w14:paraId="426B2D8D" w14:textId="5106ACA3" w:rsidR="000A753E" w:rsidRDefault="000A753E" w:rsidP="000A753E">
      <w:pPr>
        <w:tabs>
          <w:tab w:val="left" w:pos="1440"/>
        </w:tabs>
      </w:pPr>
      <w:r>
        <w:t>ALF</w:t>
      </w:r>
      <w:r>
        <w:tab/>
      </w:r>
      <w:r>
        <w:tab/>
        <w:t>Assisted Living Facility</w:t>
      </w:r>
    </w:p>
    <w:p w14:paraId="24BF6440" w14:textId="0819D32B" w:rsidR="000A753E" w:rsidRDefault="000A753E" w:rsidP="000A753E">
      <w:pPr>
        <w:tabs>
          <w:tab w:val="left" w:pos="1440"/>
        </w:tabs>
      </w:pPr>
      <w:r>
        <w:t>ALTSA</w:t>
      </w:r>
      <w:r>
        <w:tab/>
      </w:r>
      <w:r>
        <w:tab/>
        <w:t>Aging and Long-Term Support Administration</w:t>
      </w:r>
    </w:p>
    <w:p w14:paraId="5D759F8C" w14:textId="61C6C5F3" w:rsidR="000A753E" w:rsidRDefault="000A753E" w:rsidP="000A753E">
      <w:pPr>
        <w:tabs>
          <w:tab w:val="left" w:pos="1440"/>
        </w:tabs>
      </w:pPr>
      <w:r>
        <w:t>ARC</w:t>
      </w:r>
      <w:r>
        <w:tab/>
      </w:r>
      <w:r>
        <w:tab/>
        <w:t>Adult Residential Care</w:t>
      </w:r>
    </w:p>
    <w:p w14:paraId="0476B5D3" w14:textId="21A4F75C" w:rsidR="000A753E" w:rsidRDefault="000A753E" w:rsidP="000A753E">
      <w:pPr>
        <w:tabs>
          <w:tab w:val="left" w:pos="1440"/>
        </w:tabs>
      </w:pPr>
      <w:r>
        <w:t>BHWS</w:t>
      </w:r>
      <w:r>
        <w:tab/>
      </w:r>
      <w:r>
        <w:tab/>
        <w:t>Behavioral Health Wraparound Support</w:t>
      </w:r>
    </w:p>
    <w:p w14:paraId="592A0BB5" w14:textId="50B25678" w:rsidR="000A753E" w:rsidRDefault="000A753E" w:rsidP="000A753E">
      <w:pPr>
        <w:tabs>
          <w:tab w:val="left" w:pos="1440"/>
        </w:tabs>
      </w:pPr>
      <w:r>
        <w:t>CARE</w:t>
      </w:r>
      <w:r>
        <w:tab/>
      </w:r>
      <w:r>
        <w:tab/>
      </w:r>
      <w:r w:rsidRPr="00AD2D6F">
        <w:t>Comprehensive Assessment and Reporting Evaluation</w:t>
      </w:r>
    </w:p>
    <w:p w14:paraId="3D101777" w14:textId="64AC0F76" w:rsidR="000A753E" w:rsidRDefault="000A753E" w:rsidP="000A753E">
      <w:pPr>
        <w:tabs>
          <w:tab w:val="left" w:pos="1440"/>
        </w:tabs>
      </w:pPr>
      <w:r>
        <w:t>CBHS</w:t>
      </w:r>
      <w:r>
        <w:tab/>
      </w:r>
      <w:r>
        <w:tab/>
        <w:t>Community Behavioral Health Support services</w:t>
      </w:r>
    </w:p>
    <w:p w14:paraId="2D60FB9C" w14:textId="37DA01DA" w:rsidR="000A753E" w:rsidRDefault="000A753E" w:rsidP="000A753E">
      <w:pPr>
        <w:tabs>
          <w:tab w:val="left" w:pos="1440"/>
        </w:tabs>
      </w:pPr>
      <w:r>
        <w:t>CDE</w:t>
      </w:r>
      <w:r>
        <w:tab/>
      </w:r>
      <w:r>
        <w:tab/>
        <w:t>Consumer Directed Employer</w:t>
      </w:r>
    </w:p>
    <w:p w14:paraId="7CA15F2B" w14:textId="4185D5D2" w:rsidR="000A753E" w:rsidRDefault="000A753E" w:rsidP="000A753E">
      <w:pPr>
        <w:tabs>
          <w:tab w:val="left" w:pos="1440"/>
        </w:tabs>
      </w:pPr>
      <w:r>
        <w:t>CDWA</w:t>
      </w:r>
      <w:r>
        <w:tab/>
      </w:r>
      <w:r>
        <w:tab/>
        <w:t>Consumer Direct Care Network of Washington</w:t>
      </w:r>
    </w:p>
    <w:p w14:paraId="55CCEA1C" w14:textId="4668BA05" w:rsidR="000A753E" w:rsidRDefault="000A753E" w:rsidP="000A753E">
      <w:pPr>
        <w:tabs>
          <w:tab w:val="left" w:pos="1440"/>
        </w:tabs>
      </w:pPr>
      <w:r>
        <w:t>CFC</w:t>
      </w:r>
      <w:r>
        <w:tab/>
      </w:r>
      <w:r>
        <w:tab/>
        <w:t>Community First Choice</w:t>
      </w:r>
    </w:p>
    <w:p w14:paraId="313E06D2" w14:textId="3AB53EC3" w:rsidR="000A753E" w:rsidRDefault="000A753E" w:rsidP="000A753E">
      <w:pPr>
        <w:tabs>
          <w:tab w:val="left" w:pos="1440"/>
        </w:tabs>
      </w:pPr>
      <w:r>
        <w:t>CM</w:t>
      </w:r>
      <w:r>
        <w:tab/>
      </w:r>
      <w:r>
        <w:tab/>
        <w:t>Case Manager</w:t>
      </w:r>
    </w:p>
    <w:p w14:paraId="3398672E" w14:textId="56359CB9" w:rsidR="000A753E" w:rsidRDefault="000A753E" w:rsidP="000A753E">
      <w:pPr>
        <w:tabs>
          <w:tab w:val="left" w:pos="1440"/>
        </w:tabs>
      </w:pPr>
      <w:r>
        <w:t>CN</w:t>
      </w:r>
      <w:r>
        <w:tab/>
      </w:r>
      <w:r>
        <w:tab/>
        <w:t>Categorically Needy</w:t>
      </w:r>
    </w:p>
    <w:p w14:paraId="78BB0EB9" w14:textId="61CA55E6" w:rsidR="000A753E" w:rsidRDefault="000A753E" w:rsidP="000A753E">
      <w:pPr>
        <w:tabs>
          <w:tab w:val="left" w:pos="1440"/>
        </w:tabs>
      </w:pPr>
      <w:r>
        <w:t>COPES</w:t>
      </w:r>
      <w:r>
        <w:tab/>
      </w:r>
      <w:r>
        <w:tab/>
        <w:t>Community Options Program Entry System</w:t>
      </w:r>
    </w:p>
    <w:p w14:paraId="3B30C632" w14:textId="2A4E3997" w:rsidR="000A753E" w:rsidRDefault="000A753E" w:rsidP="000A753E">
      <w:pPr>
        <w:tabs>
          <w:tab w:val="left" w:pos="1440"/>
        </w:tabs>
      </w:pPr>
      <w:r>
        <w:t>CRM</w:t>
      </w:r>
      <w:r>
        <w:tab/>
      </w:r>
      <w:r>
        <w:tab/>
        <w:t>Case Resource Manager with DDA</w:t>
      </w:r>
    </w:p>
    <w:p w14:paraId="593030B9" w14:textId="160411F3" w:rsidR="000A753E" w:rsidRDefault="000A753E" w:rsidP="000A753E">
      <w:pPr>
        <w:tabs>
          <w:tab w:val="left" w:pos="1440"/>
        </w:tabs>
      </w:pPr>
      <w:r>
        <w:t>DDA</w:t>
      </w:r>
      <w:r>
        <w:tab/>
      </w:r>
      <w:r>
        <w:tab/>
        <w:t>Developmental Disability Administration</w:t>
      </w:r>
    </w:p>
    <w:p w14:paraId="28CA0AC4" w14:textId="353164AE" w:rsidR="000A753E" w:rsidRDefault="000A753E" w:rsidP="000A753E">
      <w:pPr>
        <w:tabs>
          <w:tab w:val="left" w:pos="1440"/>
        </w:tabs>
      </w:pPr>
      <w:r>
        <w:t>DOH</w:t>
      </w:r>
      <w:r>
        <w:tab/>
      </w:r>
      <w:r>
        <w:tab/>
        <w:t>Department of Health</w:t>
      </w:r>
    </w:p>
    <w:p w14:paraId="6A0BC7B5" w14:textId="42F0330A" w:rsidR="000A753E" w:rsidRDefault="000A753E" w:rsidP="000A753E">
      <w:pPr>
        <w:tabs>
          <w:tab w:val="left" w:pos="1440"/>
        </w:tabs>
      </w:pPr>
      <w:r>
        <w:t>DSHS</w:t>
      </w:r>
      <w:r>
        <w:tab/>
      </w:r>
      <w:r>
        <w:tab/>
      </w:r>
      <w:r w:rsidRPr="00AD2D6F">
        <w:t>Department of Social and Health Services</w:t>
      </w:r>
    </w:p>
    <w:p w14:paraId="60F96808" w14:textId="27254B1D" w:rsidR="000A753E" w:rsidRDefault="000A753E" w:rsidP="000A753E">
      <w:pPr>
        <w:tabs>
          <w:tab w:val="left" w:pos="1440"/>
        </w:tabs>
      </w:pPr>
      <w:r>
        <w:lastRenderedPageBreak/>
        <w:t>ECR</w:t>
      </w:r>
      <w:r>
        <w:tab/>
      </w:r>
      <w:r w:rsidR="00916B14">
        <w:tab/>
      </w:r>
      <w:r>
        <w:t>Electronic Case Record</w:t>
      </w:r>
    </w:p>
    <w:p w14:paraId="5B18EFB8" w14:textId="5CBF5AE5" w:rsidR="000A753E" w:rsidRDefault="000A753E" w:rsidP="000A753E">
      <w:pPr>
        <w:tabs>
          <w:tab w:val="left" w:pos="1440"/>
        </w:tabs>
      </w:pPr>
      <w:r>
        <w:t>ETR</w:t>
      </w:r>
      <w:r>
        <w:tab/>
      </w:r>
      <w:r w:rsidR="00916B14">
        <w:tab/>
      </w:r>
      <w:r>
        <w:t>Exception to the Rule</w:t>
      </w:r>
    </w:p>
    <w:p w14:paraId="66B14680" w14:textId="340EE858" w:rsidR="000A753E" w:rsidRDefault="000A753E" w:rsidP="000A753E">
      <w:pPr>
        <w:tabs>
          <w:tab w:val="left" w:pos="1440"/>
        </w:tabs>
        <w:rPr>
          <w:color w:val="000000" w:themeColor="text1"/>
        </w:rPr>
      </w:pPr>
      <w:r>
        <w:rPr>
          <w:color w:val="000000" w:themeColor="text1"/>
        </w:rPr>
        <w:t>HCA</w:t>
      </w:r>
      <w:r>
        <w:rPr>
          <w:color w:val="000000" w:themeColor="text1"/>
        </w:rPr>
        <w:tab/>
      </w:r>
      <w:r w:rsidR="00916B14">
        <w:rPr>
          <w:color w:val="000000" w:themeColor="text1"/>
        </w:rPr>
        <w:tab/>
      </w:r>
      <w:r>
        <w:rPr>
          <w:color w:val="000000" w:themeColor="text1"/>
        </w:rPr>
        <w:t>Health Care Authority</w:t>
      </w:r>
    </w:p>
    <w:p w14:paraId="39EA827A" w14:textId="4B2F75A5" w:rsidR="000A753E" w:rsidRDefault="000A753E" w:rsidP="000A753E">
      <w:pPr>
        <w:tabs>
          <w:tab w:val="left" w:pos="1440"/>
        </w:tabs>
        <w:rPr>
          <w:color w:val="000000" w:themeColor="text1"/>
        </w:rPr>
      </w:pPr>
      <w:r>
        <w:rPr>
          <w:color w:val="000000" w:themeColor="text1"/>
        </w:rPr>
        <w:t>HCBS</w:t>
      </w:r>
      <w:r>
        <w:rPr>
          <w:color w:val="000000" w:themeColor="text1"/>
        </w:rPr>
        <w:tab/>
      </w:r>
      <w:r w:rsidR="00916B14">
        <w:rPr>
          <w:color w:val="000000" w:themeColor="text1"/>
        </w:rPr>
        <w:tab/>
      </w:r>
      <w:r>
        <w:rPr>
          <w:color w:val="000000" w:themeColor="text1"/>
        </w:rPr>
        <w:t>Home and Community-Based Services</w:t>
      </w:r>
    </w:p>
    <w:p w14:paraId="749C6453" w14:textId="3AF45A0D" w:rsidR="000A753E" w:rsidRDefault="000A753E" w:rsidP="000A753E">
      <w:pPr>
        <w:tabs>
          <w:tab w:val="left" w:pos="1440"/>
        </w:tabs>
        <w:rPr>
          <w:color w:val="000000" w:themeColor="text1"/>
        </w:rPr>
      </w:pPr>
      <w:r>
        <w:rPr>
          <w:color w:val="000000" w:themeColor="text1"/>
        </w:rPr>
        <w:t>HCS</w:t>
      </w:r>
      <w:r>
        <w:rPr>
          <w:color w:val="000000" w:themeColor="text1"/>
        </w:rPr>
        <w:tab/>
      </w:r>
      <w:r w:rsidR="00916B14">
        <w:rPr>
          <w:color w:val="000000" w:themeColor="text1"/>
        </w:rPr>
        <w:tab/>
      </w:r>
      <w:r>
        <w:rPr>
          <w:color w:val="000000" w:themeColor="text1"/>
        </w:rPr>
        <w:t>Home and Community Services</w:t>
      </w:r>
    </w:p>
    <w:p w14:paraId="2EC1B479" w14:textId="76C11B5F" w:rsidR="000A753E" w:rsidRDefault="000A753E" w:rsidP="000A753E">
      <w:pPr>
        <w:tabs>
          <w:tab w:val="left" w:pos="1440"/>
        </w:tabs>
        <w:rPr>
          <w:color w:val="000000" w:themeColor="text1"/>
        </w:rPr>
      </w:pPr>
      <w:r>
        <w:rPr>
          <w:color w:val="000000" w:themeColor="text1"/>
        </w:rPr>
        <w:t>IADL</w:t>
      </w:r>
      <w:r>
        <w:rPr>
          <w:color w:val="000000" w:themeColor="text1"/>
        </w:rPr>
        <w:tab/>
      </w:r>
      <w:r w:rsidR="00916B14">
        <w:rPr>
          <w:color w:val="000000" w:themeColor="text1"/>
        </w:rPr>
        <w:tab/>
      </w:r>
      <w:r>
        <w:rPr>
          <w:color w:val="000000" w:themeColor="text1"/>
        </w:rPr>
        <w:t>Instrumental Activities of Daily Living</w:t>
      </w:r>
    </w:p>
    <w:p w14:paraId="58354439" w14:textId="694402F2" w:rsidR="000A753E" w:rsidRPr="009D2EA0" w:rsidRDefault="000A753E" w:rsidP="000A753E">
      <w:pPr>
        <w:tabs>
          <w:tab w:val="left" w:pos="1440"/>
        </w:tabs>
        <w:rPr>
          <w:color w:val="000000" w:themeColor="text1"/>
        </w:rPr>
      </w:pPr>
      <w:r w:rsidRPr="009D2EA0">
        <w:rPr>
          <w:color w:val="000000" w:themeColor="text1"/>
        </w:rPr>
        <w:t>ICF</w:t>
      </w:r>
      <w:r>
        <w:rPr>
          <w:color w:val="000000" w:themeColor="text1"/>
        </w:rPr>
        <w:t>/IID</w:t>
      </w:r>
      <w:r w:rsidRPr="009D2EA0">
        <w:rPr>
          <w:color w:val="000000" w:themeColor="text1"/>
        </w:rPr>
        <w:tab/>
      </w:r>
      <w:r w:rsidR="00916B14">
        <w:rPr>
          <w:color w:val="000000" w:themeColor="text1"/>
        </w:rPr>
        <w:tab/>
      </w:r>
      <w:r w:rsidRPr="009D2EA0">
        <w:rPr>
          <w:color w:val="000000" w:themeColor="text1"/>
        </w:rPr>
        <w:t>Intermediate Care Facilities</w:t>
      </w:r>
      <w:r w:rsidRPr="00C726C2">
        <w:t xml:space="preserve"> </w:t>
      </w:r>
      <w:r>
        <w:t>for Individuals with Intellectual Disabilities</w:t>
      </w:r>
    </w:p>
    <w:p w14:paraId="0E871660" w14:textId="7131EC6E" w:rsidR="000A753E" w:rsidRDefault="000A753E" w:rsidP="000A753E">
      <w:pPr>
        <w:tabs>
          <w:tab w:val="left" w:pos="1440"/>
        </w:tabs>
        <w:rPr>
          <w:color w:val="000000" w:themeColor="text1"/>
        </w:rPr>
      </w:pPr>
      <w:r>
        <w:rPr>
          <w:color w:val="000000" w:themeColor="text1"/>
        </w:rPr>
        <w:t>IP</w:t>
      </w:r>
      <w:r>
        <w:rPr>
          <w:color w:val="000000" w:themeColor="text1"/>
        </w:rPr>
        <w:tab/>
      </w:r>
      <w:r w:rsidR="00916B14">
        <w:rPr>
          <w:color w:val="000000" w:themeColor="text1"/>
        </w:rPr>
        <w:tab/>
      </w:r>
      <w:r>
        <w:rPr>
          <w:color w:val="000000" w:themeColor="text1"/>
        </w:rPr>
        <w:t>Individual Provider</w:t>
      </w:r>
    </w:p>
    <w:p w14:paraId="6F722847" w14:textId="23483518" w:rsidR="000A753E" w:rsidRDefault="000A753E" w:rsidP="000A753E">
      <w:pPr>
        <w:tabs>
          <w:tab w:val="left" w:pos="1440"/>
        </w:tabs>
        <w:rPr>
          <w:color w:val="000000" w:themeColor="text1"/>
        </w:rPr>
      </w:pPr>
      <w:r>
        <w:rPr>
          <w:color w:val="000000" w:themeColor="text1"/>
        </w:rPr>
        <w:t>LTC</w:t>
      </w:r>
      <w:r>
        <w:rPr>
          <w:color w:val="000000" w:themeColor="text1"/>
        </w:rPr>
        <w:tab/>
      </w:r>
      <w:r w:rsidR="00916B14">
        <w:rPr>
          <w:color w:val="000000" w:themeColor="text1"/>
        </w:rPr>
        <w:tab/>
      </w:r>
      <w:r>
        <w:rPr>
          <w:color w:val="000000" w:themeColor="text1"/>
        </w:rPr>
        <w:t>Long-Term Care</w:t>
      </w:r>
    </w:p>
    <w:p w14:paraId="09802FF8" w14:textId="24299A62" w:rsidR="000A753E" w:rsidRDefault="000A753E" w:rsidP="000A753E">
      <w:pPr>
        <w:tabs>
          <w:tab w:val="left" w:pos="1440"/>
        </w:tabs>
        <w:rPr>
          <w:color w:val="000000" w:themeColor="text1"/>
        </w:rPr>
      </w:pPr>
      <w:r>
        <w:rPr>
          <w:color w:val="000000" w:themeColor="text1"/>
        </w:rPr>
        <w:t>LTSS</w:t>
      </w:r>
      <w:r>
        <w:rPr>
          <w:color w:val="000000" w:themeColor="text1"/>
        </w:rPr>
        <w:tab/>
      </w:r>
      <w:r w:rsidR="00916B14">
        <w:rPr>
          <w:color w:val="000000" w:themeColor="text1"/>
        </w:rPr>
        <w:tab/>
      </w:r>
      <w:r>
        <w:rPr>
          <w:color w:val="000000" w:themeColor="text1"/>
        </w:rPr>
        <w:t>Long-Term Services and Supports</w:t>
      </w:r>
    </w:p>
    <w:p w14:paraId="15BD0075" w14:textId="6B147212" w:rsidR="000A753E" w:rsidRDefault="000A753E" w:rsidP="000A753E">
      <w:pPr>
        <w:tabs>
          <w:tab w:val="left" w:pos="1440"/>
        </w:tabs>
        <w:rPr>
          <w:color w:val="000000" w:themeColor="text1"/>
        </w:rPr>
      </w:pPr>
      <w:r>
        <w:rPr>
          <w:color w:val="000000" w:themeColor="text1"/>
        </w:rPr>
        <w:t>MAGI</w:t>
      </w:r>
      <w:r>
        <w:rPr>
          <w:color w:val="000000" w:themeColor="text1"/>
        </w:rPr>
        <w:tab/>
      </w:r>
      <w:r w:rsidR="00916B14">
        <w:rPr>
          <w:color w:val="000000" w:themeColor="text1"/>
        </w:rPr>
        <w:tab/>
      </w:r>
      <w:r>
        <w:rPr>
          <w:color w:val="000000" w:themeColor="text1"/>
        </w:rPr>
        <w:t>Modified Adjusted Gross Income</w:t>
      </w:r>
    </w:p>
    <w:p w14:paraId="0EC7474C" w14:textId="0A691FE4" w:rsidR="000A753E" w:rsidRDefault="000A753E" w:rsidP="000A753E">
      <w:pPr>
        <w:tabs>
          <w:tab w:val="left" w:pos="1440"/>
        </w:tabs>
        <w:rPr>
          <w:color w:val="000000" w:themeColor="text1"/>
        </w:rPr>
      </w:pPr>
      <w:r>
        <w:rPr>
          <w:color w:val="000000" w:themeColor="text1"/>
        </w:rPr>
        <w:t>MCO</w:t>
      </w:r>
      <w:r>
        <w:rPr>
          <w:color w:val="000000" w:themeColor="text1"/>
        </w:rPr>
        <w:tab/>
      </w:r>
      <w:r w:rsidR="00916B14">
        <w:rPr>
          <w:color w:val="000000" w:themeColor="text1"/>
        </w:rPr>
        <w:tab/>
      </w:r>
      <w:r>
        <w:rPr>
          <w:color w:val="000000" w:themeColor="text1"/>
        </w:rPr>
        <w:t xml:space="preserve">Managed Care Organization </w:t>
      </w:r>
    </w:p>
    <w:p w14:paraId="0E06EA55" w14:textId="5BE6A355" w:rsidR="000A753E" w:rsidRDefault="000A753E" w:rsidP="000A753E">
      <w:pPr>
        <w:tabs>
          <w:tab w:val="left" w:pos="1440"/>
        </w:tabs>
        <w:rPr>
          <w:color w:val="000000" w:themeColor="text1"/>
        </w:rPr>
      </w:pPr>
      <w:r w:rsidRPr="009D2EA0">
        <w:rPr>
          <w:color w:val="000000" w:themeColor="text1"/>
        </w:rPr>
        <w:t>MPC</w:t>
      </w:r>
      <w:r w:rsidRPr="009D2EA0">
        <w:rPr>
          <w:color w:val="000000" w:themeColor="text1"/>
        </w:rPr>
        <w:tab/>
      </w:r>
      <w:r w:rsidR="00916B14">
        <w:rPr>
          <w:color w:val="000000" w:themeColor="text1"/>
        </w:rPr>
        <w:tab/>
      </w:r>
      <w:r w:rsidRPr="009D2EA0">
        <w:rPr>
          <w:color w:val="000000" w:themeColor="text1"/>
        </w:rPr>
        <w:t xml:space="preserve">Medicaid Personal Care </w:t>
      </w:r>
    </w:p>
    <w:p w14:paraId="3A586970" w14:textId="7DF93156" w:rsidR="000A753E" w:rsidRPr="009D2EA0" w:rsidRDefault="000A753E" w:rsidP="000A753E">
      <w:pPr>
        <w:tabs>
          <w:tab w:val="left" w:pos="1440"/>
        </w:tabs>
        <w:rPr>
          <w:color w:val="000000" w:themeColor="text1"/>
        </w:rPr>
      </w:pPr>
      <w:r>
        <w:rPr>
          <w:color w:val="000000" w:themeColor="text1"/>
        </w:rPr>
        <w:t>ND</w:t>
      </w:r>
      <w:r>
        <w:rPr>
          <w:color w:val="000000" w:themeColor="text1"/>
        </w:rPr>
        <w:tab/>
      </w:r>
      <w:r w:rsidR="00916B14">
        <w:rPr>
          <w:color w:val="000000" w:themeColor="text1"/>
        </w:rPr>
        <w:tab/>
      </w:r>
      <w:r>
        <w:rPr>
          <w:color w:val="000000" w:themeColor="text1"/>
        </w:rPr>
        <w:t>Nurse Delegation</w:t>
      </w:r>
    </w:p>
    <w:p w14:paraId="6CD1CE1E" w14:textId="3A14CDB8" w:rsidR="000A753E" w:rsidRDefault="000A753E" w:rsidP="000A753E">
      <w:pPr>
        <w:tabs>
          <w:tab w:val="left" w:pos="1440"/>
        </w:tabs>
        <w:rPr>
          <w:color w:val="000000" w:themeColor="text1"/>
        </w:rPr>
      </w:pPr>
      <w:r w:rsidRPr="009D2EA0">
        <w:rPr>
          <w:color w:val="000000" w:themeColor="text1"/>
        </w:rPr>
        <w:t>NFLOC</w:t>
      </w:r>
      <w:r w:rsidRPr="009D2EA0">
        <w:rPr>
          <w:color w:val="000000" w:themeColor="text1"/>
        </w:rPr>
        <w:tab/>
      </w:r>
      <w:r w:rsidR="00916B14">
        <w:rPr>
          <w:color w:val="000000" w:themeColor="text1"/>
        </w:rPr>
        <w:tab/>
      </w:r>
      <w:r w:rsidRPr="009D2EA0">
        <w:rPr>
          <w:color w:val="000000" w:themeColor="text1"/>
        </w:rPr>
        <w:t>Nursing Facility Level of Care</w:t>
      </w:r>
    </w:p>
    <w:p w14:paraId="47DD4C56" w14:textId="4B24DD84" w:rsidR="000A753E" w:rsidRDefault="000A753E" w:rsidP="000A753E">
      <w:pPr>
        <w:tabs>
          <w:tab w:val="left" w:pos="1440"/>
        </w:tabs>
        <w:rPr>
          <w:color w:val="000000" w:themeColor="text1"/>
        </w:rPr>
      </w:pPr>
      <w:r>
        <w:rPr>
          <w:color w:val="000000" w:themeColor="text1"/>
        </w:rPr>
        <w:t>NGMA</w:t>
      </w:r>
      <w:r>
        <w:rPr>
          <w:color w:val="000000" w:themeColor="text1"/>
        </w:rPr>
        <w:tab/>
      </w:r>
      <w:r w:rsidR="00916B14">
        <w:rPr>
          <w:color w:val="000000" w:themeColor="text1"/>
        </w:rPr>
        <w:tab/>
      </w:r>
      <w:r>
        <w:rPr>
          <w:color w:val="000000" w:themeColor="text1"/>
        </w:rPr>
        <w:t>Non-Grant Medical Assistance</w:t>
      </w:r>
    </w:p>
    <w:p w14:paraId="0FC64767" w14:textId="6052EA57" w:rsidR="000A753E" w:rsidRDefault="000A753E" w:rsidP="000A753E">
      <w:pPr>
        <w:tabs>
          <w:tab w:val="left" w:pos="1440"/>
        </w:tabs>
        <w:rPr>
          <w:color w:val="000000" w:themeColor="text1"/>
        </w:rPr>
      </w:pPr>
      <w:r>
        <w:rPr>
          <w:color w:val="000000" w:themeColor="text1"/>
        </w:rPr>
        <w:t>P1</w:t>
      </w:r>
      <w:r>
        <w:rPr>
          <w:color w:val="000000" w:themeColor="text1"/>
        </w:rPr>
        <w:tab/>
      </w:r>
      <w:r w:rsidR="00916B14">
        <w:rPr>
          <w:color w:val="000000" w:themeColor="text1"/>
        </w:rPr>
        <w:tab/>
      </w:r>
      <w:r>
        <w:rPr>
          <w:color w:val="000000" w:themeColor="text1"/>
        </w:rPr>
        <w:t>ProviderOne</w:t>
      </w:r>
    </w:p>
    <w:p w14:paraId="44ADEAD2" w14:textId="67F50031" w:rsidR="000A753E" w:rsidRDefault="000A753E" w:rsidP="000A753E">
      <w:pPr>
        <w:tabs>
          <w:tab w:val="left" w:pos="1440"/>
        </w:tabs>
        <w:rPr>
          <w:color w:val="000000" w:themeColor="text1"/>
        </w:rPr>
      </w:pPr>
      <w:r>
        <w:rPr>
          <w:color w:val="000000" w:themeColor="text1"/>
        </w:rPr>
        <w:t>PBS</w:t>
      </w:r>
      <w:r>
        <w:rPr>
          <w:color w:val="000000" w:themeColor="text1"/>
        </w:rPr>
        <w:tab/>
      </w:r>
      <w:r w:rsidR="00916B14">
        <w:rPr>
          <w:color w:val="000000" w:themeColor="text1"/>
        </w:rPr>
        <w:tab/>
      </w:r>
      <w:r>
        <w:rPr>
          <w:color w:val="000000" w:themeColor="text1"/>
        </w:rPr>
        <w:t>Public Benefits Specialist – HCS Financial Worker</w:t>
      </w:r>
    </w:p>
    <w:p w14:paraId="5F16612A" w14:textId="3D1549EB" w:rsidR="000A753E" w:rsidRDefault="000A753E" w:rsidP="000A753E">
      <w:pPr>
        <w:tabs>
          <w:tab w:val="left" w:pos="1440"/>
        </w:tabs>
        <w:rPr>
          <w:color w:val="000000" w:themeColor="text1"/>
        </w:rPr>
      </w:pPr>
      <w:r>
        <w:rPr>
          <w:color w:val="000000" w:themeColor="text1"/>
        </w:rPr>
        <w:t>PCSP</w:t>
      </w:r>
      <w:r>
        <w:rPr>
          <w:color w:val="000000" w:themeColor="text1"/>
        </w:rPr>
        <w:tab/>
      </w:r>
      <w:r w:rsidR="00916B14">
        <w:rPr>
          <w:color w:val="000000" w:themeColor="text1"/>
        </w:rPr>
        <w:tab/>
      </w:r>
      <w:r>
        <w:rPr>
          <w:color w:val="000000" w:themeColor="text1"/>
        </w:rPr>
        <w:t>Person-Centered Service Plan</w:t>
      </w:r>
    </w:p>
    <w:p w14:paraId="789A7127" w14:textId="74C18858" w:rsidR="000A753E" w:rsidRDefault="000A753E" w:rsidP="000A753E">
      <w:pPr>
        <w:tabs>
          <w:tab w:val="left" w:pos="1440"/>
        </w:tabs>
        <w:rPr>
          <w:color w:val="000000" w:themeColor="text1"/>
        </w:rPr>
      </w:pPr>
      <w:r>
        <w:rPr>
          <w:color w:val="000000" w:themeColor="text1"/>
        </w:rPr>
        <w:t>RAC</w:t>
      </w:r>
      <w:r w:rsidR="00916B14">
        <w:rPr>
          <w:color w:val="000000" w:themeColor="text1"/>
        </w:rPr>
        <w:tab/>
      </w:r>
      <w:r>
        <w:rPr>
          <w:color w:val="000000" w:themeColor="text1"/>
        </w:rPr>
        <w:tab/>
        <w:t>Recipient Aid Category</w:t>
      </w:r>
    </w:p>
    <w:p w14:paraId="57F3F0C2" w14:textId="3F989F37" w:rsidR="000A753E" w:rsidRDefault="000A753E" w:rsidP="000A753E">
      <w:pPr>
        <w:tabs>
          <w:tab w:val="left" w:pos="1440"/>
        </w:tabs>
        <w:rPr>
          <w:color w:val="000000" w:themeColor="text1"/>
        </w:rPr>
      </w:pPr>
      <w:r>
        <w:rPr>
          <w:color w:val="000000" w:themeColor="text1"/>
        </w:rPr>
        <w:t>RCW</w:t>
      </w:r>
      <w:r w:rsidR="00916B14">
        <w:rPr>
          <w:color w:val="000000" w:themeColor="text1"/>
        </w:rPr>
        <w:tab/>
      </w:r>
      <w:r>
        <w:rPr>
          <w:color w:val="000000" w:themeColor="text1"/>
        </w:rPr>
        <w:tab/>
        <w:t>Revised Code of Washington</w:t>
      </w:r>
    </w:p>
    <w:p w14:paraId="44682B9A" w14:textId="5D20D593" w:rsidR="000A753E" w:rsidRDefault="000A753E" w:rsidP="000A753E">
      <w:pPr>
        <w:tabs>
          <w:tab w:val="left" w:pos="1440"/>
        </w:tabs>
        <w:rPr>
          <w:color w:val="000000" w:themeColor="text1"/>
        </w:rPr>
      </w:pPr>
      <w:r>
        <w:rPr>
          <w:color w:val="000000" w:themeColor="text1"/>
        </w:rPr>
        <w:t>RND</w:t>
      </w:r>
      <w:r w:rsidR="00916B14">
        <w:rPr>
          <w:color w:val="000000" w:themeColor="text1"/>
        </w:rPr>
        <w:tab/>
      </w:r>
      <w:r>
        <w:rPr>
          <w:color w:val="000000" w:themeColor="text1"/>
        </w:rPr>
        <w:tab/>
        <w:t>Registered Nurse Delegator</w:t>
      </w:r>
    </w:p>
    <w:p w14:paraId="6B5D86B6" w14:textId="4FAE4503" w:rsidR="000A753E" w:rsidRDefault="000A753E" w:rsidP="000A753E">
      <w:pPr>
        <w:tabs>
          <w:tab w:val="left" w:pos="1440"/>
        </w:tabs>
        <w:rPr>
          <w:color w:val="000000" w:themeColor="text1"/>
        </w:rPr>
      </w:pPr>
      <w:r>
        <w:rPr>
          <w:color w:val="000000" w:themeColor="text1"/>
        </w:rPr>
        <w:t>SCDS</w:t>
      </w:r>
      <w:r w:rsidR="00916B14">
        <w:rPr>
          <w:color w:val="000000" w:themeColor="text1"/>
        </w:rPr>
        <w:tab/>
      </w:r>
      <w:r>
        <w:rPr>
          <w:color w:val="000000" w:themeColor="text1"/>
        </w:rPr>
        <w:tab/>
        <w:t>Service Code Data Sheet</w:t>
      </w:r>
    </w:p>
    <w:p w14:paraId="7E05F72A" w14:textId="6B9A7168" w:rsidR="000A753E" w:rsidRDefault="000A753E" w:rsidP="000A753E">
      <w:pPr>
        <w:tabs>
          <w:tab w:val="left" w:pos="1440"/>
        </w:tabs>
        <w:rPr>
          <w:color w:val="000000" w:themeColor="text1"/>
        </w:rPr>
      </w:pPr>
      <w:r>
        <w:rPr>
          <w:color w:val="000000" w:themeColor="text1"/>
        </w:rPr>
        <w:t>SER</w:t>
      </w:r>
      <w:r w:rsidR="00916B14">
        <w:rPr>
          <w:color w:val="000000" w:themeColor="text1"/>
        </w:rPr>
        <w:tab/>
      </w:r>
      <w:r>
        <w:rPr>
          <w:color w:val="000000" w:themeColor="text1"/>
        </w:rPr>
        <w:tab/>
        <w:t>Service Episode Records</w:t>
      </w:r>
    </w:p>
    <w:p w14:paraId="45E7FA9F" w14:textId="1EFDA383" w:rsidR="000A753E" w:rsidRDefault="000A753E" w:rsidP="000A753E">
      <w:pPr>
        <w:tabs>
          <w:tab w:val="left" w:pos="1440"/>
        </w:tabs>
        <w:rPr>
          <w:color w:val="000000" w:themeColor="text1"/>
        </w:rPr>
      </w:pPr>
      <w:r>
        <w:rPr>
          <w:color w:val="000000" w:themeColor="text1"/>
        </w:rPr>
        <w:t>SSAM</w:t>
      </w:r>
      <w:r w:rsidR="00916B14">
        <w:rPr>
          <w:color w:val="000000" w:themeColor="text1"/>
        </w:rPr>
        <w:tab/>
      </w:r>
      <w:r>
        <w:rPr>
          <w:color w:val="000000" w:themeColor="text1"/>
        </w:rPr>
        <w:tab/>
        <w:t>Social Service Authorization Manual</w:t>
      </w:r>
    </w:p>
    <w:p w14:paraId="6F86830B" w14:textId="03768E78" w:rsidR="000A753E" w:rsidRPr="009D2EA0" w:rsidRDefault="000A753E" w:rsidP="000A753E">
      <w:pPr>
        <w:tabs>
          <w:tab w:val="left" w:pos="1440"/>
        </w:tabs>
        <w:rPr>
          <w:color w:val="000000" w:themeColor="text1"/>
        </w:rPr>
      </w:pPr>
      <w:r>
        <w:rPr>
          <w:color w:val="000000" w:themeColor="text1"/>
        </w:rPr>
        <w:t>WAC</w:t>
      </w:r>
      <w:r w:rsidR="00916B14">
        <w:rPr>
          <w:color w:val="000000" w:themeColor="text1"/>
        </w:rPr>
        <w:tab/>
      </w:r>
      <w:r>
        <w:rPr>
          <w:color w:val="000000" w:themeColor="text1"/>
        </w:rPr>
        <w:tab/>
        <w:t>Washington Administrative Code</w:t>
      </w:r>
    </w:p>
    <w:p w14:paraId="64A1566E" w14:textId="77777777" w:rsidR="007676F4" w:rsidRDefault="007676F4" w:rsidP="007676F4">
      <w:r>
        <w:tab/>
      </w:r>
      <w:r>
        <w:tab/>
      </w:r>
    </w:p>
    <w:p w14:paraId="76C15318" w14:textId="77777777" w:rsidR="007676F4" w:rsidRPr="00FA2581" w:rsidRDefault="007676F4" w:rsidP="007676F4">
      <w:pPr>
        <w:pStyle w:val="Heading2"/>
        <w:rPr>
          <w:color w:val="193F6F"/>
        </w:rPr>
      </w:pPr>
      <w:bookmarkStart w:id="59" w:name="_Toc525727017"/>
      <w:bookmarkStart w:id="60" w:name="_Toc525727117"/>
      <w:bookmarkStart w:id="61" w:name="_Toc528758284"/>
      <w:bookmarkStart w:id="62" w:name="_Toc528759432"/>
      <w:bookmarkStart w:id="63" w:name="_Toc528760027"/>
      <w:bookmarkStart w:id="64" w:name="_Toc193699240"/>
      <w:r w:rsidRPr="00FA2581">
        <w:rPr>
          <w:color w:val="193F6F"/>
        </w:rPr>
        <w:t>Revision History</w:t>
      </w:r>
      <w:bookmarkEnd w:id="59"/>
      <w:bookmarkEnd w:id="60"/>
      <w:bookmarkEnd w:id="61"/>
      <w:bookmarkEnd w:id="62"/>
      <w:bookmarkEnd w:id="63"/>
      <w:bookmarkEnd w:id="64"/>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5FAB98E5" w:rsidR="007676F4" w:rsidRDefault="00DD7D49" w:rsidP="00DD7D49">
            <w:pPr>
              <w:jc w:val="center"/>
            </w:pPr>
            <w:r>
              <w:t>4/2025</w:t>
            </w:r>
          </w:p>
        </w:tc>
        <w:tc>
          <w:tcPr>
            <w:tcW w:w="1530" w:type="dxa"/>
          </w:tcPr>
          <w:p w14:paraId="36D705B9" w14:textId="4452CC7D" w:rsidR="007676F4" w:rsidRDefault="00DD7D49" w:rsidP="008967B9">
            <w:r>
              <w:t>Annie Moua</w:t>
            </w:r>
          </w:p>
        </w:tc>
        <w:tc>
          <w:tcPr>
            <w:tcW w:w="4958" w:type="dxa"/>
          </w:tcPr>
          <w:p w14:paraId="62381B8C" w14:textId="77777777" w:rsidR="007676F4" w:rsidRDefault="00DD7D49" w:rsidP="004E52B4">
            <w:pPr>
              <w:pStyle w:val="ListParagraph"/>
              <w:numPr>
                <w:ilvl w:val="0"/>
                <w:numId w:val="33"/>
              </w:numPr>
              <w:ind w:left="155" w:hanging="180"/>
            </w:pPr>
            <w:r>
              <w:t>Update template</w:t>
            </w:r>
          </w:p>
          <w:p w14:paraId="72034FAA" w14:textId="16856BBF" w:rsidR="00DD7D49" w:rsidRPr="00DD7D49" w:rsidRDefault="00DD7D49" w:rsidP="004E52B4">
            <w:pPr>
              <w:pStyle w:val="ListParagraph"/>
              <w:numPr>
                <w:ilvl w:val="0"/>
                <w:numId w:val="33"/>
              </w:numPr>
              <w:ind w:left="155" w:hanging="180"/>
            </w:pPr>
            <w:r>
              <w:t>Update MPC contact</w:t>
            </w:r>
          </w:p>
        </w:tc>
        <w:tc>
          <w:tcPr>
            <w:tcW w:w="1427" w:type="dxa"/>
          </w:tcPr>
          <w:p w14:paraId="04141536" w14:textId="77777777" w:rsidR="007676F4" w:rsidRDefault="007676F4" w:rsidP="008967B9"/>
        </w:tc>
      </w:tr>
      <w:tr w:rsidR="001740D5" w14:paraId="57A45956" w14:textId="77777777" w:rsidTr="008967B9">
        <w:tc>
          <w:tcPr>
            <w:tcW w:w="1435" w:type="dxa"/>
          </w:tcPr>
          <w:p w14:paraId="4EA50B3E" w14:textId="06FBF14D" w:rsidR="001740D5" w:rsidRDefault="001740D5" w:rsidP="00DD7D49">
            <w:pPr>
              <w:jc w:val="center"/>
            </w:pPr>
            <w:r>
              <w:rPr>
                <w:bCs/>
                <w:caps/>
              </w:rPr>
              <w:t>08/2024</w:t>
            </w:r>
          </w:p>
        </w:tc>
        <w:tc>
          <w:tcPr>
            <w:tcW w:w="1530" w:type="dxa"/>
          </w:tcPr>
          <w:p w14:paraId="2CAD36EC" w14:textId="0A64C6DB" w:rsidR="001740D5" w:rsidRDefault="001740D5" w:rsidP="001740D5">
            <w:r>
              <w:t>Annie Moua</w:t>
            </w:r>
          </w:p>
        </w:tc>
        <w:tc>
          <w:tcPr>
            <w:tcW w:w="4958" w:type="dxa"/>
          </w:tcPr>
          <w:p w14:paraId="1FB85554" w14:textId="77777777" w:rsidR="00DD7D49" w:rsidRDefault="00DD7D49" w:rsidP="004E52B4">
            <w:pPr>
              <w:pStyle w:val="ListParagraph"/>
              <w:numPr>
                <w:ilvl w:val="0"/>
                <w:numId w:val="32"/>
              </w:numPr>
              <w:spacing w:line="259" w:lineRule="auto"/>
              <w:ind w:left="158" w:hanging="158"/>
              <w:contextualSpacing/>
              <w:rPr>
                <w:rFonts w:cs="Calibri"/>
                <w:bCs/>
              </w:rPr>
            </w:pPr>
            <w:r>
              <w:rPr>
                <w:rFonts w:cs="Calibri"/>
                <w:bCs/>
              </w:rPr>
              <w:t>R</w:t>
            </w:r>
            <w:r w:rsidR="001740D5" w:rsidRPr="004A4150">
              <w:rPr>
                <w:rFonts w:cs="Calibri"/>
                <w:bCs/>
              </w:rPr>
              <w:t>emoval of BHPC</w:t>
            </w:r>
          </w:p>
          <w:p w14:paraId="0C20B6B5" w14:textId="1DEAC17E" w:rsidR="001740D5" w:rsidRPr="00DD7D49" w:rsidRDefault="00DD7D49" w:rsidP="004E52B4">
            <w:pPr>
              <w:pStyle w:val="ListParagraph"/>
              <w:numPr>
                <w:ilvl w:val="0"/>
                <w:numId w:val="32"/>
              </w:numPr>
              <w:spacing w:line="259" w:lineRule="auto"/>
              <w:ind w:left="158" w:hanging="158"/>
              <w:contextualSpacing/>
              <w:rPr>
                <w:rFonts w:cs="Calibri"/>
                <w:bCs/>
              </w:rPr>
            </w:pPr>
            <w:r>
              <w:rPr>
                <w:rFonts w:cs="Calibri"/>
                <w:bCs/>
              </w:rPr>
              <w:t>A</w:t>
            </w:r>
            <w:r w:rsidR="001740D5" w:rsidRPr="00DD7D49">
              <w:rPr>
                <w:rFonts w:cs="Calibri"/>
                <w:bCs/>
              </w:rPr>
              <w:t>dded BHWS and CBHS reference in Chapter 22a</w:t>
            </w:r>
          </w:p>
        </w:tc>
        <w:tc>
          <w:tcPr>
            <w:tcW w:w="1427" w:type="dxa"/>
          </w:tcPr>
          <w:p w14:paraId="5E0DEF5B" w14:textId="1B6014AC" w:rsidR="001740D5" w:rsidRDefault="001733AD" w:rsidP="001740D5">
            <w:hyperlink r:id="rId72" w:history="1">
              <w:r w:rsidRPr="00B436BA">
                <w:rPr>
                  <w:rStyle w:val="Hyperlink"/>
                  <w:rFonts w:ascii="Calibri" w:hAnsi="Calibri" w:cs="Times New Roman"/>
                </w:rPr>
                <w:t>H</w:t>
              </w:r>
              <w:r w:rsidRPr="00B436BA">
                <w:rPr>
                  <w:rStyle w:val="Hyperlink"/>
                </w:rPr>
                <w:t>24-044</w:t>
              </w:r>
            </w:hyperlink>
          </w:p>
        </w:tc>
      </w:tr>
      <w:tr w:rsidR="006416BF" w14:paraId="4DFC836F" w14:textId="77777777" w:rsidTr="008967B9">
        <w:tc>
          <w:tcPr>
            <w:tcW w:w="1435" w:type="dxa"/>
          </w:tcPr>
          <w:p w14:paraId="326C54E0" w14:textId="33BC95FF" w:rsidR="006416BF" w:rsidRDefault="006416BF" w:rsidP="00DD7D49">
            <w:pPr>
              <w:jc w:val="center"/>
            </w:pPr>
            <w:r w:rsidRPr="00C93672">
              <w:rPr>
                <w:bCs/>
                <w:caps/>
              </w:rPr>
              <w:t>0</w:t>
            </w:r>
            <w:r>
              <w:rPr>
                <w:bCs/>
                <w:caps/>
              </w:rPr>
              <w:t>4</w:t>
            </w:r>
            <w:r w:rsidRPr="00C93672">
              <w:rPr>
                <w:bCs/>
                <w:caps/>
              </w:rPr>
              <w:t>/2024</w:t>
            </w:r>
          </w:p>
        </w:tc>
        <w:tc>
          <w:tcPr>
            <w:tcW w:w="1530" w:type="dxa"/>
          </w:tcPr>
          <w:p w14:paraId="0100E088" w14:textId="64D3264F" w:rsidR="006416BF" w:rsidRDefault="006416BF" w:rsidP="006416BF">
            <w:r>
              <w:t>Annie Moua</w:t>
            </w:r>
          </w:p>
        </w:tc>
        <w:tc>
          <w:tcPr>
            <w:tcW w:w="4958" w:type="dxa"/>
          </w:tcPr>
          <w:p w14:paraId="13719A44" w14:textId="77777777" w:rsidR="006416BF" w:rsidRDefault="006416BF" w:rsidP="006416BF">
            <w:pPr>
              <w:spacing w:line="259" w:lineRule="auto"/>
              <w:ind w:left="157" w:hanging="157"/>
              <w:rPr>
                <w:rFonts w:cs="Calibri"/>
                <w:bCs/>
              </w:rPr>
            </w:pPr>
            <w:r>
              <w:rPr>
                <w:rFonts w:cs="Calibri"/>
                <w:bCs/>
              </w:rPr>
              <w:t xml:space="preserve">• Aligned </w:t>
            </w:r>
            <w:r w:rsidRPr="00A939E7">
              <w:rPr>
                <w:rFonts w:cs="Calibri"/>
                <w:bCs/>
              </w:rPr>
              <w:t>Out-of-State Personal Care</w:t>
            </w:r>
            <w:r>
              <w:rPr>
                <w:rFonts w:cs="Calibri"/>
                <w:bCs/>
              </w:rPr>
              <w:t xml:space="preserve"> and Caregiver Management Training sections with updated information</w:t>
            </w:r>
          </w:p>
          <w:p w14:paraId="0837D5F5" w14:textId="77777777" w:rsidR="006416BF" w:rsidRDefault="006416BF" w:rsidP="006416BF">
            <w:pPr>
              <w:spacing w:line="259" w:lineRule="auto"/>
              <w:ind w:left="157" w:hanging="157"/>
              <w:rPr>
                <w:rFonts w:cs="Calibri"/>
                <w:bCs/>
              </w:rPr>
            </w:pPr>
            <w:r>
              <w:rPr>
                <w:rFonts w:cs="Calibri"/>
                <w:bCs/>
              </w:rPr>
              <w:t>• Added information about home delivered meals reduction in in-home hours</w:t>
            </w:r>
          </w:p>
          <w:p w14:paraId="19B27C01" w14:textId="6117D4C5" w:rsidR="006416BF" w:rsidRDefault="006416BF" w:rsidP="006416BF">
            <w:r>
              <w:rPr>
                <w:rFonts w:cs="Calibri"/>
                <w:bCs/>
              </w:rPr>
              <w:t>• Fixed formatting, links, and Acronyms</w:t>
            </w:r>
          </w:p>
        </w:tc>
        <w:tc>
          <w:tcPr>
            <w:tcW w:w="1427" w:type="dxa"/>
          </w:tcPr>
          <w:p w14:paraId="6A4A6F51" w14:textId="77777777" w:rsidR="006416BF" w:rsidRDefault="006416BF" w:rsidP="006416BF">
            <w:pPr>
              <w:rPr>
                <w:bCs/>
                <w:caps/>
              </w:rPr>
            </w:pPr>
            <w:hyperlink r:id="rId73" w:history="1">
              <w:r w:rsidRPr="002E1019">
                <w:rPr>
                  <w:rStyle w:val="Hyperlink"/>
                  <w:rFonts w:ascii="Calibri" w:hAnsi="Calibri" w:cs="Times New Roman"/>
                  <w:bCs/>
                  <w:caps/>
                </w:rPr>
                <w:t>H24-018</w:t>
              </w:r>
            </w:hyperlink>
          </w:p>
          <w:p w14:paraId="449D69E4" w14:textId="77777777" w:rsidR="006416BF" w:rsidRDefault="006416BF" w:rsidP="006416BF">
            <w:pPr>
              <w:rPr>
                <w:bCs/>
                <w:caps/>
              </w:rPr>
            </w:pPr>
          </w:p>
          <w:p w14:paraId="6F4BE77C" w14:textId="77777777" w:rsidR="006416BF" w:rsidRDefault="006416BF" w:rsidP="006416BF"/>
        </w:tc>
      </w:tr>
      <w:tr w:rsidR="00C049ED" w14:paraId="0C2C9CFA" w14:textId="77777777" w:rsidTr="008967B9">
        <w:tc>
          <w:tcPr>
            <w:tcW w:w="1435" w:type="dxa"/>
          </w:tcPr>
          <w:p w14:paraId="1181775B" w14:textId="0F774B7C" w:rsidR="00C049ED" w:rsidRDefault="00C049ED" w:rsidP="00DD7D49">
            <w:pPr>
              <w:jc w:val="center"/>
            </w:pPr>
            <w:r>
              <w:t>10/2023</w:t>
            </w:r>
          </w:p>
        </w:tc>
        <w:tc>
          <w:tcPr>
            <w:tcW w:w="1530" w:type="dxa"/>
          </w:tcPr>
          <w:p w14:paraId="2ECC9223" w14:textId="6E979CA6" w:rsidR="00C049ED" w:rsidRDefault="00C049ED" w:rsidP="00C049ED">
            <w:r>
              <w:t>Annie Moua</w:t>
            </w:r>
          </w:p>
        </w:tc>
        <w:tc>
          <w:tcPr>
            <w:tcW w:w="4958" w:type="dxa"/>
          </w:tcPr>
          <w:p w14:paraId="790F0567" w14:textId="49618CE2" w:rsidR="00C049ED" w:rsidRPr="00DD7D49" w:rsidRDefault="00C049ED" w:rsidP="004E52B4">
            <w:pPr>
              <w:pStyle w:val="ListParagraph"/>
              <w:numPr>
                <w:ilvl w:val="0"/>
                <w:numId w:val="34"/>
              </w:numPr>
              <w:ind w:left="155" w:hanging="180"/>
            </w:pPr>
            <w:r w:rsidRPr="00DD7D49">
              <w:t>Corrected eligibility for services authorized by DDA</w:t>
            </w:r>
          </w:p>
        </w:tc>
        <w:tc>
          <w:tcPr>
            <w:tcW w:w="1427" w:type="dxa"/>
          </w:tcPr>
          <w:p w14:paraId="504F4591" w14:textId="3E668841" w:rsidR="00C049ED" w:rsidRDefault="00C049ED" w:rsidP="00C049ED">
            <w:hyperlink r:id="rId74" w:history="1">
              <w:r w:rsidRPr="00FC48AE">
                <w:rPr>
                  <w:rStyle w:val="Hyperlink"/>
                </w:rPr>
                <w:t>H23-071</w:t>
              </w:r>
            </w:hyperlink>
          </w:p>
        </w:tc>
      </w:tr>
      <w:tr w:rsidR="001811A5" w14:paraId="24C23194" w14:textId="77777777" w:rsidTr="008967B9">
        <w:tc>
          <w:tcPr>
            <w:tcW w:w="1435" w:type="dxa"/>
          </w:tcPr>
          <w:p w14:paraId="54D203B5" w14:textId="39159E2B" w:rsidR="001811A5" w:rsidRDefault="001811A5" w:rsidP="00DD7D49">
            <w:pPr>
              <w:jc w:val="center"/>
            </w:pPr>
            <w:r>
              <w:t>06/2023</w:t>
            </w:r>
          </w:p>
        </w:tc>
        <w:tc>
          <w:tcPr>
            <w:tcW w:w="1530" w:type="dxa"/>
          </w:tcPr>
          <w:p w14:paraId="17E52251" w14:textId="0D61AC98" w:rsidR="001811A5" w:rsidRDefault="001811A5" w:rsidP="001811A5">
            <w:r>
              <w:t>Annie Moua</w:t>
            </w:r>
          </w:p>
        </w:tc>
        <w:tc>
          <w:tcPr>
            <w:tcW w:w="4958" w:type="dxa"/>
          </w:tcPr>
          <w:p w14:paraId="4C623A44" w14:textId="7726F5F1" w:rsidR="001811A5" w:rsidRDefault="001811A5" w:rsidP="004E52B4">
            <w:pPr>
              <w:pStyle w:val="ListParagraph"/>
              <w:numPr>
                <w:ilvl w:val="0"/>
                <w:numId w:val="34"/>
              </w:numPr>
              <w:ind w:left="155" w:hanging="180"/>
            </w:pPr>
            <w:r>
              <w:t>Updated contacts</w:t>
            </w:r>
          </w:p>
        </w:tc>
        <w:tc>
          <w:tcPr>
            <w:tcW w:w="1427" w:type="dxa"/>
          </w:tcPr>
          <w:p w14:paraId="6F622F6C" w14:textId="2CB61DA1" w:rsidR="001811A5" w:rsidRDefault="001811A5" w:rsidP="001811A5">
            <w:hyperlink r:id="rId75" w:history="1">
              <w:r w:rsidRPr="00FD3E67">
                <w:rPr>
                  <w:rStyle w:val="Hyperlink"/>
                </w:rPr>
                <w:t>H23-039</w:t>
              </w:r>
            </w:hyperlink>
          </w:p>
        </w:tc>
      </w:tr>
      <w:tr w:rsidR="00EA1C3A" w14:paraId="198B9263" w14:textId="77777777" w:rsidTr="008967B9">
        <w:tc>
          <w:tcPr>
            <w:tcW w:w="1435" w:type="dxa"/>
          </w:tcPr>
          <w:p w14:paraId="5EE212BB" w14:textId="1DF1125A" w:rsidR="00EA1C3A" w:rsidRDefault="00EA1C3A" w:rsidP="00DD7D49">
            <w:pPr>
              <w:jc w:val="center"/>
            </w:pPr>
            <w:r>
              <w:lastRenderedPageBreak/>
              <w:t>03/2022</w:t>
            </w:r>
          </w:p>
        </w:tc>
        <w:tc>
          <w:tcPr>
            <w:tcW w:w="1530" w:type="dxa"/>
          </w:tcPr>
          <w:p w14:paraId="21F577C9" w14:textId="4459B899" w:rsidR="00EA1C3A" w:rsidRDefault="00EA1C3A" w:rsidP="00EA1C3A">
            <w:r>
              <w:t>Grace Brower</w:t>
            </w:r>
          </w:p>
        </w:tc>
        <w:tc>
          <w:tcPr>
            <w:tcW w:w="4958" w:type="dxa"/>
          </w:tcPr>
          <w:p w14:paraId="61012A6A" w14:textId="410B9E5F" w:rsidR="00EA1C3A" w:rsidRDefault="00EA1C3A" w:rsidP="004E52B4">
            <w:pPr>
              <w:pStyle w:val="ListParagraph"/>
              <w:numPr>
                <w:ilvl w:val="0"/>
                <w:numId w:val="34"/>
              </w:numPr>
              <w:ind w:left="155" w:hanging="180"/>
            </w:pPr>
            <w:bookmarkStart w:id="65" w:name="_Hlk95468625"/>
            <w:r>
              <w:t>Updated contacts and links, updated info to reflect that Individual Providers are now employees of the Consumer Directed Employer (CDE) and made the appropriate changes, clarified information regarding In-Home Personal Care Services Outside Washington, added acronyms</w:t>
            </w:r>
            <w:bookmarkEnd w:id="65"/>
          </w:p>
        </w:tc>
        <w:tc>
          <w:tcPr>
            <w:tcW w:w="1427" w:type="dxa"/>
          </w:tcPr>
          <w:p w14:paraId="04C520E5" w14:textId="75C785B7" w:rsidR="00EA1C3A" w:rsidRDefault="00EA1C3A" w:rsidP="00EA1C3A">
            <w:hyperlink r:id="rId76" w:history="1">
              <w:r w:rsidRPr="0044798C">
                <w:rPr>
                  <w:rStyle w:val="Hyperlink"/>
                </w:rPr>
                <w:t>H22-020</w:t>
              </w:r>
            </w:hyperlink>
          </w:p>
        </w:tc>
      </w:tr>
      <w:tr w:rsidR="00DD7D49" w14:paraId="2DEC080C" w14:textId="77777777" w:rsidTr="008967B9">
        <w:tc>
          <w:tcPr>
            <w:tcW w:w="1435" w:type="dxa"/>
          </w:tcPr>
          <w:p w14:paraId="1AF849C3" w14:textId="61077747" w:rsidR="00DD7D49" w:rsidRDefault="00DD7D49" w:rsidP="00DD7D49">
            <w:pPr>
              <w:jc w:val="center"/>
            </w:pPr>
            <w:r>
              <w:t>10/2020</w:t>
            </w:r>
          </w:p>
        </w:tc>
        <w:tc>
          <w:tcPr>
            <w:tcW w:w="1530" w:type="dxa"/>
          </w:tcPr>
          <w:p w14:paraId="42328E17" w14:textId="7677C6DE" w:rsidR="00DD7D49" w:rsidRDefault="00DD7D49" w:rsidP="00DD7D49">
            <w:r>
              <w:t>Beth Adams</w:t>
            </w:r>
          </w:p>
        </w:tc>
        <w:tc>
          <w:tcPr>
            <w:tcW w:w="4958" w:type="dxa"/>
          </w:tcPr>
          <w:p w14:paraId="2881D070" w14:textId="6C1517F3" w:rsidR="00DD7D49" w:rsidRDefault="00DD7D49" w:rsidP="004E52B4">
            <w:pPr>
              <w:pStyle w:val="ListParagraph"/>
              <w:numPr>
                <w:ilvl w:val="0"/>
                <w:numId w:val="34"/>
              </w:numPr>
              <w:ind w:left="155" w:hanging="180"/>
            </w:pPr>
            <w:r>
              <w:t>Moved to new template, re-arranged content</w:t>
            </w:r>
          </w:p>
        </w:tc>
        <w:tc>
          <w:tcPr>
            <w:tcW w:w="1427" w:type="dxa"/>
          </w:tcPr>
          <w:p w14:paraId="1726287D" w14:textId="77777777" w:rsidR="00DD7D49" w:rsidRDefault="00DD7D49" w:rsidP="00DD7D49"/>
        </w:tc>
      </w:tr>
    </w:tbl>
    <w:p w14:paraId="3B3C186D" w14:textId="77777777" w:rsidR="003C1FD0" w:rsidRDefault="003C1FD0" w:rsidP="003C1FD0"/>
    <w:sectPr w:rsidR="003C1FD0" w:rsidSect="00471F01">
      <w:headerReference w:type="default" r:id="rId77"/>
      <w:footerReference w:type="default" r:id="rId7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70F05" w14:textId="77777777" w:rsidR="006468F1" w:rsidRDefault="006468F1" w:rsidP="00471F01">
      <w:r>
        <w:separator/>
      </w:r>
    </w:p>
    <w:p w14:paraId="2B681E91" w14:textId="77777777" w:rsidR="006468F1" w:rsidRDefault="006468F1"/>
  </w:endnote>
  <w:endnote w:type="continuationSeparator" w:id="0">
    <w:p w14:paraId="68F360A5" w14:textId="77777777" w:rsidR="006468F1" w:rsidRDefault="006468F1" w:rsidP="00471F01">
      <w:r>
        <w:continuationSeparator/>
      </w:r>
    </w:p>
    <w:p w14:paraId="5BCF9B57" w14:textId="77777777" w:rsidR="006468F1" w:rsidRDefault="00646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647676A4"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1733AD">
          <w:rPr>
            <w:rFonts w:ascii="Cambria" w:hAnsi="Cambria"/>
            <w:caps/>
          </w:rPr>
          <w:t>7c</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1733AD">
          <w:rPr>
            <w:rFonts w:ascii="Cambria" w:hAnsi="Cambria"/>
            <w:i/>
            <w:sz w:val="18"/>
            <w:szCs w:val="18"/>
          </w:rPr>
          <w:t>April 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33E93" w14:textId="77777777" w:rsidR="006468F1" w:rsidRDefault="006468F1" w:rsidP="00471F01">
      <w:r>
        <w:separator/>
      </w:r>
    </w:p>
    <w:p w14:paraId="5CB45854" w14:textId="77777777" w:rsidR="006468F1" w:rsidRDefault="006468F1"/>
  </w:footnote>
  <w:footnote w:type="continuationSeparator" w:id="0">
    <w:p w14:paraId="54381250" w14:textId="77777777" w:rsidR="006468F1" w:rsidRDefault="006468F1" w:rsidP="00471F01">
      <w:r>
        <w:continuationSeparator/>
      </w:r>
    </w:p>
    <w:p w14:paraId="06235777" w14:textId="77777777" w:rsidR="006468F1" w:rsidRDefault="00646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4D8311C"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1733AD">
                <w:rPr>
                  <w:rFonts w:ascii="Cambria" w:hAnsi="Cambria"/>
                  <w:color w:val="193F6F"/>
                  <w:sz w:val="24"/>
                  <w:szCs w:val="24"/>
                </w:rPr>
                <w:t>7c</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1733AD">
                <w:rPr>
                  <w:rFonts w:ascii="Cambria" w:hAnsi="Cambria"/>
                  <w:color w:val="193F6F"/>
                  <w:sz w:val="24"/>
                  <w:szCs w:val="24"/>
                </w:rPr>
                <w:t>Medicaid Personal Care</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94B236D"/>
    <w:multiLevelType w:val="hybridMultilevel"/>
    <w:tmpl w:val="6802954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9EE2959"/>
    <w:multiLevelType w:val="hybridMultilevel"/>
    <w:tmpl w:val="080C0674"/>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FB3032"/>
    <w:multiLevelType w:val="hybridMultilevel"/>
    <w:tmpl w:val="5568C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F50F87"/>
    <w:multiLevelType w:val="multilevel"/>
    <w:tmpl w:val="8CD42D26"/>
    <w:name w:val="Numbering22222222222222"/>
    <w:numStyleLink w:val="NumericList"/>
  </w:abstractNum>
  <w:abstractNum w:abstractNumId="6" w15:restartNumberingAfterBreak="0">
    <w:nsid w:val="1308534E"/>
    <w:multiLevelType w:val="hybridMultilevel"/>
    <w:tmpl w:val="43847F92"/>
    <w:lvl w:ilvl="0" w:tplc="FFFFFFFF">
      <w:start w:val="1"/>
      <w:numFmt w:val="bullet"/>
      <w:lvlText w:val=""/>
      <w:lvlJc w:val="left"/>
      <w:pPr>
        <w:ind w:left="360" w:hanging="360"/>
      </w:pPr>
      <w:rPr>
        <w:rFonts w:ascii="Symbol" w:hAnsi="Symbol" w:hint="default"/>
        <w:b w:val="0"/>
        <w:sz w:val="22"/>
        <w:szCs w:val="22"/>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6254743"/>
    <w:multiLevelType w:val="hybridMultilevel"/>
    <w:tmpl w:val="417A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9" w15:restartNumberingAfterBreak="0">
    <w:nsid w:val="178749E0"/>
    <w:multiLevelType w:val="multilevel"/>
    <w:tmpl w:val="8CD42D26"/>
    <w:name w:val="Numbering2222222222"/>
    <w:numStyleLink w:val="NumericList"/>
  </w:abstractNum>
  <w:abstractNum w:abstractNumId="10" w15:restartNumberingAfterBreak="0">
    <w:nsid w:val="1A962811"/>
    <w:multiLevelType w:val="hybridMultilevel"/>
    <w:tmpl w:val="9B80008C"/>
    <w:lvl w:ilvl="0" w:tplc="FFFFFFFF">
      <w:start w:val="1"/>
      <w:numFmt w:val="decimal"/>
      <w:lvlText w:val="%1."/>
      <w:lvlJc w:val="right"/>
      <w:pPr>
        <w:ind w:left="1224" w:hanging="360"/>
      </w:pPr>
      <w:rPr>
        <w:rFonts w:hint="default"/>
        <w:color w:val="000000" w:themeColor="text1"/>
      </w:rPr>
    </w:lvl>
    <w:lvl w:ilvl="1" w:tplc="04090001">
      <w:start w:val="1"/>
      <w:numFmt w:val="bullet"/>
      <w:lvlText w:val=""/>
      <w:lvlJc w:val="left"/>
      <w:pPr>
        <w:ind w:left="1492" w:hanging="360"/>
      </w:pPr>
      <w:rPr>
        <w:rFonts w:ascii="Symbol" w:hAnsi="Symbol"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11"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DDA6C04"/>
    <w:multiLevelType w:val="hybridMultilevel"/>
    <w:tmpl w:val="55EEDCA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39253A5"/>
    <w:multiLevelType w:val="hybridMultilevel"/>
    <w:tmpl w:val="76AADFCC"/>
    <w:lvl w:ilvl="0" w:tplc="04090001">
      <w:start w:val="1"/>
      <w:numFmt w:val="bullet"/>
      <w:lvlText w:val=""/>
      <w:lvlJc w:val="left"/>
      <w:pPr>
        <w:ind w:left="1492" w:hanging="360"/>
      </w:pPr>
      <w:rPr>
        <w:rFonts w:ascii="Symbol" w:hAnsi="Symbol" w:hint="default"/>
      </w:rPr>
    </w:lvl>
    <w:lvl w:ilvl="1" w:tplc="04090003">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15"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6" w15:restartNumberingAfterBreak="0">
    <w:nsid w:val="24627A5E"/>
    <w:multiLevelType w:val="hybridMultilevel"/>
    <w:tmpl w:val="57F4AEE2"/>
    <w:lvl w:ilvl="0" w:tplc="04090001">
      <w:start w:val="1"/>
      <w:numFmt w:val="bullet"/>
      <w:lvlText w:val=""/>
      <w:lvlJc w:val="left"/>
      <w:pPr>
        <w:ind w:left="144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48650E4"/>
    <w:multiLevelType w:val="hybridMultilevel"/>
    <w:tmpl w:val="BA9A5654"/>
    <w:lvl w:ilvl="0" w:tplc="04090001">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8" w15:restartNumberingAfterBreak="0">
    <w:nsid w:val="2AB34A1A"/>
    <w:multiLevelType w:val="multilevel"/>
    <w:tmpl w:val="8CD42D26"/>
    <w:name w:val="Numbering222222222"/>
    <w:numStyleLink w:val="NumericList"/>
  </w:abstractNum>
  <w:abstractNum w:abstractNumId="19" w15:restartNumberingAfterBreak="0">
    <w:nsid w:val="2C1D004C"/>
    <w:multiLevelType w:val="multilevel"/>
    <w:tmpl w:val="8CD42D26"/>
    <w:name w:val="Numbering2222222222222"/>
    <w:numStyleLink w:val="NumericList"/>
  </w:abstractNum>
  <w:abstractNum w:abstractNumId="20" w15:restartNumberingAfterBreak="0">
    <w:nsid w:val="330F0897"/>
    <w:multiLevelType w:val="hybridMultilevel"/>
    <w:tmpl w:val="E7C860D8"/>
    <w:lvl w:ilvl="0" w:tplc="F2EA9A7C">
      <w:numFmt w:val="bullet"/>
      <w:lvlText w:val="-"/>
      <w:lvlJc w:val="left"/>
      <w:pPr>
        <w:ind w:left="720" w:hanging="360"/>
      </w:pPr>
      <w:rPr>
        <w:rFonts w:ascii="Century Gothic" w:eastAsia="Times New Roman" w:hAnsi="Century Gothic" w:cs="Arial" w:hint="default"/>
        <w:color w:val="000000"/>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3" w15:restartNumberingAfterBreak="0">
    <w:nsid w:val="3F695C8E"/>
    <w:multiLevelType w:val="hybridMultilevel"/>
    <w:tmpl w:val="DA14B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5" w15:restartNumberingAfterBreak="0">
    <w:nsid w:val="443C6AD1"/>
    <w:multiLevelType w:val="hybridMultilevel"/>
    <w:tmpl w:val="910045B0"/>
    <w:lvl w:ilvl="0" w:tplc="70E47B66">
      <w:start w:val="1"/>
      <w:numFmt w:val="decimal"/>
      <w:pStyle w:val="Numbering"/>
      <w:lvlText w:val="%1."/>
      <w:lvlJc w:val="right"/>
      <w:pPr>
        <w:ind w:left="1224" w:hanging="360"/>
      </w:pPr>
      <w:rPr>
        <w:rFonts w:hint="default"/>
        <w:color w:val="000000" w:themeColor="text1"/>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6" w15:restartNumberingAfterBreak="0">
    <w:nsid w:val="497C6624"/>
    <w:multiLevelType w:val="hybridMultilevel"/>
    <w:tmpl w:val="4176BEAA"/>
    <w:lvl w:ilvl="0" w:tplc="0409000F">
      <w:start w:val="1"/>
      <w:numFmt w:val="decimal"/>
      <w:lvlText w:val="%1."/>
      <w:lvlJc w:val="left"/>
      <w:pPr>
        <w:ind w:left="2520" w:hanging="360"/>
      </w:pPr>
      <w:rPr>
        <w:rFonts w:hint="default"/>
        <w:b w:val="0"/>
        <w:color w:val="auto"/>
      </w:rPr>
    </w:lvl>
    <w:lvl w:ilvl="1" w:tplc="04090001">
      <w:start w:val="1"/>
      <w:numFmt w:val="bullet"/>
      <w:lvlText w:val=""/>
      <w:lvlJc w:val="left"/>
      <w:pPr>
        <w:ind w:left="1944" w:hanging="360"/>
      </w:pPr>
      <w:rPr>
        <w:rFonts w:ascii="Symbol" w:hAnsi="Symbol" w:hint="default"/>
      </w:rPr>
    </w:lvl>
    <w:lvl w:ilvl="2" w:tplc="0409000F">
      <w:start w:val="1"/>
      <w:numFmt w:val="decimal"/>
      <w:lvlText w:val="%3."/>
      <w:lvlJc w:val="left"/>
      <w:pPr>
        <w:ind w:left="2664" w:hanging="180"/>
      </w:pPr>
      <w:rPr>
        <w:rFonts w:hint="default"/>
      </w:rPr>
    </w:lvl>
    <w:lvl w:ilvl="3" w:tplc="0409000F">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7" w15:restartNumberingAfterBreak="0">
    <w:nsid w:val="4A4B72B4"/>
    <w:multiLevelType w:val="multilevel"/>
    <w:tmpl w:val="8CD42D26"/>
    <w:name w:val="Numbering222222222222"/>
    <w:numStyleLink w:val="NumericList"/>
  </w:abstractNum>
  <w:abstractNum w:abstractNumId="28" w15:restartNumberingAfterBreak="0">
    <w:nsid w:val="4E2348D3"/>
    <w:multiLevelType w:val="hybridMultilevel"/>
    <w:tmpl w:val="BE9630CC"/>
    <w:lvl w:ilvl="0" w:tplc="FFFFFFFF">
      <w:start w:val="2"/>
      <w:numFmt w:val="decimal"/>
      <w:lvlText w:val="%1."/>
      <w:lvlJc w:val="left"/>
      <w:pPr>
        <w:ind w:left="2520" w:hanging="360"/>
      </w:pPr>
      <w:rPr>
        <w:rFonts w:hint="default"/>
      </w:rPr>
    </w:lvl>
    <w:lvl w:ilvl="1" w:tplc="04090001">
      <w:start w:val="1"/>
      <w:numFmt w:val="bullet"/>
      <w:lvlText w:val=""/>
      <w:lvlJc w:val="left"/>
      <w:pPr>
        <w:ind w:left="1492"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7A4864"/>
    <w:multiLevelType w:val="hybridMultilevel"/>
    <w:tmpl w:val="D3FA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F020D"/>
    <w:multiLevelType w:val="hybridMultilevel"/>
    <w:tmpl w:val="C4127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34C5534"/>
    <w:multiLevelType w:val="hybridMultilevel"/>
    <w:tmpl w:val="CAB41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DB5317"/>
    <w:multiLevelType w:val="multilevel"/>
    <w:tmpl w:val="93EA1444"/>
    <w:name w:val="Numbering2"/>
    <w:numStyleLink w:val="Style1"/>
  </w:abstractNum>
  <w:abstractNum w:abstractNumId="33" w15:restartNumberingAfterBreak="0">
    <w:nsid w:val="582F40D4"/>
    <w:multiLevelType w:val="multilevel"/>
    <w:tmpl w:val="8CD42D26"/>
    <w:name w:val="Numbering22222222222"/>
    <w:numStyleLink w:val="NumericList"/>
  </w:abstractNum>
  <w:abstractNum w:abstractNumId="34"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AD43401"/>
    <w:multiLevelType w:val="hybridMultilevel"/>
    <w:tmpl w:val="0818F468"/>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6" w15:restartNumberingAfterBreak="0">
    <w:nsid w:val="5B2B40A9"/>
    <w:multiLevelType w:val="hybridMultilevel"/>
    <w:tmpl w:val="07A0FB9C"/>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8"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9" w15:restartNumberingAfterBreak="0">
    <w:nsid w:val="61013FDE"/>
    <w:multiLevelType w:val="multilevel"/>
    <w:tmpl w:val="93EA1444"/>
    <w:name w:val="Numbering22"/>
    <w:numStyleLink w:val="Style1"/>
  </w:abstractNum>
  <w:abstractNum w:abstractNumId="40" w15:restartNumberingAfterBreak="0">
    <w:nsid w:val="63796833"/>
    <w:multiLevelType w:val="multilevel"/>
    <w:tmpl w:val="93EA1444"/>
    <w:name w:val="Numbering222"/>
    <w:numStyleLink w:val="Style1"/>
  </w:abstractNum>
  <w:abstractNum w:abstractNumId="4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BC31FE"/>
    <w:multiLevelType w:val="hybridMultilevel"/>
    <w:tmpl w:val="CC86C77A"/>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6061317"/>
    <w:multiLevelType w:val="hybridMultilevel"/>
    <w:tmpl w:val="328A4FBA"/>
    <w:lvl w:ilvl="0" w:tplc="DC72BAD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B3055C"/>
    <w:multiLevelType w:val="multilevel"/>
    <w:tmpl w:val="93EA1444"/>
    <w:name w:val="Numbering2222"/>
    <w:numStyleLink w:val="Style1"/>
  </w:abstractNum>
  <w:abstractNum w:abstractNumId="4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num w:numId="1" w16cid:durableId="1369332823">
    <w:abstractNumId w:val="35"/>
  </w:num>
  <w:num w:numId="2" w16cid:durableId="1927811138">
    <w:abstractNumId w:val="41"/>
  </w:num>
  <w:num w:numId="3" w16cid:durableId="952975018">
    <w:abstractNumId w:val="22"/>
  </w:num>
  <w:num w:numId="4" w16cid:durableId="204369509">
    <w:abstractNumId w:val="24"/>
  </w:num>
  <w:num w:numId="5" w16cid:durableId="678117749">
    <w:abstractNumId w:val="15"/>
  </w:num>
  <w:num w:numId="6" w16cid:durableId="739451722">
    <w:abstractNumId w:val="37"/>
  </w:num>
  <w:num w:numId="7" w16cid:durableId="134764918">
    <w:abstractNumId w:val="47"/>
  </w:num>
  <w:num w:numId="8" w16cid:durableId="721177921">
    <w:abstractNumId w:val="11"/>
  </w:num>
  <w:num w:numId="9" w16cid:durableId="898590737">
    <w:abstractNumId w:val="21"/>
  </w:num>
  <w:num w:numId="10" w16cid:durableId="1589921853">
    <w:abstractNumId w:val="34"/>
  </w:num>
  <w:num w:numId="11" w16cid:durableId="1944145685">
    <w:abstractNumId w:val="13"/>
  </w:num>
  <w:num w:numId="12" w16cid:durableId="1546214424">
    <w:abstractNumId w:val="4"/>
  </w:num>
  <w:num w:numId="13" w16cid:durableId="1936815654">
    <w:abstractNumId w:val="42"/>
  </w:num>
  <w:num w:numId="14" w16cid:durableId="896428078">
    <w:abstractNumId w:val="3"/>
  </w:num>
  <w:num w:numId="15" w16cid:durableId="556742261">
    <w:abstractNumId w:val="43"/>
  </w:num>
  <w:num w:numId="16" w16cid:durableId="2010864482">
    <w:abstractNumId w:val="2"/>
  </w:num>
  <w:num w:numId="17" w16cid:durableId="466440072">
    <w:abstractNumId w:val="25"/>
  </w:num>
  <w:num w:numId="18" w16cid:durableId="1290087772">
    <w:abstractNumId w:val="14"/>
  </w:num>
  <w:num w:numId="19" w16cid:durableId="2109689827">
    <w:abstractNumId w:val="26"/>
  </w:num>
  <w:num w:numId="20" w16cid:durableId="1344630739">
    <w:abstractNumId w:val="10"/>
  </w:num>
  <w:num w:numId="21" w16cid:durableId="376588918">
    <w:abstractNumId w:val="28"/>
  </w:num>
  <w:num w:numId="22" w16cid:durableId="1404569096">
    <w:abstractNumId w:val="36"/>
  </w:num>
  <w:num w:numId="23" w16cid:durableId="1067800857">
    <w:abstractNumId w:val="20"/>
  </w:num>
  <w:num w:numId="24" w16cid:durableId="920024492">
    <w:abstractNumId w:val="12"/>
  </w:num>
  <w:num w:numId="25" w16cid:durableId="291981556">
    <w:abstractNumId w:val="44"/>
  </w:num>
  <w:num w:numId="26" w16cid:durableId="333604769">
    <w:abstractNumId w:val="17"/>
  </w:num>
  <w:num w:numId="27" w16cid:durableId="783815795">
    <w:abstractNumId w:val="6"/>
  </w:num>
  <w:num w:numId="28" w16cid:durableId="180630863">
    <w:abstractNumId w:val="31"/>
  </w:num>
  <w:num w:numId="29" w16cid:durableId="171267476">
    <w:abstractNumId w:val="30"/>
  </w:num>
  <w:num w:numId="30" w16cid:durableId="12417658">
    <w:abstractNumId w:val="1"/>
  </w:num>
  <w:num w:numId="31" w16cid:durableId="801925177">
    <w:abstractNumId w:val="16"/>
  </w:num>
  <w:num w:numId="32" w16cid:durableId="2139251281">
    <w:abstractNumId w:val="7"/>
  </w:num>
  <w:num w:numId="33" w16cid:durableId="1480071627">
    <w:abstractNumId w:val="23"/>
  </w:num>
  <w:num w:numId="34" w16cid:durableId="1105271567">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7385F"/>
    <w:rsid w:val="000929AB"/>
    <w:rsid w:val="000A753E"/>
    <w:rsid w:val="000B3142"/>
    <w:rsid w:val="000B450A"/>
    <w:rsid w:val="000D07DF"/>
    <w:rsid w:val="000F302E"/>
    <w:rsid w:val="001108BC"/>
    <w:rsid w:val="00116A5C"/>
    <w:rsid w:val="00143E1D"/>
    <w:rsid w:val="001540BA"/>
    <w:rsid w:val="0015545A"/>
    <w:rsid w:val="001559AE"/>
    <w:rsid w:val="001733AD"/>
    <w:rsid w:val="001740D5"/>
    <w:rsid w:val="00177BFC"/>
    <w:rsid w:val="001809B1"/>
    <w:rsid w:val="001811A5"/>
    <w:rsid w:val="00194A0B"/>
    <w:rsid w:val="00196E7F"/>
    <w:rsid w:val="001A644E"/>
    <w:rsid w:val="001C34AE"/>
    <w:rsid w:val="001C4CE9"/>
    <w:rsid w:val="001D32E9"/>
    <w:rsid w:val="001D474E"/>
    <w:rsid w:val="001F3BE4"/>
    <w:rsid w:val="00214F73"/>
    <w:rsid w:val="0022545D"/>
    <w:rsid w:val="00244F8F"/>
    <w:rsid w:val="00255F2C"/>
    <w:rsid w:val="00267234"/>
    <w:rsid w:val="0026789A"/>
    <w:rsid w:val="002932C9"/>
    <w:rsid w:val="00295703"/>
    <w:rsid w:val="00296C58"/>
    <w:rsid w:val="002A344C"/>
    <w:rsid w:val="002A3492"/>
    <w:rsid w:val="002A3D16"/>
    <w:rsid w:val="002A7EC9"/>
    <w:rsid w:val="002B29B8"/>
    <w:rsid w:val="002B4D01"/>
    <w:rsid w:val="002E44DD"/>
    <w:rsid w:val="002F63D0"/>
    <w:rsid w:val="003072E6"/>
    <w:rsid w:val="00315CE3"/>
    <w:rsid w:val="003203B7"/>
    <w:rsid w:val="00353FFD"/>
    <w:rsid w:val="00393661"/>
    <w:rsid w:val="0039463D"/>
    <w:rsid w:val="0039745F"/>
    <w:rsid w:val="00397B37"/>
    <w:rsid w:val="003B29F9"/>
    <w:rsid w:val="003C1FD0"/>
    <w:rsid w:val="003C75AF"/>
    <w:rsid w:val="003F0A28"/>
    <w:rsid w:val="00405BD7"/>
    <w:rsid w:val="00412C83"/>
    <w:rsid w:val="00421161"/>
    <w:rsid w:val="004313A3"/>
    <w:rsid w:val="00445303"/>
    <w:rsid w:val="00450C89"/>
    <w:rsid w:val="00471DAD"/>
    <w:rsid w:val="00471F01"/>
    <w:rsid w:val="00475EB4"/>
    <w:rsid w:val="00483003"/>
    <w:rsid w:val="00492585"/>
    <w:rsid w:val="004B0F33"/>
    <w:rsid w:val="004C1D15"/>
    <w:rsid w:val="004E52B4"/>
    <w:rsid w:val="004F195D"/>
    <w:rsid w:val="0050190B"/>
    <w:rsid w:val="00516C47"/>
    <w:rsid w:val="00534461"/>
    <w:rsid w:val="00545501"/>
    <w:rsid w:val="005635ED"/>
    <w:rsid w:val="005710CC"/>
    <w:rsid w:val="00571DED"/>
    <w:rsid w:val="00580D26"/>
    <w:rsid w:val="00581FBC"/>
    <w:rsid w:val="0059587B"/>
    <w:rsid w:val="005B5EC8"/>
    <w:rsid w:val="005C7038"/>
    <w:rsid w:val="005F0C16"/>
    <w:rsid w:val="00612A13"/>
    <w:rsid w:val="0061711B"/>
    <w:rsid w:val="00620715"/>
    <w:rsid w:val="00636B79"/>
    <w:rsid w:val="006416BF"/>
    <w:rsid w:val="006457F1"/>
    <w:rsid w:val="006468F1"/>
    <w:rsid w:val="00651643"/>
    <w:rsid w:val="00655AC0"/>
    <w:rsid w:val="00677787"/>
    <w:rsid w:val="0068458D"/>
    <w:rsid w:val="00691E0C"/>
    <w:rsid w:val="006B0949"/>
    <w:rsid w:val="006B5589"/>
    <w:rsid w:val="006C3806"/>
    <w:rsid w:val="006E6FB2"/>
    <w:rsid w:val="006E71CD"/>
    <w:rsid w:val="006F7A7B"/>
    <w:rsid w:val="00711599"/>
    <w:rsid w:val="00732A48"/>
    <w:rsid w:val="007539B0"/>
    <w:rsid w:val="007573AC"/>
    <w:rsid w:val="007676F4"/>
    <w:rsid w:val="007C7FB6"/>
    <w:rsid w:val="007D451B"/>
    <w:rsid w:val="007E3B5F"/>
    <w:rsid w:val="007E62CD"/>
    <w:rsid w:val="00801A8A"/>
    <w:rsid w:val="008125F9"/>
    <w:rsid w:val="0081449C"/>
    <w:rsid w:val="00820F06"/>
    <w:rsid w:val="00821BC9"/>
    <w:rsid w:val="00837725"/>
    <w:rsid w:val="008441C4"/>
    <w:rsid w:val="00853890"/>
    <w:rsid w:val="00853D12"/>
    <w:rsid w:val="00874174"/>
    <w:rsid w:val="008967B9"/>
    <w:rsid w:val="008B6996"/>
    <w:rsid w:val="008C6E69"/>
    <w:rsid w:val="008E07EA"/>
    <w:rsid w:val="008E0ADA"/>
    <w:rsid w:val="008F367A"/>
    <w:rsid w:val="00912C00"/>
    <w:rsid w:val="00916B14"/>
    <w:rsid w:val="0092064E"/>
    <w:rsid w:val="009248E2"/>
    <w:rsid w:val="00941067"/>
    <w:rsid w:val="009441BD"/>
    <w:rsid w:val="00944FC7"/>
    <w:rsid w:val="0094607E"/>
    <w:rsid w:val="00950E66"/>
    <w:rsid w:val="00977FC6"/>
    <w:rsid w:val="00983E3F"/>
    <w:rsid w:val="00992B75"/>
    <w:rsid w:val="00994E53"/>
    <w:rsid w:val="009A790F"/>
    <w:rsid w:val="009C4143"/>
    <w:rsid w:val="009D5EDA"/>
    <w:rsid w:val="009E29DE"/>
    <w:rsid w:val="009F3788"/>
    <w:rsid w:val="00A04BB0"/>
    <w:rsid w:val="00A1127B"/>
    <w:rsid w:val="00A26C3A"/>
    <w:rsid w:val="00A45DEC"/>
    <w:rsid w:val="00A63DEC"/>
    <w:rsid w:val="00A84F07"/>
    <w:rsid w:val="00AA4F7B"/>
    <w:rsid w:val="00AA5030"/>
    <w:rsid w:val="00AC4DC2"/>
    <w:rsid w:val="00AF56DF"/>
    <w:rsid w:val="00B16604"/>
    <w:rsid w:val="00B17F26"/>
    <w:rsid w:val="00B21B11"/>
    <w:rsid w:val="00B3507F"/>
    <w:rsid w:val="00B36DD9"/>
    <w:rsid w:val="00B43E26"/>
    <w:rsid w:val="00B5478F"/>
    <w:rsid w:val="00B617D7"/>
    <w:rsid w:val="00B91907"/>
    <w:rsid w:val="00BB045B"/>
    <w:rsid w:val="00BC32A3"/>
    <w:rsid w:val="00BD2C17"/>
    <w:rsid w:val="00BD2DD3"/>
    <w:rsid w:val="00BD31FC"/>
    <w:rsid w:val="00BD3A1D"/>
    <w:rsid w:val="00BE148E"/>
    <w:rsid w:val="00C049ED"/>
    <w:rsid w:val="00C11A0A"/>
    <w:rsid w:val="00C14AAD"/>
    <w:rsid w:val="00C3620E"/>
    <w:rsid w:val="00C53393"/>
    <w:rsid w:val="00C541B5"/>
    <w:rsid w:val="00C64D15"/>
    <w:rsid w:val="00C822ED"/>
    <w:rsid w:val="00CA5E2E"/>
    <w:rsid w:val="00CD7CD5"/>
    <w:rsid w:val="00CE4B5D"/>
    <w:rsid w:val="00CE5A0D"/>
    <w:rsid w:val="00CE6CAA"/>
    <w:rsid w:val="00CF3EF6"/>
    <w:rsid w:val="00D07184"/>
    <w:rsid w:val="00D145D1"/>
    <w:rsid w:val="00D56153"/>
    <w:rsid w:val="00D65B47"/>
    <w:rsid w:val="00D67E20"/>
    <w:rsid w:val="00D726DD"/>
    <w:rsid w:val="00DA597B"/>
    <w:rsid w:val="00DC4595"/>
    <w:rsid w:val="00DD7D49"/>
    <w:rsid w:val="00DE40DD"/>
    <w:rsid w:val="00DE4F0A"/>
    <w:rsid w:val="00DF5C61"/>
    <w:rsid w:val="00E22649"/>
    <w:rsid w:val="00E2655A"/>
    <w:rsid w:val="00E312FF"/>
    <w:rsid w:val="00E37E9C"/>
    <w:rsid w:val="00E41F88"/>
    <w:rsid w:val="00E45F93"/>
    <w:rsid w:val="00E54274"/>
    <w:rsid w:val="00E57997"/>
    <w:rsid w:val="00E80F4E"/>
    <w:rsid w:val="00E827DA"/>
    <w:rsid w:val="00EA0C09"/>
    <w:rsid w:val="00EA1C3A"/>
    <w:rsid w:val="00EC42BD"/>
    <w:rsid w:val="00EC74BC"/>
    <w:rsid w:val="00ED136E"/>
    <w:rsid w:val="00ED3576"/>
    <w:rsid w:val="00EF77D4"/>
    <w:rsid w:val="00F0186B"/>
    <w:rsid w:val="00F02D7E"/>
    <w:rsid w:val="00F03ECC"/>
    <w:rsid w:val="00F05DF3"/>
    <w:rsid w:val="00F15D3C"/>
    <w:rsid w:val="00F212C0"/>
    <w:rsid w:val="00F32972"/>
    <w:rsid w:val="00F46047"/>
    <w:rsid w:val="00F5558A"/>
    <w:rsid w:val="00F57762"/>
    <w:rsid w:val="00F822EF"/>
    <w:rsid w:val="00F93EAC"/>
    <w:rsid w:val="00F946B4"/>
    <w:rsid w:val="00F9474C"/>
    <w:rsid w:val="00FA2581"/>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3AC"/>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9D5EDA"/>
    <w:rPr>
      <w:color w:val="605E5C"/>
      <w:shd w:val="clear" w:color="auto" w:fill="E1DFDD"/>
    </w:rPr>
  </w:style>
  <w:style w:type="character" w:styleId="FollowedHyperlink">
    <w:name w:val="FollowedHyperlink"/>
    <w:basedOn w:val="DefaultParagraphFont"/>
    <w:uiPriority w:val="99"/>
    <w:semiHidden/>
    <w:unhideWhenUsed/>
    <w:rsid w:val="0039745F"/>
    <w:rPr>
      <w:color w:val="954F72" w:themeColor="followedHyperlink"/>
      <w:u w:val="single"/>
    </w:rPr>
  </w:style>
  <w:style w:type="paragraph" w:customStyle="1" w:styleId="Numbering">
    <w:name w:val="Numbering"/>
    <w:basedOn w:val="ListParagraph"/>
    <w:qFormat/>
    <w:rsid w:val="00A04BB0"/>
    <w:pPr>
      <w:numPr>
        <w:numId w:val="17"/>
      </w:numPr>
      <w:contextualSpacing/>
    </w:pPr>
    <w:rPr>
      <w:rFonts w:asciiTheme="minorHAnsi" w:hAnsiTheme="minorHAnsi" w:cstheme="minorBidi"/>
    </w:rPr>
  </w:style>
  <w:style w:type="paragraph" w:styleId="Revision">
    <w:name w:val="Revision"/>
    <w:hidden/>
    <w:uiPriority w:val="99"/>
    <w:semiHidden/>
    <w:rsid w:val="00655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s.leg.wa.gov/wac/default.aspx?cite=182-503-0520" TargetMode="External"/><Relationship Id="rId21" Type="http://schemas.openxmlformats.org/officeDocument/2006/relationships/hyperlink" Target="https://www.dshs.wa.gov/sites/default/files/ALTSA/hcs/documents/LTCManual/Chapter%2022a.docx" TargetMode="External"/><Relationship Id="rId42" Type="http://schemas.openxmlformats.org/officeDocument/2006/relationships/hyperlink" Target="mailto:infocdwa@consumerdirectcare.com" TargetMode="External"/><Relationship Id="rId47" Type="http://schemas.openxmlformats.org/officeDocument/2006/relationships/hyperlink" Target="http://apps.leg.wa.gov/rcw/default.aspx?cite=18.20" TargetMode="External"/><Relationship Id="rId63" Type="http://schemas.openxmlformats.org/officeDocument/2006/relationships/hyperlink" Target="https://apps.leg.wa.gov/wac/default.aspx?cite=388-71" TargetMode="External"/><Relationship Id="rId68" Type="http://schemas.openxmlformats.org/officeDocument/2006/relationships/hyperlink" Target="https://apps.leg.wa.gov/wac/default.aspx?cite=246-840" TargetMode="External"/><Relationship Id="rId16" Type="http://schemas.openxmlformats.org/officeDocument/2006/relationships/hyperlink" Target="https://intra.dda.dshs.wa.gov/ddd/P1ServiceCodes/documents/Service%20Codes/T1019_U6_Personal_Care_In_Home.docx" TargetMode="External"/><Relationship Id="rId11" Type="http://schemas.openxmlformats.org/officeDocument/2006/relationships/hyperlink" Target="mailto:suzan.halle@dshs.wa.gov" TargetMode="External"/><Relationship Id="rId24" Type="http://schemas.openxmlformats.org/officeDocument/2006/relationships/hyperlink" Target="https://www.dshs.wa.gov/sites/default/files/forms/word/14-443.docx" TargetMode="External"/><Relationship Id="rId32" Type="http://schemas.openxmlformats.org/officeDocument/2006/relationships/hyperlink" Target="https://www.youtube.com/watch?v=L3skIWEmpas" TargetMode="External"/><Relationship Id="rId37" Type="http://schemas.openxmlformats.org/officeDocument/2006/relationships/hyperlink" Target="https://apps.leg.wa.gov/wac/default.aspx?cite=388-115-0510" TargetMode="External"/><Relationship Id="rId40" Type="http://schemas.openxmlformats.org/officeDocument/2006/relationships/hyperlink" Target="https://app.leg.wa.gov/RCW/default.aspx?cite=74.39A.250" TargetMode="External"/><Relationship Id="rId45" Type="http://schemas.openxmlformats.org/officeDocument/2006/relationships/hyperlink" Target="http://apps.leg.wa.gov/rcw/default.aspx?cite=70.128" TargetMode="External"/><Relationship Id="rId53" Type="http://schemas.openxmlformats.org/officeDocument/2006/relationships/hyperlink" Target="https://www.dshs.wa.gov/sites/default/files/ALTSA/hcs/documents/LTCManual/Chapter%207h.docx" TargetMode="External"/><Relationship Id="rId58" Type="http://schemas.openxmlformats.org/officeDocument/2006/relationships/hyperlink" Target="https://apps.leg.wa.gov/wac/default.aspx?cite=388-106-0215" TargetMode="External"/><Relationship Id="rId66" Type="http://schemas.openxmlformats.org/officeDocument/2006/relationships/hyperlink" Target="https://apps.leg.wa.gov/wac/default.aspx?cite=388-110" TargetMode="External"/><Relationship Id="rId74" Type="http://schemas.openxmlformats.org/officeDocument/2006/relationships/hyperlink" Target="https://intra.altsa.dshs.wa.gov/docufind/MB/HCS/HCSMB2023/H23-071%20LTC%20Manual%20Chptrs,%203,4,5,5a,5b,7,7a,7b,7c,7d,7f,7g,8,9a,9b,10,11,15a,15b,29,30d.docx"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apps.leg.wa.gov/wac/default.aspx?cite=388-106-0230" TargetMode="External"/><Relationship Id="rId19" Type="http://schemas.openxmlformats.org/officeDocument/2006/relationships/hyperlink" Target="https://intra.dda.dshs.wa.gov/ddd/P1ServiceCodes/documents/Service%20Codes/H2014_U5_Nurse_Delegation.docx" TargetMode="External"/><Relationship Id="rId14" Type="http://schemas.openxmlformats.org/officeDocument/2006/relationships/hyperlink" Target="http://apps.leg.wa.gov/WAC/default.aspx?cite=388-106-0355" TargetMode="External"/><Relationship Id="rId22" Type="http://schemas.openxmlformats.org/officeDocument/2006/relationships/hyperlink" Target="https://apps.leg.wa.gov/wac/default.aspx?cite=388-106-0035" TargetMode="External"/><Relationship Id="rId27" Type="http://schemas.openxmlformats.org/officeDocument/2006/relationships/hyperlink" Target="https://www.dshs.wa.gov/sites/default/files/ALTSA/hcs/documents/LTCManual/Chapter%2013.docx" TargetMode="External"/><Relationship Id="rId30" Type="http://schemas.openxmlformats.org/officeDocument/2006/relationships/hyperlink" Target="https://apps.leg.wa.gov/wac/default.aspx?cite=246-840" TargetMode="External"/><Relationship Id="rId35" Type="http://schemas.openxmlformats.org/officeDocument/2006/relationships/hyperlink" Target="https://apps.leg.wa.gov/wac/default.aspx?cite=388-106-0010" TargetMode="External"/><Relationship Id="rId43" Type="http://schemas.openxmlformats.org/officeDocument/2006/relationships/hyperlink" Target="http://apps.leg.wa.gov/RCW/default.aspx?cite=70.127" TargetMode="External"/><Relationship Id="rId48" Type="http://schemas.openxmlformats.org/officeDocument/2006/relationships/hyperlink" Target="https://apps.leg.wa.gov/wac/default.aspx?cite=388-78A" TargetMode="External"/><Relationship Id="rId56" Type="http://schemas.openxmlformats.org/officeDocument/2006/relationships/hyperlink" Target="https://apps.leg.wa.gov/wac/default.aspx?cite=388-106-0200" TargetMode="External"/><Relationship Id="rId64" Type="http://schemas.openxmlformats.org/officeDocument/2006/relationships/hyperlink" Target="https://apps.leg.wa.gov/wac/default.aspx?cite=388-76" TargetMode="External"/><Relationship Id="rId69" Type="http://schemas.openxmlformats.org/officeDocument/2006/relationships/hyperlink" Target="https://app.leg.wa.gov/RCW/default.aspx?cite=18.20" TargetMode="External"/><Relationship Id="rId77" Type="http://schemas.openxmlformats.org/officeDocument/2006/relationships/header" Target="header1.xml"/><Relationship Id="rId8" Type="http://schemas.openxmlformats.org/officeDocument/2006/relationships/hyperlink" Target="https://apps.leg.wa.gov/wac/default.aspx?cite=388-106-0020" TargetMode="External"/><Relationship Id="rId51" Type="http://schemas.openxmlformats.org/officeDocument/2006/relationships/hyperlink" Target="https://www.dshs.wa.gov/sites/default/files/ALTSA/hcs/documents/LTCManual/Chapter%207b.docx" TargetMode="External"/><Relationship Id="rId72" Type="http://schemas.openxmlformats.org/officeDocument/2006/relationships/hyperlink" Target="https://intra.altsa.dshs.wa.gov/docufind/MB/HCS/HCSMB2024/H24-044%20Revisions%20to%20LTC%20Manual%20Chapters%203,%205,%205a,%205b,%207b,%207c,%207d,%208,%209b,%2010,11,%2022a,%2029,%2030a,%2030e.docx"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apps.leg.wa.gov/wac/default.aspx?cite=388-106-0010" TargetMode="External"/><Relationship Id="rId17" Type="http://schemas.openxmlformats.org/officeDocument/2006/relationships/hyperlink" Target="https://intra.dda.dshs.wa.gov/ddd/P1ServiceCodes/documents/Service%20Codes/T1020_U1_Personal_Care_Residential_AFH.docx" TargetMode="External"/><Relationship Id="rId25" Type="http://schemas.openxmlformats.org/officeDocument/2006/relationships/hyperlink" Target="https://apps.leg.wa.gov/wac/default.aspx?cite=388-106-0035" TargetMode="External"/><Relationship Id="rId33" Type="http://schemas.openxmlformats.org/officeDocument/2006/relationships/hyperlink" Target="https://www.youtube.com/watch?v=mAR9G2oz9Io&amp;t=1s" TargetMode="External"/><Relationship Id="rId38" Type="http://schemas.openxmlformats.org/officeDocument/2006/relationships/hyperlink" Target="https://www.dshs.wa.gov/sites/default/files/ALTSA/hcs/documents/LTCManual/Chapter%2011.docx" TargetMode="External"/><Relationship Id="rId46" Type="http://schemas.openxmlformats.org/officeDocument/2006/relationships/hyperlink" Target="http://apps.leg.wa.gov/wac/default.aspx?cite=388-76" TargetMode="External"/><Relationship Id="rId59" Type="http://schemas.openxmlformats.org/officeDocument/2006/relationships/hyperlink" Target="https://apps.leg.wa.gov/wac/default.aspx?cite=388-106-0220" TargetMode="External"/><Relationship Id="rId67" Type="http://schemas.openxmlformats.org/officeDocument/2006/relationships/hyperlink" Target="https://apps.leg.wa.gov/wac/default.aspx?cite=246-335" TargetMode="External"/><Relationship Id="rId20" Type="http://schemas.openxmlformats.org/officeDocument/2006/relationships/hyperlink" Target="https://apps.leg.wa.gov/wac/default.aspx?cite=388-106-0010" TargetMode="External"/><Relationship Id="rId41" Type="http://schemas.openxmlformats.org/officeDocument/2006/relationships/hyperlink" Target="mailto:infocdwa@consumerdirectcare.com" TargetMode="External"/><Relationship Id="rId54" Type="http://schemas.openxmlformats.org/officeDocument/2006/relationships/hyperlink" Target="http://www.hca.wa.gov/medicaid/forms/Documents/18-005.pdf" TargetMode="External"/><Relationship Id="rId62" Type="http://schemas.openxmlformats.org/officeDocument/2006/relationships/hyperlink" Target="https://apps.leg.wa.gov/wac/default.aspx?cite=388-106-0235" TargetMode="External"/><Relationship Id="rId70" Type="http://schemas.openxmlformats.org/officeDocument/2006/relationships/hyperlink" Target="https://app.leg.wa.gov/RCW/default.aspx?cite=70.127" TargetMode="External"/><Relationship Id="rId75" Type="http://schemas.openxmlformats.org/officeDocument/2006/relationships/hyperlink" Target="https://intra.altsa.dshs.wa.gov/docufind/MB/HCS/HCSMB2023/H23-039%20LTC%20Manual%20Chapters_3_4_5b_7b_7c_7d_%207g_7h_8_9b_10_22a_22b_22c_%2030c.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view.officeapps.live.com/op/view.aspx?src=https%3A%2F%2Fwww.dshs.wa.gov%2Fsites%2Fdefault%2Ffiles%2FALTSA%2Fhcs%2Fdocuments%2FLTCManual%2FChapter%25207a.docx&amp;wdOrigin=BROWSELINK" TargetMode="External"/><Relationship Id="rId23" Type="http://schemas.openxmlformats.org/officeDocument/2006/relationships/hyperlink" Target="https://apps.leg.wa.gov/wac/default.aspx?cite=182-503-0520" TargetMode="External"/><Relationship Id="rId28" Type="http://schemas.openxmlformats.org/officeDocument/2006/relationships/hyperlink" Target="https://www.dshs.wa.gov/sites/default/files/ALTSA/hcs/documents/LTCManual/Chapter%2024.docx" TargetMode="External"/><Relationship Id="rId36" Type="http://schemas.openxmlformats.org/officeDocument/2006/relationships/hyperlink" Target="https://www.consumerdirectwa.com/" TargetMode="External"/><Relationship Id="rId49" Type="http://schemas.openxmlformats.org/officeDocument/2006/relationships/hyperlink" Target="http://apps.leg.wa.gov/wac/default.aspx?cite=388-110" TargetMode="External"/><Relationship Id="rId57" Type="http://schemas.openxmlformats.org/officeDocument/2006/relationships/hyperlink" Target="https://apps.leg.wa.gov/wac/default.aspx?cite=388-106-0210" TargetMode="External"/><Relationship Id="rId10" Type="http://schemas.openxmlformats.org/officeDocument/2006/relationships/hyperlink" Target="mailto:victoria.nuesca@dshs.wa.gov" TargetMode="External"/><Relationship Id="rId31" Type="http://schemas.openxmlformats.org/officeDocument/2006/relationships/hyperlink" Target="https://www.consumerdirectwa.com/client-resources/" TargetMode="External"/><Relationship Id="rId44" Type="http://schemas.openxmlformats.org/officeDocument/2006/relationships/hyperlink" Target="http://apps.leg.wa.gov/WAC/default.aspx?cite=246-335" TargetMode="External"/><Relationship Id="rId52" Type="http://schemas.openxmlformats.org/officeDocument/2006/relationships/hyperlink" Target="https://www.dshs.wa.gov/sites/default/files/ALTSA/hcs/documents/LTCManual/Chapter%207d.docx" TargetMode="External"/><Relationship Id="rId60" Type="http://schemas.openxmlformats.org/officeDocument/2006/relationships/hyperlink" Target="https://apps.leg.wa.gov/wac/default.aspx?cite=388-106-0225" TargetMode="External"/><Relationship Id="rId65" Type="http://schemas.openxmlformats.org/officeDocument/2006/relationships/hyperlink" Target="https://app.leg.wa.gov/WAC/default.aspx?cite=388-106" TargetMode="External"/><Relationship Id="rId73" Type="http://schemas.openxmlformats.org/officeDocument/2006/relationships/hyperlink" Target="https://intra.altsa.dshs.wa.gov/docufind/MB/HCS/HCSMB2024/H24-018%20Revisions%20to%20(LTC)%202a,%202b,%203,%204,%205a,%205b,%207a,%207b,%207c,%207d,%207g,%208,%209a,%209b,%2010,%2015b,%2022b,%2022.docx" TargetMode="External"/><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pps.leg.wa.gov/wac/default.aspx?cite=388-106-0235" TargetMode="External"/><Relationship Id="rId13" Type="http://schemas.openxmlformats.org/officeDocument/2006/relationships/hyperlink" Target="https://apps.leg.wa.gov/wac/default.aspx?cite=388-106-0210" TargetMode="External"/><Relationship Id="rId18" Type="http://schemas.openxmlformats.org/officeDocument/2006/relationships/hyperlink" Target="https://intra.dda.dshs.wa.gov/ddd/P1ServiceCodes/documents/Service%20Codes/T1020_U2_Personal_Care_Residential_ARC.docx" TargetMode="External"/><Relationship Id="rId39" Type="http://schemas.openxmlformats.org/officeDocument/2006/relationships/hyperlink" Target="http://apps.leg.wa.gov/WAC/default.aspx?cite=388-71" TargetMode="External"/><Relationship Id="rId34" Type="http://schemas.openxmlformats.org/officeDocument/2006/relationships/image" Target="media/image1.png"/><Relationship Id="rId50" Type="http://schemas.openxmlformats.org/officeDocument/2006/relationships/hyperlink" Target="https://www.dshs.wa.gov/sites/default/files/ALTSA/hcs/documents/LTCManual/Chapter%207d.docx" TargetMode="External"/><Relationship Id="rId55" Type="http://schemas.openxmlformats.org/officeDocument/2006/relationships/hyperlink" Target="https://www.hca.wa.gov/health-care-services-supports/program-administration/applications-ltss" TargetMode="External"/><Relationship Id="rId76" Type="http://schemas.openxmlformats.org/officeDocument/2006/relationships/hyperlink" Target="https://intra.altsa.dshs.wa.gov/docufind/MB/HCS/HCSMB2022/H22-020%20LTC%20Manual%20Chapters%202%205b%207b%207d%207f%208%209a%209b%2017a%2022%2030d.doc" TargetMode="External"/><Relationship Id="rId7" Type="http://schemas.openxmlformats.org/officeDocument/2006/relationships/endnotes" Target="endnotes.xml"/><Relationship Id="rId71" Type="http://schemas.openxmlformats.org/officeDocument/2006/relationships/hyperlink" Target="https://apps.leg.wa.gov/rcw/default.aspx?cite=70.128" TargetMode="External"/><Relationship Id="rId2" Type="http://schemas.openxmlformats.org/officeDocument/2006/relationships/numbering" Target="numbering.xml"/><Relationship Id="rId29" Type="http://schemas.openxmlformats.org/officeDocument/2006/relationships/hyperlink" Target="https://app.leg.wa.gov/RCW/default.aspx?cite=18.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TotalTime>
  <Pages>14</Pages>
  <Words>4511</Words>
  <Characters>25717</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2</cp:revision>
  <dcterms:created xsi:type="dcterms:W3CDTF">2025-06-17T14:50:00Z</dcterms:created>
  <dcterms:modified xsi:type="dcterms:W3CDTF">2025-06-17T14:50:00Z</dcterms:modified>
</cp:coreProperties>
</file>