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CD64A" w14:textId="7EC1B0E5" w:rsidR="006E66F3" w:rsidRPr="003360C0" w:rsidRDefault="3AB98037" w:rsidP="00E74E88">
      <w:pPr>
        <w:pStyle w:val="Heading1"/>
      </w:pPr>
      <w:bookmarkStart w:id="0" w:name="_Toc19526626"/>
      <w:bookmarkStart w:id="1" w:name="_Toc528758277"/>
      <w:bookmarkStart w:id="2" w:name="_Toc528759424"/>
      <w:bookmarkStart w:id="3" w:name="_Toc528760019"/>
      <w:r w:rsidRPr="00E74E88">
        <w:rPr>
          <w:rFonts w:eastAsia="Arial" w:cs="Arial"/>
          <w:szCs w:val="44"/>
        </w:rPr>
        <w:t xml:space="preserve">Communicating with Individuals with </w:t>
      </w:r>
      <w:r w:rsidR="6667EE5E" w:rsidRPr="00E74E88">
        <w:rPr>
          <w:rFonts w:eastAsia="Arial" w:cs="Arial"/>
          <w:szCs w:val="44"/>
        </w:rPr>
        <w:t>L</w:t>
      </w:r>
      <w:r w:rsidRPr="00E74E88">
        <w:rPr>
          <w:rFonts w:eastAsia="Arial" w:cs="Arial"/>
          <w:szCs w:val="44"/>
        </w:rPr>
        <w:t xml:space="preserve">imited English </w:t>
      </w:r>
      <w:r w:rsidR="6667EE5E" w:rsidRPr="00E74E88">
        <w:rPr>
          <w:rFonts w:eastAsia="Arial" w:cs="Arial"/>
          <w:szCs w:val="44"/>
        </w:rPr>
        <w:t>P</w:t>
      </w:r>
      <w:r w:rsidRPr="00E74E88">
        <w:rPr>
          <w:rFonts w:eastAsia="Arial" w:cs="Arial"/>
          <w:szCs w:val="44"/>
        </w:rPr>
        <w:t>roficiency (LEP) or Sensory Disability (SD)</w:t>
      </w:r>
      <w:r w:rsidR="6667EE5E" w:rsidRPr="00E74E88">
        <w:rPr>
          <w:rFonts w:eastAsia="Arial" w:cs="Arial"/>
          <w:szCs w:val="44"/>
        </w:rPr>
        <w:t xml:space="preserve"> – Guidance for </w:t>
      </w:r>
      <w:r w:rsidR="361A0AB7" w:rsidRPr="00E74E88">
        <w:rPr>
          <w:rFonts w:eastAsia="Arial" w:cs="Arial"/>
          <w:szCs w:val="44"/>
        </w:rPr>
        <w:t>ALTS</w:t>
      </w:r>
      <w:r w:rsidR="6667EE5E" w:rsidRPr="00E74E88">
        <w:rPr>
          <w:rFonts w:eastAsia="Arial" w:cs="Arial"/>
          <w:szCs w:val="44"/>
        </w:rPr>
        <w:t>A and DD</w:t>
      </w:r>
      <w:r w:rsidR="0F2B1D02" w:rsidRPr="00E74E88">
        <w:rPr>
          <w:rFonts w:eastAsia="Arial" w:cs="Arial"/>
          <w:szCs w:val="44"/>
        </w:rPr>
        <w:t>CS</w:t>
      </w:r>
      <w:r w:rsidR="6667EE5E" w:rsidRPr="00E74E88">
        <w:rPr>
          <w:rFonts w:eastAsia="Arial" w:cs="Arial"/>
          <w:szCs w:val="44"/>
        </w:rPr>
        <w:t xml:space="preserve"> staff</w:t>
      </w:r>
    </w:p>
    <w:bookmarkEnd w:id="0"/>
    <w:bookmarkEnd w:id="1"/>
    <w:bookmarkEnd w:id="2"/>
    <w:bookmarkEnd w:id="3"/>
    <w:p w14:paraId="759963A7" w14:textId="1A74A06F" w:rsidR="1C85A779" w:rsidRDefault="1C85A779"/>
    <w:p w14:paraId="44B82A67" w14:textId="2458373C" w:rsidR="00110BB6" w:rsidRPr="00C46C9A" w:rsidRDefault="3ABF27D9" w:rsidP="00D331E9">
      <w:pPr>
        <w:contextualSpacing/>
        <w:rPr>
          <w:rFonts w:cs="Calibri"/>
        </w:rPr>
      </w:pPr>
      <w:r w:rsidRPr="00C46C9A">
        <w:t xml:space="preserve">The purpose of this chapter is to </w:t>
      </w:r>
      <w:r w:rsidRPr="00C46C9A">
        <w:rPr>
          <w:rFonts w:cs="Calibri"/>
        </w:rPr>
        <w:t>e</w:t>
      </w:r>
      <w:r w:rsidR="6A7296B1" w:rsidRPr="00C46C9A">
        <w:rPr>
          <w:rFonts w:cs="Calibri"/>
        </w:rPr>
        <w:t xml:space="preserve">xplain requirements to communicate effectively with persons who do not or have limited ability to speak, read, write or understand English ensuring equal access to services and programs administered by </w:t>
      </w:r>
      <w:r w:rsidR="3E90780B" w:rsidRPr="00C46C9A">
        <w:rPr>
          <w:rFonts w:cs="Calibri"/>
        </w:rPr>
        <w:t>the Home and Community Living Administration</w:t>
      </w:r>
      <w:r w:rsidR="00037AC8" w:rsidRPr="00C46C9A">
        <w:rPr>
          <w:rFonts w:cs="Calibri"/>
        </w:rPr>
        <w:t>.</w:t>
      </w:r>
      <w:r w:rsidR="023F7A4C" w:rsidRPr="00C46C9A">
        <w:rPr>
          <w:rFonts w:cs="Calibri"/>
        </w:rPr>
        <w:t xml:space="preserve"> In this chapter we will </w:t>
      </w:r>
      <w:r w:rsidRPr="00C46C9A">
        <w:rPr>
          <w:rFonts w:cs="Calibri"/>
        </w:rPr>
        <w:t>d</w:t>
      </w:r>
      <w:r w:rsidR="6A7296B1" w:rsidRPr="00C46C9A">
        <w:rPr>
          <w:rFonts w:cs="Calibri"/>
        </w:rPr>
        <w:t xml:space="preserve">escribe language assistance services and explain how to use them.  </w:t>
      </w:r>
    </w:p>
    <w:p w14:paraId="39FADE96" w14:textId="77777777" w:rsidR="007676F4" w:rsidRDefault="007676F4" w:rsidP="00E22649"/>
    <w:p w14:paraId="527A05E1" w14:textId="77777777" w:rsidR="00D331E9" w:rsidRPr="006C3806" w:rsidRDefault="00D331E9" w:rsidP="00D331E9">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37731EEB" w14:textId="71F70D88" w:rsidR="0089238A" w:rsidRDefault="3E0BA3D9" w:rsidP="0089238A">
      <w:r>
        <w:t xml:space="preserve">Linda Garcia </w:t>
      </w:r>
      <w:r w:rsidR="0089238A">
        <w:tab/>
      </w:r>
      <w:r w:rsidR="0089238A">
        <w:tab/>
      </w:r>
      <w:r w:rsidR="361A0AB7">
        <w:t>ALTS</w:t>
      </w:r>
      <w:r w:rsidR="103F80DE">
        <w:t xml:space="preserve">A </w:t>
      </w:r>
      <w:r>
        <w:t xml:space="preserve">Language and Disability </w:t>
      </w:r>
      <w:r w:rsidR="4FEF786F">
        <w:t xml:space="preserve">Access </w:t>
      </w:r>
      <w:r>
        <w:t>Program Manager</w:t>
      </w:r>
      <w:r w:rsidR="3B48E3EA">
        <w:t xml:space="preserve"> </w:t>
      </w:r>
    </w:p>
    <w:p w14:paraId="5675F4BD" w14:textId="35FD3AAB" w:rsidR="0089238A" w:rsidRDefault="0089238A" w:rsidP="0089238A">
      <w:r>
        <w:tab/>
      </w:r>
      <w:r>
        <w:tab/>
      </w:r>
      <w:r>
        <w:tab/>
      </w:r>
      <w:r w:rsidR="00074D4C">
        <w:t>360</w:t>
      </w:r>
      <w:r w:rsidR="00F73800">
        <w:t>.</w:t>
      </w:r>
      <w:r w:rsidR="00074D4C">
        <w:t>968</w:t>
      </w:r>
      <w:r w:rsidR="00F73800">
        <w:t>.</w:t>
      </w:r>
      <w:r w:rsidR="00074D4C">
        <w:t>9745</w:t>
      </w:r>
      <w:r>
        <w:tab/>
      </w:r>
      <w:r>
        <w:tab/>
      </w:r>
      <w:hyperlink r:id="rId11" w:history="1">
        <w:r w:rsidR="00074D4C" w:rsidRPr="00EF7419">
          <w:rPr>
            <w:rStyle w:val="Hyperlink"/>
          </w:rPr>
          <w:t>linda.garcia1@dshs.wa.gov</w:t>
        </w:r>
      </w:hyperlink>
      <w:r w:rsidR="00074D4C">
        <w:t xml:space="preserve"> </w:t>
      </w:r>
    </w:p>
    <w:p w14:paraId="7798E781" w14:textId="77777777" w:rsidR="00F73800" w:rsidRDefault="00F73800" w:rsidP="0089238A"/>
    <w:p w14:paraId="20AD137D" w14:textId="3F34BFD7" w:rsidR="00A3103E" w:rsidRDefault="00A3103E" w:rsidP="0089238A">
      <w:r>
        <w:tab/>
      </w:r>
      <w:r>
        <w:tab/>
      </w:r>
      <w:r>
        <w:tab/>
      </w:r>
      <w:r>
        <w:tab/>
      </w:r>
      <w:r>
        <w:tab/>
      </w:r>
    </w:p>
    <w:p w14:paraId="47301CBC" w14:textId="77777777" w:rsidR="007676F4" w:rsidRDefault="007676F4" w:rsidP="007676F4"/>
    <w:p w14:paraId="39BF12D2" w14:textId="77777777" w:rsidR="00296C58" w:rsidRDefault="00296C58" w:rsidP="00E22649"/>
    <w:bookmarkStart w:id="4" w:name="_Toc2067490095" w:displacedByCustomXml="next"/>
    <w:sdt>
      <w:sdtPr>
        <w:rPr>
          <w:rFonts w:ascii="Calibri" w:eastAsiaTheme="minorEastAsia" w:hAnsi="Calibri" w:cs="Times New Roman"/>
          <w:b w:val="0"/>
          <w:caps w:val="0"/>
          <w:color w:val="auto"/>
          <w:sz w:val="22"/>
          <w:szCs w:val="22"/>
        </w:rPr>
        <w:id w:val="1049559825"/>
        <w:docPartObj>
          <w:docPartGallery w:val="Table of Contents"/>
          <w:docPartUnique/>
        </w:docPartObj>
      </w:sdtPr>
      <w:sdtContent>
        <w:p w14:paraId="7241E425" w14:textId="77777777" w:rsidR="007E62CD" w:rsidRPr="006C3806" w:rsidRDefault="34C54794" w:rsidP="007E62CD">
          <w:pPr>
            <w:pStyle w:val="Heading2"/>
            <w:rPr>
              <w:color w:val="193F6F"/>
            </w:rPr>
          </w:pPr>
          <w:r w:rsidRPr="1C85A779">
            <w:rPr>
              <w:color w:val="193F6F"/>
            </w:rPr>
            <w:t>Table of Contents</w:t>
          </w:r>
          <w:bookmarkEnd w:id="4"/>
        </w:p>
        <w:p w14:paraId="0618786C" w14:textId="6B070A90" w:rsidR="006F61F1" w:rsidRDefault="006F61F1" w:rsidP="00E74E88">
          <w:pPr>
            <w:pStyle w:val="TOC2"/>
            <w:tabs>
              <w:tab w:val="right" w:leader="dot" w:pos="9345"/>
            </w:tabs>
            <w:rPr>
              <w:rStyle w:val="Hyperlink"/>
              <w:rFonts w:ascii="Century Gothic" w:eastAsiaTheme="majorEastAsia" w:hAnsi="Century Gothic" w:cstheme="majorBidi"/>
              <w:b/>
              <w:caps/>
              <w:noProof/>
              <w:kern w:val="2"/>
              <w:sz w:val="26"/>
              <w:szCs w:val="26"/>
              <w14:ligatures w14:val="standardContextual"/>
            </w:rPr>
          </w:pPr>
          <w:r>
            <w:fldChar w:fldCharType="begin"/>
          </w:r>
          <w:r w:rsidR="00122F59">
            <w:instrText>TOC \o "1-3" \z \u \h</w:instrText>
          </w:r>
          <w:r>
            <w:fldChar w:fldCharType="separate"/>
          </w:r>
          <w:hyperlink w:anchor="_Toc2067490095">
            <w:r w:rsidR="1C85A779" w:rsidRPr="1C85A779">
              <w:rPr>
                <w:rStyle w:val="Hyperlink"/>
              </w:rPr>
              <w:t>Table of Contents</w:t>
            </w:r>
            <w:r w:rsidR="00122F59">
              <w:tab/>
            </w:r>
            <w:r w:rsidR="00122F59">
              <w:fldChar w:fldCharType="begin"/>
            </w:r>
            <w:r w:rsidR="00122F59">
              <w:instrText>PAGEREF _Toc2067490095 \h</w:instrText>
            </w:r>
            <w:r w:rsidR="00122F59">
              <w:fldChar w:fldCharType="separate"/>
            </w:r>
            <w:r w:rsidR="1C85A779" w:rsidRPr="1C85A779">
              <w:rPr>
                <w:rStyle w:val="Hyperlink"/>
              </w:rPr>
              <w:t>1</w:t>
            </w:r>
            <w:r w:rsidR="00122F59">
              <w:fldChar w:fldCharType="end"/>
            </w:r>
          </w:hyperlink>
        </w:p>
        <w:p w14:paraId="73D08319" w14:textId="64D3CBE9" w:rsidR="006F61F1" w:rsidRDefault="1C85A779" w:rsidP="00E74E88">
          <w:pPr>
            <w:pStyle w:val="TOC2"/>
            <w:tabs>
              <w:tab w:val="right" w:leader="dot" w:pos="9345"/>
            </w:tabs>
            <w:rPr>
              <w:rStyle w:val="Hyperlink"/>
              <w:noProof/>
              <w:kern w:val="2"/>
              <w14:ligatures w14:val="standardContextual"/>
            </w:rPr>
          </w:pPr>
          <w:hyperlink w:anchor="_Toc1602969686">
            <w:r w:rsidRPr="1C85A779">
              <w:rPr>
                <w:rStyle w:val="Hyperlink"/>
              </w:rPr>
              <w:t>Authorizing Sources</w:t>
            </w:r>
            <w:r w:rsidR="006F61F1">
              <w:tab/>
            </w:r>
            <w:r w:rsidR="00A159BA">
              <w:t>3</w:t>
            </w:r>
          </w:hyperlink>
        </w:p>
        <w:p w14:paraId="21425B4F" w14:textId="3B1095C8" w:rsidR="006F61F1" w:rsidRDefault="1C85A779" w:rsidP="00E74E88">
          <w:pPr>
            <w:pStyle w:val="TOC2"/>
            <w:tabs>
              <w:tab w:val="right" w:leader="dot" w:pos="9345"/>
            </w:tabs>
            <w:rPr>
              <w:rStyle w:val="Hyperlink"/>
              <w:noProof/>
              <w:kern w:val="2"/>
              <w14:ligatures w14:val="standardContextual"/>
            </w:rPr>
          </w:pPr>
          <w:hyperlink w:anchor="_Toc861793806">
            <w:r w:rsidRPr="1C85A779">
              <w:rPr>
                <w:rStyle w:val="Hyperlink"/>
              </w:rPr>
              <w:t>Identifying applicants or clients with LE</w:t>
            </w:r>
            <w:r w:rsidR="001E23E7">
              <w:rPr>
                <w:rStyle w:val="Hyperlink"/>
              </w:rPr>
              <w:t>P</w:t>
            </w:r>
            <w:r w:rsidRPr="1C85A779">
              <w:rPr>
                <w:rStyle w:val="Hyperlink"/>
              </w:rPr>
              <w:t xml:space="preserve"> or </w:t>
            </w:r>
            <w:r w:rsidR="001E23E7">
              <w:rPr>
                <w:rStyle w:val="Hyperlink"/>
              </w:rPr>
              <w:t>SD</w:t>
            </w:r>
            <w:r w:rsidR="006F61F1">
              <w:tab/>
            </w:r>
            <w:r w:rsidR="006F61F1">
              <w:fldChar w:fldCharType="begin"/>
            </w:r>
            <w:r w:rsidR="006F61F1">
              <w:instrText>PAGEREF _Toc861793806 \h</w:instrText>
            </w:r>
            <w:r w:rsidR="006F61F1">
              <w:fldChar w:fldCharType="separate"/>
            </w:r>
            <w:r w:rsidRPr="1C85A779">
              <w:rPr>
                <w:rStyle w:val="Hyperlink"/>
              </w:rPr>
              <w:t>3</w:t>
            </w:r>
            <w:r w:rsidR="006F61F1">
              <w:fldChar w:fldCharType="end"/>
            </w:r>
          </w:hyperlink>
        </w:p>
        <w:p w14:paraId="09B597AE" w14:textId="1A764820" w:rsidR="006F61F1" w:rsidRDefault="1C85A779" w:rsidP="00E74E88">
          <w:pPr>
            <w:pStyle w:val="TOC2"/>
            <w:tabs>
              <w:tab w:val="right" w:leader="dot" w:pos="9345"/>
            </w:tabs>
            <w:rPr>
              <w:rStyle w:val="Hyperlink"/>
              <w:noProof/>
              <w:kern w:val="2"/>
              <w14:ligatures w14:val="standardContextual"/>
            </w:rPr>
          </w:pPr>
          <w:hyperlink w:anchor="_Toc1941215020">
            <w:r w:rsidRPr="1C85A779">
              <w:rPr>
                <w:rStyle w:val="Hyperlink"/>
              </w:rPr>
              <w:t xml:space="preserve">Types of language access services </w:t>
            </w:r>
            <w:r w:rsidR="00EE76B5">
              <w:rPr>
                <w:rStyle w:val="Hyperlink"/>
              </w:rPr>
              <w:t>ALTSA</w:t>
            </w:r>
            <w:r w:rsidR="00EE76B5" w:rsidRPr="1C85A779">
              <w:rPr>
                <w:rStyle w:val="Hyperlink"/>
              </w:rPr>
              <w:t xml:space="preserve"> </w:t>
            </w:r>
            <w:r w:rsidRPr="1C85A779">
              <w:rPr>
                <w:rStyle w:val="Hyperlink"/>
              </w:rPr>
              <w:t xml:space="preserve">and </w:t>
            </w:r>
            <w:r w:rsidR="00EE76B5">
              <w:rPr>
                <w:rStyle w:val="Hyperlink"/>
              </w:rPr>
              <w:t>DDCS</w:t>
            </w:r>
            <w:r w:rsidR="00EE76B5" w:rsidRPr="1C85A779">
              <w:rPr>
                <w:rStyle w:val="Hyperlink"/>
              </w:rPr>
              <w:t xml:space="preserve"> </w:t>
            </w:r>
            <w:r w:rsidRPr="1C85A779">
              <w:rPr>
                <w:rStyle w:val="Hyperlink"/>
              </w:rPr>
              <w:t>staff must provide</w:t>
            </w:r>
            <w:r w:rsidR="006F61F1">
              <w:tab/>
            </w:r>
            <w:r w:rsidR="006F61F1">
              <w:fldChar w:fldCharType="begin"/>
            </w:r>
            <w:r w:rsidR="006F61F1">
              <w:instrText>PAGEREF _Toc1941215020 \h</w:instrText>
            </w:r>
            <w:r w:rsidR="006F61F1">
              <w:fldChar w:fldCharType="separate"/>
            </w:r>
            <w:r w:rsidRPr="1C85A779">
              <w:rPr>
                <w:rStyle w:val="Hyperlink"/>
              </w:rPr>
              <w:t>3</w:t>
            </w:r>
            <w:r w:rsidR="006F61F1">
              <w:fldChar w:fldCharType="end"/>
            </w:r>
          </w:hyperlink>
        </w:p>
        <w:p w14:paraId="1688A79C" w14:textId="55DD75FB" w:rsidR="006F61F1" w:rsidRDefault="1C85A779" w:rsidP="00E74E88">
          <w:pPr>
            <w:pStyle w:val="TOC3"/>
            <w:tabs>
              <w:tab w:val="right" w:leader="dot" w:pos="9345"/>
            </w:tabs>
            <w:rPr>
              <w:rStyle w:val="Hyperlink"/>
              <w:noProof/>
              <w:kern w:val="2"/>
              <w14:ligatures w14:val="standardContextual"/>
            </w:rPr>
          </w:pPr>
          <w:hyperlink w:anchor="_Toc1057796884">
            <w:r w:rsidRPr="1C85A779">
              <w:rPr>
                <w:rStyle w:val="Hyperlink"/>
              </w:rPr>
              <w:t>Types of LA and AT services for effective oral communication with clients:</w:t>
            </w:r>
            <w:r w:rsidR="006F61F1">
              <w:tab/>
            </w:r>
            <w:r w:rsidR="0035652D">
              <w:t>4</w:t>
            </w:r>
          </w:hyperlink>
        </w:p>
        <w:p w14:paraId="1392C465" w14:textId="2E09FE77" w:rsidR="006F61F1" w:rsidRDefault="1C85A779" w:rsidP="00E74E88">
          <w:pPr>
            <w:pStyle w:val="TOC3"/>
            <w:tabs>
              <w:tab w:val="right" w:leader="dot" w:pos="9345"/>
            </w:tabs>
            <w:rPr>
              <w:rStyle w:val="Hyperlink"/>
              <w:noProof/>
              <w:kern w:val="2"/>
              <w14:ligatures w14:val="standardContextual"/>
            </w:rPr>
          </w:pPr>
          <w:hyperlink w:anchor="_Toc1925782175">
            <w:r w:rsidRPr="1C85A779">
              <w:rPr>
                <w:rStyle w:val="Hyperlink"/>
              </w:rPr>
              <w:t>Types of LA and assistive technology services for effective written communication with clients:</w:t>
            </w:r>
            <w:r w:rsidR="006F61F1">
              <w:tab/>
            </w:r>
            <w:r w:rsidR="0035652D">
              <w:t>4</w:t>
            </w:r>
          </w:hyperlink>
        </w:p>
        <w:p w14:paraId="00851D6E" w14:textId="0159F161" w:rsidR="006F61F1" w:rsidRDefault="1C85A779" w:rsidP="00E74E88">
          <w:pPr>
            <w:pStyle w:val="TOC2"/>
            <w:tabs>
              <w:tab w:val="right" w:leader="dot" w:pos="9345"/>
            </w:tabs>
            <w:rPr>
              <w:rStyle w:val="Hyperlink"/>
              <w:noProof/>
              <w:kern w:val="2"/>
              <w14:ligatures w14:val="standardContextual"/>
            </w:rPr>
          </w:pPr>
          <w:hyperlink w:anchor="_Toc1458495304">
            <w:r w:rsidRPr="1C85A779">
              <w:rPr>
                <w:rStyle w:val="Hyperlink"/>
              </w:rPr>
              <w:t>Bilingual or Multilingual Employees</w:t>
            </w:r>
            <w:r w:rsidR="006F61F1">
              <w:tab/>
            </w:r>
            <w:r w:rsidR="006F61F1">
              <w:fldChar w:fldCharType="begin"/>
            </w:r>
            <w:r w:rsidR="006F61F1">
              <w:instrText>PAGEREF _Toc1458495304 \h</w:instrText>
            </w:r>
            <w:r w:rsidR="006F61F1">
              <w:fldChar w:fldCharType="separate"/>
            </w:r>
            <w:r w:rsidRPr="1C85A779">
              <w:rPr>
                <w:rStyle w:val="Hyperlink"/>
              </w:rPr>
              <w:t>4</w:t>
            </w:r>
            <w:r w:rsidR="006F61F1">
              <w:fldChar w:fldCharType="end"/>
            </w:r>
          </w:hyperlink>
        </w:p>
        <w:p w14:paraId="0DC6A40F" w14:textId="678D8B35" w:rsidR="006F61F1" w:rsidRDefault="1C85A779" w:rsidP="00E74E88">
          <w:pPr>
            <w:pStyle w:val="TOC2"/>
            <w:tabs>
              <w:tab w:val="right" w:leader="dot" w:pos="9345"/>
            </w:tabs>
            <w:rPr>
              <w:rStyle w:val="Hyperlink"/>
              <w:noProof/>
              <w:kern w:val="2"/>
              <w14:ligatures w14:val="standardContextual"/>
            </w:rPr>
          </w:pPr>
          <w:hyperlink w:anchor="_Toc252734253">
            <w:r w:rsidRPr="1C85A779">
              <w:rPr>
                <w:rStyle w:val="Hyperlink"/>
              </w:rPr>
              <w:t>Contracted interpreter services</w:t>
            </w:r>
            <w:r w:rsidR="006F61F1">
              <w:tab/>
            </w:r>
            <w:r w:rsidR="0016116B">
              <w:t>5</w:t>
            </w:r>
          </w:hyperlink>
        </w:p>
        <w:p w14:paraId="1890958A" w14:textId="6B0AFDEE" w:rsidR="006F61F1" w:rsidRDefault="1C85A779" w:rsidP="00E74E88">
          <w:pPr>
            <w:pStyle w:val="TOC3"/>
            <w:tabs>
              <w:tab w:val="right" w:leader="dot" w:pos="9345"/>
            </w:tabs>
            <w:rPr>
              <w:rStyle w:val="Hyperlink"/>
              <w:noProof/>
              <w:kern w:val="2"/>
              <w14:ligatures w14:val="standardContextual"/>
            </w:rPr>
          </w:pPr>
          <w:hyperlink w:anchor="_Toc760028439">
            <w:r w:rsidRPr="1C85A779">
              <w:rPr>
                <w:rStyle w:val="Hyperlink"/>
              </w:rPr>
              <w:t>Sign Language Interpreter Services</w:t>
            </w:r>
            <w:r w:rsidR="006F61F1">
              <w:tab/>
            </w:r>
            <w:r w:rsidR="00824217">
              <w:t>8</w:t>
            </w:r>
          </w:hyperlink>
        </w:p>
        <w:p w14:paraId="7DC5960D" w14:textId="75273205" w:rsidR="006F61F1" w:rsidRDefault="1C85A779" w:rsidP="00E74E88">
          <w:pPr>
            <w:pStyle w:val="TOC2"/>
            <w:tabs>
              <w:tab w:val="right" w:leader="dot" w:pos="9345"/>
            </w:tabs>
            <w:rPr>
              <w:rStyle w:val="Hyperlink"/>
              <w:noProof/>
              <w:kern w:val="2"/>
              <w14:ligatures w14:val="standardContextual"/>
            </w:rPr>
          </w:pPr>
          <w:hyperlink w:anchor="_Toc1680172518">
            <w:r w:rsidRPr="1C85A779">
              <w:rPr>
                <w:rStyle w:val="Hyperlink"/>
              </w:rPr>
              <w:t xml:space="preserve">Contracted </w:t>
            </w:r>
            <w:r w:rsidR="0066050A">
              <w:rPr>
                <w:rStyle w:val="Hyperlink"/>
              </w:rPr>
              <w:t>T</w:t>
            </w:r>
            <w:r w:rsidRPr="1C85A779">
              <w:rPr>
                <w:rStyle w:val="Hyperlink"/>
              </w:rPr>
              <w:t xml:space="preserve">ranslation </w:t>
            </w:r>
            <w:r w:rsidR="0066050A">
              <w:rPr>
                <w:rStyle w:val="Hyperlink"/>
              </w:rPr>
              <w:t>S</w:t>
            </w:r>
            <w:r w:rsidRPr="1C85A779">
              <w:rPr>
                <w:rStyle w:val="Hyperlink"/>
              </w:rPr>
              <w:t>ervices (written materials)</w:t>
            </w:r>
            <w:r w:rsidR="006F61F1">
              <w:tab/>
            </w:r>
            <w:r w:rsidR="00D865A9">
              <w:t>9</w:t>
            </w:r>
          </w:hyperlink>
        </w:p>
        <w:p w14:paraId="201A5AC9" w14:textId="7BB6D0B1" w:rsidR="006F61F1" w:rsidRDefault="00D865A9" w:rsidP="00E74E88">
          <w:pPr>
            <w:pStyle w:val="TOC3"/>
            <w:tabs>
              <w:tab w:val="right" w:leader="dot" w:pos="9345"/>
            </w:tabs>
            <w:rPr>
              <w:rStyle w:val="Hyperlink"/>
              <w:noProof/>
              <w:kern w:val="2"/>
              <w14:ligatures w14:val="standardContextual"/>
            </w:rPr>
          </w:pPr>
          <w:hyperlink w:anchor="_Toc698613120">
            <w:r w:rsidRPr="1C85A779">
              <w:rPr>
                <w:rStyle w:val="Hyperlink"/>
              </w:rPr>
              <w:t>Translating DSHS official forms, publications, and other general communication materials (Categories 1-4) or getting those documents in large print (LP)</w:t>
            </w:r>
            <w:r>
              <w:tab/>
              <w:t>9</w:t>
            </w:r>
          </w:hyperlink>
        </w:p>
        <w:p w14:paraId="2E199C06" w14:textId="2F70FF47" w:rsidR="006F61F1" w:rsidRDefault="00D865A9" w:rsidP="00E74E88">
          <w:pPr>
            <w:pStyle w:val="TOC3"/>
            <w:tabs>
              <w:tab w:val="right" w:leader="dot" w:pos="9345"/>
            </w:tabs>
            <w:rPr>
              <w:rStyle w:val="Hyperlink"/>
              <w:noProof/>
              <w:kern w:val="2"/>
              <w14:ligatures w14:val="standardContextual"/>
            </w:rPr>
          </w:pPr>
          <w:hyperlink w:anchor="_Toc418390321">
            <w:r w:rsidRPr="1C85A779">
              <w:rPr>
                <w:rStyle w:val="Hyperlink"/>
              </w:rPr>
              <w:t>Getting DSHS Forms in Large Print (LP)</w:t>
            </w:r>
            <w:r>
              <w:tab/>
            </w:r>
            <w:r>
              <w:fldChar w:fldCharType="begin"/>
            </w:r>
            <w:r>
              <w:instrText>PAGEREF _Toc418390321 \h</w:instrText>
            </w:r>
            <w:r>
              <w:fldChar w:fldCharType="separate"/>
            </w:r>
            <w:r w:rsidRPr="1C85A779">
              <w:rPr>
                <w:rStyle w:val="Hyperlink"/>
              </w:rPr>
              <w:t>1</w:t>
            </w:r>
            <w:r>
              <w:rPr>
                <w:rStyle w:val="Hyperlink"/>
              </w:rPr>
              <w:t>0</w:t>
            </w:r>
            <w:r>
              <w:fldChar w:fldCharType="end"/>
            </w:r>
          </w:hyperlink>
        </w:p>
        <w:p w14:paraId="27836534" w14:textId="1CFE0CB4" w:rsidR="006F61F1" w:rsidRDefault="00371C49" w:rsidP="00E74E88">
          <w:pPr>
            <w:pStyle w:val="TOC3"/>
            <w:tabs>
              <w:tab w:val="right" w:leader="dot" w:pos="9345"/>
            </w:tabs>
            <w:rPr>
              <w:rStyle w:val="Hyperlink"/>
              <w:noProof/>
              <w:kern w:val="2"/>
              <w14:ligatures w14:val="standardContextual"/>
            </w:rPr>
          </w:pPr>
          <w:hyperlink w:anchor="_Toc1033540190">
            <w:r w:rsidRPr="1C85A779">
              <w:rPr>
                <w:rStyle w:val="Hyperlink"/>
              </w:rPr>
              <w:t>Client Specific Translations</w:t>
            </w:r>
            <w:r>
              <w:tab/>
            </w:r>
            <w:r>
              <w:fldChar w:fldCharType="begin"/>
            </w:r>
            <w:r>
              <w:instrText>PAGEREF _Toc1033540190 \h</w:instrText>
            </w:r>
            <w:r>
              <w:fldChar w:fldCharType="separate"/>
            </w:r>
            <w:r w:rsidRPr="1C85A779">
              <w:rPr>
                <w:rStyle w:val="Hyperlink"/>
              </w:rPr>
              <w:t>1</w:t>
            </w:r>
            <w:r>
              <w:rPr>
                <w:rStyle w:val="Hyperlink"/>
              </w:rPr>
              <w:t>0</w:t>
            </w:r>
            <w:r>
              <w:fldChar w:fldCharType="end"/>
            </w:r>
          </w:hyperlink>
        </w:p>
        <w:p w14:paraId="76CE3941" w14:textId="593A1AEC" w:rsidR="006F61F1" w:rsidRDefault="00371C49" w:rsidP="00E74E88">
          <w:pPr>
            <w:pStyle w:val="TOC3"/>
            <w:tabs>
              <w:tab w:val="right" w:leader="dot" w:pos="9345"/>
            </w:tabs>
            <w:rPr>
              <w:rStyle w:val="Hyperlink"/>
              <w:noProof/>
              <w:kern w:val="2"/>
              <w14:ligatures w14:val="standardContextual"/>
            </w:rPr>
          </w:pPr>
          <w:hyperlink w:anchor="_Toc1907316231">
            <w:r w:rsidRPr="1C85A779">
              <w:rPr>
                <w:rStyle w:val="Hyperlink"/>
              </w:rPr>
              <w:t>Translating documents generated in the CARE system into foreign languages and getting those documents in large print (LP)</w:t>
            </w:r>
            <w:r>
              <w:tab/>
            </w:r>
            <w:r>
              <w:fldChar w:fldCharType="begin"/>
            </w:r>
            <w:r>
              <w:instrText>PAGEREF _Toc1907316231 \h</w:instrText>
            </w:r>
            <w:r>
              <w:fldChar w:fldCharType="separate"/>
            </w:r>
            <w:r w:rsidRPr="1C85A779">
              <w:rPr>
                <w:rStyle w:val="Hyperlink"/>
              </w:rPr>
              <w:t>1</w:t>
            </w:r>
            <w:r>
              <w:rPr>
                <w:rStyle w:val="Hyperlink"/>
              </w:rPr>
              <w:t>1</w:t>
            </w:r>
            <w:r>
              <w:fldChar w:fldCharType="end"/>
            </w:r>
          </w:hyperlink>
        </w:p>
        <w:p w14:paraId="607769BF" w14:textId="2527BF28" w:rsidR="006F61F1" w:rsidRDefault="00912E4E" w:rsidP="00E74E88">
          <w:pPr>
            <w:pStyle w:val="TOC3"/>
            <w:tabs>
              <w:tab w:val="right" w:leader="dot" w:pos="9345"/>
            </w:tabs>
            <w:rPr>
              <w:rStyle w:val="Hyperlink"/>
              <w:noProof/>
              <w:kern w:val="2"/>
              <w14:ligatures w14:val="standardContextual"/>
            </w:rPr>
          </w:pPr>
          <w:hyperlink w:anchor="_Toc593486730">
            <w:r w:rsidRPr="1C85A779">
              <w:rPr>
                <w:rStyle w:val="Hyperlink"/>
              </w:rPr>
              <w:t>Sending translated documents to Hub Imaging Unit (HIU)</w:t>
            </w:r>
            <w:r>
              <w:tab/>
            </w:r>
            <w:r>
              <w:fldChar w:fldCharType="begin"/>
            </w:r>
            <w:r>
              <w:instrText>PAGEREF _Toc593486730 \h</w:instrText>
            </w:r>
            <w:r>
              <w:fldChar w:fldCharType="separate"/>
            </w:r>
            <w:r w:rsidRPr="1C85A779">
              <w:rPr>
                <w:rStyle w:val="Hyperlink"/>
              </w:rPr>
              <w:t>1</w:t>
            </w:r>
            <w:r>
              <w:rPr>
                <w:rStyle w:val="Hyperlink"/>
              </w:rPr>
              <w:t>4</w:t>
            </w:r>
            <w:r>
              <w:fldChar w:fldCharType="end"/>
            </w:r>
          </w:hyperlink>
        </w:p>
        <w:p w14:paraId="6020BD65" w14:textId="3D0E58CE" w:rsidR="006F61F1" w:rsidRDefault="1C85A779" w:rsidP="00E74E88">
          <w:pPr>
            <w:pStyle w:val="TOC3"/>
            <w:tabs>
              <w:tab w:val="right" w:leader="dot" w:pos="9345"/>
            </w:tabs>
            <w:rPr>
              <w:rStyle w:val="Hyperlink"/>
              <w:noProof/>
              <w:kern w:val="2"/>
              <w14:ligatures w14:val="standardContextual"/>
            </w:rPr>
          </w:pPr>
          <w:hyperlink w:anchor="_Toc354639029">
            <w:r w:rsidRPr="1C85A779">
              <w:rPr>
                <w:rStyle w:val="Hyperlink"/>
              </w:rPr>
              <w:t>Materials in Large Print (LP)</w:t>
            </w:r>
            <w:r w:rsidR="006F61F1">
              <w:tab/>
            </w:r>
            <w:r w:rsidR="006F61F1">
              <w:fldChar w:fldCharType="begin"/>
            </w:r>
            <w:r w:rsidR="006F61F1">
              <w:instrText>PAGEREF _Toc354639029 \h</w:instrText>
            </w:r>
            <w:r w:rsidR="006F61F1">
              <w:fldChar w:fldCharType="separate"/>
            </w:r>
            <w:r w:rsidRPr="1C85A779">
              <w:rPr>
                <w:rStyle w:val="Hyperlink"/>
              </w:rPr>
              <w:t>1</w:t>
            </w:r>
            <w:r w:rsidR="006F61F1">
              <w:fldChar w:fldCharType="end"/>
            </w:r>
          </w:hyperlink>
          <w:r w:rsidR="00C0615C">
            <w:t>4</w:t>
          </w:r>
        </w:p>
        <w:p w14:paraId="630EB2F1" w14:textId="6A719DDE" w:rsidR="006F61F1" w:rsidRDefault="00C0615C" w:rsidP="00E74E88">
          <w:pPr>
            <w:pStyle w:val="TOC3"/>
            <w:tabs>
              <w:tab w:val="right" w:leader="dot" w:pos="9345"/>
            </w:tabs>
            <w:rPr>
              <w:rStyle w:val="Hyperlink"/>
              <w:noProof/>
              <w:kern w:val="2"/>
              <w14:ligatures w14:val="standardContextual"/>
            </w:rPr>
          </w:pPr>
          <w:hyperlink w:anchor="_Toc301733576">
            <w:r w:rsidRPr="1C85A779">
              <w:rPr>
                <w:rStyle w:val="Hyperlink"/>
              </w:rPr>
              <w:t>Braille Transcription</w:t>
            </w:r>
            <w:r>
              <w:tab/>
            </w:r>
            <w:r>
              <w:fldChar w:fldCharType="begin"/>
            </w:r>
            <w:r>
              <w:instrText>PAGEREF _Toc301733576 \h</w:instrText>
            </w:r>
            <w:r>
              <w:fldChar w:fldCharType="separate"/>
            </w:r>
            <w:r w:rsidRPr="1C85A779">
              <w:rPr>
                <w:rStyle w:val="Hyperlink"/>
              </w:rPr>
              <w:t>1</w:t>
            </w:r>
            <w:r>
              <w:rPr>
                <w:rStyle w:val="Hyperlink"/>
              </w:rPr>
              <w:t>5</w:t>
            </w:r>
            <w:r>
              <w:fldChar w:fldCharType="end"/>
            </w:r>
          </w:hyperlink>
        </w:p>
        <w:p w14:paraId="45F3ACEE" w14:textId="6D48F75C" w:rsidR="006F61F1" w:rsidRDefault="1C85A779" w:rsidP="00E74E88">
          <w:pPr>
            <w:pStyle w:val="TOC3"/>
            <w:tabs>
              <w:tab w:val="right" w:leader="dot" w:pos="9345"/>
            </w:tabs>
            <w:rPr>
              <w:rStyle w:val="Hyperlink"/>
              <w:noProof/>
              <w:kern w:val="2"/>
              <w14:ligatures w14:val="standardContextual"/>
            </w:rPr>
          </w:pPr>
          <w:hyperlink w:anchor="_Toc481128194">
            <w:r w:rsidRPr="1C85A779">
              <w:rPr>
                <w:rStyle w:val="Hyperlink"/>
              </w:rPr>
              <w:t>Documents in other alternate formats</w:t>
            </w:r>
            <w:r w:rsidR="006F61F1">
              <w:tab/>
            </w:r>
            <w:r w:rsidR="006F61F1">
              <w:fldChar w:fldCharType="begin"/>
            </w:r>
            <w:r w:rsidR="006F61F1">
              <w:instrText>PAGEREF _Toc481128194 \h</w:instrText>
            </w:r>
            <w:r w:rsidR="006F61F1">
              <w:fldChar w:fldCharType="separate"/>
            </w:r>
            <w:r w:rsidRPr="1C85A779">
              <w:rPr>
                <w:rStyle w:val="Hyperlink"/>
              </w:rPr>
              <w:t>1</w:t>
            </w:r>
            <w:r w:rsidR="006F61F1">
              <w:fldChar w:fldCharType="end"/>
            </w:r>
          </w:hyperlink>
          <w:r w:rsidR="00C0615C">
            <w:t>5</w:t>
          </w:r>
        </w:p>
        <w:p w14:paraId="303DF716" w14:textId="23467D5C" w:rsidR="006F61F1" w:rsidRDefault="00307461" w:rsidP="00E74E88">
          <w:pPr>
            <w:pStyle w:val="TOC3"/>
            <w:tabs>
              <w:tab w:val="right" w:leader="dot" w:pos="9345"/>
            </w:tabs>
            <w:rPr>
              <w:rStyle w:val="Hyperlink"/>
              <w:noProof/>
              <w:kern w:val="2"/>
              <w14:ligatures w14:val="standardContextual"/>
            </w:rPr>
          </w:pPr>
          <w:hyperlink w:anchor="_Toc673150000">
            <w:r w:rsidRPr="1C85A779">
              <w:rPr>
                <w:rStyle w:val="Hyperlink"/>
              </w:rPr>
              <w:t>Tips for Working with Spoken and Sign Language Interpreters</w:t>
            </w:r>
            <w:r>
              <w:tab/>
            </w:r>
            <w:r>
              <w:fldChar w:fldCharType="begin"/>
            </w:r>
            <w:r>
              <w:instrText>PAGEREF _Toc673150000 \h</w:instrText>
            </w:r>
            <w:r>
              <w:fldChar w:fldCharType="separate"/>
            </w:r>
            <w:r w:rsidRPr="1C85A779">
              <w:rPr>
                <w:rStyle w:val="Hyperlink"/>
              </w:rPr>
              <w:t>1</w:t>
            </w:r>
            <w:r>
              <w:rPr>
                <w:rStyle w:val="Hyperlink"/>
              </w:rPr>
              <w:t>5</w:t>
            </w:r>
            <w:r>
              <w:fldChar w:fldCharType="end"/>
            </w:r>
          </w:hyperlink>
        </w:p>
        <w:p w14:paraId="543CCB8D" w14:textId="6243EC7D" w:rsidR="006F61F1" w:rsidRDefault="00307461" w:rsidP="00E74E88">
          <w:pPr>
            <w:pStyle w:val="TOC3"/>
            <w:tabs>
              <w:tab w:val="right" w:leader="dot" w:pos="9345"/>
            </w:tabs>
            <w:rPr>
              <w:rStyle w:val="Hyperlink"/>
              <w:noProof/>
              <w:kern w:val="2"/>
              <w14:ligatures w14:val="standardContextual"/>
            </w:rPr>
          </w:pPr>
          <w:hyperlink w:anchor="_Toc1910363148">
            <w:r w:rsidRPr="1C85A779">
              <w:rPr>
                <w:rStyle w:val="Hyperlink"/>
              </w:rPr>
              <w:t>Documenting the use of language access services</w:t>
            </w:r>
            <w:r>
              <w:tab/>
            </w:r>
            <w:r>
              <w:fldChar w:fldCharType="begin"/>
            </w:r>
            <w:r>
              <w:instrText>PAGEREF _Toc1910363148 \h</w:instrText>
            </w:r>
            <w:r>
              <w:fldChar w:fldCharType="separate"/>
            </w:r>
            <w:r w:rsidRPr="1C85A779">
              <w:rPr>
                <w:rStyle w:val="Hyperlink"/>
              </w:rPr>
              <w:t>1</w:t>
            </w:r>
            <w:r>
              <w:rPr>
                <w:rStyle w:val="Hyperlink"/>
              </w:rPr>
              <w:t>6</w:t>
            </w:r>
            <w:r>
              <w:fldChar w:fldCharType="end"/>
            </w:r>
          </w:hyperlink>
        </w:p>
        <w:p w14:paraId="3B59C1C8" w14:textId="62D46ED8" w:rsidR="006F61F1" w:rsidRDefault="003D2775" w:rsidP="00E74E88">
          <w:pPr>
            <w:pStyle w:val="TOC2"/>
            <w:tabs>
              <w:tab w:val="right" w:leader="dot" w:pos="9345"/>
            </w:tabs>
            <w:rPr>
              <w:rStyle w:val="Hyperlink"/>
              <w:noProof/>
              <w:kern w:val="2"/>
              <w14:ligatures w14:val="standardContextual"/>
            </w:rPr>
          </w:pPr>
          <w:hyperlink w:anchor="_Toc1234338220">
            <w:r w:rsidRPr="1C85A779">
              <w:rPr>
                <w:rStyle w:val="Hyperlink"/>
              </w:rPr>
              <w:t>Resources</w:t>
            </w:r>
            <w:r>
              <w:tab/>
            </w:r>
            <w:r>
              <w:fldChar w:fldCharType="begin"/>
            </w:r>
            <w:r>
              <w:instrText>PAGEREF _Toc1234338220 \h</w:instrText>
            </w:r>
            <w:r>
              <w:fldChar w:fldCharType="separate"/>
            </w:r>
            <w:r w:rsidRPr="1C85A779">
              <w:rPr>
                <w:rStyle w:val="Hyperlink"/>
              </w:rPr>
              <w:t>1</w:t>
            </w:r>
            <w:r>
              <w:rPr>
                <w:rStyle w:val="Hyperlink"/>
              </w:rPr>
              <w:t>6</w:t>
            </w:r>
            <w:r>
              <w:fldChar w:fldCharType="end"/>
            </w:r>
          </w:hyperlink>
        </w:p>
        <w:p w14:paraId="7D6BDC29" w14:textId="0AAD42D7" w:rsidR="006F61F1" w:rsidRDefault="003D2775" w:rsidP="00E74E88">
          <w:pPr>
            <w:pStyle w:val="TOC3"/>
            <w:tabs>
              <w:tab w:val="right" w:leader="dot" w:pos="9345"/>
            </w:tabs>
            <w:rPr>
              <w:rStyle w:val="Hyperlink"/>
              <w:noProof/>
              <w:kern w:val="2"/>
              <w14:ligatures w14:val="standardContextual"/>
            </w:rPr>
          </w:pPr>
          <w:hyperlink w:anchor="_Toc99949626">
            <w:r w:rsidRPr="1C85A779">
              <w:rPr>
                <w:rStyle w:val="Hyperlink"/>
              </w:rPr>
              <w:t>Glossary</w:t>
            </w:r>
            <w:r>
              <w:tab/>
            </w:r>
            <w:r>
              <w:fldChar w:fldCharType="begin"/>
            </w:r>
            <w:r>
              <w:instrText>PAGEREF _Toc99949626 \h</w:instrText>
            </w:r>
            <w:r>
              <w:fldChar w:fldCharType="separate"/>
            </w:r>
            <w:r w:rsidRPr="1C85A779">
              <w:rPr>
                <w:rStyle w:val="Hyperlink"/>
              </w:rPr>
              <w:t>1</w:t>
            </w:r>
            <w:r>
              <w:rPr>
                <w:rStyle w:val="Hyperlink"/>
              </w:rPr>
              <w:t>6</w:t>
            </w:r>
            <w:r>
              <w:fldChar w:fldCharType="end"/>
            </w:r>
          </w:hyperlink>
        </w:p>
        <w:p w14:paraId="2DEA0E2D" w14:textId="33E9FAF0" w:rsidR="006F61F1" w:rsidRDefault="003D2775" w:rsidP="00E74E88">
          <w:pPr>
            <w:pStyle w:val="TOC2"/>
            <w:tabs>
              <w:tab w:val="right" w:leader="dot" w:pos="9345"/>
            </w:tabs>
            <w:rPr>
              <w:rStyle w:val="Hyperlink"/>
              <w:noProof/>
              <w:kern w:val="2"/>
              <w14:ligatures w14:val="standardContextual"/>
            </w:rPr>
          </w:pPr>
          <w:hyperlink w:anchor="_Toc766459215">
            <w:r w:rsidRPr="1C85A779">
              <w:rPr>
                <w:rStyle w:val="Hyperlink"/>
              </w:rPr>
              <w:t>Revision History</w:t>
            </w:r>
            <w:r>
              <w:tab/>
            </w:r>
            <w:r>
              <w:fldChar w:fldCharType="begin"/>
            </w:r>
            <w:r>
              <w:instrText>PAGEREF _Toc766459215 \h</w:instrText>
            </w:r>
            <w:r>
              <w:fldChar w:fldCharType="separate"/>
            </w:r>
            <w:r w:rsidRPr="1C85A779">
              <w:rPr>
                <w:rStyle w:val="Hyperlink"/>
              </w:rPr>
              <w:t>1</w:t>
            </w:r>
            <w:r>
              <w:rPr>
                <w:rStyle w:val="Hyperlink"/>
              </w:rPr>
              <w:t>8</w:t>
            </w:r>
            <w:r>
              <w:fldChar w:fldCharType="end"/>
            </w:r>
          </w:hyperlink>
        </w:p>
        <w:p w14:paraId="072EA2CD" w14:textId="324C91F2" w:rsidR="006F61F1" w:rsidRDefault="006F61F1" w:rsidP="00E74E88">
          <w:pPr>
            <w:pStyle w:val="TOC2"/>
            <w:tabs>
              <w:tab w:val="right" w:leader="dot" w:pos="9345"/>
            </w:tabs>
            <w:rPr>
              <w:rStyle w:val="Hyperlink"/>
              <w:noProof/>
              <w:kern w:val="2"/>
              <w14:ligatures w14:val="standardContextual"/>
            </w:rPr>
          </w:pPr>
          <w:r>
            <w:fldChar w:fldCharType="end"/>
          </w:r>
        </w:p>
      </w:sdtContent>
    </w:sdt>
    <w:p w14:paraId="589D6972" w14:textId="23284CC5" w:rsidR="007E62CD" w:rsidRDefault="007E62CD"/>
    <w:p w14:paraId="6F3C963A" w14:textId="025C2E61" w:rsidR="00F90248" w:rsidRPr="006457F1" w:rsidRDefault="00D331E9" w:rsidP="006457F1">
      <w:pPr>
        <w:rPr>
          <w:rFonts w:ascii="Century Gothic" w:eastAsiaTheme="majorEastAsia" w:hAnsi="Century Gothic" w:cstheme="majorBidi"/>
          <w:b/>
          <w:caps/>
          <w:color w:val="005CAB"/>
          <w:sz w:val="26"/>
          <w:szCs w:val="26"/>
        </w:rPr>
      </w:pPr>
      <w:bookmarkStart w:id="5" w:name="_Toc525727012"/>
      <w:bookmarkStart w:id="6" w:name="_Toc525727112"/>
      <w:bookmarkStart w:id="7" w:name="_Toc528758278"/>
      <w:bookmarkStart w:id="8" w:name="_Toc528759426"/>
      <w:bookmarkStart w:id="9" w:name="_Toc528760021"/>
      <w:r>
        <w:rPr>
          <w:rFonts w:ascii="Century Gothic" w:eastAsiaTheme="majorEastAsia" w:hAnsi="Century Gothic" w:cstheme="majorBidi"/>
          <w:b/>
          <w:caps/>
          <w:color w:val="005CAB"/>
          <w:sz w:val="26"/>
          <w:szCs w:val="26"/>
        </w:rPr>
        <w:br w:type="page"/>
      </w:r>
    </w:p>
    <w:p w14:paraId="4F811241" w14:textId="302C5871" w:rsidR="00D41AB7" w:rsidRPr="000F302E" w:rsidRDefault="19F2DA03" w:rsidP="00D41AB7">
      <w:pPr>
        <w:pStyle w:val="Heading2"/>
        <w:rPr>
          <w:color w:val="193F6F"/>
        </w:rPr>
      </w:pPr>
      <w:bookmarkStart w:id="10" w:name="_Toc1602969686"/>
      <w:bookmarkStart w:id="11" w:name="_Toc19526630"/>
      <w:bookmarkStart w:id="12" w:name="_Toc69413613"/>
      <w:bookmarkStart w:id="13" w:name="_Toc528758279"/>
      <w:bookmarkStart w:id="14" w:name="_Toc528759427"/>
      <w:bookmarkStart w:id="15" w:name="_Toc528760022"/>
      <w:bookmarkEnd w:id="5"/>
      <w:bookmarkEnd w:id="6"/>
      <w:bookmarkEnd w:id="7"/>
      <w:bookmarkEnd w:id="8"/>
      <w:bookmarkEnd w:id="9"/>
      <w:r w:rsidRPr="1C85A779">
        <w:rPr>
          <w:color w:val="193F6F"/>
        </w:rPr>
        <w:t>Authorizing Sources</w:t>
      </w:r>
      <w:bookmarkEnd w:id="10"/>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5963"/>
      </w:tblGrid>
      <w:tr w:rsidR="0067678B" w:rsidRPr="00923749" w14:paraId="67BD1EF9" w14:textId="77777777" w:rsidTr="00AC2F68">
        <w:tc>
          <w:tcPr>
            <w:tcW w:w="4135" w:type="dxa"/>
            <w:shd w:val="clear" w:color="auto" w:fill="auto"/>
          </w:tcPr>
          <w:bookmarkEnd w:id="11"/>
          <w:bookmarkEnd w:id="12"/>
          <w:bookmarkEnd w:id="13"/>
          <w:bookmarkEnd w:id="14"/>
          <w:bookmarkEnd w:id="15"/>
          <w:p w14:paraId="7C50D9D3" w14:textId="77777777" w:rsidR="0067678B" w:rsidRPr="00923749" w:rsidRDefault="0067678B" w:rsidP="00576E5E">
            <w:pPr>
              <w:rPr>
                <w:rFonts w:cs="Calibri"/>
                <w:b/>
              </w:rPr>
            </w:pPr>
            <w:r w:rsidRPr="00923749">
              <w:rPr>
                <w:rFonts w:cs="Calibri"/>
                <w:b/>
              </w:rPr>
              <w:t xml:space="preserve">Title VI of the Civil Rights Act </w:t>
            </w:r>
          </w:p>
          <w:p w14:paraId="44C15F40" w14:textId="77777777" w:rsidR="0067678B" w:rsidRPr="00923749" w:rsidRDefault="0067678B" w:rsidP="00576E5E">
            <w:r w:rsidRPr="00923749">
              <w:rPr>
                <w:rFonts w:cs="Calibri"/>
                <w:b/>
              </w:rPr>
              <w:t xml:space="preserve">of 1964 42 U.S.C. § 2000d </w:t>
            </w:r>
            <w:r w:rsidRPr="00923749">
              <w:rPr>
                <w:rFonts w:cs="Calibri"/>
              </w:rPr>
              <w:tab/>
            </w:r>
          </w:p>
        </w:tc>
        <w:tc>
          <w:tcPr>
            <w:tcW w:w="5963" w:type="dxa"/>
            <w:shd w:val="clear" w:color="auto" w:fill="auto"/>
          </w:tcPr>
          <w:p w14:paraId="496FF955" w14:textId="77777777" w:rsidR="0067678B" w:rsidRPr="00923749" w:rsidRDefault="0067678B" w:rsidP="00576E5E">
            <w:hyperlink r:id="rId12" w:history="1">
              <w:r w:rsidRPr="00923749">
                <w:rPr>
                  <w:rStyle w:val="Hyperlink"/>
                  <w:rFonts w:cs="Calibri"/>
                </w:rPr>
                <w:t>https://www.justice.gov/crt/fcs/TitleVI-Overview</w:t>
              </w:r>
            </w:hyperlink>
          </w:p>
        </w:tc>
      </w:tr>
      <w:tr w:rsidR="0067678B" w:rsidRPr="00923749" w14:paraId="1BDA1DC0" w14:textId="77777777" w:rsidTr="00AC2F68">
        <w:tc>
          <w:tcPr>
            <w:tcW w:w="4135" w:type="dxa"/>
            <w:shd w:val="clear" w:color="auto" w:fill="auto"/>
          </w:tcPr>
          <w:p w14:paraId="5D5A2247" w14:textId="77777777" w:rsidR="0067678B" w:rsidRPr="00923749" w:rsidRDefault="0067678B" w:rsidP="00576E5E">
            <w:pPr>
              <w:rPr>
                <w:rFonts w:cs="Calibri"/>
                <w:b/>
              </w:rPr>
            </w:pPr>
            <w:r w:rsidRPr="00923749">
              <w:rPr>
                <w:rFonts w:cs="Calibri"/>
                <w:b/>
              </w:rPr>
              <w:t>Americans with Disabilities Act (ADA)</w:t>
            </w:r>
          </w:p>
          <w:p w14:paraId="65E1E63E" w14:textId="77777777" w:rsidR="0067678B" w:rsidRPr="00923749" w:rsidRDefault="0067678B" w:rsidP="00576E5E">
            <w:r w:rsidRPr="00923749">
              <w:rPr>
                <w:rFonts w:cs="Calibri"/>
                <w:b/>
              </w:rPr>
              <w:t>of 1990 42 U.S.C. chapter 126</w:t>
            </w:r>
          </w:p>
        </w:tc>
        <w:tc>
          <w:tcPr>
            <w:tcW w:w="5963" w:type="dxa"/>
            <w:shd w:val="clear" w:color="auto" w:fill="auto"/>
          </w:tcPr>
          <w:p w14:paraId="264ABA4F" w14:textId="77777777" w:rsidR="0067678B" w:rsidRPr="00923749" w:rsidRDefault="0067678B" w:rsidP="00576E5E">
            <w:hyperlink r:id="rId13" w:history="1">
              <w:r w:rsidRPr="00923749">
                <w:rPr>
                  <w:rStyle w:val="Hyperlink"/>
                  <w:rFonts w:cs="Calibri"/>
                </w:rPr>
                <w:t>https://www.ada.gov/pubs/adastatute08.htm</w:t>
              </w:r>
            </w:hyperlink>
          </w:p>
        </w:tc>
      </w:tr>
      <w:tr w:rsidR="0067678B" w:rsidRPr="00923749" w14:paraId="65526F5A" w14:textId="77777777" w:rsidTr="00AC2F68">
        <w:tc>
          <w:tcPr>
            <w:tcW w:w="4135" w:type="dxa"/>
            <w:shd w:val="clear" w:color="auto" w:fill="auto"/>
          </w:tcPr>
          <w:p w14:paraId="19B4194E" w14:textId="77777777" w:rsidR="0067678B" w:rsidRPr="00923749" w:rsidRDefault="0067678B" w:rsidP="00576E5E">
            <w:pPr>
              <w:rPr>
                <w:rFonts w:cs="Calibri"/>
                <w:b/>
              </w:rPr>
            </w:pPr>
            <w:r w:rsidRPr="00923749">
              <w:rPr>
                <w:rFonts w:cs="Calibri"/>
                <w:b/>
              </w:rPr>
              <w:t xml:space="preserve">Title 34 CFR (Education) 104 </w:t>
            </w:r>
          </w:p>
          <w:p w14:paraId="2D3B94E9" w14:textId="77777777" w:rsidR="0067678B" w:rsidRPr="00923749" w:rsidRDefault="0067678B" w:rsidP="00576E5E">
            <w:pPr>
              <w:rPr>
                <w:rFonts w:cs="Calibri"/>
                <w:b/>
              </w:rPr>
            </w:pPr>
            <w:r w:rsidRPr="00923749">
              <w:rPr>
                <w:rFonts w:cs="Calibri"/>
                <w:b/>
              </w:rPr>
              <w:t xml:space="preserve">and 45 (Public Welfare) CFR 84 </w:t>
            </w:r>
          </w:p>
          <w:p w14:paraId="61CC84BC" w14:textId="77777777" w:rsidR="0067678B" w:rsidRPr="00923749" w:rsidRDefault="0067678B" w:rsidP="00576E5E">
            <w:pPr>
              <w:rPr>
                <w:rFonts w:cs="Calibri"/>
                <w:b/>
              </w:rPr>
            </w:pPr>
            <w:r w:rsidRPr="00923749">
              <w:rPr>
                <w:rFonts w:cs="Calibri"/>
                <w:b/>
              </w:rPr>
              <w:t xml:space="preserve">Nondiscrimination on Basis of </w:t>
            </w:r>
          </w:p>
          <w:p w14:paraId="7E0D152E" w14:textId="77777777" w:rsidR="0067678B" w:rsidRPr="00923749" w:rsidRDefault="0067678B" w:rsidP="00576E5E">
            <w:pPr>
              <w:rPr>
                <w:rFonts w:cs="Calibri"/>
                <w:b/>
              </w:rPr>
            </w:pPr>
            <w:r w:rsidRPr="00923749">
              <w:rPr>
                <w:rFonts w:cs="Calibri"/>
                <w:b/>
              </w:rPr>
              <w:t>Handicap in Programs or Activities</w:t>
            </w:r>
          </w:p>
          <w:p w14:paraId="56F293B3" w14:textId="77777777" w:rsidR="0067678B" w:rsidRPr="00923749" w:rsidRDefault="0067678B" w:rsidP="00576E5E">
            <w:r w:rsidRPr="00923749">
              <w:rPr>
                <w:rFonts w:cs="Calibri"/>
                <w:b/>
              </w:rPr>
              <w:t>Receiving Federal Financial Assistance</w:t>
            </w:r>
            <w:r w:rsidRPr="00923749">
              <w:rPr>
                <w:rFonts w:cs="Calibri"/>
                <w:b/>
              </w:rPr>
              <w:tab/>
            </w:r>
          </w:p>
        </w:tc>
        <w:tc>
          <w:tcPr>
            <w:tcW w:w="5963" w:type="dxa"/>
            <w:shd w:val="clear" w:color="auto" w:fill="auto"/>
          </w:tcPr>
          <w:p w14:paraId="33191BF6" w14:textId="77777777" w:rsidR="0067678B" w:rsidRPr="00923749" w:rsidRDefault="0067678B" w:rsidP="00576E5E">
            <w:hyperlink r:id="rId14" w:history="1">
              <w:r w:rsidRPr="00923749">
                <w:rPr>
                  <w:rStyle w:val="Hyperlink"/>
                  <w:rFonts w:cs="Calibri"/>
                </w:rPr>
                <w:t>https://www.federalregister.gov/documents/2017/01/03/2016-31236/nondiscrimination-on-the-basis-of-disability-in-programs-or-activities-receiving-federal-financial</w:t>
              </w:r>
            </w:hyperlink>
            <w:r w:rsidRPr="00923749">
              <w:rPr>
                <w:rFonts w:cs="Calibri"/>
                <w:b/>
              </w:rPr>
              <w:t xml:space="preserve"> </w:t>
            </w:r>
            <w:r w:rsidRPr="00923749">
              <w:rPr>
                <w:rFonts w:cs="Calibri"/>
                <w:b/>
              </w:rPr>
              <w:tab/>
            </w:r>
          </w:p>
        </w:tc>
      </w:tr>
      <w:tr w:rsidR="0067678B" w:rsidRPr="00923749" w14:paraId="00329B6E" w14:textId="77777777" w:rsidTr="00AC2F68">
        <w:tc>
          <w:tcPr>
            <w:tcW w:w="4135" w:type="dxa"/>
            <w:shd w:val="clear" w:color="auto" w:fill="auto"/>
          </w:tcPr>
          <w:p w14:paraId="2686B85F" w14:textId="77777777" w:rsidR="0067678B" w:rsidRPr="00923749" w:rsidRDefault="0067678B" w:rsidP="00576E5E">
            <w:pPr>
              <w:rPr>
                <w:rFonts w:cs="Calibri"/>
                <w:b/>
              </w:rPr>
            </w:pPr>
            <w:r w:rsidRPr="00923749">
              <w:rPr>
                <w:rFonts w:cs="Calibri"/>
                <w:b/>
              </w:rPr>
              <w:t>RCW 49.60.030</w:t>
            </w:r>
            <w:r w:rsidRPr="00923749">
              <w:rPr>
                <w:rFonts w:cs="Calibri"/>
                <w:b/>
              </w:rPr>
              <w:tab/>
            </w:r>
          </w:p>
          <w:p w14:paraId="195BE4D6" w14:textId="77777777" w:rsidR="0067678B" w:rsidRPr="00923749" w:rsidRDefault="0067678B" w:rsidP="00576E5E">
            <w:r w:rsidRPr="00923749">
              <w:rPr>
                <w:rFonts w:cs="Calibri"/>
                <w:b/>
              </w:rPr>
              <w:t>Freedom from Discrimination</w:t>
            </w:r>
          </w:p>
        </w:tc>
        <w:tc>
          <w:tcPr>
            <w:tcW w:w="5963" w:type="dxa"/>
            <w:shd w:val="clear" w:color="auto" w:fill="auto"/>
          </w:tcPr>
          <w:p w14:paraId="7566B4CA" w14:textId="77777777" w:rsidR="0067678B" w:rsidRPr="00923749" w:rsidRDefault="0067678B" w:rsidP="00576E5E">
            <w:hyperlink r:id="rId15" w:history="1">
              <w:r w:rsidRPr="00923749">
                <w:rPr>
                  <w:rStyle w:val="Hyperlink"/>
                  <w:rFonts w:cs="Calibri"/>
                </w:rPr>
                <w:t>https://app.leg.wa.gov/RCW/default.aspx?cite=49.60.030</w:t>
              </w:r>
            </w:hyperlink>
          </w:p>
        </w:tc>
      </w:tr>
      <w:tr w:rsidR="0067678B" w:rsidRPr="00923749" w14:paraId="277F6760" w14:textId="77777777" w:rsidTr="00AC2F68">
        <w:tc>
          <w:tcPr>
            <w:tcW w:w="4135" w:type="dxa"/>
            <w:shd w:val="clear" w:color="auto" w:fill="auto"/>
          </w:tcPr>
          <w:p w14:paraId="308169C2" w14:textId="77777777" w:rsidR="0067678B" w:rsidRPr="00923749" w:rsidRDefault="0067678B" w:rsidP="00576E5E">
            <w:r w:rsidRPr="00923749">
              <w:rPr>
                <w:rFonts w:cs="Calibri"/>
                <w:b/>
              </w:rPr>
              <w:t>RCW 74 Public Assistance</w:t>
            </w:r>
          </w:p>
        </w:tc>
        <w:tc>
          <w:tcPr>
            <w:tcW w:w="5963" w:type="dxa"/>
            <w:shd w:val="clear" w:color="auto" w:fill="auto"/>
          </w:tcPr>
          <w:p w14:paraId="6FC3040D" w14:textId="77777777" w:rsidR="0067678B" w:rsidRPr="00923749" w:rsidRDefault="0067678B" w:rsidP="00576E5E">
            <w:hyperlink r:id="rId16" w:history="1">
              <w:r w:rsidRPr="00923749">
                <w:rPr>
                  <w:rStyle w:val="Hyperlink"/>
                  <w:rFonts w:cs="Calibri"/>
                </w:rPr>
                <w:t>https://app.leg.wa.gov/RCW/default.aspx?Cite=74</w:t>
              </w:r>
            </w:hyperlink>
          </w:p>
        </w:tc>
      </w:tr>
      <w:tr w:rsidR="0067678B" w:rsidRPr="00923749" w14:paraId="177AB157" w14:textId="77777777" w:rsidTr="00AC2F68">
        <w:tc>
          <w:tcPr>
            <w:tcW w:w="4135" w:type="dxa"/>
            <w:shd w:val="clear" w:color="auto" w:fill="auto"/>
          </w:tcPr>
          <w:p w14:paraId="5DADA311" w14:textId="77777777" w:rsidR="0067678B" w:rsidRPr="00923749" w:rsidRDefault="0067678B" w:rsidP="00576E5E">
            <w:r w:rsidRPr="00923749">
              <w:rPr>
                <w:rFonts w:cs="Calibri"/>
                <w:b/>
              </w:rPr>
              <w:t>National CLAS Standards</w:t>
            </w:r>
          </w:p>
        </w:tc>
        <w:tc>
          <w:tcPr>
            <w:tcW w:w="5963" w:type="dxa"/>
            <w:shd w:val="clear" w:color="auto" w:fill="auto"/>
          </w:tcPr>
          <w:p w14:paraId="6955B12B" w14:textId="77777777" w:rsidR="0067678B" w:rsidRPr="00923749" w:rsidRDefault="0067678B" w:rsidP="00576E5E">
            <w:hyperlink r:id="rId17" w:history="1">
              <w:r w:rsidRPr="001F6950">
                <w:rPr>
                  <w:rStyle w:val="Hyperlink"/>
                </w:rPr>
                <w:t>https://thinkculturalhealth.hhs.gov/clas/standards</w:t>
              </w:r>
            </w:hyperlink>
            <w:r>
              <w:t xml:space="preserve"> </w:t>
            </w:r>
          </w:p>
        </w:tc>
      </w:tr>
      <w:tr w:rsidR="0067678B" w:rsidRPr="00923749" w14:paraId="0AE8693A" w14:textId="77777777" w:rsidTr="00AC2F68">
        <w:tc>
          <w:tcPr>
            <w:tcW w:w="4135" w:type="dxa"/>
            <w:shd w:val="clear" w:color="auto" w:fill="auto"/>
          </w:tcPr>
          <w:p w14:paraId="58F20D9A" w14:textId="77777777" w:rsidR="0067678B" w:rsidRPr="00923749" w:rsidRDefault="0067678B" w:rsidP="00576E5E">
            <w:r w:rsidRPr="00923749">
              <w:rPr>
                <w:rFonts w:cs="Calibri"/>
                <w:b/>
              </w:rPr>
              <w:t>WAC 10-08-150</w:t>
            </w:r>
          </w:p>
        </w:tc>
        <w:tc>
          <w:tcPr>
            <w:tcW w:w="5963" w:type="dxa"/>
            <w:shd w:val="clear" w:color="auto" w:fill="auto"/>
          </w:tcPr>
          <w:p w14:paraId="5900B339" w14:textId="77777777" w:rsidR="0067678B" w:rsidRPr="00923749" w:rsidRDefault="0067678B" w:rsidP="00576E5E">
            <w:hyperlink r:id="rId18" w:history="1">
              <w:r>
                <w:rPr>
                  <w:rStyle w:val="Hyperlink"/>
                </w:rPr>
                <w:t>https://app.leg.wa.gov/WAC/default.aspx?cite=10-08-150</w:t>
              </w:r>
            </w:hyperlink>
            <w:r>
              <w:t xml:space="preserve"> </w:t>
            </w:r>
          </w:p>
        </w:tc>
      </w:tr>
      <w:tr w:rsidR="0067678B" w:rsidRPr="00923749" w14:paraId="6EE2FF0C" w14:textId="77777777" w:rsidTr="00AC2F68">
        <w:tc>
          <w:tcPr>
            <w:tcW w:w="4135" w:type="dxa"/>
            <w:shd w:val="clear" w:color="auto" w:fill="auto"/>
          </w:tcPr>
          <w:p w14:paraId="11198F8B" w14:textId="77777777" w:rsidR="0067678B" w:rsidRPr="00923749" w:rsidRDefault="0067678B" w:rsidP="00576E5E">
            <w:r w:rsidRPr="00923749">
              <w:rPr>
                <w:rFonts w:cs="Calibri"/>
                <w:b/>
              </w:rPr>
              <w:t>WAC 388-03</w:t>
            </w:r>
          </w:p>
        </w:tc>
        <w:tc>
          <w:tcPr>
            <w:tcW w:w="5963" w:type="dxa"/>
            <w:shd w:val="clear" w:color="auto" w:fill="auto"/>
          </w:tcPr>
          <w:p w14:paraId="1CA48730" w14:textId="77777777" w:rsidR="0067678B" w:rsidRPr="00923749" w:rsidRDefault="0067678B" w:rsidP="00576E5E">
            <w:hyperlink r:id="rId19" w:history="1">
              <w:r w:rsidRPr="00923749">
                <w:rPr>
                  <w:rStyle w:val="Hyperlink"/>
                  <w:rFonts w:cs="Calibri"/>
                </w:rPr>
                <w:t>https://apps.leg.wa.gov/WAC/default.aspx?cite=388-03</w:t>
              </w:r>
            </w:hyperlink>
          </w:p>
        </w:tc>
      </w:tr>
      <w:tr w:rsidR="0067678B" w:rsidRPr="00923749" w14:paraId="1C200422" w14:textId="77777777" w:rsidTr="00AC2F68">
        <w:tc>
          <w:tcPr>
            <w:tcW w:w="4135" w:type="dxa"/>
            <w:shd w:val="clear" w:color="auto" w:fill="auto"/>
          </w:tcPr>
          <w:p w14:paraId="155F5B8F" w14:textId="77777777" w:rsidR="0067678B" w:rsidRPr="00923749" w:rsidRDefault="0067678B" w:rsidP="00576E5E">
            <w:r w:rsidRPr="00923749">
              <w:rPr>
                <w:rFonts w:cs="Calibri"/>
                <w:b/>
              </w:rPr>
              <w:t>WAC 388-271</w:t>
            </w:r>
            <w:r w:rsidRPr="00923749">
              <w:rPr>
                <w:rFonts w:cs="Calibri"/>
                <w:b/>
              </w:rPr>
              <w:tab/>
            </w:r>
          </w:p>
        </w:tc>
        <w:tc>
          <w:tcPr>
            <w:tcW w:w="5963" w:type="dxa"/>
            <w:shd w:val="clear" w:color="auto" w:fill="auto"/>
          </w:tcPr>
          <w:p w14:paraId="06483B85" w14:textId="77777777" w:rsidR="0067678B" w:rsidRPr="00923749" w:rsidRDefault="0067678B" w:rsidP="00576E5E">
            <w:hyperlink r:id="rId20" w:history="1">
              <w:r>
                <w:rPr>
                  <w:rStyle w:val="Hyperlink"/>
                </w:rPr>
                <w:t>https://app.leg.wa.gov/WAC/default.aspx?cite=388-271</w:t>
              </w:r>
            </w:hyperlink>
            <w:r>
              <w:t xml:space="preserve">   </w:t>
            </w:r>
          </w:p>
        </w:tc>
      </w:tr>
      <w:tr w:rsidR="0067678B" w:rsidRPr="00923749" w14:paraId="1DDC354D" w14:textId="77777777" w:rsidTr="00AC2F68">
        <w:tc>
          <w:tcPr>
            <w:tcW w:w="4135" w:type="dxa"/>
            <w:shd w:val="clear" w:color="auto" w:fill="auto"/>
          </w:tcPr>
          <w:p w14:paraId="134B4347" w14:textId="77777777" w:rsidR="0067678B" w:rsidRPr="00923749" w:rsidRDefault="0067678B" w:rsidP="00576E5E">
            <w:r w:rsidRPr="00923749">
              <w:rPr>
                <w:rFonts w:cs="Calibri"/>
                <w:b/>
              </w:rPr>
              <w:t xml:space="preserve">DSHS AP 7.20 </w:t>
            </w:r>
            <w:r w:rsidRPr="00923749">
              <w:rPr>
                <w:rFonts w:cs="Calibri"/>
              </w:rPr>
              <w:tab/>
            </w:r>
          </w:p>
        </w:tc>
        <w:tc>
          <w:tcPr>
            <w:tcW w:w="5963" w:type="dxa"/>
            <w:shd w:val="clear" w:color="auto" w:fill="auto"/>
          </w:tcPr>
          <w:p w14:paraId="4960B3BD" w14:textId="77777777" w:rsidR="0067678B" w:rsidRPr="00923749" w:rsidRDefault="0067678B" w:rsidP="00576E5E">
            <w:hyperlink r:id="rId21" w:history="1">
              <w:r>
                <w:rPr>
                  <w:rStyle w:val="Hyperlink"/>
                </w:rPr>
                <w:t>OJCR - DSHS-AP-07-20.pdf - All Documents (sharepoint.com)</w:t>
              </w:r>
            </w:hyperlink>
            <w:r>
              <w:t xml:space="preserve"> </w:t>
            </w:r>
          </w:p>
        </w:tc>
      </w:tr>
      <w:tr w:rsidR="0067678B" w:rsidRPr="00923749" w14:paraId="355DC1F8" w14:textId="77777777" w:rsidTr="00AC2F68">
        <w:tc>
          <w:tcPr>
            <w:tcW w:w="4135" w:type="dxa"/>
            <w:shd w:val="clear" w:color="auto" w:fill="auto"/>
          </w:tcPr>
          <w:p w14:paraId="23F58412" w14:textId="77777777" w:rsidR="0067678B" w:rsidRPr="00923749" w:rsidRDefault="0067678B" w:rsidP="00576E5E">
            <w:r w:rsidRPr="00923749">
              <w:rPr>
                <w:rFonts w:cs="Calibri"/>
                <w:b/>
              </w:rPr>
              <w:t>DSHS AP 7.21</w:t>
            </w:r>
          </w:p>
        </w:tc>
        <w:tc>
          <w:tcPr>
            <w:tcW w:w="5963" w:type="dxa"/>
            <w:shd w:val="clear" w:color="auto" w:fill="auto"/>
          </w:tcPr>
          <w:p w14:paraId="1CD869C1" w14:textId="77777777" w:rsidR="0067678B" w:rsidRPr="00923749" w:rsidRDefault="0067678B" w:rsidP="00576E5E">
            <w:hyperlink r:id="rId22" w:history="1">
              <w:r>
                <w:rPr>
                  <w:rStyle w:val="Hyperlink"/>
                </w:rPr>
                <w:t>OJCR - DSHS-AP-07-21.pdf - All Documents (sharepoint.com)</w:t>
              </w:r>
            </w:hyperlink>
          </w:p>
        </w:tc>
      </w:tr>
      <w:tr w:rsidR="0067678B" w:rsidRPr="00923749" w14:paraId="4B9E1374" w14:textId="77777777" w:rsidTr="00AC2F68">
        <w:tc>
          <w:tcPr>
            <w:tcW w:w="4135" w:type="dxa"/>
            <w:shd w:val="clear" w:color="auto" w:fill="auto"/>
          </w:tcPr>
          <w:p w14:paraId="68E70B0D" w14:textId="77777777" w:rsidR="0067678B" w:rsidRPr="00923749" w:rsidRDefault="0067678B" w:rsidP="00576E5E">
            <w:r w:rsidRPr="00923749">
              <w:rPr>
                <w:rStyle w:val="Hyperlink"/>
                <w:rFonts w:cs="Calibri"/>
                <w:b/>
              </w:rPr>
              <w:t>DSHS AP 18.82</w:t>
            </w:r>
            <w:r w:rsidRPr="00923749">
              <w:rPr>
                <w:rStyle w:val="Hyperlink"/>
                <w:rFonts w:cs="Calibri"/>
              </w:rPr>
              <w:tab/>
            </w:r>
          </w:p>
        </w:tc>
        <w:tc>
          <w:tcPr>
            <w:tcW w:w="5963" w:type="dxa"/>
            <w:shd w:val="clear" w:color="auto" w:fill="auto"/>
          </w:tcPr>
          <w:p w14:paraId="029FE843" w14:textId="77777777" w:rsidR="0067678B" w:rsidRPr="00923749" w:rsidRDefault="0067678B" w:rsidP="00576E5E">
            <w:pPr>
              <w:rPr>
                <w:rFonts w:cs="Calibri"/>
                <w:b/>
              </w:rPr>
            </w:pPr>
            <w:hyperlink r:id="rId23" w:history="1">
              <w:r>
                <w:rPr>
                  <w:rStyle w:val="Hyperlink"/>
                </w:rPr>
                <w:t>OJCR - DSHS-AP-18-82.pdf - All Documents (sharepoint.com)</w:t>
              </w:r>
            </w:hyperlink>
            <w:r>
              <w:t xml:space="preserve">    </w:t>
            </w:r>
          </w:p>
        </w:tc>
      </w:tr>
    </w:tbl>
    <w:p w14:paraId="34A91B89" w14:textId="77777777" w:rsidR="000F510F" w:rsidRPr="002E6CEC" w:rsidRDefault="000F510F" w:rsidP="002E6CEC">
      <w:bookmarkStart w:id="16" w:name="_Toc19526631"/>
      <w:bookmarkStart w:id="17" w:name="_Toc69413614"/>
    </w:p>
    <w:p w14:paraId="34BD8F9B" w14:textId="56D68E31" w:rsidR="007B3753" w:rsidRPr="000F302E" w:rsidRDefault="19CDE5BE" w:rsidP="007B3753">
      <w:pPr>
        <w:pStyle w:val="Heading2"/>
        <w:rPr>
          <w:color w:val="193F6F"/>
        </w:rPr>
      </w:pPr>
      <w:bookmarkStart w:id="18" w:name="_Toc861793806"/>
      <w:r w:rsidRPr="1C85A779">
        <w:rPr>
          <w:color w:val="193F6F"/>
        </w:rPr>
        <w:t>Identifying applicants or clients with LEp or sd</w:t>
      </w:r>
      <w:bookmarkEnd w:id="18"/>
    </w:p>
    <w:bookmarkEnd w:id="16"/>
    <w:bookmarkEnd w:id="17"/>
    <w:p w14:paraId="3EC4734C" w14:textId="77777777" w:rsidR="00197624" w:rsidRPr="00923749" w:rsidRDefault="00197624" w:rsidP="00576E5E">
      <w:pPr>
        <w:rPr>
          <w:rFonts w:cs="Calibri"/>
        </w:rPr>
      </w:pPr>
      <w:r w:rsidRPr="00923749">
        <w:rPr>
          <w:rFonts w:cs="Calibri"/>
        </w:rPr>
        <w:t>ALTSA and DDA staff must identify and document clients’ communication needs at the initial contact, during assessment and re-assessment interviews and</w:t>
      </w:r>
    </w:p>
    <w:p w14:paraId="1187FAC9" w14:textId="77777777" w:rsidR="00197624" w:rsidRPr="00923749" w:rsidRDefault="00197624" w:rsidP="00275AC7">
      <w:pPr>
        <w:pStyle w:val="ListParagraph"/>
        <w:numPr>
          <w:ilvl w:val="0"/>
          <w:numId w:val="15"/>
        </w:numPr>
        <w:contextualSpacing/>
        <w:rPr>
          <w:rFonts w:cs="Calibri"/>
        </w:rPr>
      </w:pPr>
      <w:r w:rsidRPr="00923749">
        <w:rPr>
          <w:rFonts w:cs="Calibri"/>
        </w:rPr>
        <w:t>Inform or remind applicants/clients of their right to requests Language Access services at no cost to them and document it in electronic service record (e.g. Service Episode Record – SER);</w:t>
      </w:r>
    </w:p>
    <w:p w14:paraId="28ACB222" w14:textId="77777777" w:rsidR="00197624" w:rsidRPr="00923749" w:rsidRDefault="00197624" w:rsidP="00275AC7">
      <w:pPr>
        <w:pStyle w:val="ListParagraph"/>
        <w:numPr>
          <w:ilvl w:val="0"/>
          <w:numId w:val="15"/>
        </w:numPr>
        <w:contextualSpacing/>
        <w:rPr>
          <w:rFonts w:cs="Calibri"/>
        </w:rPr>
      </w:pPr>
      <w:r w:rsidRPr="00923749">
        <w:rPr>
          <w:rFonts w:cs="Calibri"/>
        </w:rPr>
        <w:t>Document specific communication need of the client on the Client Demographics screen in CARE;</w:t>
      </w:r>
    </w:p>
    <w:p w14:paraId="043A9646" w14:textId="77777777" w:rsidR="00197624" w:rsidRDefault="00197624" w:rsidP="00275AC7">
      <w:pPr>
        <w:pStyle w:val="ListParagraph"/>
        <w:numPr>
          <w:ilvl w:val="0"/>
          <w:numId w:val="15"/>
        </w:numPr>
        <w:contextualSpacing/>
        <w:rPr>
          <w:rFonts w:cs="Calibri"/>
        </w:rPr>
      </w:pPr>
      <w:r w:rsidRPr="00923749">
        <w:rPr>
          <w:rFonts w:cs="Calibri"/>
        </w:rPr>
        <w:t>If the client has a legal decision maker, ALTSA and DDA staff must document this in electronic service record. Include in documentation if the decision maker needs an interpreter and/or documents translated and into which language.</w:t>
      </w:r>
    </w:p>
    <w:p w14:paraId="17A842BD" w14:textId="77777777" w:rsidR="00CF5BCC" w:rsidRDefault="00CF5BCC" w:rsidP="00576E5E">
      <w:pPr>
        <w:contextualSpacing/>
        <w:rPr>
          <w:rFonts w:cs="Calibri"/>
        </w:rPr>
      </w:pPr>
    </w:p>
    <w:p w14:paraId="6E905703" w14:textId="50B66FE4" w:rsidR="00605D35" w:rsidRPr="000F302E" w:rsidRDefault="0FA3A1D3" w:rsidP="00605D35">
      <w:pPr>
        <w:pStyle w:val="Heading2"/>
        <w:rPr>
          <w:color w:val="193F6F"/>
        </w:rPr>
      </w:pPr>
      <w:bookmarkStart w:id="19" w:name="_Toc1941215020"/>
      <w:bookmarkStart w:id="20" w:name="_Toc19526632"/>
      <w:bookmarkStart w:id="21" w:name="_Toc69413615"/>
      <w:r w:rsidRPr="1C85A779">
        <w:rPr>
          <w:color w:val="193F6F"/>
        </w:rPr>
        <w:t>Types of language access services altsa and dd</w:t>
      </w:r>
      <w:r w:rsidR="3876A220" w:rsidRPr="1C85A779">
        <w:rPr>
          <w:color w:val="193F6F"/>
        </w:rPr>
        <w:t>C</w:t>
      </w:r>
      <w:r w:rsidR="7ABDF1A9" w:rsidRPr="1C85A779">
        <w:rPr>
          <w:color w:val="193F6F"/>
        </w:rPr>
        <w:t>S</w:t>
      </w:r>
      <w:r w:rsidRPr="1C85A779">
        <w:rPr>
          <w:color w:val="193F6F"/>
        </w:rPr>
        <w:t xml:space="preserve"> staff must provide</w:t>
      </w:r>
      <w:bookmarkEnd w:id="19"/>
    </w:p>
    <w:bookmarkEnd w:id="20"/>
    <w:bookmarkEnd w:id="21"/>
    <w:p w14:paraId="13901E94" w14:textId="77777777" w:rsidR="00CC1585" w:rsidRPr="00923749" w:rsidRDefault="00CC1585" w:rsidP="000F510F">
      <w:pPr>
        <w:rPr>
          <w:rFonts w:cs="Calibri"/>
        </w:rPr>
      </w:pPr>
      <w:r w:rsidRPr="00923749">
        <w:rPr>
          <w:rFonts w:cs="Calibri"/>
        </w:rPr>
        <w:t>All agencies receiving federal financial assistance are required to provide effective, equitable, understandable, and respectful quality care and services in the manner that is culturally and linguistically appropriate, recognizing different communication needs when communicating orally or in writing and using appropriate Language Access (LA) or Assistive Technology (AT) services.</w:t>
      </w:r>
    </w:p>
    <w:p w14:paraId="1AF1D555" w14:textId="77777777" w:rsidR="00CC1585" w:rsidRPr="00923749" w:rsidRDefault="00CC1585" w:rsidP="000F510F">
      <w:pPr>
        <w:rPr>
          <w:rFonts w:cs="Calibri"/>
        </w:rPr>
      </w:pPr>
      <w:r w:rsidRPr="00923749">
        <w:rPr>
          <w:rFonts w:cs="Calibri"/>
        </w:rPr>
        <w:t>Staff will use LA or AT services when establishing, implementing or monitoring a client’s plan of care and communicating with a client and/or client’s formal or informal support or decision makers with LEP or SD.</w:t>
      </w:r>
    </w:p>
    <w:p w14:paraId="4A91CEE2" w14:textId="77777777" w:rsidR="00CC1585" w:rsidRPr="00923749" w:rsidRDefault="00CC1585" w:rsidP="000F510F">
      <w:pPr>
        <w:rPr>
          <w:rFonts w:cs="Calibri"/>
        </w:rPr>
      </w:pPr>
    </w:p>
    <w:p w14:paraId="56BA85FF" w14:textId="77777777" w:rsidR="00CC1585" w:rsidRPr="00D331E9" w:rsidRDefault="57384E5D" w:rsidP="1C85A779">
      <w:pPr>
        <w:pStyle w:val="Heading3"/>
        <w:rPr>
          <w:rFonts w:cs="Calibri"/>
        </w:rPr>
      </w:pPr>
      <w:bookmarkStart w:id="22" w:name="_Toc69413616"/>
      <w:bookmarkStart w:id="23" w:name="_Toc1057796884"/>
      <w:r w:rsidRPr="1C85A779">
        <w:rPr>
          <w:rFonts w:cs="Calibri"/>
        </w:rPr>
        <w:t>Types of LA and AT services for effective oral communication with clients:</w:t>
      </w:r>
      <w:bookmarkEnd w:id="22"/>
      <w:bookmarkEnd w:id="23"/>
    </w:p>
    <w:p w14:paraId="4CB375EE" w14:textId="77777777" w:rsidR="00CC1585" w:rsidRPr="00923749" w:rsidRDefault="00CC1585" w:rsidP="00275AC7">
      <w:pPr>
        <w:pStyle w:val="ListParagraph"/>
        <w:numPr>
          <w:ilvl w:val="0"/>
          <w:numId w:val="16"/>
        </w:numPr>
        <w:contextualSpacing/>
        <w:rPr>
          <w:rFonts w:cs="Calibri"/>
        </w:rPr>
      </w:pPr>
      <w:r w:rsidRPr="00923749">
        <w:rPr>
          <w:rFonts w:cs="Calibri"/>
        </w:rPr>
        <w:t xml:space="preserve">Bilingual or Multilingual Employees providing </w:t>
      </w:r>
      <w:r w:rsidRPr="00923749">
        <w:rPr>
          <w:rFonts w:cs="Calibri"/>
          <w:u w:val="single"/>
        </w:rPr>
        <w:t>direct</w:t>
      </w:r>
      <w:r w:rsidRPr="00923749">
        <w:rPr>
          <w:rFonts w:cs="Calibri"/>
        </w:rPr>
        <w:t xml:space="preserve"> services in needed language(s).</w:t>
      </w:r>
    </w:p>
    <w:p w14:paraId="1BC013B0" w14:textId="77777777" w:rsidR="00CC1585" w:rsidRPr="00923749" w:rsidRDefault="00CC1585" w:rsidP="00275AC7">
      <w:pPr>
        <w:pStyle w:val="ListParagraph"/>
        <w:numPr>
          <w:ilvl w:val="0"/>
          <w:numId w:val="16"/>
        </w:numPr>
        <w:contextualSpacing/>
        <w:rPr>
          <w:rFonts w:cs="Calibri"/>
        </w:rPr>
      </w:pPr>
      <w:r w:rsidRPr="00923749">
        <w:rPr>
          <w:rFonts w:cs="Calibri"/>
        </w:rPr>
        <w:t>Contracted Interpreter Services:</w:t>
      </w:r>
    </w:p>
    <w:p w14:paraId="32C013D1" w14:textId="77777777" w:rsidR="00CC1585" w:rsidRPr="00923749" w:rsidRDefault="00CC1585" w:rsidP="00275AC7">
      <w:pPr>
        <w:pStyle w:val="ListParagraph"/>
        <w:numPr>
          <w:ilvl w:val="1"/>
          <w:numId w:val="15"/>
        </w:numPr>
        <w:ind w:left="720"/>
        <w:contextualSpacing/>
        <w:rPr>
          <w:rFonts w:cs="Calibri"/>
        </w:rPr>
      </w:pPr>
      <w:r w:rsidRPr="00923749">
        <w:rPr>
          <w:rFonts w:cs="Calibri"/>
          <w:i/>
        </w:rPr>
        <w:t>Spoken Language Interpreter Services</w:t>
      </w:r>
      <w:r w:rsidRPr="00923749">
        <w:rPr>
          <w:rFonts w:cs="Calibri"/>
        </w:rPr>
        <w:t xml:space="preserve"> in-person, over the phone (OPI) or video remote interpreting (VRI) technologies.</w:t>
      </w:r>
    </w:p>
    <w:p w14:paraId="0DC4FA57" w14:textId="77777777" w:rsidR="00CC1585" w:rsidRPr="00923749" w:rsidRDefault="00CC1585" w:rsidP="00275AC7">
      <w:pPr>
        <w:pStyle w:val="ListParagraph"/>
        <w:numPr>
          <w:ilvl w:val="1"/>
          <w:numId w:val="15"/>
        </w:numPr>
        <w:ind w:left="720"/>
        <w:contextualSpacing/>
        <w:rPr>
          <w:rFonts w:cs="Calibri"/>
        </w:rPr>
      </w:pPr>
      <w:r w:rsidRPr="00923749">
        <w:rPr>
          <w:rFonts w:cs="Calibri"/>
          <w:i/>
        </w:rPr>
        <w:t>Sign Language Interpreter Services</w:t>
      </w:r>
      <w:r w:rsidRPr="00923749">
        <w:rPr>
          <w:rFonts w:cs="Calibri"/>
        </w:rPr>
        <w:t xml:space="preserve"> in-person or by using video remote and other assistive technology devices.</w:t>
      </w:r>
    </w:p>
    <w:p w14:paraId="58C4A509" w14:textId="77777777" w:rsidR="00CC1585" w:rsidRPr="00923749" w:rsidRDefault="00CC1585" w:rsidP="000F510F">
      <w:pPr>
        <w:rPr>
          <w:rFonts w:cs="Calibri"/>
        </w:rPr>
      </w:pPr>
    </w:p>
    <w:p w14:paraId="0AFC2469" w14:textId="77777777" w:rsidR="00CC1585" w:rsidRPr="00D331E9" w:rsidRDefault="57384E5D" w:rsidP="1C85A779">
      <w:pPr>
        <w:pStyle w:val="Heading3"/>
        <w:rPr>
          <w:rFonts w:cs="Calibri"/>
        </w:rPr>
      </w:pPr>
      <w:bookmarkStart w:id="24" w:name="_Toc69413617"/>
      <w:bookmarkStart w:id="25" w:name="_Toc1925782175"/>
      <w:r w:rsidRPr="1C85A779">
        <w:rPr>
          <w:rFonts w:cs="Calibri"/>
        </w:rPr>
        <w:t>Types of LA and assistive technology services for effective written communication with clients:</w:t>
      </w:r>
      <w:bookmarkEnd w:id="24"/>
      <w:bookmarkEnd w:id="25"/>
    </w:p>
    <w:p w14:paraId="060D9755" w14:textId="77777777" w:rsidR="00CC1585" w:rsidRPr="00923749" w:rsidRDefault="00CC1585" w:rsidP="00275AC7">
      <w:pPr>
        <w:pStyle w:val="ListParagraph"/>
        <w:numPr>
          <w:ilvl w:val="0"/>
          <w:numId w:val="17"/>
        </w:numPr>
        <w:ind w:left="360"/>
        <w:contextualSpacing/>
        <w:rPr>
          <w:rFonts w:cs="Calibri"/>
        </w:rPr>
      </w:pPr>
      <w:r w:rsidRPr="00923749">
        <w:rPr>
          <w:rFonts w:cs="Calibri"/>
        </w:rPr>
        <w:t>Contracted Translation Services into non-English languages</w:t>
      </w:r>
    </w:p>
    <w:p w14:paraId="52733A6C" w14:textId="77777777" w:rsidR="00CC1585" w:rsidRPr="00923749" w:rsidRDefault="00CC1585" w:rsidP="00275AC7">
      <w:pPr>
        <w:pStyle w:val="ListParagraph"/>
        <w:numPr>
          <w:ilvl w:val="0"/>
          <w:numId w:val="17"/>
        </w:numPr>
        <w:ind w:left="360"/>
        <w:contextualSpacing/>
        <w:rPr>
          <w:rFonts w:cs="Calibri"/>
        </w:rPr>
      </w:pPr>
      <w:r w:rsidRPr="00923749">
        <w:rPr>
          <w:rFonts w:cs="Calibri"/>
        </w:rPr>
        <w:t>Materials in Large Print</w:t>
      </w:r>
    </w:p>
    <w:p w14:paraId="299510F6" w14:textId="77777777" w:rsidR="00CC1585" w:rsidRPr="00923749" w:rsidRDefault="00CC1585" w:rsidP="00275AC7">
      <w:pPr>
        <w:pStyle w:val="ListParagraph"/>
        <w:numPr>
          <w:ilvl w:val="0"/>
          <w:numId w:val="17"/>
        </w:numPr>
        <w:ind w:left="360"/>
        <w:contextualSpacing/>
        <w:rPr>
          <w:rFonts w:cs="Calibri"/>
        </w:rPr>
      </w:pPr>
      <w:r w:rsidRPr="00923749">
        <w:rPr>
          <w:rFonts w:cs="Calibri"/>
        </w:rPr>
        <w:t>Braille Transcription Services</w:t>
      </w:r>
    </w:p>
    <w:p w14:paraId="56B86B08" w14:textId="77777777" w:rsidR="00CC1585" w:rsidRPr="00923749" w:rsidRDefault="00CC1585" w:rsidP="00275AC7">
      <w:pPr>
        <w:pStyle w:val="ListParagraph"/>
        <w:numPr>
          <w:ilvl w:val="0"/>
          <w:numId w:val="17"/>
        </w:numPr>
        <w:ind w:left="360"/>
        <w:contextualSpacing/>
        <w:rPr>
          <w:rFonts w:cs="Calibri"/>
        </w:rPr>
      </w:pPr>
      <w:r w:rsidRPr="00923749">
        <w:rPr>
          <w:rFonts w:cs="Calibri"/>
        </w:rPr>
        <w:t>Audio Recordings of Written Materials</w:t>
      </w:r>
    </w:p>
    <w:p w14:paraId="7BEEFE8D" w14:textId="77777777" w:rsidR="00CC1585" w:rsidRPr="00923749" w:rsidRDefault="00CC1585" w:rsidP="00275AC7">
      <w:pPr>
        <w:pStyle w:val="ListParagraph"/>
        <w:numPr>
          <w:ilvl w:val="0"/>
          <w:numId w:val="17"/>
        </w:numPr>
        <w:ind w:left="360"/>
        <w:contextualSpacing/>
        <w:rPr>
          <w:rFonts w:cs="Calibri"/>
        </w:rPr>
      </w:pPr>
      <w:r w:rsidRPr="00923749">
        <w:rPr>
          <w:rFonts w:cs="Calibri"/>
        </w:rPr>
        <w:t>Other – Closed or Open Captioning of videos; Communication Access Real-Time Transcription, Accessible websites, etc.</w:t>
      </w:r>
    </w:p>
    <w:p w14:paraId="1AA84F9A" w14:textId="77777777" w:rsidR="00CC1585" w:rsidRPr="00923749" w:rsidRDefault="00CC1585" w:rsidP="00576E5E">
      <w:pPr>
        <w:rPr>
          <w:rFonts w:cs="Calibri"/>
        </w:rPr>
      </w:pPr>
    </w:p>
    <w:p w14:paraId="46027B78" w14:textId="77777777" w:rsidR="00CC1585" w:rsidRPr="002E6CEC" w:rsidRDefault="00CC1585" w:rsidP="00576E5E">
      <w:pPr>
        <w:rPr>
          <w:rFonts w:cs="Calibri"/>
          <w:i/>
          <w:iCs/>
        </w:rPr>
      </w:pPr>
      <w:r w:rsidRPr="002E6CEC">
        <w:rPr>
          <w:rFonts w:cs="Calibri"/>
          <w:i/>
          <w:iCs/>
        </w:rPr>
        <w:t>LA Services must be at no cost to clients and provided:</w:t>
      </w:r>
    </w:p>
    <w:p w14:paraId="68479118" w14:textId="77777777" w:rsidR="00CC1585" w:rsidRPr="00923749" w:rsidRDefault="00CC1585" w:rsidP="00275AC7">
      <w:pPr>
        <w:pStyle w:val="ListParagraph"/>
        <w:numPr>
          <w:ilvl w:val="0"/>
          <w:numId w:val="15"/>
        </w:numPr>
        <w:contextualSpacing/>
        <w:rPr>
          <w:rFonts w:cs="Calibri"/>
        </w:rPr>
      </w:pPr>
      <w:r w:rsidRPr="00923749">
        <w:rPr>
          <w:rFonts w:cs="Calibri"/>
        </w:rPr>
        <w:t>In a timely manner;</w:t>
      </w:r>
    </w:p>
    <w:p w14:paraId="1C963224" w14:textId="77777777" w:rsidR="00CC1585" w:rsidRPr="00923749" w:rsidRDefault="00CC1585" w:rsidP="00275AC7">
      <w:pPr>
        <w:pStyle w:val="ListParagraph"/>
        <w:numPr>
          <w:ilvl w:val="0"/>
          <w:numId w:val="15"/>
        </w:numPr>
        <w:contextualSpacing/>
        <w:rPr>
          <w:rFonts w:cs="Calibri"/>
        </w:rPr>
      </w:pPr>
      <w:r w:rsidRPr="00923749">
        <w:rPr>
          <w:rFonts w:cs="Calibri"/>
        </w:rPr>
        <w:t>By qualified providers and be of high quality;</w:t>
      </w:r>
    </w:p>
    <w:p w14:paraId="490E628C" w14:textId="77777777" w:rsidR="00CC1585" w:rsidRPr="00923749" w:rsidRDefault="00CC1585" w:rsidP="00275AC7">
      <w:pPr>
        <w:pStyle w:val="ListParagraph"/>
        <w:numPr>
          <w:ilvl w:val="0"/>
          <w:numId w:val="15"/>
        </w:numPr>
        <w:contextualSpacing/>
        <w:rPr>
          <w:rFonts w:cs="Calibri"/>
        </w:rPr>
      </w:pPr>
      <w:r w:rsidRPr="00923749">
        <w:rPr>
          <w:rFonts w:cs="Calibri"/>
        </w:rPr>
        <w:t>In coordination with knowledgeable professionals – Subject Matter Experts (SME);</w:t>
      </w:r>
    </w:p>
    <w:p w14:paraId="47E77C09" w14:textId="77777777" w:rsidR="00CC1585" w:rsidRPr="00923749" w:rsidRDefault="00CC1585" w:rsidP="00275AC7">
      <w:pPr>
        <w:pStyle w:val="ListParagraph"/>
        <w:numPr>
          <w:ilvl w:val="0"/>
          <w:numId w:val="15"/>
        </w:numPr>
        <w:contextualSpacing/>
        <w:rPr>
          <w:rFonts w:cs="Calibri"/>
        </w:rPr>
      </w:pPr>
      <w:r w:rsidRPr="00923749">
        <w:rPr>
          <w:rFonts w:cs="Calibri"/>
        </w:rPr>
        <w:t>In consideration of individual situation; and</w:t>
      </w:r>
    </w:p>
    <w:p w14:paraId="168E43AF" w14:textId="77777777" w:rsidR="00CC1585" w:rsidRPr="00923749" w:rsidRDefault="00CC1585" w:rsidP="00275AC7">
      <w:pPr>
        <w:pStyle w:val="ListParagraph"/>
        <w:numPr>
          <w:ilvl w:val="0"/>
          <w:numId w:val="15"/>
        </w:numPr>
        <w:contextualSpacing/>
        <w:rPr>
          <w:rFonts w:cs="Calibri"/>
        </w:rPr>
      </w:pPr>
      <w:r w:rsidRPr="00923749">
        <w:rPr>
          <w:rFonts w:cs="Calibri"/>
        </w:rPr>
        <w:t>With cultural awareness and respect.</w:t>
      </w:r>
    </w:p>
    <w:p w14:paraId="71D290C9" w14:textId="77777777" w:rsidR="007A37B4" w:rsidRPr="007A37B4" w:rsidRDefault="007A37B4" w:rsidP="00576E5E"/>
    <w:p w14:paraId="4C970C21" w14:textId="77777777" w:rsidR="007F2B7D" w:rsidRPr="002E6CEC" w:rsidRDefault="011BC50A" w:rsidP="007F2B7D">
      <w:pPr>
        <w:pStyle w:val="Heading2"/>
        <w:spacing w:before="0" w:after="0"/>
        <w:rPr>
          <w:color w:val="193F6F"/>
        </w:rPr>
      </w:pPr>
      <w:bookmarkStart w:id="26" w:name="_Toc79398136"/>
      <w:bookmarkStart w:id="27" w:name="_Toc1458495304"/>
      <w:bookmarkStart w:id="28" w:name="_Toc19526633"/>
      <w:bookmarkStart w:id="29" w:name="_Toc69413618"/>
      <w:r w:rsidRPr="1C85A779">
        <w:rPr>
          <w:color w:val="193F6F"/>
        </w:rPr>
        <w:t>Bilingual or Multilingual Employees</w:t>
      </w:r>
      <w:bookmarkEnd w:id="26"/>
      <w:bookmarkEnd w:id="27"/>
    </w:p>
    <w:bookmarkEnd w:id="28"/>
    <w:bookmarkEnd w:id="29"/>
    <w:p w14:paraId="76AC817C" w14:textId="6C174382" w:rsidR="00CF5A30" w:rsidRPr="00923749" w:rsidRDefault="78C50F05" w:rsidP="00576E5E">
      <w:pPr>
        <w:rPr>
          <w:rFonts w:cs="Calibri"/>
        </w:rPr>
      </w:pPr>
      <w:r w:rsidRPr="1C85A779">
        <w:rPr>
          <w:rFonts w:cs="Calibri"/>
        </w:rPr>
        <w:t>ALTSA and DD</w:t>
      </w:r>
      <w:r w:rsidR="5A1A6A57" w:rsidRPr="1C85A779">
        <w:rPr>
          <w:rFonts w:cs="Calibri"/>
        </w:rPr>
        <w:t>CS</w:t>
      </w:r>
      <w:r w:rsidRPr="1C85A779">
        <w:rPr>
          <w:rFonts w:cs="Calibri"/>
        </w:rPr>
        <w:t xml:space="preserve"> staff who provide direct services to clients in a language(s) other than English, including Sign Languages, must, at the minimum, demonstrate through the process established by DSHS: </w:t>
      </w:r>
    </w:p>
    <w:p w14:paraId="52F06AC1" w14:textId="77777777" w:rsidR="00CF5A30" w:rsidRPr="00923749" w:rsidRDefault="00CF5A30" w:rsidP="00275AC7">
      <w:pPr>
        <w:pStyle w:val="ListParagraph"/>
        <w:numPr>
          <w:ilvl w:val="0"/>
          <w:numId w:val="15"/>
        </w:numPr>
        <w:contextualSpacing/>
        <w:rPr>
          <w:rFonts w:cs="Calibri"/>
        </w:rPr>
      </w:pPr>
      <w:r w:rsidRPr="00923749">
        <w:rPr>
          <w:rFonts w:cs="Calibri"/>
        </w:rPr>
        <w:t>Their proficiency in English and ‘target’ language – a foreign or sign language employee intends to use when communicating with clients;</w:t>
      </w:r>
    </w:p>
    <w:p w14:paraId="6C3C5FED" w14:textId="77777777" w:rsidR="00CF5A30" w:rsidRPr="00923749" w:rsidRDefault="00CF5A30" w:rsidP="00275AC7">
      <w:pPr>
        <w:pStyle w:val="ListParagraph"/>
        <w:numPr>
          <w:ilvl w:val="0"/>
          <w:numId w:val="15"/>
        </w:numPr>
        <w:contextualSpacing/>
        <w:rPr>
          <w:rFonts w:cs="Calibri"/>
        </w:rPr>
      </w:pPr>
      <w:r w:rsidRPr="00923749">
        <w:rPr>
          <w:rFonts w:cs="Calibri"/>
        </w:rPr>
        <w:t>Knowledge of frequently used terminology; and</w:t>
      </w:r>
    </w:p>
    <w:p w14:paraId="633903ED" w14:textId="77777777" w:rsidR="00CF5A30" w:rsidRPr="00923749" w:rsidRDefault="00CF5A30" w:rsidP="00275AC7">
      <w:pPr>
        <w:pStyle w:val="ListParagraph"/>
        <w:numPr>
          <w:ilvl w:val="0"/>
          <w:numId w:val="15"/>
        </w:numPr>
        <w:contextualSpacing/>
        <w:rPr>
          <w:rFonts w:cs="Calibri"/>
        </w:rPr>
      </w:pPr>
      <w:r w:rsidRPr="00923749">
        <w:rPr>
          <w:rFonts w:cs="Calibri"/>
        </w:rPr>
        <w:t>Cultural awareness and sensitivity.</w:t>
      </w:r>
    </w:p>
    <w:p w14:paraId="1D588C9E" w14:textId="77777777" w:rsidR="00CF5A30" w:rsidRPr="00923749" w:rsidRDefault="00CF5A30" w:rsidP="00576E5E">
      <w:pPr>
        <w:rPr>
          <w:rFonts w:cs="Calibri"/>
        </w:rPr>
      </w:pPr>
    </w:p>
    <w:p w14:paraId="691743FD" w14:textId="7062A5A2" w:rsidR="00CF5A30" w:rsidRDefault="00CF5A30" w:rsidP="00576E5E">
      <w:pPr>
        <w:rPr>
          <w:rFonts w:cs="Calibri"/>
        </w:rPr>
      </w:pPr>
      <w:r w:rsidRPr="00923749">
        <w:rPr>
          <w:rFonts w:cs="Calibri"/>
        </w:rPr>
        <w:t>The role of Bilingual/Multilingual employees is to work directly with and assist clients as required in their job description. Normally, bilingual/multilingual employees should not interpret or translate in a third-party capacity on a regular basis. They may periodically interpret or translate in non-</w:t>
      </w:r>
      <w:r w:rsidR="00261B40" w:rsidRPr="00923749">
        <w:rPr>
          <w:rFonts w:cs="Calibri"/>
        </w:rPr>
        <w:t>client-related</w:t>
      </w:r>
      <w:r w:rsidRPr="00923749">
        <w:rPr>
          <w:rFonts w:cs="Calibri"/>
        </w:rPr>
        <w:t xml:space="preserve"> situations, or in brief, emergent client-related situations.</w:t>
      </w:r>
    </w:p>
    <w:p w14:paraId="7BB4C291" w14:textId="77777777" w:rsidR="00CF5A30" w:rsidRDefault="00CF5A30" w:rsidP="00576E5E">
      <w:pPr>
        <w:rPr>
          <w:rFonts w:cs="Calibri"/>
        </w:rPr>
      </w:pPr>
    </w:p>
    <w:p w14:paraId="5FD7E4CB" w14:textId="5E0767AD" w:rsidR="00E6391F" w:rsidRPr="005B6BE3" w:rsidRDefault="00594DFB" w:rsidP="00E6391F">
      <w:pPr>
        <w:spacing w:after="160" w:line="259" w:lineRule="auto"/>
      </w:pPr>
      <w:r w:rsidRPr="00923749">
        <w:rPr>
          <w:rFonts w:cs="Calibri"/>
        </w:rPr>
        <w:t>For more details, see</w:t>
      </w:r>
      <w:r>
        <w:rPr>
          <w:rFonts w:cs="Calibri"/>
        </w:rPr>
        <w:t xml:space="preserve"> </w:t>
      </w:r>
      <w:hyperlink r:id="rId24" w:history="1">
        <w:r w:rsidR="00E6391F" w:rsidRPr="005B6BE3">
          <w:rPr>
            <w:rStyle w:val="Hyperlink"/>
          </w:rPr>
          <w:t>DSHS-AP-18-82.pdf</w:t>
        </w:r>
      </w:hyperlink>
    </w:p>
    <w:p w14:paraId="3DBE0B4E" w14:textId="77777777" w:rsidR="00197624" w:rsidRDefault="00197624" w:rsidP="00576E5E"/>
    <w:p w14:paraId="77701F00" w14:textId="5385C89D" w:rsidR="005C5D1E" w:rsidRDefault="005C5D1E" w:rsidP="00576E5E">
      <w:pPr>
        <w:rPr>
          <w:rFonts w:cs="Calibri"/>
          <w:color w:val="000000"/>
        </w:rPr>
      </w:pPr>
      <w:r w:rsidRPr="00923749">
        <w:rPr>
          <w:rFonts w:cs="Calibri"/>
          <w:color w:val="000000"/>
        </w:rPr>
        <w:t xml:space="preserve">Currently, DSHS Language Testing and Certification (LTC) program </w:t>
      </w:r>
      <w:r w:rsidR="00246CFA" w:rsidRPr="00923749">
        <w:rPr>
          <w:rFonts w:cs="Calibri"/>
          <w:color w:val="000000"/>
        </w:rPr>
        <w:t>offers</w:t>
      </w:r>
      <w:r w:rsidRPr="00923749">
        <w:rPr>
          <w:rFonts w:cs="Calibri"/>
          <w:color w:val="000000"/>
        </w:rPr>
        <w:t xml:space="preserve"> tests to all employees regardless of whether they are in a designated dual language position. Employees who wish to take tests simply need to contact LTC at </w:t>
      </w:r>
      <w:hyperlink r:id="rId25" w:history="1">
        <w:r w:rsidRPr="00063BA8">
          <w:rPr>
            <w:rStyle w:val="Hyperlink"/>
            <w:rFonts w:asciiTheme="minorHAnsi" w:hAnsiTheme="minorHAnsi" w:cstheme="minorHAnsi"/>
            <w:color w:val="033160"/>
          </w:rPr>
          <w:t>dshsct@dshs.wa.gov</w:t>
        </w:r>
      </w:hyperlink>
      <w:r>
        <w:rPr>
          <w:rFonts w:cs="Calibri"/>
          <w:color w:val="000000"/>
        </w:rPr>
        <w:t xml:space="preserve"> </w:t>
      </w:r>
      <w:r w:rsidRPr="00923749">
        <w:rPr>
          <w:rFonts w:cs="Calibri"/>
          <w:color w:val="000000"/>
        </w:rPr>
        <w:t>to begin the process. If they would like to test using their work time, they will need their supervisor’s permission; they can also test using their leave time if they wish – in this case, they do not need to get supervisor’s approval.</w:t>
      </w:r>
      <w:r>
        <w:rPr>
          <w:rFonts w:cs="Calibri"/>
          <w:color w:val="000000"/>
        </w:rPr>
        <w:t xml:space="preserve"> For additional information, visit</w:t>
      </w:r>
      <w:r w:rsidR="00297C67">
        <w:rPr>
          <w:rFonts w:cs="Calibri"/>
          <w:color w:val="000000"/>
        </w:rPr>
        <w:t xml:space="preserve"> </w:t>
      </w:r>
      <w:hyperlink r:id="rId26" w:history="1">
        <w:r w:rsidR="00297C67">
          <w:rPr>
            <w:rStyle w:val="Hyperlink"/>
          </w:rPr>
          <w:t>Language Testing &amp; Certification - Home (sharepoint.com)</w:t>
        </w:r>
      </w:hyperlink>
      <w:r w:rsidR="00C56352">
        <w:t>.</w:t>
      </w:r>
    </w:p>
    <w:p w14:paraId="09A3667B" w14:textId="77777777" w:rsidR="005C5D1E" w:rsidRDefault="005C5D1E" w:rsidP="00576E5E">
      <w:pPr>
        <w:rPr>
          <w:rFonts w:cs="Calibri"/>
          <w:color w:val="000000"/>
        </w:rPr>
      </w:pPr>
    </w:p>
    <w:p w14:paraId="009AB817" w14:textId="77777777" w:rsidR="00C00DEC" w:rsidRPr="002E6CEC" w:rsidRDefault="1A12FF03" w:rsidP="1C85A779">
      <w:pPr>
        <w:pStyle w:val="Heading2"/>
        <w:spacing w:before="0" w:after="0"/>
        <w:rPr>
          <w:rFonts w:cstheme="minorBidi"/>
          <w:color w:val="193F6F"/>
        </w:rPr>
      </w:pPr>
      <w:bookmarkStart w:id="30" w:name="_Toc79398137"/>
      <w:bookmarkStart w:id="31" w:name="_Toc252734253"/>
      <w:bookmarkStart w:id="32" w:name="_Toc19526634"/>
      <w:bookmarkStart w:id="33" w:name="_Toc69413619"/>
      <w:r w:rsidRPr="1C85A779">
        <w:rPr>
          <w:rFonts w:cstheme="minorBidi"/>
          <w:color w:val="193F6F"/>
        </w:rPr>
        <w:t>Contracted interpreter services</w:t>
      </w:r>
      <w:bookmarkEnd w:id="30"/>
      <w:bookmarkEnd w:id="31"/>
    </w:p>
    <w:bookmarkEnd w:id="32"/>
    <w:bookmarkEnd w:id="33"/>
    <w:p w14:paraId="700ECEC9" w14:textId="4E6E0893" w:rsidR="00395B6A" w:rsidRPr="00923749" w:rsidRDefault="32B14F19" w:rsidP="00576E5E">
      <w:pPr>
        <w:rPr>
          <w:rFonts w:cs="Calibri"/>
        </w:rPr>
      </w:pPr>
      <w:r w:rsidRPr="1C85A779">
        <w:rPr>
          <w:rFonts w:cs="Calibri"/>
        </w:rPr>
        <w:t>ALTSA and DD</w:t>
      </w:r>
      <w:r w:rsidR="332C7CDD" w:rsidRPr="1C85A779">
        <w:rPr>
          <w:rFonts w:cs="Calibri"/>
        </w:rPr>
        <w:t>CS</w:t>
      </w:r>
      <w:r w:rsidRPr="1C85A779">
        <w:rPr>
          <w:rFonts w:cs="Calibri"/>
        </w:rPr>
        <w:t xml:space="preserve"> staff must use interpreters when:</w:t>
      </w:r>
    </w:p>
    <w:p w14:paraId="031FF467" w14:textId="77777777" w:rsidR="00395B6A" w:rsidRPr="00923749" w:rsidRDefault="00395B6A" w:rsidP="00275AC7">
      <w:pPr>
        <w:pStyle w:val="ListParagraph"/>
        <w:numPr>
          <w:ilvl w:val="0"/>
          <w:numId w:val="15"/>
        </w:numPr>
        <w:contextualSpacing/>
        <w:rPr>
          <w:rFonts w:cs="Calibri"/>
        </w:rPr>
      </w:pPr>
      <w:r w:rsidRPr="00923749">
        <w:rPr>
          <w:rFonts w:cs="Calibri"/>
        </w:rPr>
        <w:t>Applicant or client requested the LA service</w:t>
      </w:r>
    </w:p>
    <w:p w14:paraId="7BEFBECC" w14:textId="77777777" w:rsidR="00395B6A" w:rsidRPr="00923749" w:rsidRDefault="00395B6A" w:rsidP="00275AC7">
      <w:pPr>
        <w:pStyle w:val="ListParagraph"/>
        <w:numPr>
          <w:ilvl w:val="0"/>
          <w:numId w:val="15"/>
        </w:numPr>
        <w:contextualSpacing/>
        <w:rPr>
          <w:rFonts w:cs="Calibri"/>
        </w:rPr>
      </w:pPr>
      <w:r w:rsidRPr="00923749">
        <w:rPr>
          <w:rFonts w:cs="Calibri"/>
        </w:rPr>
        <w:t>Establishing eligibility for services for client with LEP or SD</w:t>
      </w:r>
    </w:p>
    <w:p w14:paraId="37779ED5" w14:textId="6E4BCB90" w:rsidR="00395B6A" w:rsidRPr="00C56B86" w:rsidRDefault="32B14F19" w:rsidP="00275AC7">
      <w:pPr>
        <w:pStyle w:val="ListParagraph"/>
        <w:numPr>
          <w:ilvl w:val="0"/>
          <w:numId w:val="15"/>
        </w:numPr>
        <w:contextualSpacing/>
        <w:rPr>
          <w:rFonts w:cs="Calibri"/>
        </w:rPr>
      </w:pPr>
      <w:r w:rsidRPr="00C56B86">
        <w:rPr>
          <w:rFonts w:cs="Calibri"/>
        </w:rPr>
        <w:t>Client with LEP or SD accesses services provided by ALTSA and/or DD</w:t>
      </w:r>
      <w:r w:rsidR="719DEC19" w:rsidRPr="00C56B86">
        <w:rPr>
          <w:rFonts w:cs="Calibri"/>
        </w:rPr>
        <w:t>CS</w:t>
      </w:r>
    </w:p>
    <w:p w14:paraId="03153291" w14:textId="77777777" w:rsidR="00395B6A" w:rsidRPr="00923749" w:rsidRDefault="00395B6A" w:rsidP="00275AC7">
      <w:pPr>
        <w:pStyle w:val="ListParagraph"/>
        <w:numPr>
          <w:ilvl w:val="0"/>
          <w:numId w:val="15"/>
        </w:numPr>
        <w:contextualSpacing/>
        <w:rPr>
          <w:rFonts w:cs="Calibri"/>
        </w:rPr>
      </w:pPr>
      <w:r w:rsidRPr="00923749">
        <w:rPr>
          <w:rFonts w:cs="Calibri"/>
        </w:rPr>
        <w:t>Necessary for Quality Assurance purposes</w:t>
      </w:r>
    </w:p>
    <w:p w14:paraId="4418F87D" w14:textId="77777777" w:rsidR="00315E42" w:rsidRPr="00923749" w:rsidRDefault="00315E42" w:rsidP="00576E5E">
      <w:pPr>
        <w:rPr>
          <w:rFonts w:cs="Calibri"/>
        </w:rPr>
      </w:pPr>
    </w:p>
    <w:p w14:paraId="70185D21" w14:textId="3114A0AA" w:rsidR="00395B6A" w:rsidRPr="00923749" w:rsidRDefault="003E4C8F" w:rsidP="00576E5E">
      <w:pPr>
        <w:rPr>
          <w:rFonts w:cs="Calibri"/>
        </w:rPr>
      </w:pPr>
      <w:r>
        <w:rPr>
          <w:rFonts w:cs="Calibri"/>
        </w:rPr>
        <w:t>S</w:t>
      </w:r>
      <w:r w:rsidR="00395B6A" w:rsidRPr="00923749">
        <w:rPr>
          <w:rFonts w:cs="Calibri"/>
        </w:rPr>
        <w:t>taff must consider the availability of interpreter resources. Staff should consult with their administration’s Language Access Advisor for assistance in determining the most appropriate method of verbal communication – in-person, over-the-phone (OPI), or video remote interpreting (VRI).</w:t>
      </w:r>
    </w:p>
    <w:p w14:paraId="1CB7DB21" w14:textId="77777777" w:rsidR="005C5D1E" w:rsidRDefault="005C5D1E" w:rsidP="00576E5E">
      <w:pPr>
        <w:rPr>
          <w:rFonts w:cs="Calibri"/>
          <w:color w:val="000000"/>
        </w:rPr>
      </w:pPr>
    </w:p>
    <w:p w14:paraId="6D9C4B1F" w14:textId="77777777" w:rsidR="00D40D14" w:rsidRPr="00D331E9" w:rsidRDefault="00D40D14" w:rsidP="00D331E9">
      <w:pPr>
        <w:rPr>
          <w:rFonts w:asciiTheme="majorHAnsi" w:hAnsiTheme="majorHAnsi" w:cstheme="majorHAnsi"/>
          <w:b/>
          <w:bCs/>
          <w:i/>
          <w:iCs/>
          <w:color w:val="193F6F"/>
          <w:sz w:val="24"/>
          <w:szCs w:val="24"/>
        </w:rPr>
      </w:pPr>
      <w:bookmarkStart w:id="34" w:name="_Toc69413620"/>
      <w:r w:rsidRPr="00D331E9">
        <w:rPr>
          <w:rFonts w:asciiTheme="majorHAnsi" w:hAnsiTheme="majorHAnsi" w:cstheme="majorHAnsi"/>
          <w:b/>
          <w:bCs/>
          <w:i/>
          <w:iCs/>
          <w:color w:val="193F6F"/>
          <w:sz w:val="24"/>
          <w:szCs w:val="24"/>
        </w:rPr>
        <w:t>In-Person Spoken Language Interpreter Services</w:t>
      </w:r>
      <w:bookmarkEnd w:id="34"/>
    </w:p>
    <w:p w14:paraId="1386D82F" w14:textId="77777777" w:rsidR="002E4F94" w:rsidRPr="00923749" w:rsidRDefault="00D40D14" w:rsidP="00576E5E">
      <w:pPr>
        <w:rPr>
          <w:rFonts w:cs="Calibri"/>
        </w:rPr>
      </w:pPr>
      <w:r w:rsidRPr="00923749">
        <w:rPr>
          <w:rFonts w:cs="Calibri"/>
        </w:rPr>
        <w:t>Staff must use interpreters for spoken languages who are certified, authorized, or recognized by DSHS Language Testing and Certification (LTC) program</w:t>
      </w:r>
      <w:r w:rsidR="000A6C4F">
        <w:rPr>
          <w:rFonts w:cs="Calibri"/>
        </w:rPr>
        <w:t xml:space="preserve"> (</w:t>
      </w:r>
      <w:hyperlink r:id="rId27" w:history="1">
        <w:r w:rsidR="000A6C4F" w:rsidRPr="00923749">
          <w:rPr>
            <w:rStyle w:val="Hyperlink"/>
            <w:rFonts w:cs="Calibri"/>
          </w:rPr>
          <w:t>WAC 388-03-30</w:t>
        </w:r>
      </w:hyperlink>
      <w:r w:rsidR="00774EE1">
        <w:t>)</w:t>
      </w:r>
      <w:r w:rsidR="005B740B">
        <w:t xml:space="preserve"> </w:t>
      </w:r>
      <w:r w:rsidR="005B740B" w:rsidRPr="00923749">
        <w:rPr>
          <w:rFonts w:cs="Calibri"/>
        </w:rPr>
        <w:t>and comply with the DSHS code of professional conduct (</w:t>
      </w:r>
      <w:hyperlink r:id="rId28" w:history="1">
        <w:r w:rsidR="0000629E" w:rsidRPr="00923749">
          <w:rPr>
            <w:rStyle w:val="Hyperlink"/>
            <w:rFonts w:cs="Calibri"/>
          </w:rPr>
          <w:t>WAC 388-03-50</w:t>
        </w:r>
      </w:hyperlink>
      <w:r w:rsidR="0000629E">
        <w:t>).</w:t>
      </w:r>
      <w:r w:rsidR="002E4F94">
        <w:t xml:space="preserve"> </w:t>
      </w:r>
      <w:r w:rsidR="002E4F94" w:rsidRPr="00923749">
        <w:rPr>
          <w:rFonts w:cs="Calibri"/>
        </w:rPr>
        <w:t xml:space="preserve">Some languages of limited diffusion may not have DSHS certified/authorized professional interpreters. In these cases, the interpreter services contractor must qualify these interpreters. </w:t>
      </w:r>
    </w:p>
    <w:p w14:paraId="7AD58D57" w14:textId="37204D67" w:rsidR="00D40D14" w:rsidRDefault="00D40D14" w:rsidP="00576E5E">
      <w:pPr>
        <w:rPr>
          <w:rFonts w:cs="Calibri"/>
          <w:color w:val="000000"/>
        </w:rPr>
      </w:pPr>
    </w:p>
    <w:p w14:paraId="18CF7F9E" w14:textId="6CCD3D2F" w:rsidR="001152F8" w:rsidRDefault="0450DF58" w:rsidP="00576E5E">
      <w:pPr>
        <w:rPr>
          <w:rFonts w:cs="Calibri"/>
        </w:rPr>
      </w:pPr>
      <w:r w:rsidRPr="1C85A779">
        <w:rPr>
          <w:rFonts w:cs="Calibri"/>
        </w:rPr>
        <w:t xml:space="preserve">Applicants or clients with LEP or SD may secure, at their expense, the services of their own interpreter. This </w:t>
      </w:r>
      <w:r w:rsidRPr="1C85A779">
        <w:rPr>
          <w:rFonts w:cs="Calibri"/>
          <w:b/>
          <w:bCs/>
          <w:i/>
          <w:iCs/>
        </w:rPr>
        <w:t>does not</w:t>
      </w:r>
      <w:r w:rsidRPr="1C85A779">
        <w:rPr>
          <w:rFonts w:cs="Calibri"/>
        </w:rPr>
        <w:t xml:space="preserve"> waive the ALTSA (HCS/APS/RCS) and DD</w:t>
      </w:r>
      <w:r w:rsidR="676BC604" w:rsidRPr="1C85A779">
        <w:rPr>
          <w:rFonts w:cs="Calibri"/>
        </w:rPr>
        <w:t>CS</w:t>
      </w:r>
      <w:r w:rsidRPr="1C85A779">
        <w:rPr>
          <w:rFonts w:cs="Calibri"/>
        </w:rPr>
        <w:t xml:space="preserve"> staff responsibility to arrange and pay for a professional (certified, authorized or recognized) interpreter. </w:t>
      </w:r>
    </w:p>
    <w:p w14:paraId="69D46D92" w14:textId="77777777" w:rsidR="000015C0" w:rsidRDefault="000015C0" w:rsidP="00576E5E">
      <w:pPr>
        <w:rPr>
          <w:rFonts w:cs="Calibri"/>
          <w:color w:val="000000"/>
        </w:rPr>
      </w:pPr>
    </w:p>
    <w:p w14:paraId="4E59647B" w14:textId="162BAD9E" w:rsidR="1C85A779" w:rsidRDefault="1C85A779" w:rsidP="1C85A779">
      <w:pPr>
        <w:rPr>
          <w:rFonts w:asciiTheme="majorHAnsi" w:hAnsiTheme="majorHAnsi" w:cstheme="majorBidi"/>
          <w:b/>
          <w:bCs/>
          <w:i/>
          <w:iCs/>
          <w:color w:val="193F6F"/>
          <w:sz w:val="24"/>
          <w:szCs w:val="24"/>
        </w:rPr>
      </w:pPr>
    </w:p>
    <w:p w14:paraId="4CB354A2" w14:textId="77777777" w:rsidR="000015C0" w:rsidRPr="00D331E9" w:rsidRDefault="000015C0" w:rsidP="00D331E9">
      <w:pPr>
        <w:rPr>
          <w:rFonts w:asciiTheme="majorHAnsi" w:hAnsiTheme="majorHAnsi" w:cstheme="majorHAnsi"/>
          <w:b/>
          <w:bCs/>
          <w:i/>
          <w:iCs/>
          <w:color w:val="193F6F"/>
          <w:sz w:val="24"/>
          <w:szCs w:val="24"/>
        </w:rPr>
      </w:pPr>
      <w:r w:rsidRPr="00D331E9">
        <w:rPr>
          <w:rFonts w:asciiTheme="majorHAnsi" w:hAnsiTheme="majorHAnsi" w:cstheme="majorHAnsi"/>
          <w:b/>
          <w:bCs/>
          <w:i/>
          <w:iCs/>
          <w:color w:val="193F6F"/>
          <w:sz w:val="24"/>
          <w:szCs w:val="24"/>
        </w:rPr>
        <w:t>Rules for communicating with clients using spoken language interpreter services</w:t>
      </w:r>
    </w:p>
    <w:p w14:paraId="114B3BCE" w14:textId="77777777" w:rsidR="00F929C8" w:rsidRPr="00923749" w:rsidRDefault="00F929C8" w:rsidP="00275AC7">
      <w:pPr>
        <w:pStyle w:val="ListParagraph"/>
        <w:numPr>
          <w:ilvl w:val="0"/>
          <w:numId w:val="34"/>
        </w:numPr>
      </w:pPr>
      <w:r w:rsidRPr="00923749">
        <w:t>Document the use of contracted spoken language interpreter services at every encounter with the client.</w:t>
      </w:r>
    </w:p>
    <w:p w14:paraId="0E420B95" w14:textId="77777777" w:rsidR="00F929C8" w:rsidRPr="00923749" w:rsidRDefault="00F929C8" w:rsidP="00275AC7">
      <w:pPr>
        <w:pStyle w:val="ListParagraph"/>
        <w:numPr>
          <w:ilvl w:val="0"/>
          <w:numId w:val="34"/>
        </w:numPr>
      </w:pPr>
      <w:r w:rsidRPr="00923749">
        <w:t>Staff shall not authorize spoken language interpreter service as a client service. Interpreter service is a purchased service.</w:t>
      </w:r>
    </w:p>
    <w:p w14:paraId="16C2FA05" w14:textId="18B1273E" w:rsidR="00F929C8" w:rsidRPr="00923749" w:rsidRDefault="276D4CCA" w:rsidP="00275AC7">
      <w:pPr>
        <w:pStyle w:val="ListParagraph"/>
        <w:numPr>
          <w:ilvl w:val="0"/>
          <w:numId w:val="34"/>
        </w:numPr>
      </w:pPr>
      <w:r w:rsidRPr="1C85A779">
        <w:t>ALTSA and DD</w:t>
      </w:r>
      <w:r w:rsidR="27B99883" w:rsidRPr="1C85A779">
        <w:t>CS</w:t>
      </w:r>
      <w:r w:rsidRPr="1C85A779">
        <w:t xml:space="preserve"> staff shall </w:t>
      </w:r>
      <w:r w:rsidRPr="008F0C75">
        <w:rPr>
          <w:b/>
          <w:bCs/>
        </w:rPr>
        <w:t>not allow</w:t>
      </w:r>
      <w:r w:rsidRPr="1C85A779">
        <w:t xml:space="preserve"> to serve as interpreters:</w:t>
      </w:r>
    </w:p>
    <w:p w14:paraId="50FE4FB5" w14:textId="77777777" w:rsidR="00F929C8" w:rsidRPr="00923749" w:rsidRDefault="00F929C8" w:rsidP="00275AC7">
      <w:pPr>
        <w:pStyle w:val="ListParagraph"/>
        <w:numPr>
          <w:ilvl w:val="0"/>
          <w:numId w:val="35"/>
        </w:numPr>
      </w:pPr>
      <w:r w:rsidRPr="00923749">
        <w:t>Paid Individual Providers (IP) - to avoid possible conflict of interest;</w:t>
      </w:r>
    </w:p>
    <w:p w14:paraId="4744ADF1" w14:textId="77777777" w:rsidR="00F929C8" w:rsidRPr="00923749" w:rsidRDefault="00F929C8" w:rsidP="00275AC7">
      <w:pPr>
        <w:pStyle w:val="ListParagraph"/>
        <w:numPr>
          <w:ilvl w:val="0"/>
          <w:numId w:val="35"/>
        </w:numPr>
      </w:pPr>
      <w:r w:rsidRPr="00923749">
        <w:t xml:space="preserve">Children under the age of 18 years even if they are not a family member or relative. </w:t>
      </w:r>
    </w:p>
    <w:p w14:paraId="30D1D290" w14:textId="77777777" w:rsidR="00F929C8" w:rsidRPr="00923749" w:rsidRDefault="00F929C8" w:rsidP="00275AC7">
      <w:pPr>
        <w:pStyle w:val="ListParagraph"/>
        <w:numPr>
          <w:ilvl w:val="0"/>
          <w:numId w:val="34"/>
        </w:numPr>
      </w:pPr>
      <w:r w:rsidRPr="00923749">
        <w:t>Staff may use a family member or a friend of the client over the age of 18 in case of emergency.</w:t>
      </w:r>
    </w:p>
    <w:p w14:paraId="7C87BA3F" w14:textId="77777777" w:rsidR="00F929C8" w:rsidRPr="007038DF" w:rsidRDefault="00F929C8" w:rsidP="00921AA5">
      <w:pPr>
        <w:pStyle w:val="ListParagraph"/>
        <w:numPr>
          <w:ilvl w:val="0"/>
          <w:numId w:val="0"/>
        </w:numPr>
        <w:ind w:left="720"/>
      </w:pPr>
      <w:r w:rsidRPr="00923749">
        <w:t xml:space="preserve">For the purposes of this chapter, emergency means “When no professional interpreter, or translator is available in or out of the state of Washington for a particular language, either in person, by video remote or telephonically and would cause the applicant/client an extensive delay regarding application or reauthorization of services”. </w:t>
      </w:r>
      <w:r w:rsidRPr="007038DF">
        <w:t>Family members and friends cannot receive payment for interpreter services.</w:t>
      </w:r>
    </w:p>
    <w:p w14:paraId="7E00FE37" w14:textId="77777777" w:rsidR="00F929C8" w:rsidRPr="00923749" w:rsidRDefault="00F929C8" w:rsidP="00275AC7">
      <w:pPr>
        <w:pStyle w:val="ListParagraph"/>
        <w:numPr>
          <w:ilvl w:val="0"/>
          <w:numId w:val="34"/>
        </w:numPr>
      </w:pPr>
      <w:r w:rsidRPr="00923749">
        <w:t>If staff used a family member/friend over the age of 18 or other Language Access services or auxiliary aids to assist in communicating with the applicant or client, they must document the following in the client’s electronic record:</w:t>
      </w:r>
    </w:p>
    <w:p w14:paraId="07258396" w14:textId="77777777" w:rsidR="00F929C8" w:rsidRPr="00923749" w:rsidRDefault="00F929C8" w:rsidP="00275AC7">
      <w:pPr>
        <w:pStyle w:val="ListParagraph"/>
        <w:numPr>
          <w:ilvl w:val="0"/>
          <w:numId w:val="36"/>
        </w:numPr>
      </w:pPr>
      <w:r w:rsidRPr="00923749">
        <w:t>Attempts to secure a professional interpreter;</w:t>
      </w:r>
    </w:p>
    <w:p w14:paraId="4535D1DB" w14:textId="77777777" w:rsidR="00F929C8" w:rsidRPr="00923749" w:rsidRDefault="00F929C8" w:rsidP="00275AC7">
      <w:pPr>
        <w:pStyle w:val="ListParagraph"/>
        <w:numPr>
          <w:ilvl w:val="0"/>
          <w:numId w:val="36"/>
        </w:numPr>
      </w:pPr>
      <w:r w:rsidRPr="00923749">
        <w:t>Use of family member or friend to assist in communication; and</w:t>
      </w:r>
    </w:p>
    <w:p w14:paraId="3CC09986" w14:textId="77777777" w:rsidR="00F929C8" w:rsidRPr="00923749" w:rsidRDefault="00F929C8" w:rsidP="00275AC7">
      <w:pPr>
        <w:pStyle w:val="ListParagraph"/>
        <w:numPr>
          <w:ilvl w:val="0"/>
          <w:numId w:val="36"/>
        </w:numPr>
      </w:pPr>
      <w:r w:rsidRPr="00923749">
        <w:t>Use of other options for communication, such as OPI or VRI modalities.</w:t>
      </w:r>
    </w:p>
    <w:p w14:paraId="1853B09C" w14:textId="77777777" w:rsidR="000015C0" w:rsidRDefault="000015C0" w:rsidP="00576E5E"/>
    <w:p w14:paraId="50214C95" w14:textId="77777777" w:rsidR="00CD1BFA" w:rsidRPr="00D331E9" w:rsidRDefault="00CD1BFA" w:rsidP="00D331E9">
      <w:pPr>
        <w:rPr>
          <w:rFonts w:asciiTheme="majorHAnsi" w:hAnsiTheme="majorHAnsi" w:cstheme="majorHAnsi"/>
          <w:b/>
          <w:bCs/>
          <w:i/>
          <w:iCs/>
          <w:color w:val="193F6F"/>
          <w:szCs w:val="24"/>
        </w:rPr>
      </w:pPr>
      <w:bookmarkStart w:id="35" w:name="_Toc69413621"/>
      <w:bookmarkStart w:id="36" w:name="_Hlk194404757"/>
      <w:r w:rsidRPr="00D331E9">
        <w:rPr>
          <w:rFonts w:asciiTheme="majorHAnsi" w:hAnsiTheme="majorHAnsi" w:cstheme="majorHAnsi"/>
          <w:b/>
          <w:bCs/>
          <w:i/>
          <w:iCs/>
          <w:color w:val="193F6F"/>
          <w:szCs w:val="24"/>
        </w:rPr>
        <w:t>Requesting Spoken Language In-Person Interpreter Services</w:t>
      </w:r>
      <w:bookmarkEnd w:id="35"/>
    </w:p>
    <w:bookmarkEnd w:id="36"/>
    <w:p w14:paraId="2883BFC8" w14:textId="77777777" w:rsidR="00CD1BFA" w:rsidRPr="00E74E88" w:rsidRDefault="00CD1BFA" w:rsidP="00275AC7">
      <w:pPr>
        <w:pStyle w:val="ListParagraph"/>
        <w:numPr>
          <w:ilvl w:val="0"/>
          <w:numId w:val="33"/>
        </w:numPr>
        <w:contextualSpacing/>
        <w:rPr>
          <w:rFonts w:asciiTheme="minorHAnsi" w:eastAsiaTheme="minorEastAsia" w:hAnsiTheme="minorHAnsi" w:cstheme="minorBidi"/>
        </w:rPr>
      </w:pPr>
      <w:r w:rsidRPr="00E74E88">
        <w:rPr>
          <w:rFonts w:asciiTheme="minorHAnsi" w:eastAsiaTheme="minorEastAsia" w:hAnsiTheme="minorHAnsi" w:cstheme="minorBidi"/>
        </w:rPr>
        <w:t xml:space="preserve">Use current language access service contracts to request In-person interpreter services: </w:t>
      </w:r>
    </w:p>
    <w:p w14:paraId="6409F776" w14:textId="0607F9A4" w:rsidR="00CD1BFA" w:rsidRPr="00E74E88" w:rsidRDefault="63836981" w:rsidP="4D612DCF">
      <w:pPr>
        <w:pStyle w:val="ListParagraph"/>
        <w:numPr>
          <w:ilvl w:val="0"/>
          <w:numId w:val="0"/>
        </w:numPr>
        <w:ind w:left="360"/>
        <w:rPr>
          <w:rFonts w:asciiTheme="minorHAnsi" w:eastAsiaTheme="minorEastAsia" w:hAnsiTheme="minorHAnsi" w:cstheme="minorBidi"/>
        </w:rPr>
      </w:pPr>
      <w:r w:rsidRPr="00E74E88">
        <w:rPr>
          <w:rFonts w:asciiTheme="minorHAnsi" w:eastAsiaTheme="minorEastAsia" w:hAnsiTheme="minorHAnsi" w:cstheme="minorBidi"/>
        </w:rPr>
        <w:t xml:space="preserve">DSHS </w:t>
      </w:r>
      <w:r w:rsidR="7CFFE853" w:rsidRPr="00E74E88">
        <w:rPr>
          <w:rFonts w:asciiTheme="minorHAnsi" w:eastAsiaTheme="minorEastAsia" w:hAnsiTheme="minorHAnsi" w:cstheme="minorBidi"/>
        </w:rPr>
        <w:t xml:space="preserve">Interpreter Service </w:t>
      </w:r>
      <w:r w:rsidR="00E06EC2" w:rsidRPr="00E74E88">
        <w:rPr>
          <w:rFonts w:asciiTheme="minorHAnsi" w:eastAsiaTheme="minorEastAsia" w:hAnsiTheme="minorHAnsi" w:cstheme="minorBidi"/>
        </w:rPr>
        <w:t>contract #</w:t>
      </w:r>
      <w:r w:rsidR="0DC36480" w:rsidRPr="00E74E88">
        <w:rPr>
          <w:rFonts w:asciiTheme="minorHAnsi" w:eastAsiaTheme="minorEastAsia" w:hAnsiTheme="minorHAnsi" w:cstheme="minorBidi"/>
        </w:rPr>
        <w:t>2534-60325</w:t>
      </w:r>
      <w:r w:rsidR="7CFFE853" w:rsidRPr="00E74E88">
        <w:rPr>
          <w:rFonts w:asciiTheme="minorHAnsi" w:eastAsiaTheme="minorEastAsia" w:hAnsiTheme="minorHAnsi" w:cstheme="minorBidi"/>
        </w:rPr>
        <w:t xml:space="preserve">, currently </w:t>
      </w:r>
      <w:r w:rsidR="7CFFE853" w:rsidRPr="00E74E88">
        <w:rPr>
          <w:rFonts w:asciiTheme="minorHAnsi" w:eastAsiaTheme="minorEastAsia" w:hAnsiTheme="minorHAnsi" w:cstheme="minorBidi"/>
          <w:b/>
          <w:bCs/>
        </w:rPr>
        <w:t>Universal Language Service (ULS)</w:t>
      </w:r>
      <w:r w:rsidR="7CFFE853" w:rsidRPr="00E74E88">
        <w:rPr>
          <w:rFonts w:asciiTheme="minorHAnsi" w:eastAsiaTheme="minorEastAsia" w:hAnsiTheme="minorHAnsi" w:cstheme="minorBidi"/>
        </w:rPr>
        <w:t xml:space="preserve"> </w:t>
      </w:r>
    </w:p>
    <w:p w14:paraId="6D6751DD" w14:textId="5B0FE540" w:rsidR="00CD1BFA" w:rsidRPr="002E6CEC" w:rsidRDefault="7CFFE853" w:rsidP="4D612DCF">
      <w:pPr>
        <w:pStyle w:val="ListParagraph"/>
        <w:numPr>
          <w:ilvl w:val="0"/>
          <w:numId w:val="0"/>
        </w:numPr>
        <w:ind w:left="360"/>
        <w:rPr>
          <w:rStyle w:val="Hyperlink"/>
          <w:rFonts w:ascii="Aptos" w:eastAsia="Aptos" w:hAnsi="Aptos" w:cs="Aptos"/>
          <w:color w:val="467886"/>
          <w:sz w:val="28"/>
          <w:szCs w:val="28"/>
        </w:rPr>
      </w:pPr>
      <w:r w:rsidRPr="00E74E88">
        <w:rPr>
          <w:rFonts w:asciiTheme="minorHAnsi" w:eastAsiaTheme="minorEastAsia" w:hAnsiTheme="minorHAnsi" w:cstheme="minorBidi"/>
        </w:rPr>
        <w:t xml:space="preserve">DSHS must use the ULS on-line scheduling system to request interpreters and manage job requests - </w:t>
      </w:r>
      <w:hyperlink r:id="rId29" w:history="1">
        <w:r w:rsidR="65280785" w:rsidRPr="4D612DCF">
          <w:rPr>
            <w:rStyle w:val="Hyperlink"/>
            <w:rFonts w:eastAsia="Calibri" w:cs="Calibri"/>
            <w:color w:val="467886"/>
          </w:rPr>
          <w:t>UniversalLanguage Service portal</w:t>
        </w:r>
      </w:hyperlink>
      <w:r w:rsidRPr="00E74E88">
        <w:rPr>
          <w:rFonts w:asciiTheme="minorHAnsi" w:eastAsiaTheme="minorEastAsia" w:hAnsiTheme="minorHAnsi" w:cstheme="minorBidi"/>
        </w:rPr>
        <w:t xml:space="preserve"> </w:t>
      </w:r>
      <w:r w:rsidR="2C320161" w:rsidRPr="00E74E88">
        <w:rPr>
          <w:rFonts w:asciiTheme="minorHAnsi" w:eastAsiaTheme="minorEastAsia" w:hAnsiTheme="minorHAnsi" w:cstheme="minorBidi"/>
        </w:rPr>
        <w:t xml:space="preserve"> </w:t>
      </w:r>
    </w:p>
    <w:p w14:paraId="2FBC8FFC" w14:textId="77777777" w:rsidR="00CD1BFA" w:rsidRPr="00E74E88" w:rsidRDefault="00CD1BFA" w:rsidP="4D612DCF">
      <w:pPr>
        <w:pStyle w:val="ListParagraph"/>
        <w:numPr>
          <w:ilvl w:val="0"/>
          <w:numId w:val="0"/>
        </w:numPr>
        <w:ind w:left="360"/>
        <w:rPr>
          <w:rFonts w:asciiTheme="minorHAnsi" w:eastAsiaTheme="minorEastAsia" w:hAnsiTheme="minorHAnsi" w:cstheme="minorBidi"/>
        </w:rPr>
      </w:pPr>
    </w:p>
    <w:p w14:paraId="477EE85E" w14:textId="0BDAA7B6" w:rsidR="00CD1BFA" w:rsidRPr="00E74E88" w:rsidRDefault="7CFFE853" w:rsidP="4D612DCF">
      <w:pPr>
        <w:pStyle w:val="ListParagraph"/>
        <w:numPr>
          <w:ilvl w:val="0"/>
          <w:numId w:val="0"/>
        </w:numPr>
        <w:ind w:left="360"/>
        <w:rPr>
          <w:rFonts w:asciiTheme="minorHAnsi" w:eastAsiaTheme="minorEastAsia" w:hAnsiTheme="minorHAnsi" w:cstheme="minorBidi"/>
        </w:rPr>
      </w:pPr>
      <w:r w:rsidRPr="00E74E88">
        <w:rPr>
          <w:rFonts w:asciiTheme="minorHAnsi" w:eastAsiaTheme="minorEastAsia" w:hAnsiTheme="minorHAnsi" w:cstheme="minorBidi"/>
        </w:rPr>
        <w:t xml:space="preserve">To request access to the ULS on-line scheduling system for </w:t>
      </w:r>
      <w:r w:rsidRPr="00E74E88">
        <w:rPr>
          <w:rFonts w:asciiTheme="minorHAnsi" w:eastAsiaTheme="minorEastAsia" w:hAnsiTheme="minorHAnsi" w:cstheme="minorBidi"/>
          <w:b/>
          <w:bCs/>
        </w:rPr>
        <w:t>new Requesters,</w:t>
      </w:r>
      <w:r w:rsidR="78CFBFA2" w:rsidRPr="00E74E88">
        <w:rPr>
          <w:rFonts w:asciiTheme="minorHAnsi" w:eastAsiaTheme="minorEastAsia" w:hAnsiTheme="minorHAnsi" w:cstheme="minorBidi"/>
          <w:b/>
          <w:bCs/>
        </w:rPr>
        <w:t xml:space="preserve"> </w:t>
      </w:r>
      <w:r w:rsidR="78CFBFA2" w:rsidRPr="00E74E88">
        <w:rPr>
          <w:rFonts w:asciiTheme="minorHAnsi" w:eastAsiaTheme="minorEastAsia" w:hAnsiTheme="minorHAnsi" w:cstheme="minorBidi"/>
        </w:rPr>
        <w:t xml:space="preserve">please send an email to </w:t>
      </w:r>
      <w:hyperlink r:id="rId30" w:history="1">
        <w:hyperlink r:id="rId31" w:history="1">
          <w:r w:rsidR="78CFBFA2" w:rsidRPr="4D612DCF">
            <w:rPr>
              <w:rStyle w:val="Hyperlink"/>
              <w:rFonts w:eastAsia="Calibri" w:cs="Calibri"/>
              <w:color w:val="467886"/>
              <w:sz w:val="24"/>
              <w:szCs w:val="24"/>
            </w:rPr>
            <w:t>UniversalLanguageService@dshs.wa.gov</w:t>
          </w:r>
        </w:hyperlink>
      </w:hyperlink>
      <w:r w:rsidR="4A7915F7" w:rsidRPr="00E74E88">
        <w:rPr>
          <w:rFonts w:asciiTheme="minorHAnsi" w:eastAsiaTheme="minorEastAsia" w:hAnsiTheme="minorHAnsi" w:cstheme="minorBidi"/>
          <w:b/>
          <w:bCs/>
        </w:rPr>
        <w:t xml:space="preserve"> </w:t>
      </w:r>
      <w:r w:rsidR="4A7915F7" w:rsidRPr="00E74E88">
        <w:rPr>
          <w:rFonts w:asciiTheme="minorHAnsi" w:eastAsiaTheme="minorEastAsia" w:hAnsiTheme="minorHAnsi" w:cstheme="minorBidi"/>
        </w:rPr>
        <w:t xml:space="preserve">The email should contain the following information: </w:t>
      </w:r>
    </w:p>
    <w:p w14:paraId="7CAE0E53" w14:textId="0D751FEF" w:rsidR="00CD1BFA" w:rsidRPr="00E74E88" w:rsidRDefault="4A7915F7" w:rsidP="00E74E88">
      <w:pPr>
        <w:pStyle w:val="NoSpacing"/>
        <w:ind w:left="360"/>
        <w:rPr>
          <w:rFonts w:asciiTheme="minorHAnsi" w:eastAsiaTheme="minorEastAsia" w:hAnsiTheme="minorHAnsi" w:cstheme="minorBidi"/>
        </w:rPr>
      </w:pPr>
      <w:r w:rsidRPr="00E74E88">
        <w:rPr>
          <w:rFonts w:asciiTheme="minorHAnsi" w:eastAsiaTheme="minorEastAsia" w:hAnsiTheme="minorHAnsi" w:cstheme="minorBidi"/>
        </w:rPr>
        <w:t xml:space="preserve">-First name </w:t>
      </w:r>
    </w:p>
    <w:p w14:paraId="22D7F5BD" w14:textId="2546860D" w:rsidR="00CD1BFA" w:rsidRPr="00E74E88" w:rsidRDefault="4A7915F7" w:rsidP="00E74E88">
      <w:pPr>
        <w:pStyle w:val="NoSpacing"/>
        <w:ind w:left="360"/>
        <w:rPr>
          <w:rFonts w:asciiTheme="minorHAnsi" w:eastAsiaTheme="minorEastAsia" w:hAnsiTheme="minorHAnsi" w:cstheme="minorBidi"/>
        </w:rPr>
      </w:pPr>
      <w:r w:rsidRPr="00E74E88">
        <w:rPr>
          <w:rFonts w:asciiTheme="minorHAnsi" w:eastAsiaTheme="minorEastAsia" w:hAnsiTheme="minorHAnsi" w:cstheme="minorBidi"/>
        </w:rPr>
        <w:t>-Last name</w:t>
      </w:r>
    </w:p>
    <w:p w14:paraId="3898C1D4" w14:textId="0FA97AA6" w:rsidR="00CD1BFA" w:rsidRPr="00E74E88" w:rsidRDefault="4A7915F7" w:rsidP="00E74E88">
      <w:pPr>
        <w:pStyle w:val="NoSpacing"/>
        <w:ind w:left="360"/>
        <w:rPr>
          <w:rFonts w:asciiTheme="minorHAnsi" w:eastAsiaTheme="minorEastAsia" w:hAnsiTheme="minorHAnsi" w:cstheme="minorBidi"/>
        </w:rPr>
      </w:pPr>
      <w:r w:rsidRPr="00E74E88">
        <w:rPr>
          <w:rFonts w:asciiTheme="minorHAnsi" w:eastAsiaTheme="minorEastAsia" w:hAnsiTheme="minorHAnsi" w:cstheme="minorBidi"/>
        </w:rPr>
        <w:t>-Email address</w:t>
      </w:r>
    </w:p>
    <w:p w14:paraId="17B9FFCA" w14:textId="6BDEC5BB" w:rsidR="00AF20B0" w:rsidRDefault="4A7915F7" w:rsidP="00576E5E">
      <w:pPr>
        <w:ind w:left="360"/>
      </w:pPr>
      <w:r w:rsidRPr="00E74E88">
        <w:rPr>
          <w:rFonts w:asciiTheme="minorHAnsi" w:eastAsiaTheme="minorEastAsia" w:hAnsiTheme="minorHAnsi" w:cstheme="minorBidi"/>
        </w:rPr>
        <w:t xml:space="preserve">-Location/account they should be assigned to (e.g., HCS Region 1 - Kennewick, APS Region 1 – Colville, DDA (DDCS) - Bellingham Field Service Office, etc.) </w:t>
      </w:r>
      <w:r w:rsidR="355F12EB" w:rsidRPr="00E74E88">
        <w:rPr>
          <w:b/>
          <w:bCs/>
        </w:rPr>
        <w:t>NOTE:</w:t>
      </w:r>
      <w:r w:rsidR="355F12EB">
        <w:t xml:space="preserve"> </w:t>
      </w:r>
      <w:r w:rsidR="56DA0F8A">
        <w:t>To access the Universal Language Service portal, s</w:t>
      </w:r>
      <w:r w:rsidR="355F12EB">
        <w:t>taff will use Single Sign On (SSO)</w:t>
      </w:r>
      <w:r w:rsidR="1CC40EDC">
        <w:t xml:space="preserve">. </w:t>
      </w:r>
      <w:r w:rsidR="355F12EB">
        <w:t>Staff will not</w:t>
      </w:r>
      <w:r w:rsidR="5CF0A92C">
        <w:t xml:space="preserve"> need to</w:t>
      </w:r>
      <w:r w:rsidR="355F12EB">
        <w:t xml:space="preserve"> create or enter a username and password. </w:t>
      </w:r>
    </w:p>
    <w:p w14:paraId="34FC4049" w14:textId="77777777" w:rsidR="00CA429F" w:rsidRDefault="00CA429F" w:rsidP="00576E5E">
      <w:pPr>
        <w:ind w:left="360"/>
      </w:pPr>
    </w:p>
    <w:p w14:paraId="766B84E9" w14:textId="6844A68D" w:rsidR="00AF20B0" w:rsidRPr="00E74E88" w:rsidRDefault="72E7A017" w:rsidP="4D612DCF">
      <w:pPr>
        <w:pStyle w:val="ListParagraph"/>
        <w:numPr>
          <w:ilvl w:val="0"/>
          <w:numId w:val="0"/>
        </w:numPr>
        <w:ind w:left="360"/>
        <w:rPr>
          <w:rFonts w:eastAsia="Calibri" w:cs="Calibri"/>
          <w:color w:val="467886"/>
          <w:u w:val="single"/>
        </w:rPr>
      </w:pPr>
      <w:r w:rsidRPr="00E74E88">
        <w:rPr>
          <w:rFonts w:cs="Calibri"/>
          <w:b/>
          <w:bCs/>
        </w:rPr>
        <w:t>Universal Language Service Requestor Guides</w:t>
      </w:r>
      <w:r w:rsidRPr="00E74E88">
        <w:rPr>
          <w:rFonts w:cs="Calibri"/>
        </w:rPr>
        <w:t xml:space="preserve"> can be found on the </w:t>
      </w:r>
      <w:hyperlink r:id="rId32" w:history="1">
        <w:r w:rsidR="2BFC6A82" w:rsidRPr="4D612DCF">
          <w:rPr>
            <w:rStyle w:val="Hyperlink"/>
            <w:rFonts w:eastAsia="Calibri" w:cs="Calibri"/>
            <w:color w:val="467886"/>
          </w:rPr>
          <w:t>Language Access SharePoint</w:t>
        </w:r>
      </w:hyperlink>
      <w:r w:rsidR="2BFC6A82" w:rsidRPr="4D612DCF">
        <w:rPr>
          <w:rFonts w:eastAsia="Calibri" w:cs="Calibri"/>
          <w:color w:val="467886"/>
          <w:u w:val="single"/>
        </w:rPr>
        <w:t xml:space="preserve"> site. </w:t>
      </w:r>
    </w:p>
    <w:p w14:paraId="5EFDE126" w14:textId="77777777" w:rsidR="000015C0" w:rsidRPr="002E6CEC" w:rsidRDefault="000015C0" w:rsidP="00576E5E">
      <w:pPr>
        <w:rPr>
          <w:rFonts w:cs="Calibri"/>
          <w:color w:val="000000"/>
          <w:sz w:val="24"/>
          <w:szCs w:val="24"/>
        </w:rPr>
      </w:pPr>
    </w:p>
    <w:p w14:paraId="740DF536" w14:textId="77777777" w:rsidR="005C5D1E" w:rsidRPr="002E6CEC" w:rsidRDefault="005C5D1E" w:rsidP="00576E5E">
      <w:pPr>
        <w:rPr>
          <w:rFonts w:cs="Calibri"/>
          <w:color w:val="000000"/>
          <w:sz w:val="24"/>
          <w:szCs w:val="24"/>
        </w:rPr>
      </w:pPr>
    </w:p>
    <w:p w14:paraId="11EAEDED" w14:textId="282E0E2C" w:rsidR="005C5D1E" w:rsidRDefault="1A99E093" w:rsidP="00576E5E">
      <w:pPr>
        <w:ind w:left="360"/>
        <w:rPr>
          <w:rFonts w:cs="Calibri"/>
          <w:color w:val="000000"/>
        </w:rPr>
      </w:pPr>
      <w:r w:rsidRPr="1C85A779">
        <w:rPr>
          <w:b/>
          <w:bCs/>
        </w:rPr>
        <w:t>NOTE:</w:t>
      </w:r>
      <w:r>
        <w:t xml:space="preserve"> </w:t>
      </w:r>
      <w:r w:rsidR="48FF6962">
        <w:t>Universal Language Service DSHS contract #2534-60325</w:t>
      </w:r>
      <w:r w:rsidRPr="1C85A779">
        <w:rPr>
          <w:rFonts w:cs="Calibri"/>
          <w:b/>
          <w:bCs/>
        </w:rPr>
        <w:t xml:space="preserve"> </w:t>
      </w:r>
      <w:r w:rsidRPr="1C85A779">
        <w:rPr>
          <w:rFonts w:cs="Calibri"/>
        </w:rPr>
        <w:t>provide</w:t>
      </w:r>
      <w:r w:rsidR="6E6236CA" w:rsidRPr="1C85A779">
        <w:rPr>
          <w:rFonts w:cs="Calibri"/>
        </w:rPr>
        <w:t>s language</w:t>
      </w:r>
      <w:r w:rsidRPr="1C85A779">
        <w:rPr>
          <w:rFonts w:cs="Calibri"/>
        </w:rPr>
        <w:t xml:space="preserve"> services following the guidelines of the </w:t>
      </w:r>
      <w:r>
        <w:t>Collective Bargaining Agreement (CBA)</w:t>
      </w:r>
      <w:r w:rsidR="00604F8F">
        <w:t xml:space="preserve"> and </w:t>
      </w:r>
      <w:r w:rsidR="008D3AE4">
        <w:t>should</w:t>
      </w:r>
      <w:r w:rsidR="00604F8F">
        <w:t xml:space="preserve"> be used before other language contracts for pre-scheduled appointments</w:t>
      </w:r>
      <w:r>
        <w:t xml:space="preserve">. The Language Access Provider (LAP) CBA can be found at the following link: </w:t>
      </w:r>
      <w:hyperlink r:id="rId33" w:history="1">
        <w:r w:rsidR="00AE4BA9">
          <w:rPr>
            <w:rStyle w:val="Hyperlink"/>
            <w:rFonts w:eastAsia="Calibri" w:cs="Calibri"/>
            <w:color w:val="467886"/>
          </w:rPr>
          <w:t>2025-2027 Washington Federation of State Employees - Language Access Providers (WFSE LAP)</w:t>
        </w:r>
      </w:hyperlink>
      <w:r>
        <w:t xml:space="preserve"> </w:t>
      </w:r>
    </w:p>
    <w:p w14:paraId="739A23A1" w14:textId="77777777" w:rsidR="005C5D1E" w:rsidRDefault="005C5D1E" w:rsidP="00576E5E"/>
    <w:p w14:paraId="77E329FB" w14:textId="4013CC54" w:rsidR="003C7CF2" w:rsidRPr="00390B1C" w:rsidRDefault="00D85C58" w:rsidP="00E74E88">
      <w:pPr>
        <w:ind w:left="144"/>
        <w:contextualSpacing/>
        <w:rPr>
          <w:rFonts w:cs="Calibri"/>
        </w:rPr>
      </w:pPr>
      <w:r w:rsidRPr="00E74E88">
        <w:t xml:space="preserve">2. </w:t>
      </w:r>
      <w:r w:rsidR="620089E4" w:rsidRPr="00390B1C">
        <w:t>In the event the vendor, who provide</w:t>
      </w:r>
      <w:r w:rsidR="00785E31" w:rsidRPr="00390B1C">
        <w:t>s</w:t>
      </w:r>
      <w:r w:rsidR="620089E4" w:rsidRPr="00390B1C">
        <w:t xml:space="preserve"> CBA covered services, </w:t>
      </w:r>
      <w:r w:rsidR="08EDC626" w:rsidRPr="00390B1C">
        <w:t>is</w:t>
      </w:r>
      <w:r w:rsidR="620089E4" w:rsidRPr="00390B1C">
        <w:t xml:space="preserve"> unable to </w:t>
      </w:r>
      <w:r w:rsidR="00785E31" w:rsidRPr="00390B1C">
        <w:t>ful</w:t>
      </w:r>
      <w:r w:rsidR="620089E4" w:rsidRPr="00390B1C">
        <w:t>fill an interpreter request, staff should use</w:t>
      </w:r>
      <w:r w:rsidR="2A7923C1" w:rsidRPr="00390B1C">
        <w:t xml:space="preserve"> the</w:t>
      </w:r>
      <w:r w:rsidR="620089E4" w:rsidRPr="00390B1C">
        <w:t xml:space="preserve"> DES Spoken Language Interpreter Services contract, currently #18222.</w:t>
      </w:r>
      <w:r w:rsidR="00443417" w:rsidRPr="00E74E88">
        <w:rPr>
          <w:rStyle w:val="FootnoteReference"/>
        </w:rPr>
        <w:footnoteReference w:id="1"/>
      </w:r>
    </w:p>
    <w:p w14:paraId="0F513291" w14:textId="52928E01" w:rsidR="00200539" w:rsidRPr="00E74E88" w:rsidRDefault="00200539" w:rsidP="00275AC7">
      <w:pPr>
        <w:pStyle w:val="NoSpacing"/>
        <w:numPr>
          <w:ilvl w:val="0"/>
          <w:numId w:val="20"/>
        </w:numPr>
      </w:pPr>
      <w:r w:rsidRPr="00E74E88">
        <w:t>To request pre-scheduled interpreter services from vendors under DES contract 18222, staff must complete form</w:t>
      </w:r>
      <w:r w:rsidR="589F3A70" w:rsidRPr="00E74E88">
        <w:t xml:space="preserve"> </w:t>
      </w:r>
      <w:hyperlink r:id="rId34" w:history="1">
        <w:r w:rsidR="589F3A70" w:rsidRPr="00390B1C">
          <w:rPr>
            <w:rStyle w:val="Hyperlink"/>
            <w:rFonts w:eastAsia="Calibri" w:cs="Calibri"/>
            <w:color w:val="467886"/>
          </w:rPr>
          <w:t>DSHS Form 17-123</w:t>
        </w:r>
      </w:hyperlink>
      <w:r w:rsidRPr="00E74E88">
        <w:t>.</w:t>
      </w:r>
      <w:r w:rsidRPr="00E74E88">
        <w:rPr>
          <w:rStyle w:val="FootnoteReference"/>
        </w:rPr>
        <w:footnoteReference w:id="2"/>
      </w:r>
      <w:r w:rsidRPr="00E74E88">
        <w:t xml:space="preserve">  </w:t>
      </w:r>
      <w:r w:rsidR="0053104A" w:rsidRPr="00E74E88">
        <w:t xml:space="preserve">See </w:t>
      </w:r>
      <w:hyperlink r:id="rId35" w:history="1">
        <w:r w:rsidR="0053104A" w:rsidRPr="00E74E88">
          <w:rPr>
            <w:rStyle w:val="Hyperlink"/>
            <w:b/>
            <w:bCs/>
          </w:rPr>
          <w:t>instructions</w:t>
        </w:r>
      </w:hyperlink>
      <w:r w:rsidR="0053104A" w:rsidRPr="00390B1C">
        <w:t>.</w:t>
      </w:r>
    </w:p>
    <w:p w14:paraId="0882A991" w14:textId="5324041C" w:rsidR="00A827F8" w:rsidRPr="00E74E88" w:rsidRDefault="0053104A" w:rsidP="00275AC7">
      <w:pPr>
        <w:pStyle w:val="NoSpacing"/>
        <w:numPr>
          <w:ilvl w:val="0"/>
          <w:numId w:val="20"/>
        </w:numPr>
      </w:pPr>
      <w:r w:rsidRPr="00E74E88">
        <w:t>Clearly document your attempts to obtain an interpreter under the</w:t>
      </w:r>
      <w:r w:rsidR="00CA2C26" w:rsidRPr="00E74E88">
        <w:t xml:space="preserve"> contracted CBA vendor. </w:t>
      </w:r>
    </w:p>
    <w:p w14:paraId="7E812A57" w14:textId="77777777" w:rsidR="006777B4" w:rsidRPr="00E74E88" w:rsidRDefault="006777B4" w:rsidP="00275AC7">
      <w:pPr>
        <w:pStyle w:val="NoSpacing"/>
        <w:numPr>
          <w:ilvl w:val="0"/>
          <w:numId w:val="20"/>
        </w:numPr>
      </w:pPr>
      <w:r w:rsidRPr="00E74E88">
        <w:t xml:space="preserve">Vendors who have agreed to provide interpreter services under DES contract 18222 can be found on the DES contract summary page - </w:t>
      </w:r>
      <w:hyperlink r:id="rId36" w:history="1">
        <w:r w:rsidRPr="00E74E88">
          <w:rPr>
            <w:rStyle w:val="Hyperlink"/>
          </w:rPr>
          <w:t>https://apps.des.wa.gov/DESContracts/Home/ContractSummary/18222</w:t>
        </w:r>
      </w:hyperlink>
    </w:p>
    <w:p w14:paraId="7586D057" w14:textId="77777777" w:rsidR="00CD4918" w:rsidRPr="00E74E88" w:rsidRDefault="00CD4918" w:rsidP="002E6CEC">
      <w:pPr>
        <w:pStyle w:val="NoSpacing"/>
        <w:ind w:left="720"/>
      </w:pPr>
    </w:p>
    <w:p w14:paraId="53F82D0D" w14:textId="78E5F752" w:rsidR="003E6AAC" w:rsidRPr="00E74E88" w:rsidRDefault="00711833" w:rsidP="00E74E88">
      <w:pPr>
        <w:ind w:left="360"/>
        <w:contextualSpacing/>
        <w:rPr>
          <w:rFonts w:cs="Calibri"/>
        </w:rPr>
      </w:pPr>
      <w:r w:rsidRPr="00E74E88">
        <w:rPr>
          <w:rFonts w:cs="Calibri"/>
        </w:rPr>
        <w:t xml:space="preserve">3. </w:t>
      </w:r>
      <w:r w:rsidR="00BD7674" w:rsidRPr="00E74E88">
        <w:rPr>
          <w:rFonts w:cs="Calibri"/>
        </w:rPr>
        <w:t>If no DES vendor has language resources for</w:t>
      </w:r>
      <w:r w:rsidR="007A7EF7" w:rsidRPr="00E74E88">
        <w:rPr>
          <w:rFonts w:cs="Calibri"/>
        </w:rPr>
        <w:t xml:space="preserve"> an</w:t>
      </w:r>
      <w:r w:rsidR="00BD7674" w:rsidRPr="00E74E88">
        <w:rPr>
          <w:rFonts w:cs="Calibri"/>
        </w:rPr>
        <w:t xml:space="preserve"> in-person appointment, DSHS staff can seek </w:t>
      </w:r>
      <w:r w:rsidR="00BD7674" w:rsidRPr="00E74E88">
        <w:rPr>
          <w:rFonts w:cs="Calibri"/>
          <w:b/>
          <w:bCs/>
        </w:rPr>
        <w:t>off-contract</w:t>
      </w:r>
      <w:r w:rsidR="00BD7674" w:rsidRPr="00E74E88">
        <w:rPr>
          <w:rFonts w:cs="Calibri"/>
        </w:rPr>
        <w:t xml:space="preserve"> interpreter services providers. </w:t>
      </w:r>
    </w:p>
    <w:p w14:paraId="67160FA8" w14:textId="1BA31B92" w:rsidR="00BD7674" w:rsidRPr="00E74E88" w:rsidRDefault="7248F0AF" w:rsidP="00275AC7">
      <w:pPr>
        <w:pStyle w:val="ListParagraph"/>
        <w:numPr>
          <w:ilvl w:val="0"/>
          <w:numId w:val="37"/>
        </w:numPr>
        <w:rPr>
          <w:rFonts w:cs="Calibri"/>
        </w:rPr>
      </w:pPr>
      <w:r w:rsidRPr="00E74E88">
        <w:rPr>
          <w:rFonts w:cs="Calibri"/>
        </w:rPr>
        <w:t xml:space="preserve">Use </w:t>
      </w:r>
      <w:hyperlink r:id="rId37" w:history="1">
        <w:r w:rsidR="49F7E33D" w:rsidRPr="00E74E88">
          <w:rPr>
            <w:rStyle w:val="Hyperlink"/>
          </w:rPr>
          <w:t>DSHS Form 17-123</w:t>
        </w:r>
      </w:hyperlink>
      <w:r w:rsidR="00BD7674" w:rsidRPr="00E74E88">
        <w:rPr>
          <w:rStyle w:val="FootnoteReference"/>
          <w:rFonts w:cs="Calibri"/>
        </w:rPr>
        <w:footnoteReference w:id="3"/>
      </w:r>
      <w:r w:rsidRPr="00E74E88">
        <w:rPr>
          <w:rFonts w:cs="Calibri"/>
        </w:rPr>
        <w:t xml:space="preserve"> for placing a request and complete “</w:t>
      </w:r>
      <w:hyperlink r:id="rId38" w:history="1">
        <w:r w:rsidRPr="00E74E88">
          <w:rPr>
            <w:rStyle w:val="Hyperlink"/>
            <w:rFonts w:cs="Calibri"/>
          </w:rPr>
          <w:t>Documentation for Using Non-Contracted Vendors</w:t>
        </w:r>
      </w:hyperlink>
      <w:r w:rsidRPr="00E74E88">
        <w:rPr>
          <w:rFonts w:cs="Calibri"/>
        </w:rPr>
        <w:t xml:space="preserve">” </w:t>
      </w:r>
      <w:r w:rsidR="30645029" w:rsidRPr="00E74E88">
        <w:rPr>
          <w:rFonts w:cs="Calibri"/>
        </w:rPr>
        <w:t xml:space="preserve">form </w:t>
      </w:r>
      <w:r w:rsidRPr="00E74E88">
        <w:rPr>
          <w:rFonts w:cs="Calibri"/>
        </w:rPr>
        <w:t xml:space="preserve">to justify going off </w:t>
      </w:r>
      <w:r w:rsidR="30645029" w:rsidRPr="00E74E88">
        <w:rPr>
          <w:rFonts w:cs="Calibri"/>
        </w:rPr>
        <w:t>t</w:t>
      </w:r>
      <w:r w:rsidRPr="00E74E88">
        <w:rPr>
          <w:rFonts w:cs="Calibri"/>
        </w:rPr>
        <w:t xml:space="preserve">he contract. </w:t>
      </w:r>
    </w:p>
    <w:p w14:paraId="3C638A86" w14:textId="192AE733" w:rsidR="00F57497" w:rsidRPr="00E74E88" w:rsidRDefault="00442337" w:rsidP="00275AC7">
      <w:pPr>
        <w:pStyle w:val="ListParagraph"/>
        <w:numPr>
          <w:ilvl w:val="0"/>
          <w:numId w:val="37"/>
        </w:numPr>
        <w:rPr>
          <w:rFonts w:cs="Calibri"/>
        </w:rPr>
      </w:pPr>
      <w:r w:rsidRPr="00E74E88">
        <w:rPr>
          <w:rFonts w:cs="Calibri"/>
        </w:rPr>
        <w:t xml:space="preserve">These forms serve as backup documentation to invoices from vendors. </w:t>
      </w:r>
      <w:r w:rsidR="00741E06" w:rsidRPr="00E74E88">
        <w:rPr>
          <w:rFonts w:cs="Calibri"/>
        </w:rPr>
        <w:t xml:space="preserve">Thoroughly complete each form and </w:t>
      </w:r>
      <w:r w:rsidRPr="00E74E88">
        <w:rPr>
          <w:rFonts w:cs="Calibri"/>
        </w:rPr>
        <w:t xml:space="preserve">obtain </w:t>
      </w:r>
      <w:r w:rsidR="00741E06" w:rsidRPr="00E74E88">
        <w:rPr>
          <w:rFonts w:cs="Calibri"/>
        </w:rPr>
        <w:t xml:space="preserve">required </w:t>
      </w:r>
      <w:r w:rsidRPr="00E74E88">
        <w:rPr>
          <w:rFonts w:cs="Calibri"/>
        </w:rPr>
        <w:t xml:space="preserve">signatures. </w:t>
      </w:r>
    </w:p>
    <w:p w14:paraId="3C6297D7" w14:textId="14482F1A" w:rsidR="00442337" w:rsidRPr="00E74E88" w:rsidRDefault="00442337" w:rsidP="00275AC7">
      <w:pPr>
        <w:pStyle w:val="ListParagraph"/>
        <w:numPr>
          <w:ilvl w:val="0"/>
          <w:numId w:val="37"/>
        </w:numPr>
        <w:rPr>
          <w:rFonts w:cs="Calibri"/>
        </w:rPr>
      </w:pPr>
      <w:r w:rsidRPr="00E74E88">
        <w:rPr>
          <w:rFonts w:cs="Calibri"/>
        </w:rPr>
        <w:t>Give a copy</w:t>
      </w:r>
      <w:r w:rsidR="002425EB" w:rsidRPr="00E74E88">
        <w:rPr>
          <w:rFonts w:cs="Calibri"/>
        </w:rPr>
        <w:t xml:space="preserve"> of each form</w:t>
      </w:r>
      <w:r w:rsidRPr="00E74E88">
        <w:rPr>
          <w:rFonts w:cs="Calibri"/>
        </w:rPr>
        <w:t xml:space="preserve"> to </w:t>
      </w:r>
      <w:r w:rsidR="002425EB" w:rsidRPr="00E74E88">
        <w:rPr>
          <w:rFonts w:cs="Calibri"/>
        </w:rPr>
        <w:t xml:space="preserve">your </w:t>
      </w:r>
      <w:r w:rsidRPr="00E74E88">
        <w:rPr>
          <w:rFonts w:cs="Calibri"/>
        </w:rPr>
        <w:t>Business Manager</w:t>
      </w:r>
      <w:r w:rsidR="008B5965" w:rsidRPr="00E74E88">
        <w:rPr>
          <w:rFonts w:cs="Calibri"/>
        </w:rPr>
        <w:t xml:space="preserve"> </w:t>
      </w:r>
      <w:r w:rsidR="0094165A" w:rsidRPr="00E74E88">
        <w:rPr>
          <w:rFonts w:cs="Calibri"/>
        </w:rPr>
        <w:t>and sav</w:t>
      </w:r>
      <w:r w:rsidRPr="00E74E88">
        <w:rPr>
          <w:rFonts w:cs="Calibri"/>
        </w:rPr>
        <w:t>e a copy in the client file.</w:t>
      </w:r>
    </w:p>
    <w:p w14:paraId="174B4B0C" w14:textId="4EB1059C" w:rsidR="00E92FAF" w:rsidRPr="00E74E88" w:rsidRDefault="3F4B61DB" w:rsidP="00275AC7">
      <w:pPr>
        <w:pStyle w:val="ListParagraph"/>
        <w:numPr>
          <w:ilvl w:val="0"/>
          <w:numId w:val="37"/>
        </w:numPr>
        <w:rPr>
          <w:rFonts w:cs="Calibri"/>
        </w:rPr>
      </w:pPr>
      <w:r w:rsidRPr="00E74E88">
        <w:rPr>
          <w:rFonts w:cs="Calibri"/>
        </w:rPr>
        <w:t>Send co</w:t>
      </w:r>
      <w:r w:rsidR="48609EA9" w:rsidRPr="00E74E88">
        <w:rPr>
          <w:rFonts w:cs="Calibri"/>
        </w:rPr>
        <w:t>pies of completed forms to ALTSA Language and Disabil</w:t>
      </w:r>
      <w:r w:rsidR="3955CA27" w:rsidRPr="00E74E88">
        <w:rPr>
          <w:rFonts w:cs="Calibri"/>
        </w:rPr>
        <w:t>i</w:t>
      </w:r>
      <w:r w:rsidR="48609EA9" w:rsidRPr="00E74E88">
        <w:rPr>
          <w:rFonts w:cs="Calibri"/>
        </w:rPr>
        <w:t xml:space="preserve">ty </w:t>
      </w:r>
      <w:r w:rsidR="7B53BB0C" w:rsidRPr="00E74E88">
        <w:rPr>
          <w:rFonts w:cs="Calibri"/>
        </w:rPr>
        <w:t xml:space="preserve">Access </w:t>
      </w:r>
      <w:r w:rsidR="48609EA9" w:rsidRPr="00E74E88">
        <w:rPr>
          <w:rFonts w:cs="Calibri"/>
        </w:rPr>
        <w:t xml:space="preserve">Program Manager at </w:t>
      </w:r>
      <w:hyperlink r:id="rId39">
        <w:r w:rsidR="48609EA9" w:rsidRPr="00E74E88">
          <w:rPr>
            <w:rStyle w:val="Hyperlink"/>
            <w:rFonts w:cs="Calibri"/>
          </w:rPr>
          <w:t>dshsaltsalep@dshs.wa.gov</w:t>
        </w:r>
      </w:hyperlink>
      <w:r w:rsidR="48609EA9" w:rsidRPr="00E74E88">
        <w:rPr>
          <w:rFonts w:cs="Calibri"/>
        </w:rPr>
        <w:t xml:space="preserve">. </w:t>
      </w:r>
    </w:p>
    <w:p w14:paraId="11C54D95" w14:textId="77777777" w:rsidR="008965CE" w:rsidRPr="00E74E88" w:rsidRDefault="008965CE" w:rsidP="00E74E88">
      <w:pPr>
        <w:rPr>
          <w:rFonts w:cs="Calibri"/>
          <w:b/>
          <w:u w:val="single"/>
        </w:rPr>
      </w:pPr>
    </w:p>
    <w:p w14:paraId="180F3E9A" w14:textId="2D5ADC61" w:rsidR="008965CE" w:rsidRPr="00E74E88" w:rsidRDefault="008965CE" w:rsidP="00576E5E">
      <w:pPr>
        <w:pStyle w:val="ListParagraph"/>
        <w:numPr>
          <w:ilvl w:val="0"/>
          <w:numId w:val="0"/>
        </w:numPr>
        <w:ind w:left="360"/>
        <w:rPr>
          <w:rFonts w:cs="Calibri"/>
        </w:rPr>
      </w:pPr>
      <w:r w:rsidRPr="00E74E88">
        <w:rPr>
          <w:rFonts w:cs="Calibri"/>
          <w:b/>
          <w:u w:val="single"/>
        </w:rPr>
        <w:t>NOTE:</w:t>
      </w:r>
      <w:r w:rsidRPr="00E74E88">
        <w:rPr>
          <w:rFonts w:cs="Calibri"/>
        </w:rPr>
        <w:t xml:space="preserve"> Do not use these forms when using a family member or a friend of the client.</w:t>
      </w:r>
    </w:p>
    <w:p w14:paraId="484DB5EB" w14:textId="77777777" w:rsidR="008965CE" w:rsidRPr="000C4D40" w:rsidRDefault="008965CE" w:rsidP="00576E5E"/>
    <w:p w14:paraId="5E38A4DF" w14:textId="4258E0E1" w:rsidR="4D612DCF" w:rsidRDefault="4D612DCF" w:rsidP="4D612DCF">
      <w:pPr>
        <w:rPr>
          <w:rFonts w:asciiTheme="majorHAnsi" w:hAnsiTheme="majorHAnsi" w:cstheme="majorBidi"/>
          <w:b/>
          <w:bCs/>
          <w:i/>
          <w:iCs/>
          <w:color w:val="193F6F"/>
          <w:sz w:val="24"/>
          <w:szCs w:val="24"/>
        </w:rPr>
      </w:pPr>
    </w:p>
    <w:p w14:paraId="53DDC51A" w14:textId="77777777" w:rsidR="00921FD0" w:rsidRPr="00D331E9" w:rsidRDefault="00921FD0" w:rsidP="00D331E9">
      <w:pPr>
        <w:rPr>
          <w:rFonts w:asciiTheme="majorHAnsi" w:hAnsiTheme="majorHAnsi" w:cstheme="majorHAnsi"/>
          <w:b/>
          <w:bCs/>
          <w:i/>
          <w:iCs/>
          <w:color w:val="193F6F"/>
          <w:sz w:val="24"/>
          <w:szCs w:val="24"/>
        </w:rPr>
      </w:pPr>
      <w:bookmarkStart w:id="37" w:name="_Toc69413623"/>
      <w:r w:rsidRPr="00D331E9">
        <w:rPr>
          <w:rFonts w:asciiTheme="majorHAnsi" w:hAnsiTheme="majorHAnsi" w:cstheme="majorHAnsi"/>
          <w:b/>
          <w:bCs/>
          <w:i/>
          <w:iCs/>
          <w:color w:val="193F6F"/>
          <w:sz w:val="24"/>
          <w:szCs w:val="24"/>
        </w:rPr>
        <w:t>Over the Phone and Virtual Remote Interpreter Services for spoken languages (OPI/VRI)</w:t>
      </w:r>
    </w:p>
    <w:bookmarkEnd w:id="37"/>
    <w:p w14:paraId="72AA6751" w14:textId="77777777" w:rsidR="007F4DCA" w:rsidRPr="002E6CEC" w:rsidRDefault="007F4DCA" w:rsidP="00D331E9">
      <w:pPr>
        <w:rPr>
          <w:rFonts w:asciiTheme="minorHAnsi" w:hAnsiTheme="minorHAnsi" w:cstheme="minorHAnsi"/>
          <w:sz w:val="24"/>
          <w:szCs w:val="24"/>
        </w:rPr>
      </w:pPr>
      <w:r w:rsidRPr="002E6CEC">
        <w:rPr>
          <w:rFonts w:asciiTheme="minorHAnsi" w:hAnsiTheme="minorHAnsi" w:cstheme="minorHAnsi"/>
          <w:b/>
          <w:bCs/>
          <w:i/>
          <w:iCs/>
          <w:sz w:val="24"/>
          <w:szCs w:val="24"/>
        </w:rPr>
        <w:t>Pre-Scheduled</w:t>
      </w:r>
      <w:r w:rsidRPr="002E6CEC">
        <w:rPr>
          <w:rFonts w:asciiTheme="minorHAnsi" w:hAnsiTheme="minorHAnsi" w:cstheme="minorHAnsi"/>
          <w:i/>
          <w:iCs/>
          <w:sz w:val="24"/>
          <w:szCs w:val="24"/>
        </w:rPr>
        <w:t xml:space="preserve"> language access needs</w:t>
      </w:r>
      <w:r w:rsidRPr="002E6CEC">
        <w:rPr>
          <w:rFonts w:asciiTheme="minorHAnsi" w:hAnsiTheme="minorHAnsi" w:cstheme="minorHAnsi"/>
          <w:sz w:val="24"/>
          <w:szCs w:val="24"/>
        </w:rPr>
        <w:t xml:space="preserve">: </w:t>
      </w:r>
    </w:p>
    <w:p w14:paraId="658C2893" w14:textId="77777777" w:rsidR="00253E9C" w:rsidRPr="00E74E88" w:rsidRDefault="00253E9C" w:rsidP="001855BF">
      <w:pPr>
        <w:rPr>
          <w:rFonts w:asciiTheme="minorHAnsi" w:hAnsiTheme="minorHAnsi" w:cstheme="minorHAnsi"/>
        </w:rPr>
      </w:pPr>
      <w:r w:rsidRPr="00E74E88">
        <w:rPr>
          <w:rFonts w:asciiTheme="minorHAnsi" w:hAnsiTheme="minorHAnsi" w:cstheme="minorHAnsi"/>
        </w:rPr>
        <w:t>Use when…</w:t>
      </w:r>
    </w:p>
    <w:p w14:paraId="7EBCCD7A" w14:textId="3F737335" w:rsidR="00374FD0" w:rsidRPr="00F31F3E" w:rsidRDefault="75F54321" w:rsidP="00275AC7">
      <w:pPr>
        <w:pStyle w:val="ListParagraph"/>
        <w:numPr>
          <w:ilvl w:val="0"/>
          <w:numId w:val="38"/>
        </w:numPr>
      </w:pPr>
      <w:r w:rsidRPr="00E74E88">
        <w:t xml:space="preserve">DSHS staff are unable to procure an </w:t>
      </w:r>
      <w:r w:rsidRPr="00E74E88">
        <w:rPr>
          <w:b/>
          <w:bCs/>
        </w:rPr>
        <w:t>In-Person</w:t>
      </w:r>
      <w:r w:rsidRPr="00E74E88">
        <w:t xml:space="preserve"> interpreter for a </w:t>
      </w:r>
      <w:r w:rsidRPr="00E74E88">
        <w:rPr>
          <w:b/>
          <w:bCs/>
        </w:rPr>
        <w:t>pre-scheduled</w:t>
      </w:r>
      <w:r w:rsidRPr="00E74E88">
        <w:t xml:space="preserve"> appointment.  Staff may use D</w:t>
      </w:r>
      <w:r w:rsidR="17F2067B" w:rsidRPr="00E74E88">
        <w:t>SHS</w:t>
      </w:r>
      <w:r w:rsidRPr="00E74E88">
        <w:t xml:space="preserve"> contract </w:t>
      </w:r>
      <w:r w:rsidR="5B5F7EBC" w:rsidRPr="00E74E88">
        <w:t>2534-60325</w:t>
      </w:r>
      <w:r w:rsidRPr="00E74E88">
        <w:t xml:space="preserve"> to request Over-the-Phone interpreter </w:t>
      </w:r>
      <w:r w:rsidRPr="00E74E88">
        <w:rPr>
          <w:b/>
          <w:bCs/>
        </w:rPr>
        <w:t>(OPI)</w:t>
      </w:r>
      <w:r w:rsidRPr="00E74E88">
        <w:t xml:space="preserve"> or Video Remote Interpreter </w:t>
      </w:r>
      <w:r w:rsidRPr="00E74E88">
        <w:rPr>
          <w:b/>
          <w:bCs/>
        </w:rPr>
        <w:t>(VRI)</w:t>
      </w:r>
      <w:r w:rsidRPr="00E74E88">
        <w:t xml:space="preserve"> services using the </w:t>
      </w:r>
      <w:r w:rsidR="00F77622" w:rsidRPr="00E74E88">
        <w:t>Universal Language Servi</w:t>
      </w:r>
      <w:r w:rsidR="35A813A1" w:rsidRPr="00E74E88">
        <w:t>c</w:t>
      </w:r>
      <w:r w:rsidR="00F77622" w:rsidRPr="00E74E88">
        <w:t>e</w:t>
      </w:r>
      <w:r w:rsidRPr="00E74E88">
        <w:t xml:space="preserve"> </w:t>
      </w:r>
      <w:r w:rsidR="5F17ABDA" w:rsidRPr="00E74E88">
        <w:t xml:space="preserve"> portal</w:t>
      </w:r>
      <w:r w:rsidR="6886036F" w:rsidRPr="00E74E88">
        <w:t xml:space="preserve"> </w:t>
      </w:r>
      <w:r w:rsidR="048AAFB8" w:rsidRPr="00E74E88">
        <w:t>(see</w:t>
      </w:r>
      <w:r w:rsidR="0B598F5C" w:rsidRPr="00E74E88">
        <w:t xml:space="preserve"> the Universal Language Requester Guides which can be found on the </w:t>
      </w:r>
      <w:hyperlink r:id="rId40" w:history="1">
        <w:r w:rsidR="0B598F5C" w:rsidRPr="00F31F3E">
          <w:rPr>
            <w:rStyle w:val="Hyperlink"/>
            <w:rFonts w:eastAsia="Calibri" w:cs="Calibri"/>
            <w:color w:val="467886"/>
          </w:rPr>
          <w:t>Language Access SharePoint</w:t>
        </w:r>
      </w:hyperlink>
      <w:r w:rsidR="0B598F5C" w:rsidRPr="00E74E88">
        <w:t xml:space="preserve"> site)</w:t>
      </w:r>
      <w:r w:rsidR="7AEF3812" w:rsidRPr="00E74E88">
        <w:t>.</w:t>
      </w:r>
      <w:r w:rsidR="00BA5922" w:rsidRPr="00E74E88">
        <w:rPr>
          <w:rStyle w:val="FootnoteReference"/>
          <w:rFonts w:asciiTheme="minorHAnsi" w:hAnsiTheme="minorHAnsi" w:cstheme="minorBidi"/>
        </w:rPr>
        <w:footnoteReference w:id="4"/>
      </w:r>
      <w:r w:rsidR="7AEF3812" w:rsidRPr="00E74E88">
        <w:t xml:space="preserve"> </w:t>
      </w:r>
    </w:p>
    <w:p w14:paraId="44DFD62C" w14:textId="5EAB2561" w:rsidR="00A26BF2" w:rsidRPr="00E74E88" w:rsidRDefault="007F5B35" w:rsidP="00275AC7">
      <w:pPr>
        <w:pStyle w:val="ListParagraph"/>
        <w:numPr>
          <w:ilvl w:val="0"/>
          <w:numId w:val="38"/>
        </w:numPr>
        <w:rPr>
          <w:rFonts w:cstheme="minorHAnsi"/>
        </w:rPr>
      </w:pPr>
      <w:r w:rsidRPr="00E74E88">
        <w:rPr>
          <w:rFonts w:cstheme="minorHAnsi"/>
        </w:rPr>
        <w:t xml:space="preserve">These services are to be used for </w:t>
      </w:r>
      <w:r w:rsidRPr="00E74E88">
        <w:rPr>
          <w:rFonts w:cstheme="minorHAnsi"/>
          <w:b/>
          <w:bCs/>
          <w:u w:val="single"/>
        </w:rPr>
        <w:t xml:space="preserve">pre-scheduled </w:t>
      </w:r>
      <w:r w:rsidRPr="00E74E88">
        <w:rPr>
          <w:rFonts w:cstheme="minorHAnsi"/>
        </w:rPr>
        <w:t xml:space="preserve">appointments only as outlined within the Collective Bargaining Agreement. For </w:t>
      </w:r>
      <w:r w:rsidRPr="00E74E88">
        <w:rPr>
          <w:rFonts w:cstheme="minorHAnsi"/>
          <w:b/>
          <w:bCs/>
        </w:rPr>
        <w:t>On-Demand</w:t>
      </w:r>
      <w:r w:rsidRPr="00E74E88">
        <w:rPr>
          <w:rFonts w:cstheme="minorHAnsi"/>
        </w:rPr>
        <w:t xml:space="preserve"> service needs, </w:t>
      </w:r>
      <w:r w:rsidR="00E56318" w:rsidRPr="00E74E88">
        <w:rPr>
          <w:rFonts w:cstheme="minorHAnsi"/>
        </w:rPr>
        <w:t>see next section</w:t>
      </w:r>
      <w:r w:rsidRPr="00E74E88">
        <w:rPr>
          <w:rFonts w:cstheme="minorHAnsi"/>
        </w:rPr>
        <w:t>.</w:t>
      </w:r>
      <w:r w:rsidRPr="00E74E88">
        <w:rPr>
          <w:rFonts w:cstheme="minorHAnsi"/>
          <w:b/>
          <w:bCs/>
          <w:u w:val="single"/>
        </w:rPr>
        <w:t xml:space="preserve"> </w:t>
      </w:r>
    </w:p>
    <w:p w14:paraId="7E37064C" w14:textId="77777777" w:rsidR="00A26BF2" w:rsidRPr="00F31F3E" w:rsidRDefault="00A26BF2" w:rsidP="00A26BF2">
      <w:pPr>
        <w:rPr>
          <w:rFonts w:cs="Calibri"/>
        </w:rPr>
      </w:pPr>
    </w:p>
    <w:p w14:paraId="13F33BD1" w14:textId="25841A41" w:rsidR="1C85A779" w:rsidRDefault="1C85A779" w:rsidP="1C85A779">
      <w:pPr>
        <w:rPr>
          <w:rFonts w:asciiTheme="minorHAnsi" w:hAnsiTheme="minorHAnsi" w:cstheme="minorBidi"/>
          <w:b/>
          <w:bCs/>
          <w:i/>
          <w:iCs/>
          <w:sz w:val="24"/>
          <w:szCs w:val="24"/>
        </w:rPr>
      </w:pPr>
    </w:p>
    <w:p w14:paraId="242844B0" w14:textId="6A091A4E" w:rsidR="00A26BF2" w:rsidRPr="002E6CEC" w:rsidRDefault="00A26BF2" w:rsidP="00D331E9">
      <w:pPr>
        <w:rPr>
          <w:rFonts w:asciiTheme="minorHAnsi" w:hAnsiTheme="minorHAnsi" w:cstheme="minorHAnsi"/>
          <w:i/>
          <w:iCs/>
          <w:sz w:val="24"/>
          <w:szCs w:val="24"/>
        </w:rPr>
      </w:pPr>
      <w:r w:rsidRPr="002E6CEC">
        <w:rPr>
          <w:rFonts w:asciiTheme="minorHAnsi" w:hAnsiTheme="minorHAnsi" w:cstheme="minorHAnsi"/>
          <w:b/>
          <w:bCs/>
          <w:i/>
          <w:iCs/>
          <w:sz w:val="24"/>
          <w:szCs w:val="24"/>
        </w:rPr>
        <w:t>O</w:t>
      </w:r>
      <w:r w:rsidR="009C2417" w:rsidRPr="002E6CEC">
        <w:rPr>
          <w:rFonts w:asciiTheme="minorHAnsi" w:hAnsiTheme="minorHAnsi" w:cstheme="minorHAnsi"/>
          <w:b/>
          <w:bCs/>
          <w:i/>
          <w:iCs/>
          <w:sz w:val="24"/>
          <w:szCs w:val="24"/>
        </w:rPr>
        <w:t>n-Demand</w:t>
      </w:r>
      <w:r w:rsidR="009C2417" w:rsidRPr="002E6CEC">
        <w:rPr>
          <w:rFonts w:asciiTheme="minorHAnsi" w:hAnsiTheme="minorHAnsi" w:cstheme="minorHAnsi"/>
          <w:i/>
          <w:iCs/>
          <w:sz w:val="24"/>
          <w:szCs w:val="24"/>
        </w:rPr>
        <w:t xml:space="preserve"> language access</w:t>
      </w:r>
    </w:p>
    <w:p w14:paraId="7554F127" w14:textId="77777777" w:rsidR="00FE0A47" w:rsidRPr="002E6CEC" w:rsidRDefault="00FE0A47" w:rsidP="001855BF">
      <w:pPr>
        <w:rPr>
          <w:rFonts w:asciiTheme="minorHAnsi" w:hAnsiTheme="minorHAnsi" w:cstheme="minorHAnsi"/>
          <w:sz w:val="24"/>
          <w:szCs w:val="24"/>
        </w:rPr>
      </w:pPr>
      <w:r w:rsidRPr="002E6CEC">
        <w:rPr>
          <w:rFonts w:asciiTheme="minorHAnsi" w:hAnsiTheme="minorHAnsi" w:cstheme="minorHAnsi"/>
          <w:sz w:val="24"/>
          <w:szCs w:val="24"/>
        </w:rPr>
        <w:t>Use when…</w:t>
      </w:r>
    </w:p>
    <w:p w14:paraId="1F4AFA0C" w14:textId="77777777" w:rsidR="0049049B" w:rsidRDefault="00B40482" w:rsidP="00275AC7">
      <w:pPr>
        <w:pStyle w:val="ListParagraph"/>
        <w:numPr>
          <w:ilvl w:val="0"/>
          <w:numId w:val="41"/>
        </w:numPr>
      </w:pPr>
      <w:r w:rsidRPr="008E6B1E">
        <w:t>The individual with LEP needs urgent/emergent assistance;</w:t>
      </w:r>
    </w:p>
    <w:p w14:paraId="0DDFD530" w14:textId="77777777" w:rsidR="0049049B" w:rsidRDefault="4630A814" w:rsidP="00275AC7">
      <w:pPr>
        <w:pStyle w:val="ListParagraph"/>
        <w:numPr>
          <w:ilvl w:val="0"/>
          <w:numId w:val="41"/>
        </w:numPr>
      </w:pPr>
      <w:r w:rsidRPr="008E6B1E">
        <w:t xml:space="preserve">A qualified in-person or OPI/VRI interpreter is not available for a </w:t>
      </w:r>
      <w:r w:rsidRPr="00E74E88">
        <w:t>pre-scheduled</w:t>
      </w:r>
      <w:r w:rsidRPr="008E6B1E">
        <w:t xml:space="preserve"> appointment;</w:t>
      </w:r>
    </w:p>
    <w:p w14:paraId="31478B4C" w14:textId="1A677428" w:rsidR="00B40482" w:rsidRPr="008E6B1E" w:rsidRDefault="00B40482" w:rsidP="00275AC7">
      <w:pPr>
        <w:pStyle w:val="ListParagraph"/>
        <w:numPr>
          <w:ilvl w:val="0"/>
          <w:numId w:val="41"/>
        </w:numPr>
      </w:pPr>
      <w:r w:rsidRPr="008E6B1E">
        <w:t xml:space="preserve">There are no qualified in-person or OPI/VRI* interpreters serving language(s) or dialect(s) </w:t>
      </w:r>
      <w:r w:rsidR="00034712">
        <w:t>n</w:t>
      </w:r>
      <w:r w:rsidRPr="008E6B1E">
        <w:t>eeded.</w:t>
      </w:r>
    </w:p>
    <w:p w14:paraId="4572695F" w14:textId="404C68F2" w:rsidR="00AB0CBC" w:rsidRPr="0049049B" w:rsidRDefault="00AB0CBC" w:rsidP="00275AC7">
      <w:pPr>
        <w:pStyle w:val="ListParagraph"/>
        <w:numPr>
          <w:ilvl w:val="0"/>
          <w:numId w:val="41"/>
        </w:numPr>
        <w:rPr>
          <w:rFonts w:asciiTheme="minorHAnsi" w:hAnsiTheme="minorHAnsi" w:cstheme="minorHAnsi"/>
        </w:rPr>
      </w:pPr>
      <w:r w:rsidRPr="0049049B">
        <w:rPr>
          <w:rFonts w:asciiTheme="minorHAnsi" w:hAnsiTheme="minorHAnsi" w:cstheme="minorHAnsi"/>
        </w:rPr>
        <w:t>Staff are also allowed to utilize On-Demand OPI services when they become aware within 24 hours before the start of a pre-scheduled appointment that a qualified in-person interpreter will not be available.</w:t>
      </w:r>
    </w:p>
    <w:p w14:paraId="77B7E0A8" w14:textId="77777777" w:rsidR="00AB0CBC" w:rsidRPr="002E6CEC" w:rsidRDefault="00AB0CBC" w:rsidP="001855BF">
      <w:pPr>
        <w:rPr>
          <w:rFonts w:asciiTheme="minorHAnsi" w:hAnsiTheme="minorHAnsi" w:cstheme="minorHAnsi"/>
          <w:sz w:val="24"/>
          <w:szCs w:val="24"/>
        </w:rPr>
      </w:pPr>
    </w:p>
    <w:p w14:paraId="05E3B0DD" w14:textId="14B8D7BD" w:rsidR="00E56B74" w:rsidRPr="00ED2FEE" w:rsidRDefault="6B486434" w:rsidP="1C85A779">
      <w:pPr>
        <w:rPr>
          <w:rFonts w:asciiTheme="minorHAnsi" w:hAnsiTheme="minorHAnsi" w:cstheme="minorBidi"/>
        </w:rPr>
      </w:pPr>
      <w:r w:rsidRPr="00ED2FEE">
        <w:rPr>
          <w:rFonts w:asciiTheme="minorHAnsi" w:hAnsiTheme="minorHAnsi" w:cstheme="minorBidi"/>
        </w:rPr>
        <w:t>ALTSA and DD</w:t>
      </w:r>
      <w:r w:rsidR="0B3E133A" w:rsidRPr="00ED2FEE">
        <w:rPr>
          <w:rFonts w:asciiTheme="minorHAnsi" w:hAnsiTheme="minorHAnsi" w:cstheme="minorBidi"/>
        </w:rPr>
        <w:t>CS</w:t>
      </w:r>
      <w:r w:rsidRPr="00ED2FEE">
        <w:rPr>
          <w:rFonts w:asciiTheme="minorHAnsi" w:hAnsiTheme="minorHAnsi" w:cstheme="minorBidi"/>
        </w:rPr>
        <w:t xml:space="preserve"> employees have access to the On-Demand OPI resource through DSHS contracts with two Contractors: </w:t>
      </w:r>
    </w:p>
    <w:p w14:paraId="0B04D253" w14:textId="77777777" w:rsidR="00E56B74" w:rsidRPr="00ED2FEE" w:rsidRDefault="00E56B74" w:rsidP="00275AC7">
      <w:pPr>
        <w:pStyle w:val="ListParagraph"/>
        <w:numPr>
          <w:ilvl w:val="1"/>
          <w:numId w:val="15"/>
        </w:numPr>
        <w:ind w:left="720"/>
        <w:contextualSpacing/>
        <w:rPr>
          <w:rFonts w:asciiTheme="minorHAnsi" w:hAnsiTheme="minorHAnsi" w:cstheme="minorHAnsi"/>
        </w:rPr>
      </w:pPr>
      <w:r w:rsidRPr="00ED2FEE">
        <w:rPr>
          <w:rFonts w:asciiTheme="minorHAnsi" w:hAnsiTheme="minorHAnsi" w:cstheme="minorHAnsi"/>
        </w:rPr>
        <w:t>Language Link</w:t>
      </w:r>
    </w:p>
    <w:p w14:paraId="53056AEE" w14:textId="77777777" w:rsidR="00E56B74" w:rsidRPr="00ED2FEE" w:rsidRDefault="00E56B74" w:rsidP="00275AC7">
      <w:pPr>
        <w:pStyle w:val="ListParagraph"/>
        <w:numPr>
          <w:ilvl w:val="1"/>
          <w:numId w:val="15"/>
        </w:numPr>
        <w:ind w:left="720"/>
        <w:contextualSpacing/>
        <w:rPr>
          <w:rFonts w:asciiTheme="minorHAnsi" w:hAnsiTheme="minorHAnsi" w:cstheme="minorHAnsi"/>
        </w:rPr>
      </w:pPr>
      <w:r w:rsidRPr="00ED2FEE">
        <w:rPr>
          <w:rFonts w:asciiTheme="minorHAnsi" w:hAnsiTheme="minorHAnsi" w:cstheme="minorHAnsi"/>
        </w:rPr>
        <w:t>911 Interpreters</w:t>
      </w:r>
    </w:p>
    <w:p w14:paraId="5E338586" w14:textId="1239378B" w:rsidR="002A4B60" w:rsidRPr="00ED2FEE" w:rsidRDefault="4875E65B" w:rsidP="1C85A779">
      <w:pPr>
        <w:rPr>
          <w:rFonts w:asciiTheme="minorHAnsi" w:hAnsiTheme="minorHAnsi" w:cstheme="minorBidi"/>
        </w:rPr>
      </w:pPr>
      <w:r w:rsidRPr="00ED2FEE">
        <w:rPr>
          <w:rFonts w:asciiTheme="minorHAnsi" w:hAnsiTheme="minorHAnsi" w:cstheme="minorBidi"/>
        </w:rPr>
        <w:t>Account codes/numbers have been set up for ALTSA APS, HCS, MSD/OAS, and RCS and for DD</w:t>
      </w:r>
      <w:r w:rsidR="08CC5129" w:rsidRPr="00ED2FEE">
        <w:rPr>
          <w:rFonts w:asciiTheme="minorHAnsi" w:hAnsiTheme="minorHAnsi" w:cstheme="minorBidi"/>
        </w:rPr>
        <w:t>CS</w:t>
      </w:r>
      <w:r w:rsidRPr="00ED2FEE">
        <w:rPr>
          <w:rFonts w:asciiTheme="minorHAnsi" w:hAnsiTheme="minorHAnsi" w:cstheme="minorBidi"/>
        </w:rPr>
        <w:t xml:space="preserve"> with both vendors. </w:t>
      </w:r>
    </w:p>
    <w:p w14:paraId="4EB70479" w14:textId="77777777" w:rsidR="002A4B60" w:rsidRPr="00ED2FEE" w:rsidRDefault="002A4B60" w:rsidP="001855BF">
      <w:pPr>
        <w:rPr>
          <w:rFonts w:asciiTheme="minorHAnsi" w:hAnsiTheme="minorHAnsi" w:cstheme="minorHAnsi"/>
        </w:rPr>
      </w:pPr>
    </w:p>
    <w:p w14:paraId="5E469B9F" w14:textId="381486B8" w:rsidR="00C62474" w:rsidRPr="00ED2FEE" w:rsidRDefault="46D7CED6" w:rsidP="1C85A779">
      <w:pPr>
        <w:rPr>
          <w:rFonts w:asciiTheme="minorHAnsi" w:hAnsiTheme="minorHAnsi" w:cstheme="minorBidi"/>
        </w:rPr>
      </w:pPr>
      <w:r w:rsidRPr="00ED2FEE">
        <w:rPr>
          <w:rFonts w:asciiTheme="minorHAnsi" w:hAnsiTheme="minorHAnsi" w:cstheme="minorBidi"/>
        </w:rPr>
        <w:t>ALTSA and DD</w:t>
      </w:r>
      <w:r w:rsidR="7920FA9C" w:rsidRPr="00ED2FEE">
        <w:rPr>
          <w:rFonts w:asciiTheme="minorHAnsi" w:hAnsiTheme="minorHAnsi" w:cstheme="minorBidi"/>
        </w:rPr>
        <w:t>CS</w:t>
      </w:r>
      <w:r w:rsidRPr="00ED2FEE">
        <w:rPr>
          <w:rFonts w:asciiTheme="minorHAnsi" w:hAnsiTheme="minorHAnsi" w:cstheme="minorBidi"/>
        </w:rPr>
        <w:t xml:space="preserve"> staff </w:t>
      </w:r>
      <w:r w:rsidRPr="00ED2FEE">
        <w:rPr>
          <w:rFonts w:asciiTheme="minorHAnsi" w:hAnsiTheme="minorHAnsi" w:cstheme="minorBidi"/>
          <w:b/>
          <w:bCs/>
        </w:rPr>
        <w:t>must not share</w:t>
      </w:r>
      <w:r w:rsidRPr="00ED2FEE">
        <w:rPr>
          <w:rFonts w:asciiTheme="minorHAnsi" w:hAnsiTheme="minorHAnsi" w:cstheme="minorBidi"/>
        </w:rPr>
        <w:t xml:space="preserve"> Account codes/numbers assigned for their individual region, division, section, or program with others. For information on rates, specific accounts and instructions on how to place a call, please contact:</w:t>
      </w:r>
    </w:p>
    <w:p w14:paraId="1FBD093A" w14:textId="28CF7B6F" w:rsidR="00135420" w:rsidRPr="00ED2FEE" w:rsidRDefault="00135420" w:rsidP="4D612DCF">
      <w:pPr>
        <w:pStyle w:val="ListParagraph"/>
        <w:contextualSpacing/>
        <w:rPr>
          <w:rFonts w:cs="Calibri"/>
        </w:rPr>
      </w:pPr>
      <w:r w:rsidRPr="00ED2FEE">
        <w:rPr>
          <w:rFonts w:cs="Calibri"/>
        </w:rPr>
        <w:t xml:space="preserve"> Linda Garcia, </w:t>
      </w:r>
      <w:r w:rsidR="006C7E92" w:rsidRPr="00ED2FEE">
        <w:rPr>
          <w:rFonts w:cs="Calibri"/>
        </w:rPr>
        <w:t xml:space="preserve">Language and Disability </w:t>
      </w:r>
      <w:r w:rsidR="3C00A14A" w:rsidRPr="00ED2FEE">
        <w:rPr>
          <w:rFonts w:cs="Calibri"/>
        </w:rPr>
        <w:t xml:space="preserve">Access </w:t>
      </w:r>
      <w:r w:rsidRPr="00ED2FEE">
        <w:rPr>
          <w:rFonts w:cs="Calibri"/>
        </w:rPr>
        <w:t xml:space="preserve">Program Manager </w:t>
      </w:r>
    </w:p>
    <w:p w14:paraId="3F0C8492" w14:textId="7395E36B" w:rsidR="00C62474" w:rsidRDefault="00135420" w:rsidP="001855BF">
      <w:pPr>
        <w:ind w:left="720"/>
        <w:rPr>
          <w:rFonts w:cs="Calibri"/>
        </w:rPr>
      </w:pPr>
      <w:r w:rsidRPr="00ED2FEE">
        <w:rPr>
          <w:rFonts w:cs="Calibri"/>
        </w:rPr>
        <w:t>(360) 968-9745,</w:t>
      </w:r>
      <w:r w:rsidR="00E15F7E" w:rsidRPr="00ED2FEE">
        <w:rPr>
          <w:rFonts w:cs="Calibri"/>
        </w:rPr>
        <w:t xml:space="preserve"> </w:t>
      </w:r>
      <w:hyperlink r:id="rId41" w:history="1">
        <w:r w:rsidR="00E15F7E" w:rsidRPr="00ED2FEE">
          <w:rPr>
            <w:rStyle w:val="Hyperlink"/>
            <w:rFonts w:cs="Calibri"/>
          </w:rPr>
          <w:t>linda.garcia1@dshs.wa.gov</w:t>
        </w:r>
      </w:hyperlink>
      <w:r w:rsidR="00E15F7E" w:rsidRPr="00ED2FEE">
        <w:rPr>
          <w:rFonts w:cs="Calibri"/>
        </w:rPr>
        <w:t xml:space="preserve"> </w:t>
      </w:r>
    </w:p>
    <w:p w14:paraId="477914D8" w14:textId="77777777" w:rsidR="0049049B" w:rsidRPr="00ED2FEE" w:rsidRDefault="0049049B" w:rsidP="001855BF">
      <w:pPr>
        <w:ind w:left="720"/>
        <w:rPr>
          <w:rFonts w:cs="Calibri"/>
        </w:rPr>
      </w:pPr>
    </w:p>
    <w:p w14:paraId="569F347A" w14:textId="77777777" w:rsidR="00A861AD" w:rsidRPr="002E6CEC" w:rsidRDefault="00A861AD" w:rsidP="00A861AD">
      <w:pPr>
        <w:pStyle w:val="Heading3"/>
        <w:rPr>
          <w:rFonts w:cstheme="minorBidi"/>
        </w:rPr>
      </w:pPr>
      <w:r w:rsidRPr="1C85A779">
        <w:rPr>
          <w:rFonts w:cstheme="minorBidi"/>
        </w:rPr>
        <w:t>Sign Language Interpreter Services</w:t>
      </w:r>
    </w:p>
    <w:p w14:paraId="34AD088F" w14:textId="77777777" w:rsidR="00A861AD" w:rsidRPr="00ED2FEE" w:rsidRDefault="00A861AD" w:rsidP="00A861AD">
      <w:pPr>
        <w:rPr>
          <w:rFonts w:asciiTheme="minorHAnsi" w:hAnsiTheme="minorHAnsi" w:cstheme="minorHAnsi"/>
        </w:rPr>
      </w:pPr>
      <w:r w:rsidRPr="00ED2FEE">
        <w:rPr>
          <w:rFonts w:asciiTheme="minorHAnsi" w:hAnsiTheme="minorHAnsi" w:cstheme="minorHAnsi"/>
        </w:rPr>
        <w:t xml:space="preserve">Use Sign Language contracts administered by the DSHS/ALTSA Office of the Deaf and Hard of Hearing (ODHH). They oversee two sets of contracts:  </w:t>
      </w:r>
    </w:p>
    <w:p w14:paraId="6D2E206D" w14:textId="77777777" w:rsidR="00A861AD" w:rsidRPr="00ED2FEE" w:rsidRDefault="00A861AD" w:rsidP="00A861AD">
      <w:pPr>
        <w:rPr>
          <w:rFonts w:asciiTheme="minorHAnsi" w:hAnsiTheme="minorHAnsi" w:cstheme="minorHAnsi"/>
          <w:b/>
          <w:bCs/>
        </w:rPr>
      </w:pPr>
    </w:p>
    <w:p w14:paraId="1D9EE492" w14:textId="77777777" w:rsidR="00A861AD" w:rsidRPr="00ED2FEE" w:rsidRDefault="00A861AD" w:rsidP="00A861AD">
      <w:pPr>
        <w:rPr>
          <w:rFonts w:asciiTheme="minorHAnsi" w:hAnsiTheme="minorHAnsi" w:cstheme="minorHAnsi"/>
        </w:rPr>
      </w:pPr>
      <w:r w:rsidRPr="00ED2FEE">
        <w:rPr>
          <w:rFonts w:asciiTheme="minorHAnsi" w:hAnsiTheme="minorHAnsi" w:cstheme="minorHAnsi"/>
        </w:rPr>
        <w:t xml:space="preserve">1. Contracts </w:t>
      </w:r>
      <w:hyperlink r:id="rId42" w:history="1">
        <w:r w:rsidRPr="00ED2FEE">
          <w:rPr>
            <w:rStyle w:val="Hyperlink"/>
            <w:rFonts w:asciiTheme="minorHAnsi" w:hAnsiTheme="minorHAnsi" w:cstheme="minorHAnsi"/>
          </w:rPr>
          <w:t>for Sign Language Interpreter services</w:t>
        </w:r>
      </w:hyperlink>
      <w:r w:rsidRPr="00ED2FEE">
        <w:rPr>
          <w:rFonts w:asciiTheme="minorHAnsi" w:hAnsiTheme="minorHAnsi" w:cstheme="minorHAnsi"/>
        </w:rPr>
        <w:t xml:space="preserve"> are managed in partnership with Department of Enterprise Services (DES) for general requests. </w:t>
      </w:r>
    </w:p>
    <w:p w14:paraId="73B368F6" w14:textId="77777777" w:rsidR="00A861AD" w:rsidRPr="00ED2FEE" w:rsidRDefault="00A861AD" w:rsidP="00A861AD">
      <w:pPr>
        <w:rPr>
          <w:rFonts w:asciiTheme="minorHAnsi" w:hAnsiTheme="minorHAnsi" w:cstheme="minorHAnsi"/>
        </w:rPr>
      </w:pPr>
    </w:p>
    <w:p w14:paraId="44CEA0D9" w14:textId="77777777" w:rsidR="00A861AD" w:rsidRPr="00ED2FEE" w:rsidRDefault="00A861AD" w:rsidP="00A861AD">
      <w:pPr>
        <w:rPr>
          <w:rFonts w:asciiTheme="minorHAnsi" w:hAnsiTheme="minorHAnsi" w:cstheme="minorHAnsi"/>
        </w:rPr>
      </w:pPr>
      <w:r w:rsidRPr="00ED2FEE">
        <w:rPr>
          <w:rFonts w:asciiTheme="minorHAnsi" w:hAnsiTheme="minorHAnsi" w:cstheme="minorHAnsi"/>
        </w:rPr>
        <w:t xml:space="preserve">2. Direct DSHS contracts for crucial/urgent appointments, in-person only. </w:t>
      </w:r>
    </w:p>
    <w:p w14:paraId="45FD8BDC" w14:textId="77777777" w:rsidR="00A861AD" w:rsidRPr="00ED2FEE" w:rsidRDefault="00A861AD" w:rsidP="00A861AD">
      <w:pPr>
        <w:rPr>
          <w:rFonts w:asciiTheme="minorHAnsi" w:hAnsiTheme="minorHAnsi" w:cstheme="minorHAnsi"/>
        </w:rPr>
      </w:pPr>
    </w:p>
    <w:p w14:paraId="2AEB4765" w14:textId="5984BF6C" w:rsidR="00A861AD" w:rsidRPr="00ED2FEE" w:rsidRDefault="00A861AD" w:rsidP="00A861AD">
      <w:pPr>
        <w:rPr>
          <w:rFonts w:asciiTheme="minorHAnsi" w:hAnsiTheme="minorHAnsi" w:cstheme="minorHAnsi"/>
          <w:b/>
          <w:bCs/>
        </w:rPr>
      </w:pPr>
      <w:r w:rsidRPr="00ED2FEE">
        <w:rPr>
          <w:rFonts w:asciiTheme="minorHAnsi" w:hAnsiTheme="minorHAnsi" w:cstheme="minorHAnsi"/>
          <w:b/>
          <w:bCs/>
        </w:rPr>
        <w:t xml:space="preserve">See more information and request form links on the </w:t>
      </w:r>
      <w:hyperlink r:id="rId43" w:history="1">
        <w:r w:rsidR="007C2B7D" w:rsidRPr="00E74E88">
          <w:rPr>
            <w:rStyle w:val="Hyperlink"/>
            <w:b/>
            <w:bCs/>
          </w:rPr>
          <w:t>Sign Language Interpreter Request | DSHS</w:t>
        </w:r>
      </w:hyperlink>
      <w:r w:rsidRPr="00ED2FEE">
        <w:rPr>
          <w:rFonts w:asciiTheme="minorHAnsi" w:hAnsiTheme="minorHAnsi" w:cstheme="minorHAnsi"/>
          <w:b/>
          <w:bCs/>
        </w:rPr>
        <w:t xml:space="preserve"> page.</w:t>
      </w:r>
    </w:p>
    <w:p w14:paraId="1F1ECAAE" w14:textId="77777777" w:rsidR="00A861AD" w:rsidRPr="00ED2FEE" w:rsidRDefault="00A861AD" w:rsidP="00A861AD">
      <w:pPr>
        <w:rPr>
          <w:rFonts w:asciiTheme="minorHAnsi" w:hAnsiTheme="minorHAnsi" w:cstheme="minorHAnsi"/>
        </w:rPr>
      </w:pPr>
    </w:p>
    <w:p w14:paraId="7B5238A5" w14:textId="77777777" w:rsidR="00A861AD" w:rsidRPr="00ED2FEE" w:rsidRDefault="00A861AD" w:rsidP="00A861AD">
      <w:pPr>
        <w:pStyle w:val="Heading5"/>
        <w:rPr>
          <w:rFonts w:asciiTheme="minorHAnsi" w:hAnsiTheme="minorHAnsi" w:cstheme="minorHAnsi"/>
        </w:rPr>
      </w:pPr>
      <w:r w:rsidRPr="00ED2FEE">
        <w:rPr>
          <w:rFonts w:asciiTheme="minorHAnsi" w:hAnsiTheme="minorHAnsi" w:cstheme="minorHAnsi"/>
        </w:rPr>
        <w:t>1. Communicating with clients using ODHH Sign Language Interpreter Services contracts</w:t>
      </w:r>
    </w:p>
    <w:p w14:paraId="1C53FE11" w14:textId="24987D8E" w:rsidR="00A861AD" w:rsidRPr="00ED2FEE" w:rsidRDefault="000D4F0D" w:rsidP="00275AC7">
      <w:pPr>
        <w:pStyle w:val="ListParagraph"/>
        <w:numPr>
          <w:ilvl w:val="0"/>
          <w:numId w:val="32"/>
        </w:numPr>
        <w:contextualSpacing/>
        <w:rPr>
          <w:rFonts w:asciiTheme="minorHAnsi" w:hAnsiTheme="minorHAnsi" w:cstheme="minorHAnsi"/>
        </w:rPr>
      </w:pPr>
      <w:r w:rsidRPr="00ED2FEE">
        <w:rPr>
          <w:rFonts w:asciiTheme="minorHAnsi" w:hAnsiTheme="minorHAnsi" w:cstheme="minorHAnsi"/>
        </w:rPr>
        <w:t xml:space="preserve">To request a sign language interpreter, complete the </w:t>
      </w:r>
      <w:hyperlink r:id="rId44" w:history="1">
        <w:r w:rsidR="00300A05" w:rsidRPr="00ED2FEE">
          <w:rPr>
            <w:rStyle w:val="Hyperlink"/>
          </w:rPr>
          <w:t>Online Request Sign Language Interpreter form</w:t>
        </w:r>
      </w:hyperlink>
      <w:r w:rsidR="00300A05" w:rsidRPr="00ED2FEE">
        <w:t xml:space="preserve">. </w:t>
      </w:r>
      <w:r w:rsidR="00A861AD" w:rsidRPr="00ED2FEE">
        <w:rPr>
          <w:rFonts w:asciiTheme="minorHAnsi" w:hAnsiTheme="minorHAnsi" w:cstheme="minorHAnsi"/>
        </w:rPr>
        <w:t>Make sure to provide all required information and as much detail as possible. This helps the contractor understand the specific need and book an appropriate interpreter or team. The interpreter will sign an online service verification form later. You do not need to sign this.</w:t>
      </w:r>
    </w:p>
    <w:p w14:paraId="5D4689D9" w14:textId="77777777" w:rsidR="00A861AD" w:rsidRPr="00ED2FEE" w:rsidRDefault="00A861AD" w:rsidP="00275AC7">
      <w:pPr>
        <w:pStyle w:val="ListParagraph"/>
        <w:numPr>
          <w:ilvl w:val="0"/>
          <w:numId w:val="32"/>
        </w:numPr>
        <w:contextualSpacing/>
        <w:rPr>
          <w:rFonts w:cs="Calibri"/>
        </w:rPr>
      </w:pPr>
      <w:r w:rsidRPr="00ED2FEE">
        <w:rPr>
          <w:rFonts w:cs="Calibri"/>
        </w:rPr>
        <w:t xml:space="preserve">Sign Language interpreters providing LA services to the clients maintain their certification through the Registry of Interpreters for the Deaf (RID) </w:t>
      </w:r>
      <w:hyperlink r:id="rId45" w:tgtFrame="_blank" w:tooltip="Registry of Interpreters for the Deaf" w:history="1">
        <w:r w:rsidRPr="00ED2FEE">
          <w:rPr>
            <w:rStyle w:val="Hyperlink"/>
            <w:rFonts w:cs="Calibri"/>
            <w:lang w:val="en"/>
          </w:rPr>
          <w:t>www.rid.org</w:t>
        </w:r>
      </w:hyperlink>
      <w:r w:rsidRPr="00ED2FEE">
        <w:rPr>
          <w:rFonts w:cs="Calibri"/>
          <w:color w:val="575757"/>
          <w:lang w:val="en"/>
        </w:rPr>
        <w:t xml:space="preserve"> and comply with the </w:t>
      </w:r>
      <w:hyperlink r:id="rId46" w:history="1">
        <w:r w:rsidRPr="00ED2FEE">
          <w:rPr>
            <w:rStyle w:val="Hyperlink"/>
            <w:rFonts w:cs="Calibri"/>
            <w:lang w:val="en"/>
          </w:rPr>
          <w:t>Code of Professional Conduct</w:t>
        </w:r>
      </w:hyperlink>
      <w:r w:rsidRPr="00ED2FEE">
        <w:rPr>
          <w:rStyle w:val="Hyperlink"/>
          <w:rFonts w:cs="Calibri"/>
          <w:lang w:val="en"/>
        </w:rPr>
        <w:t>.</w:t>
      </w:r>
      <w:r w:rsidRPr="00ED2FEE">
        <w:rPr>
          <w:rFonts w:cs="Calibri"/>
          <w:lang w:val="en"/>
        </w:rPr>
        <w:t xml:space="preserve"> </w:t>
      </w:r>
    </w:p>
    <w:p w14:paraId="76232218" w14:textId="77777777" w:rsidR="00A861AD" w:rsidRPr="00ED2FEE" w:rsidRDefault="00A861AD" w:rsidP="00275AC7">
      <w:pPr>
        <w:pStyle w:val="ListParagraph"/>
        <w:numPr>
          <w:ilvl w:val="0"/>
          <w:numId w:val="32"/>
        </w:numPr>
        <w:contextualSpacing/>
        <w:rPr>
          <w:rFonts w:cs="Calibri"/>
        </w:rPr>
      </w:pPr>
      <w:r w:rsidRPr="00ED2FEE">
        <w:rPr>
          <w:rFonts w:cs="Calibri"/>
        </w:rPr>
        <w:t>Document the use of the contracted Sign Language interpreter services at every encounter with the client in the client’s electronic record.</w:t>
      </w:r>
    </w:p>
    <w:p w14:paraId="3CDFF1DF" w14:textId="77777777" w:rsidR="00A861AD" w:rsidRPr="002E6CEC" w:rsidRDefault="00A861AD" w:rsidP="00A861AD">
      <w:pPr>
        <w:pStyle w:val="ListParagraph"/>
        <w:numPr>
          <w:ilvl w:val="0"/>
          <w:numId w:val="0"/>
        </w:numPr>
        <w:ind w:left="720"/>
        <w:rPr>
          <w:rFonts w:cs="Calibri"/>
          <w:sz w:val="24"/>
          <w:szCs w:val="24"/>
        </w:rPr>
      </w:pPr>
    </w:p>
    <w:p w14:paraId="4A3F9992" w14:textId="77777777" w:rsidR="00A861AD" w:rsidRPr="00ED2FEE" w:rsidRDefault="00A861AD" w:rsidP="00A861AD">
      <w:pPr>
        <w:pStyle w:val="ListParagraph"/>
        <w:numPr>
          <w:ilvl w:val="0"/>
          <w:numId w:val="0"/>
        </w:numPr>
        <w:ind w:left="360"/>
        <w:rPr>
          <w:rFonts w:cs="Calibri"/>
        </w:rPr>
      </w:pPr>
      <w:r w:rsidRPr="00ED2FEE">
        <w:rPr>
          <w:rFonts w:cs="Calibri"/>
        </w:rPr>
        <w:t xml:space="preserve">If you have questions about </w:t>
      </w:r>
      <w:r w:rsidRPr="00ED2FEE">
        <w:rPr>
          <w:rFonts w:cs="Calibri"/>
          <w:b/>
        </w:rPr>
        <w:t>Sign Language Interpreter Services</w:t>
      </w:r>
      <w:r w:rsidRPr="00ED2FEE">
        <w:rPr>
          <w:rFonts w:cs="Calibri"/>
        </w:rPr>
        <w:t xml:space="preserve"> contracts, contact: Berle Ross, Sign Language Interpreter Services Program Manager - (360) 339-4559, Email: </w:t>
      </w:r>
      <w:hyperlink r:id="rId47" w:history="1">
        <w:r w:rsidRPr="00ED2FEE">
          <w:rPr>
            <w:rStyle w:val="Hyperlink"/>
            <w:rFonts w:cs="Calibri"/>
          </w:rPr>
          <w:t>berle.ross@dshs.wa.gov</w:t>
        </w:r>
      </w:hyperlink>
      <w:r w:rsidRPr="00ED2FEE">
        <w:rPr>
          <w:rFonts w:cs="Calibri"/>
        </w:rPr>
        <w:t xml:space="preserve">. </w:t>
      </w:r>
    </w:p>
    <w:p w14:paraId="04F36144" w14:textId="77777777" w:rsidR="00A861AD" w:rsidRPr="002E6CEC" w:rsidRDefault="00A861AD" w:rsidP="00A861AD">
      <w:pPr>
        <w:pStyle w:val="ListParagraph"/>
        <w:numPr>
          <w:ilvl w:val="0"/>
          <w:numId w:val="0"/>
        </w:numPr>
        <w:ind w:left="360"/>
        <w:rPr>
          <w:rFonts w:cs="Calibri"/>
          <w:sz w:val="24"/>
          <w:szCs w:val="24"/>
        </w:rPr>
      </w:pPr>
    </w:p>
    <w:p w14:paraId="07E71E69" w14:textId="77777777" w:rsidR="00A861AD" w:rsidRPr="00ED2FEE" w:rsidRDefault="00A861AD" w:rsidP="00A861AD">
      <w:r w:rsidRPr="00ED2FEE">
        <w:rPr>
          <w:rFonts w:cs="Calibri"/>
        </w:rPr>
        <w:t xml:space="preserve">For more information about services available for individuals who are Deaf, Deaf-Blind, hard of hearing, Deaf and disabled, late-deafened, or speech disabled, please contact </w:t>
      </w:r>
      <w:hyperlink r:id="rId48" w:history="1">
        <w:r w:rsidRPr="00ED2FEE">
          <w:rPr>
            <w:rStyle w:val="Hyperlink"/>
          </w:rPr>
          <w:t>ODHH - Office of the Deaf and Hard of Hearing (wa.gov)</w:t>
        </w:r>
      </w:hyperlink>
      <w:r w:rsidRPr="00ED2FEE">
        <w:t xml:space="preserve"> or </w:t>
      </w:r>
      <w:hyperlink r:id="rId49" w:history="1">
        <w:r w:rsidRPr="00ED2FEE">
          <w:rPr>
            <w:rStyle w:val="Hyperlink"/>
          </w:rPr>
          <w:t>https://www.dshs.wa.gov/altsa/odhh</w:t>
        </w:r>
      </w:hyperlink>
      <w:r w:rsidRPr="00ED2FEE">
        <w:t xml:space="preserve"> </w:t>
      </w:r>
    </w:p>
    <w:p w14:paraId="4886582B" w14:textId="77777777" w:rsidR="00A861AD" w:rsidRPr="00ED2FEE" w:rsidRDefault="00A861AD" w:rsidP="00A861AD"/>
    <w:p w14:paraId="64F14209" w14:textId="77777777" w:rsidR="00A861AD" w:rsidRPr="00ED2FEE" w:rsidRDefault="00A861AD" w:rsidP="00A861AD">
      <w:pPr>
        <w:pStyle w:val="Heading5"/>
        <w:rPr>
          <w:rFonts w:ascii="Calibri" w:hAnsi="Calibri" w:cs="Calibri"/>
        </w:rPr>
      </w:pPr>
      <w:r w:rsidRPr="00ED2FEE">
        <w:rPr>
          <w:rFonts w:ascii="Calibri" w:hAnsi="Calibri" w:cs="Calibri"/>
        </w:rPr>
        <w:t>2. Calling or receiving calls from someone who has a Sensory Disability</w:t>
      </w:r>
    </w:p>
    <w:p w14:paraId="167F3A00" w14:textId="77777777" w:rsidR="00A861AD" w:rsidRPr="00ED2FEE" w:rsidRDefault="00A861AD" w:rsidP="00A861AD">
      <w:pPr>
        <w:rPr>
          <w:rFonts w:asciiTheme="minorHAnsi" w:hAnsiTheme="minorHAnsi" w:cstheme="minorHAnsi"/>
        </w:rPr>
      </w:pPr>
      <w:r w:rsidRPr="00ED2FEE">
        <w:rPr>
          <w:rFonts w:asciiTheme="minorHAnsi" w:hAnsiTheme="minorHAnsi" w:cstheme="minorHAnsi"/>
        </w:rPr>
        <w:t xml:space="preserve">You do </w:t>
      </w:r>
      <w:r w:rsidRPr="00ED2FEE">
        <w:rPr>
          <w:rFonts w:asciiTheme="minorHAnsi" w:hAnsiTheme="minorHAnsi" w:cstheme="minorHAnsi"/>
          <w:b/>
        </w:rPr>
        <w:t>not</w:t>
      </w:r>
      <w:r w:rsidRPr="00ED2FEE">
        <w:rPr>
          <w:rFonts w:asciiTheme="minorHAnsi" w:hAnsiTheme="minorHAnsi" w:cstheme="minorHAnsi"/>
        </w:rPr>
        <w:t xml:space="preserve"> need any special equipment when calling or receiving calls from individuals who are Deaf, Deaf-Blind, hard of hearing or speech disabled. </w:t>
      </w:r>
      <w:hyperlink r:id="rId50" w:history="1">
        <w:r w:rsidRPr="00ED2FEE">
          <w:rPr>
            <w:rStyle w:val="Hyperlink"/>
            <w:rFonts w:asciiTheme="minorHAnsi" w:hAnsiTheme="minorHAnsi" w:cstheme="minorHAnsi"/>
          </w:rPr>
          <w:t>Telecommunication Relay Service</w:t>
        </w:r>
      </w:hyperlink>
      <w:r w:rsidRPr="00ED2FEE">
        <w:rPr>
          <w:rFonts w:asciiTheme="minorHAnsi" w:hAnsiTheme="minorHAnsi" w:cstheme="minorHAnsi"/>
        </w:rPr>
        <w:t xml:space="preserve"> (TRS) uses operators, called communications assistants (CAs), to facilitate these telephone calls between people with hearing and speech disabilities and other individuals. </w:t>
      </w:r>
    </w:p>
    <w:p w14:paraId="29E0C69A" w14:textId="77777777" w:rsidR="00A861AD" w:rsidRPr="00ED2FEE" w:rsidRDefault="00A861AD" w:rsidP="00A861AD">
      <w:pPr>
        <w:rPr>
          <w:rFonts w:asciiTheme="minorHAnsi" w:hAnsiTheme="minorHAnsi" w:cstheme="minorHAnsi"/>
        </w:rPr>
      </w:pPr>
    </w:p>
    <w:p w14:paraId="2F2FC90E" w14:textId="77777777" w:rsidR="00A861AD" w:rsidRPr="00ED2FEE" w:rsidRDefault="00A861AD" w:rsidP="00A861AD">
      <w:pPr>
        <w:rPr>
          <w:rFonts w:asciiTheme="minorHAnsi" w:hAnsiTheme="minorHAnsi" w:cstheme="minorHAnsi"/>
        </w:rPr>
      </w:pPr>
      <w:r w:rsidRPr="00ED2FEE">
        <w:rPr>
          <w:rFonts w:asciiTheme="minorHAnsi" w:hAnsiTheme="minorHAnsi" w:cstheme="minorHAnsi"/>
        </w:rPr>
        <w:t xml:space="preserve">Please visit website of the ODHH to learn about how people who are Deaf, Deaf-Blind, hard of hearing, Deaf and Disabled, late-deafened, or speech disabled use different ways to make phone calls: </w:t>
      </w:r>
    </w:p>
    <w:p w14:paraId="5740E006" w14:textId="77777777" w:rsidR="00A861AD" w:rsidRPr="00ED2FEE" w:rsidRDefault="00A861AD" w:rsidP="00A861AD">
      <w:pPr>
        <w:rPr>
          <w:rFonts w:asciiTheme="minorHAnsi" w:hAnsiTheme="minorHAnsi" w:cstheme="minorHAnsi"/>
        </w:rPr>
      </w:pPr>
      <w:r w:rsidRPr="00ED2FEE">
        <w:rPr>
          <w:rFonts w:asciiTheme="minorHAnsi" w:hAnsiTheme="minorHAnsi" w:cstheme="minorHAnsi"/>
          <w:b/>
          <w:bCs/>
        </w:rPr>
        <w:t xml:space="preserve">Telecommunications - </w:t>
      </w:r>
      <w:hyperlink r:id="rId51" w:history="1">
        <w:r w:rsidRPr="00ED2FEE">
          <w:rPr>
            <w:rStyle w:val="Hyperlink"/>
            <w:rFonts w:asciiTheme="minorHAnsi" w:hAnsiTheme="minorHAnsi" w:cstheme="minorHAnsi"/>
          </w:rPr>
          <w:t>https://www.dshs.wa.gov/altsa/odhh/telecommunication</w:t>
        </w:r>
      </w:hyperlink>
    </w:p>
    <w:p w14:paraId="72A2532B" w14:textId="77777777" w:rsidR="00EB0E5C" w:rsidRDefault="00EB0E5C" w:rsidP="001855BF">
      <w:pPr>
        <w:rPr>
          <w:rFonts w:cs="Calibri"/>
        </w:rPr>
      </w:pPr>
    </w:p>
    <w:p w14:paraId="1A740154" w14:textId="12B14562" w:rsidR="00C56ABE" w:rsidRPr="002E6CEC" w:rsidRDefault="60AFED48" w:rsidP="1C85A779">
      <w:pPr>
        <w:pStyle w:val="Heading2"/>
        <w:spacing w:before="0" w:after="0"/>
        <w:rPr>
          <w:rFonts w:cstheme="minorBidi"/>
          <w:color w:val="193F6F"/>
        </w:rPr>
      </w:pPr>
      <w:bookmarkStart w:id="38" w:name="_Toc1680172518"/>
      <w:bookmarkStart w:id="39" w:name="_Toc69413624"/>
      <w:r w:rsidRPr="1C85A779">
        <w:rPr>
          <w:rFonts w:cstheme="minorBidi"/>
          <w:color w:val="193F6F"/>
        </w:rPr>
        <w:t>Contracted translation services</w:t>
      </w:r>
      <w:r w:rsidR="4379ED86" w:rsidRPr="1C85A779">
        <w:rPr>
          <w:rFonts w:cstheme="minorBidi"/>
          <w:color w:val="193F6F"/>
        </w:rPr>
        <w:t xml:space="preserve"> (written materials)</w:t>
      </w:r>
      <w:bookmarkEnd w:id="38"/>
    </w:p>
    <w:bookmarkEnd w:id="39"/>
    <w:p w14:paraId="22473F2A" w14:textId="449EF043" w:rsidR="00CC04F6" w:rsidRPr="00ED2FEE" w:rsidRDefault="3D1903EA" w:rsidP="0048713D">
      <w:pPr>
        <w:rPr>
          <w:rFonts w:cs="Calibri"/>
        </w:rPr>
      </w:pPr>
      <w:r w:rsidRPr="00ED2FEE">
        <w:rPr>
          <w:rFonts w:cs="Calibri"/>
        </w:rPr>
        <w:t>ALTSA and DD</w:t>
      </w:r>
      <w:r w:rsidR="78F4247E" w:rsidRPr="00ED2FEE">
        <w:rPr>
          <w:rFonts w:cs="Calibri"/>
        </w:rPr>
        <w:t>CS</w:t>
      </w:r>
      <w:r w:rsidRPr="00ED2FEE">
        <w:rPr>
          <w:rFonts w:cs="Calibri"/>
        </w:rPr>
        <w:t xml:space="preserve"> staff must provide written documents to the clients with LEP or SD in the languages or formats clients can read and understand at no charge to the clients and without significant delay. </w:t>
      </w:r>
    </w:p>
    <w:p w14:paraId="224EEC00" w14:textId="20741F32" w:rsidR="00CC04F6" w:rsidRPr="00ED2FEE" w:rsidRDefault="3D1903EA" w:rsidP="1C85A779">
      <w:pPr>
        <w:pStyle w:val="ListParagraph"/>
        <w:contextualSpacing/>
        <w:rPr>
          <w:rFonts w:cs="Calibri"/>
        </w:rPr>
      </w:pPr>
      <w:r w:rsidRPr="00ED2FEE">
        <w:rPr>
          <w:rFonts w:cs="Calibri"/>
        </w:rPr>
        <w:t>ALTSA and DD</w:t>
      </w:r>
      <w:r w:rsidR="47F97042" w:rsidRPr="00ED2FEE">
        <w:rPr>
          <w:rFonts w:cs="Calibri"/>
        </w:rPr>
        <w:t>CS</w:t>
      </w:r>
      <w:r w:rsidRPr="00ED2FEE">
        <w:rPr>
          <w:rFonts w:cs="Calibri"/>
        </w:rPr>
        <w:t xml:space="preserve"> staff must not rely on family and friends for providing translation services. </w:t>
      </w:r>
    </w:p>
    <w:p w14:paraId="48C08940" w14:textId="21DD8760" w:rsidR="00CC04F6" w:rsidRPr="00ED2FEE" w:rsidRDefault="3D1903EA" w:rsidP="1C85A779">
      <w:pPr>
        <w:pStyle w:val="ListParagraph"/>
        <w:contextualSpacing/>
        <w:rPr>
          <w:rFonts w:cs="Calibri"/>
        </w:rPr>
      </w:pPr>
      <w:r w:rsidRPr="00ED2FEE">
        <w:rPr>
          <w:rFonts w:cs="Calibri"/>
        </w:rPr>
        <w:t>If the client with LEP or SD is illiterate and cannot read English or their primary language, ALTSA and DD</w:t>
      </w:r>
      <w:r w:rsidR="19F6B448" w:rsidRPr="00ED2FEE">
        <w:rPr>
          <w:rFonts w:cs="Calibri"/>
        </w:rPr>
        <w:t>CS</w:t>
      </w:r>
      <w:r w:rsidRPr="00ED2FEE">
        <w:rPr>
          <w:rFonts w:cs="Calibri"/>
        </w:rPr>
        <w:t xml:space="preserve"> staff must provide documents in a language or a format that the client prefers and document it in the client’s electronic record. Staff must also document it in the client’s electronic record how they obtained consent or required signature. </w:t>
      </w:r>
    </w:p>
    <w:p w14:paraId="1D5E4082" w14:textId="4A9F28EB" w:rsidR="00CC04F6" w:rsidRPr="00ED2FEE" w:rsidRDefault="00CC04F6" w:rsidP="00275AC7">
      <w:pPr>
        <w:pStyle w:val="ListParagraph"/>
        <w:numPr>
          <w:ilvl w:val="1"/>
          <w:numId w:val="15"/>
        </w:numPr>
        <w:ind w:left="720"/>
        <w:contextualSpacing/>
        <w:rPr>
          <w:rFonts w:cs="Calibri"/>
        </w:rPr>
      </w:pPr>
      <w:r w:rsidRPr="00ED2FEE">
        <w:rPr>
          <w:rFonts w:cs="Calibri"/>
        </w:rPr>
        <w:t xml:space="preserve">If the client with LEP or SD has cognitive limitations and has a formal or informal decision maker, staff must provide documents in a language or a format that the decision maker can read and document </w:t>
      </w:r>
      <w:r w:rsidR="00D145FD" w:rsidRPr="00ED2FEE">
        <w:rPr>
          <w:rFonts w:cs="Calibri"/>
        </w:rPr>
        <w:t xml:space="preserve">this </w:t>
      </w:r>
      <w:r w:rsidRPr="00ED2FEE">
        <w:rPr>
          <w:rFonts w:cs="Calibri"/>
        </w:rPr>
        <w:t>in the client’s electronic record.</w:t>
      </w:r>
    </w:p>
    <w:p w14:paraId="6E74ACE5" w14:textId="77777777" w:rsidR="00136924" w:rsidRPr="002E6CEC" w:rsidRDefault="00136924" w:rsidP="0048713D">
      <w:pPr>
        <w:pStyle w:val="ListParagraph"/>
        <w:numPr>
          <w:ilvl w:val="0"/>
          <w:numId w:val="0"/>
        </w:numPr>
        <w:ind w:left="720"/>
        <w:contextualSpacing/>
        <w:rPr>
          <w:rFonts w:cs="Calibri"/>
          <w:sz w:val="24"/>
          <w:szCs w:val="24"/>
        </w:rPr>
      </w:pPr>
    </w:p>
    <w:p w14:paraId="52D14463" w14:textId="77777777" w:rsidR="00136924" w:rsidRPr="00D331E9" w:rsidRDefault="4EE5A5F2" w:rsidP="1C85A779">
      <w:pPr>
        <w:pStyle w:val="Heading3"/>
        <w:rPr>
          <w:rFonts w:cstheme="minorBidi"/>
        </w:rPr>
      </w:pPr>
      <w:bookmarkStart w:id="40" w:name="_Toc69413625"/>
      <w:bookmarkStart w:id="41" w:name="_Toc698613120"/>
      <w:r w:rsidRPr="1C85A779">
        <w:rPr>
          <w:rFonts w:cstheme="minorBidi"/>
        </w:rPr>
        <w:t>Translating DSHS official forms, publications, and other general communication materials (Categories 1-4) or getting those documents in large print (LP)</w:t>
      </w:r>
      <w:bookmarkEnd w:id="40"/>
      <w:bookmarkEnd w:id="41"/>
    </w:p>
    <w:p w14:paraId="518D24FF" w14:textId="09AEF30F" w:rsidR="006B3D29" w:rsidRPr="00ED2FEE" w:rsidRDefault="006B3D29" w:rsidP="00B3543C">
      <w:pPr>
        <w:rPr>
          <w:rFonts w:asciiTheme="minorHAnsi" w:hAnsiTheme="minorHAnsi" w:cstheme="minorHAnsi"/>
        </w:rPr>
      </w:pPr>
      <w:r w:rsidRPr="00ED2FEE">
        <w:rPr>
          <w:rFonts w:asciiTheme="minorHAnsi" w:hAnsiTheme="minorHAnsi" w:cstheme="minorHAnsi"/>
        </w:rPr>
        <w:t xml:space="preserve">Always check the following: </w:t>
      </w:r>
    </w:p>
    <w:p w14:paraId="625328D4" w14:textId="08121CC8" w:rsidR="00BD7674" w:rsidRPr="00ED2FEE" w:rsidRDefault="00F300EB" w:rsidP="00275AC7">
      <w:pPr>
        <w:pStyle w:val="NoSpacing"/>
        <w:numPr>
          <w:ilvl w:val="0"/>
          <w:numId w:val="18"/>
        </w:numPr>
        <w:rPr>
          <w:rFonts w:asciiTheme="minorHAnsi" w:hAnsiTheme="minorHAnsi" w:cstheme="minorHAnsi"/>
        </w:rPr>
      </w:pPr>
      <w:hyperlink r:id="rId52" w:history="1">
        <w:r w:rsidRPr="00ED2FEE">
          <w:rPr>
            <w:rStyle w:val="Hyperlink"/>
            <w:rFonts w:asciiTheme="minorHAnsi" w:hAnsiTheme="minorHAnsi" w:cstheme="minorHAnsi"/>
          </w:rPr>
          <w:t>DSHS Forms intranet</w:t>
        </w:r>
      </w:hyperlink>
      <w:r w:rsidR="00882229" w:rsidRPr="00ED2FEE">
        <w:rPr>
          <w:rFonts w:asciiTheme="minorHAnsi" w:hAnsiTheme="minorHAnsi" w:cstheme="minorHAnsi"/>
        </w:rPr>
        <w:t xml:space="preserve"> </w:t>
      </w:r>
      <w:r w:rsidR="0048161B" w:rsidRPr="00ED2FEE">
        <w:rPr>
          <w:rFonts w:asciiTheme="minorHAnsi" w:hAnsiTheme="minorHAnsi" w:cstheme="minorHAnsi"/>
        </w:rPr>
        <w:t xml:space="preserve">and </w:t>
      </w:r>
      <w:hyperlink r:id="rId53" w:history="1">
        <w:r w:rsidR="001148B2" w:rsidRPr="00ED2FEE">
          <w:rPr>
            <w:rStyle w:val="Hyperlink"/>
            <w:rFonts w:asciiTheme="minorHAnsi" w:hAnsiTheme="minorHAnsi" w:cstheme="minorHAnsi"/>
          </w:rPr>
          <w:t>internet site</w:t>
        </w:r>
      </w:hyperlink>
      <w:r w:rsidR="001148B2" w:rsidRPr="00ED2FEE">
        <w:rPr>
          <w:rFonts w:asciiTheme="minorHAnsi" w:hAnsiTheme="minorHAnsi" w:cstheme="minorHAnsi"/>
        </w:rPr>
        <w:t xml:space="preserve"> </w:t>
      </w:r>
      <w:r w:rsidR="00DB767F" w:rsidRPr="00ED2FEE">
        <w:rPr>
          <w:rFonts w:asciiTheme="minorHAnsi" w:hAnsiTheme="minorHAnsi" w:cstheme="minorHAnsi"/>
        </w:rPr>
        <w:t>to find translated forms by entering the DSHS form number, title, language needed, or program.</w:t>
      </w:r>
    </w:p>
    <w:p w14:paraId="0FFE7A2C" w14:textId="30D87BC6" w:rsidR="00DB767F" w:rsidRPr="00ED2FEE" w:rsidRDefault="0099245F" w:rsidP="00275AC7">
      <w:pPr>
        <w:pStyle w:val="NoSpacing"/>
        <w:numPr>
          <w:ilvl w:val="0"/>
          <w:numId w:val="18"/>
        </w:numPr>
        <w:rPr>
          <w:rFonts w:asciiTheme="minorHAnsi" w:hAnsiTheme="minorHAnsi" w:cstheme="minorHAnsi"/>
        </w:rPr>
      </w:pPr>
      <w:hyperlink r:id="rId54" w:history="1">
        <w:r w:rsidRPr="00ED2FEE">
          <w:rPr>
            <w:rStyle w:val="Hyperlink"/>
            <w:rFonts w:asciiTheme="minorHAnsi" w:hAnsiTheme="minorHAnsi" w:cstheme="minorHAnsi"/>
          </w:rPr>
          <w:t>Publications Library</w:t>
        </w:r>
      </w:hyperlink>
      <w:r w:rsidRPr="00ED2FEE">
        <w:rPr>
          <w:rFonts w:asciiTheme="minorHAnsi" w:hAnsiTheme="minorHAnsi" w:cstheme="minorHAnsi"/>
        </w:rPr>
        <w:t xml:space="preserve"> </w:t>
      </w:r>
      <w:r w:rsidR="00647CE0" w:rsidRPr="00ED2FEE">
        <w:rPr>
          <w:rFonts w:asciiTheme="minorHAnsi" w:hAnsiTheme="minorHAnsi" w:cstheme="minorHAnsi"/>
        </w:rPr>
        <w:t>to find already existent translations by entering DSHS publication number, program/topic, or language.</w:t>
      </w:r>
    </w:p>
    <w:p w14:paraId="1B6A2AAB" w14:textId="77777777" w:rsidR="00080573" w:rsidRPr="00ED2FEE" w:rsidRDefault="00D10D23" w:rsidP="00275AC7">
      <w:pPr>
        <w:pStyle w:val="ListParagraph"/>
        <w:numPr>
          <w:ilvl w:val="1"/>
          <w:numId w:val="15"/>
        </w:numPr>
        <w:ind w:left="720"/>
        <w:contextualSpacing/>
        <w:rPr>
          <w:rFonts w:asciiTheme="minorHAnsi" w:hAnsiTheme="minorHAnsi" w:cstheme="minorHAnsi"/>
        </w:rPr>
      </w:pPr>
      <w:r w:rsidRPr="00ED2FEE">
        <w:rPr>
          <w:rFonts w:asciiTheme="minorHAnsi" w:hAnsiTheme="minorHAnsi" w:cstheme="minorHAnsi"/>
        </w:rPr>
        <w:t xml:space="preserve">ALTSA </w:t>
      </w:r>
      <w:hyperlink r:id="rId55" w:history="1">
        <w:r w:rsidR="00AB3A64" w:rsidRPr="00ED2FEE">
          <w:rPr>
            <w:rStyle w:val="Hyperlink"/>
            <w:rFonts w:asciiTheme="minorHAnsi" w:hAnsiTheme="minorHAnsi" w:cstheme="minorHAnsi"/>
          </w:rPr>
          <w:t>Translated Documents</w:t>
        </w:r>
      </w:hyperlink>
      <w:r w:rsidR="00AB3A64" w:rsidRPr="00ED2FEE">
        <w:rPr>
          <w:rFonts w:asciiTheme="minorHAnsi" w:hAnsiTheme="minorHAnsi" w:cstheme="minorHAnsi"/>
        </w:rPr>
        <w:t xml:space="preserve"> </w:t>
      </w:r>
      <w:r w:rsidR="00080573" w:rsidRPr="00ED2FEE">
        <w:rPr>
          <w:rFonts w:asciiTheme="minorHAnsi" w:hAnsiTheme="minorHAnsi" w:cstheme="minorHAnsi"/>
        </w:rPr>
        <w:t>to find program documents not listed on the DSHS Forms website or in Publications Library.</w:t>
      </w:r>
    </w:p>
    <w:p w14:paraId="005B24E1" w14:textId="77777777" w:rsidR="00E2185A" w:rsidRPr="00ED2FEE" w:rsidRDefault="00296FCD" w:rsidP="00275AC7">
      <w:pPr>
        <w:pStyle w:val="ListParagraph"/>
        <w:numPr>
          <w:ilvl w:val="1"/>
          <w:numId w:val="15"/>
        </w:numPr>
        <w:ind w:left="720"/>
        <w:contextualSpacing/>
        <w:rPr>
          <w:rFonts w:asciiTheme="minorHAnsi" w:hAnsiTheme="minorHAnsi" w:cstheme="minorHAnsi"/>
        </w:rPr>
      </w:pPr>
      <w:r w:rsidRPr="00ED2FEE">
        <w:rPr>
          <w:rFonts w:asciiTheme="minorHAnsi" w:hAnsiTheme="minorHAnsi" w:cstheme="minorHAnsi"/>
        </w:rPr>
        <w:t xml:space="preserve">Voter Registration - </w:t>
      </w:r>
      <w:hyperlink r:id="rId56" w:history="1">
        <w:r w:rsidR="00741F1A" w:rsidRPr="00ED2FEE">
          <w:rPr>
            <w:rStyle w:val="Hyperlink"/>
            <w:rFonts w:asciiTheme="minorHAnsi" w:hAnsiTheme="minorHAnsi" w:cstheme="minorHAnsi"/>
          </w:rPr>
          <w:t>Agency-based Voter Registration Forms | WA Secretary of State</w:t>
        </w:r>
      </w:hyperlink>
      <w:r w:rsidR="00741F1A" w:rsidRPr="00ED2FEE">
        <w:rPr>
          <w:rFonts w:asciiTheme="minorHAnsi" w:hAnsiTheme="minorHAnsi" w:cstheme="minorHAnsi"/>
        </w:rPr>
        <w:t xml:space="preserve"> </w:t>
      </w:r>
      <w:r w:rsidR="00E2185A" w:rsidRPr="00ED2FEE">
        <w:rPr>
          <w:rFonts w:asciiTheme="minorHAnsi" w:hAnsiTheme="minorHAnsi" w:cstheme="minorHAnsi"/>
        </w:rPr>
        <w:t>for availability of translated materials.</w:t>
      </w:r>
    </w:p>
    <w:p w14:paraId="6BA54954" w14:textId="43A28EF3" w:rsidR="00080573" w:rsidRPr="002E6CEC" w:rsidRDefault="00080573" w:rsidP="00B3543C">
      <w:pPr>
        <w:pStyle w:val="ListParagraph"/>
        <w:numPr>
          <w:ilvl w:val="0"/>
          <w:numId w:val="0"/>
        </w:numPr>
        <w:ind w:left="720"/>
        <w:contextualSpacing/>
        <w:rPr>
          <w:rFonts w:asciiTheme="minorHAnsi" w:hAnsiTheme="minorHAnsi" w:cstheme="minorHAnsi"/>
          <w:sz w:val="24"/>
          <w:szCs w:val="24"/>
        </w:rPr>
      </w:pPr>
    </w:p>
    <w:p w14:paraId="0619DC63" w14:textId="56F19E4E" w:rsidR="00ED2FEE" w:rsidRDefault="00D72E88" w:rsidP="00B3543C">
      <w:pPr>
        <w:rPr>
          <w:rFonts w:asciiTheme="minorHAnsi" w:hAnsiTheme="minorHAnsi" w:cstheme="minorHAnsi"/>
        </w:rPr>
      </w:pPr>
      <w:r w:rsidRPr="00ED2FEE">
        <w:rPr>
          <w:rFonts w:asciiTheme="minorHAnsi" w:hAnsiTheme="minorHAnsi" w:cstheme="minorHAnsi"/>
        </w:rPr>
        <w:t xml:space="preserve">Please check these sites periodically for the most current version of the documents for downloading, as documents undergo revisions. If you do not find the document in the </w:t>
      </w:r>
      <w:r w:rsidR="009C1D61" w:rsidRPr="00ED2FEE">
        <w:rPr>
          <w:rFonts w:asciiTheme="minorHAnsi" w:hAnsiTheme="minorHAnsi" w:cstheme="minorHAnsi"/>
        </w:rPr>
        <w:t>language needed</w:t>
      </w:r>
      <w:r w:rsidRPr="00ED2FEE">
        <w:rPr>
          <w:rFonts w:asciiTheme="minorHAnsi" w:hAnsiTheme="minorHAnsi" w:cstheme="minorHAnsi"/>
        </w:rPr>
        <w:t>, you will need to initiate a new translation request.</w:t>
      </w:r>
      <w:r w:rsidR="00E14A98" w:rsidRPr="00ED2FEE">
        <w:rPr>
          <w:rFonts w:asciiTheme="minorHAnsi" w:hAnsiTheme="minorHAnsi" w:cstheme="minorHAnsi"/>
        </w:rPr>
        <w:t xml:space="preserve"> </w:t>
      </w:r>
    </w:p>
    <w:p w14:paraId="11115782" w14:textId="77777777" w:rsidR="00ED2FEE" w:rsidRDefault="00ED2FEE" w:rsidP="00B3543C">
      <w:pPr>
        <w:rPr>
          <w:rFonts w:asciiTheme="minorHAnsi" w:hAnsiTheme="minorHAnsi" w:cstheme="minorHAnsi"/>
        </w:rPr>
      </w:pPr>
    </w:p>
    <w:p w14:paraId="6D3CC52D" w14:textId="29287B5D" w:rsidR="00D72E88" w:rsidRPr="00ED2FEE" w:rsidRDefault="00E14A98" w:rsidP="00B3543C">
      <w:pPr>
        <w:rPr>
          <w:rFonts w:asciiTheme="minorHAnsi" w:hAnsiTheme="minorHAnsi" w:cstheme="minorHAnsi"/>
        </w:rPr>
      </w:pPr>
      <w:r w:rsidRPr="00ED2FEE">
        <w:rPr>
          <w:rFonts w:asciiTheme="minorHAnsi" w:hAnsiTheme="minorHAnsi" w:cstheme="minorHAnsi"/>
        </w:rPr>
        <w:t>You can</w:t>
      </w:r>
      <w:r w:rsidR="0072611A" w:rsidRPr="00ED2FEE">
        <w:rPr>
          <w:rFonts w:asciiTheme="minorHAnsi" w:hAnsiTheme="minorHAnsi" w:cstheme="minorHAnsi"/>
        </w:rPr>
        <w:t xml:space="preserve"> request translation of DSHS Forms, DSHS Publications, and other general </w:t>
      </w:r>
      <w:r w:rsidR="004B462C" w:rsidRPr="00ED2FEE">
        <w:rPr>
          <w:rFonts w:asciiTheme="minorHAnsi" w:hAnsiTheme="minorHAnsi" w:cstheme="minorHAnsi"/>
        </w:rPr>
        <w:t>communication materials</w:t>
      </w:r>
      <w:r w:rsidR="00514584" w:rsidRPr="00ED2FEE">
        <w:rPr>
          <w:rFonts w:asciiTheme="minorHAnsi" w:hAnsiTheme="minorHAnsi" w:cstheme="minorHAnsi"/>
        </w:rPr>
        <w:t xml:space="preserve"> (materials other than DSHS forms or publications)</w:t>
      </w:r>
      <w:r w:rsidR="004B462C" w:rsidRPr="00ED2FEE">
        <w:rPr>
          <w:rFonts w:asciiTheme="minorHAnsi" w:hAnsiTheme="minorHAnsi" w:cstheme="minorHAnsi"/>
        </w:rPr>
        <w:t xml:space="preserve"> by reaching to the f</w:t>
      </w:r>
      <w:r w:rsidRPr="00ED2FEE">
        <w:rPr>
          <w:rFonts w:asciiTheme="minorHAnsi" w:hAnsiTheme="minorHAnsi" w:cstheme="minorHAnsi"/>
        </w:rPr>
        <w:t xml:space="preserve">ollowing </w:t>
      </w:r>
      <w:r w:rsidR="004B462C" w:rsidRPr="00ED2FEE">
        <w:rPr>
          <w:rFonts w:asciiTheme="minorHAnsi" w:hAnsiTheme="minorHAnsi" w:cstheme="minorHAnsi"/>
        </w:rPr>
        <w:t xml:space="preserve">persons: </w:t>
      </w:r>
    </w:p>
    <w:p w14:paraId="65CF728E" w14:textId="77777777" w:rsidR="00E14A98" w:rsidRPr="00ED2FEE" w:rsidRDefault="00E14A98" w:rsidP="00B3543C">
      <w:pPr>
        <w:rPr>
          <w:rFonts w:cs="Calibri"/>
        </w:rPr>
      </w:pPr>
    </w:p>
    <w:p w14:paraId="682C41E6" w14:textId="053D5AE7" w:rsidR="000E3776" w:rsidRPr="00ED2FEE" w:rsidRDefault="000E3776" w:rsidP="00275AC7">
      <w:pPr>
        <w:pStyle w:val="ListParagraph"/>
        <w:numPr>
          <w:ilvl w:val="0"/>
          <w:numId w:val="42"/>
        </w:numPr>
      </w:pPr>
      <w:r w:rsidRPr="005D54F6">
        <w:rPr>
          <w:b/>
        </w:rPr>
        <w:t>ALTSA</w:t>
      </w:r>
      <w:r w:rsidRPr="00ED2FEE">
        <w:t xml:space="preserve"> staff will contact Linda Garcia at (360) 968-9745 or</w:t>
      </w:r>
      <w:r w:rsidR="008424EB" w:rsidRPr="00ED2FEE">
        <w:t xml:space="preserve"> </w:t>
      </w:r>
      <w:hyperlink r:id="rId57" w:history="1">
        <w:r w:rsidR="00543D55" w:rsidRPr="005D54F6">
          <w:rPr>
            <w:rStyle w:val="Hyperlink"/>
            <w:rFonts w:cs="Calibri"/>
          </w:rPr>
          <w:t>dshsaltsalep@dshs.wa.gov</w:t>
        </w:r>
      </w:hyperlink>
      <w:r w:rsidR="00543D55" w:rsidRPr="00ED2FEE">
        <w:t xml:space="preserve"> </w:t>
      </w:r>
      <w:r w:rsidR="008424EB" w:rsidRPr="00ED2FEE">
        <w:t xml:space="preserve"> </w:t>
      </w:r>
    </w:p>
    <w:p w14:paraId="53DE5922" w14:textId="7BC6586A" w:rsidR="00782E63" w:rsidRPr="00ED2FEE" w:rsidRDefault="00782E63" w:rsidP="00275AC7">
      <w:pPr>
        <w:pStyle w:val="ListParagraph"/>
        <w:numPr>
          <w:ilvl w:val="0"/>
          <w:numId w:val="42"/>
        </w:numPr>
      </w:pPr>
      <w:r w:rsidRPr="005D54F6">
        <w:rPr>
          <w:b/>
          <w:bCs/>
        </w:rPr>
        <w:t>DD</w:t>
      </w:r>
      <w:r w:rsidR="4967819C" w:rsidRPr="005D54F6">
        <w:rPr>
          <w:b/>
          <w:bCs/>
        </w:rPr>
        <w:t>CS</w:t>
      </w:r>
      <w:r w:rsidRPr="00ED2FEE">
        <w:t xml:space="preserve"> staff will contact </w:t>
      </w:r>
      <w:r w:rsidR="00DB6064" w:rsidRPr="00ED2FEE">
        <w:t>Nikki Paulis</w:t>
      </w:r>
      <w:r w:rsidRPr="00ED2FEE">
        <w:t xml:space="preserve"> at</w:t>
      </w:r>
      <w:r w:rsidR="00603426" w:rsidRPr="00ED2FEE">
        <w:t xml:space="preserve"> </w:t>
      </w:r>
      <w:hyperlink r:id="rId58">
        <w:r w:rsidR="00F05744" w:rsidRPr="005D54F6">
          <w:rPr>
            <w:rStyle w:val="Hyperlink"/>
            <w:rFonts w:cs="Calibri"/>
          </w:rPr>
          <w:t>nichole.paulis@dshs.wa.gov</w:t>
        </w:r>
      </w:hyperlink>
      <w:r w:rsidR="00F05744" w:rsidRPr="00ED2FEE">
        <w:t xml:space="preserve"> </w:t>
      </w:r>
      <w:r w:rsidR="00A24158" w:rsidRPr="00ED2FEE">
        <w:t xml:space="preserve">or </w:t>
      </w:r>
      <w:r w:rsidR="00543D55" w:rsidRPr="00ED2FEE">
        <w:t>Dallas Hightower</w:t>
      </w:r>
      <w:r w:rsidR="00987AB9" w:rsidRPr="00ED2FEE">
        <w:t xml:space="preserve"> at</w:t>
      </w:r>
      <w:r w:rsidR="005D54F6">
        <w:t xml:space="preserve"> (</w:t>
      </w:r>
      <w:r w:rsidR="00B8799C" w:rsidRPr="00ED2FEE">
        <w:t>360) 407-153</w:t>
      </w:r>
      <w:r w:rsidR="00A24158" w:rsidRPr="00ED2FEE">
        <w:t>8 or D</w:t>
      </w:r>
      <w:hyperlink r:id="rId59">
        <w:r w:rsidR="00A24158" w:rsidRPr="005D54F6">
          <w:rPr>
            <w:rStyle w:val="Hyperlink"/>
            <w:rFonts w:cs="Calibri"/>
          </w:rPr>
          <w:t>allas.Hightower@dshs.wa.gov</w:t>
        </w:r>
      </w:hyperlink>
      <w:r w:rsidR="008424EB" w:rsidRPr="00ED2FEE">
        <w:t xml:space="preserve"> </w:t>
      </w:r>
      <w:r w:rsidR="00A24158" w:rsidRPr="00ED2FEE">
        <w:t>(backup)</w:t>
      </w:r>
    </w:p>
    <w:p w14:paraId="23D278A3" w14:textId="77777777" w:rsidR="00D72E88" w:rsidRPr="00ED2FEE" w:rsidRDefault="00D72E88" w:rsidP="00B3543C">
      <w:pPr>
        <w:rPr>
          <w:rFonts w:cs="Calibri"/>
        </w:rPr>
      </w:pPr>
    </w:p>
    <w:p w14:paraId="499D8B5B" w14:textId="4F39979D" w:rsidR="006C76DC" w:rsidRPr="00ED2FEE" w:rsidRDefault="006C76DC" w:rsidP="00B3543C">
      <w:pPr>
        <w:rPr>
          <w:rFonts w:cs="Calibri"/>
        </w:rPr>
      </w:pPr>
      <w:r w:rsidRPr="00ED2FEE">
        <w:rPr>
          <w:rFonts w:cs="Calibri"/>
        </w:rPr>
        <w:t xml:space="preserve">Please indicate the document number, name and the language(s) needed. </w:t>
      </w:r>
    </w:p>
    <w:p w14:paraId="2C7EB1E4" w14:textId="77777777" w:rsidR="009508E0" w:rsidRPr="002E6CEC" w:rsidRDefault="009508E0" w:rsidP="00B3543C">
      <w:pPr>
        <w:pStyle w:val="NoSpacing"/>
        <w:rPr>
          <w:sz w:val="24"/>
          <w:szCs w:val="24"/>
        </w:rPr>
      </w:pPr>
      <w:bookmarkStart w:id="42" w:name="_Toc21438444"/>
    </w:p>
    <w:p w14:paraId="360B2A69" w14:textId="59CF4D30" w:rsidR="006E3C06" w:rsidRPr="00D331E9" w:rsidRDefault="12A01FEC" w:rsidP="1C85A779">
      <w:pPr>
        <w:pStyle w:val="Heading3"/>
        <w:rPr>
          <w:rFonts w:ascii="Calibri" w:hAnsi="Calibri" w:cs="Calibri"/>
        </w:rPr>
      </w:pPr>
      <w:bookmarkStart w:id="43" w:name="_Toc418390321"/>
      <w:r w:rsidRPr="1C85A779">
        <w:rPr>
          <w:rFonts w:ascii="Calibri" w:hAnsi="Calibri" w:cs="Calibri"/>
        </w:rPr>
        <w:t>Getting DSHS Forms in Large Print (LP)</w:t>
      </w:r>
      <w:bookmarkEnd w:id="42"/>
      <w:bookmarkEnd w:id="43"/>
    </w:p>
    <w:p w14:paraId="49D76044" w14:textId="51F1724B" w:rsidR="009C4A5C" w:rsidRPr="00ED2FEE" w:rsidRDefault="009C4A5C" w:rsidP="0048713D">
      <w:pPr>
        <w:rPr>
          <w:rFonts w:cs="Calibri"/>
        </w:rPr>
      </w:pPr>
      <w:r w:rsidRPr="00ED2FEE">
        <w:rPr>
          <w:rFonts w:cs="Calibri"/>
        </w:rPr>
        <w:t xml:space="preserve">If the client </w:t>
      </w:r>
      <w:r w:rsidR="009B106F" w:rsidRPr="00ED2FEE">
        <w:rPr>
          <w:rFonts w:cs="Calibri"/>
        </w:rPr>
        <w:t xml:space="preserve">requires </w:t>
      </w:r>
      <w:r w:rsidR="001923A5" w:rsidRPr="00ED2FEE">
        <w:rPr>
          <w:rFonts w:cs="Calibri"/>
        </w:rPr>
        <w:t xml:space="preserve">a DSHS form in </w:t>
      </w:r>
      <w:r w:rsidRPr="00ED2FEE">
        <w:rPr>
          <w:rFonts w:cs="Calibri"/>
          <w:bCs/>
        </w:rPr>
        <w:t>L</w:t>
      </w:r>
      <w:r w:rsidR="009B106F" w:rsidRPr="00ED2FEE">
        <w:rPr>
          <w:rFonts w:cs="Calibri"/>
          <w:bCs/>
        </w:rPr>
        <w:t>arge Print (LP)</w:t>
      </w:r>
      <w:r w:rsidR="001923A5" w:rsidRPr="00ED2FEE">
        <w:rPr>
          <w:rFonts w:cs="Calibri"/>
          <w:bCs/>
        </w:rPr>
        <w:t xml:space="preserve"> English</w:t>
      </w:r>
      <w:r w:rsidRPr="00ED2FEE">
        <w:rPr>
          <w:rFonts w:cs="Calibri"/>
          <w:bCs/>
        </w:rPr>
        <w:t>,</w:t>
      </w:r>
      <w:r w:rsidRPr="00ED2FEE">
        <w:rPr>
          <w:rFonts w:cs="Calibri"/>
        </w:rPr>
        <w:t xml:space="preserve"> please ask </w:t>
      </w:r>
      <w:r w:rsidR="009508E0" w:rsidRPr="00ED2FEE">
        <w:rPr>
          <w:rFonts w:cs="Calibri"/>
        </w:rPr>
        <w:t xml:space="preserve">applicant or client </w:t>
      </w:r>
      <w:r w:rsidRPr="00ED2FEE">
        <w:rPr>
          <w:rFonts w:cs="Calibri"/>
        </w:rPr>
        <w:t xml:space="preserve">what size of font is most convenient. In general, LP documents have </w:t>
      </w:r>
      <w:r w:rsidR="00FA4C1B" w:rsidRPr="00ED2FEE">
        <w:rPr>
          <w:rFonts w:cs="Calibri"/>
        </w:rPr>
        <w:t xml:space="preserve">a </w:t>
      </w:r>
      <w:r w:rsidRPr="00ED2FEE">
        <w:rPr>
          <w:rFonts w:cs="Calibri"/>
        </w:rPr>
        <w:t xml:space="preserve">font size of 18 or 20 point. </w:t>
      </w:r>
    </w:p>
    <w:p w14:paraId="72D2C2E6" w14:textId="77777777" w:rsidR="00275FE5" w:rsidRPr="002E6CEC" w:rsidRDefault="00275FE5" w:rsidP="00275AC7">
      <w:pPr>
        <w:pStyle w:val="ListParagraph"/>
        <w:numPr>
          <w:ilvl w:val="0"/>
          <w:numId w:val="14"/>
        </w:numPr>
        <w:contextualSpacing/>
        <w:rPr>
          <w:rFonts w:cs="Calibri"/>
          <w:sz w:val="24"/>
          <w:szCs w:val="24"/>
        </w:rPr>
      </w:pPr>
      <w:r w:rsidRPr="00ED2FEE">
        <w:rPr>
          <w:rFonts w:cs="Calibri"/>
        </w:rPr>
        <w:t xml:space="preserve">You can request DSHS forms in LP by contacting Millie Brombacher at (360) 664-6048 or </w:t>
      </w:r>
      <w:hyperlink r:id="rId60" w:history="1">
        <w:r w:rsidRPr="00ED2FEE">
          <w:rPr>
            <w:rStyle w:val="Hyperlink"/>
            <w:rFonts w:cs="Calibri"/>
          </w:rPr>
          <w:t>millie.brombacher@dshs.wa.gov</w:t>
        </w:r>
      </w:hyperlink>
      <w:r w:rsidRPr="002E6CEC">
        <w:rPr>
          <w:rFonts w:cs="Calibri"/>
          <w:sz w:val="24"/>
          <w:szCs w:val="24"/>
        </w:rPr>
        <w:t xml:space="preserve"> </w:t>
      </w:r>
    </w:p>
    <w:p w14:paraId="55871E28" w14:textId="77777777" w:rsidR="00937169" w:rsidRPr="002E6CEC" w:rsidRDefault="00937169" w:rsidP="0048713D">
      <w:pPr>
        <w:rPr>
          <w:rFonts w:cs="Calibri"/>
          <w:sz w:val="24"/>
          <w:szCs w:val="24"/>
        </w:rPr>
      </w:pPr>
    </w:p>
    <w:p w14:paraId="659FFE01" w14:textId="77777777" w:rsidR="00CA7574" w:rsidRPr="00ED2FEE" w:rsidRDefault="00CA7574" w:rsidP="0048713D">
      <w:pPr>
        <w:rPr>
          <w:rFonts w:cs="Calibri"/>
        </w:rPr>
      </w:pPr>
      <w:r w:rsidRPr="00ED2FEE">
        <w:rPr>
          <w:rFonts w:cs="Calibri"/>
          <w:b/>
        </w:rPr>
        <w:t>Best practice</w:t>
      </w:r>
      <w:r w:rsidRPr="00ED2FEE">
        <w:rPr>
          <w:rFonts w:cs="Calibri"/>
        </w:rPr>
        <w:t>: All English and translated forms and publications (new or revised) must be posted on the Forms or Visual Communications websites at the same time. Field staff should send translated documents at the same time as the English version to applicants/clients.</w:t>
      </w:r>
    </w:p>
    <w:p w14:paraId="2ECA3654" w14:textId="77777777" w:rsidR="006E3C06" w:rsidRPr="00ED2FEE" w:rsidRDefault="006E3C06" w:rsidP="0048713D">
      <w:pPr>
        <w:rPr>
          <w:rFonts w:cs="Calibri"/>
        </w:rPr>
      </w:pPr>
    </w:p>
    <w:p w14:paraId="693AA2CD" w14:textId="77777777" w:rsidR="00A051CF" w:rsidRPr="00D331E9" w:rsidRDefault="6E56C0B7" w:rsidP="1C85A779">
      <w:pPr>
        <w:pStyle w:val="Heading3"/>
        <w:rPr>
          <w:rFonts w:cs="Calibri"/>
        </w:rPr>
      </w:pPr>
      <w:bookmarkStart w:id="44" w:name="_Toc69413626"/>
      <w:bookmarkStart w:id="45" w:name="_Toc1033540190"/>
      <w:r w:rsidRPr="1C85A779">
        <w:rPr>
          <w:rFonts w:cs="Calibri"/>
        </w:rPr>
        <w:t>Client Specific Translations</w:t>
      </w:r>
      <w:bookmarkEnd w:id="44"/>
      <w:bookmarkEnd w:id="45"/>
    </w:p>
    <w:p w14:paraId="4DAC620E" w14:textId="3C8A3108" w:rsidR="00A051CF" w:rsidRPr="00ED2FEE" w:rsidRDefault="1894D6BB" w:rsidP="1C85A779">
      <w:pPr>
        <w:pStyle w:val="ListParagraph"/>
        <w:ind w:left="360"/>
        <w:rPr>
          <w:rFonts w:cs="Calibri"/>
        </w:rPr>
      </w:pPr>
      <w:r w:rsidRPr="00ED2FEE">
        <w:rPr>
          <w:rFonts w:cs="Calibri"/>
        </w:rPr>
        <w:t>To</w:t>
      </w:r>
      <w:r w:rsidR="6E56C0B7" w:rsidRPr="00ED2FEE">
        <w:rPr>
          <w:rFonts w:cs="Calibri"/>
        </w:rPr>
        <w:t xml:space="preserve"> request translation of letters, notices, DSHS forms filled by client or staff, reminders, etc. please use </w:t>
      </w:r>
      <w:hyperlink r:id="rId61" w:history="1">
        <w:r w:rsidR="75BA87F4" w:rsidRPr="00ED2FEE">
          <w:rPr>
            <w:rStyle w:val="Hyperlink"/>
          </w:rPr>
          <w:t>DSHS Form 17-120</w:t>
        </w:r>
      </w:hyperlink>
      <w:r w:rsidR="6E56C0B7" w:rsidRPr="00ED2FEE">
        <w:rPr>
          <w:rFonts w:cs="Calibri"/>
        </w:rPr>
        <w:t>.</w:t>
      </w:r>
      <w:r w:rsidR="00A051CF" w:rsidRPr="00ED2FEE">
        <w:rPr>
          <w:rStyle w:val="FootnoteReference"/>
          <w:rFonts w:cs="Calibri"/>
        </w:rPr>
        <w:footnoteReference w:id="5"/>
      </w:r>
      <w:r w:rsidR="4BCE7A1D" w:rsidRPr="00ED2FEE">
        <w:rPr>
          <w:rFonts w:cs="Calibri"/>
        </w:rPr>
        <w:t xml:space="preserve"> </w:t>
      </w:r>
    </w:p>
    <w:p w14:paraId="6F2482A4" w14:textId="77777777" w:rsidR="008E7497" w:rsidRPr="008E7497" w:rsidRDefault="004045F6" w:rsidP="00275AC7">
      <w:pPr>
        <w:pStyle w:val="ListParagraph"/>
        <w:numPr>
          <w:ilvl w:val="0"/>
          <w:numId w:val="21"/>
        </w:numPr>
        <w:ind w:left="360"/>
        <w:rPr>
          <w:rFonts w:cs="Calibri"/>
        </w:rPr>
      </w:pPr>
      <w:r w:rsidRPr="00ED2FEE">
        <w:rPr>
          <w:rFonts w:cs="Calibri"/>
        </w:rPr>
        <w:t xml:space="preserve">Staff </w:t>
      </w:r>
      <w:r w:rsidR="004D080F" w:rsidRPr="00ED2FEE">
        <w:rPr>
          <w:rFonts w:cs="Calibri"/>
        </w:rPr>
        <w:t>may</w:t>
      </w:r>
      <w:r w:rsidRPr="00ED2FEE">
        <w:rPr>
          <w:rFonts w:cs="Calibri"/>
        </w:rPr>
        <w:t xml:space="preserve"> send Translation Request and client specific documents needing translation to any of the vendors listed in the “To:” section of form</w:t>
      </w:r>
      <w:r w:rsidR="00072672" w:rsidRPr="00ED2FEE">
        <w:rPr>
          <w:rFonts w:cs="Calibri"/>
        </w:rPr>
        <w:t xml:space="preserve"> 17-120</w:t>
      </w:r>
      <w:r w:rsidRPr="00ED2FEE">
        <w:rPr>
          <w:rFonts w:cs="Calibri"/>
        </w:rPr>
        <w:t xml:space="preserve">. </w:t>
      </w:r>
      <w:r w:rsidR="00122F59" w:rsidRPr="00ED2FEE">
        <w:rPr>
          <w:rFonts w:cs="Calibri"/>
        </w:rPr>
        <w:t xml:space="preserve">See </w:t>
      </w:r>
      <w:hyperlink r:id="rId62" w:history="1">
        <w:r w:rsidR="00122F59" w:rsidRPr="00E74E88">
          <w:rPr>
            <w:rStyle w:val="Hyperlink"/>
            <w:b/>
            <w:bCs/>
          </w:rPr>
          <w:t>instructions</w:t>
        </w:r>
      </w:hyperlink>
      <w:r w:rsidR="00096408" w:rsidRPr="00ED2FEE">
        <w:rPr>
          <w:rFonts w:cs="Calibri"/>
          <w:b/>
          <w:bCs/>
        </w:rPr>
        <w:t xml:space="preserve">. </w:t>
      </w:r>
    </w:p>
    <w:p w14:paraId="448593AE" w14:textId="26498FF5" w:rsidR="00090F24" w:rsidRPr="00ED2FEE" w:rsidRDefault="004045F6" w:rsidP="00275AC7">
      <w:pPr>
        <w:pStyle w:val="ListParagraph"/>
        <w:numPr>
          <w:ilvl w:val="0"/>
          <w:numId w:val="21"/>
        </w:numPr>
        <w:ind w:left="360"/>
        <w:rPr>
          <w:rFonts w:cs="Calibri"/>
        </w:rPr>
      </w:pPr>
      <w:r w:rsidRPr="00ED2FEE">
        <w:rPr>
          <w:rFonts w:cs="Calibri"/>
          <w:b/>
        </w:rPr>
        <w:t>Remember</w:t>
      </w:r>
      <w:r w:rsidRPr="00ED2FEE">
        <w:rPr>
          <w:rFonts w:cs="Calibri"/>
        </w:rPr>
        <w:t xml:space="preserve"> to add </w:t>
      </w:r>
      <w:r w:rsidR="00090F24" w:rsidRPr="00ED2FEE">
        <w:rPr>
          <w:rFonts w:cs="Calibri"/>
        </w:rPr>
        <w:t xml:space="preserve">the </w:t>
      </w:r>
      <w:r w:rsidRPr="00ED2FEE">
        <w:rPr>
          <w:rFonts w:cs="Calibri"/>
        </w:rPr>
        <w:t xml:space="preserve">word [secure] to the subject line of your email to protect client’s information. </w:t>
      </w:r>
    </w:p>
    <w:p w14:paraId="37382DAE" w14:textId="44351C25" w:rsidR="004045F6" w:rsidRPr="00ED2FEE" w:rsidRDefault="004045F6" w:rsidP="00275AC7">
      <w:pPr>
        <w:pStyle w:val="ListParagraph"/>
        <w:numPr>
          <w:ilvl w:val="0"/>
          <w:numId w:val="21"/>
        </w:numPr>
        <w:ind w:left="360"/>
        <w:rPr>
          <w:rFonts w:cs="Calibri"/>
        </w:rPr>
      </w:pPr>
      <w:r w:rsidRPr="00ED2FEE">
        <w:rPr>
          <w:rFonts w:cs="Calibri"/>
        </w:rPr>
        <w:t>Contact your Translation Coordinator if you have any questions regarding this category of translation work.</w:t>
      </w:r>
    </w:p>
    <w:p w14:paraId="5C077A2E" w14:textId="77777777" w:rsidR="006E3C06" w:rsidRPr="00ED2FEE" w:rsidRDefault="006E3C06" w:rsidP="0048713D">
      <w:pPr>
        <w:rPr>
          <w:rFonts w:cs="Calibri"/>
        </w:rPr>
      </w:pPr>
    </w:p>
    <w:p w14:paraId="15697F04" w14:textId="2BDB05A4" w:rsidR="4D612DCF" w:rsidRDefault="4D612DCF" w:rsidP="4D612DCF">
      <w:pPr>
        <w:rPr>
          <w:rFonts w:asciiTheme="majorHAnsi" w:hAnsiTheme="majorHAnsi" w:cstheme="majorBidi"/>
          <w:b/>
          <w:bCs/>
          <w:i/>
          <w:iCs/>
          <w:color w:val="193F6F"/>
          <w:sz w:val="24"/>
          <w:szCs w:val="24"/>
        </w:rPr>
      </w:pPr>
    </w:p>
    <w:p w14:paraId="69380F35" w14:textId="77777777" w:rsidR="009107EC" w:rsidRPr="00D331E9" w:rsidRDefault="009107EC" w:rsidP="4D612DCF">
      <w:pPr>
        <w:rPr>
          <w:rFonts w:asciiTheme="majorHAnsi" w:hAnsiTheme="majorHAnsi" w:cstheme="majorBidi"/>
          <w:b/>
          <w:bCs/>
          <w:i/>
          <w:iCs/>
          <w:color w:val="193F6F"/>
          <w:sz w:val="24"/>
          <w:szCs w:val="24"/>
        </w:rPr>
      </w:pPr>
      <w:r w:rsidRPr="4D612DCF">
        <w:rPr>
          <w:rFonts w:asciiTheme="majorHAnsi" w:hAnsiTheme="majorHAnsi" w:cstheme="majorBidi"/>
          <w:b/>
          <w:bCs/>
          <w:i/>
          <w:iCs/>
          <w:color w:val="193F6F"/>
          <w:sz w:val="24"/>
          <w:szCs w:val="24"/>
        </w:rPr>
        <w:t>State Online Language Translation Request Application (SOLTRA) for ALTSA and DDA Financial Staff Only</w:t>
      </w:r>
    </w:p>
    <w:p w14:paraId="649002A6" w14:textId="6D8A9755" w:rsidR="4D612DCF" w:rsidRDefault="4D612DCF" w:rsidP="4D612DCF">
      <w:pPr>
        <w:rPr>
          <w:rFonts w:asciiTheme="majorHAnsi" w:hAnsiTheme="majorHAnsi" w:cstheme="majorBidi"/>
          <w:b/>
          <w:bCs/>
          <w:i/>
          <w:iCs/>
          <w:color w:val="193F6F"/>
          <w:sz w:val="24"/>
          <w:szCs w:val="24"/>
        </w:rPr>
      </w:pPr>
    </w:p>
    <w:p w14:paraId="62128CC7" w14:textId="77777777" w:rsidR="00577181" w:rsidRPr="002E6CEC" w:rsidRDefault="00577181" w:rsidP="0048713D">
      <w:pPr>
        <w:rPr>
          <w:rStyle w:val="Hyperlink"/>
          <w:rFonts w:cs="Calibri"/>
          <w:sz w:val="24"/>
          <w:szCs w:val="24"/>
        </w:rPr>
      </w:pPr>
      <w:hyperlink r:id="rId63" w:history="1">
        <w:r w:rsidRPr="002E6CEC">
          <w:rPr>
            <w:rStyle w:val="Hyperlink"/>
            <w:rFonts w:cs="Calibri"/>
            <w:sz w:val="24"/>
            <w:szCs w:val="24"/>
          </w:rPr>
          <w:t>SOLTRA Translation Application</w:t>
        </w:r>
      </w:hyperlink>
    </w:p>
    <w:p w14:paraId="4C37D8D4" w14:textId="3F0109D7" w:rsidR="00DD783A" w:rsidRPr="00091484" w:rsidRDefault="00DD783A" w:rsidP="0048713D">
      <w:pPr>
        <w:rPr>
          <w:rFonts w:cs="Calibri"/>
          <w:sz w:val="24"/>
          <w:szCs w:val="24"/>
        </w:rPr>
      </w:pPr>
      <w:r w:rsidRPr="00091484">
        <w:rPr>
          <w:rFonts w:cs="Calibri"/>
          <w:sz w:val="24"/>
          <w:szCs w:val="24"/>
        </w:rPr>
        <w:t xml:space="preserve">This application, developed and maintained by DSHS/ESA IT staff, generates order forms, logs and tracks </w:t>
      </w:r>
      <w:r w:rsidR="00D20F31" w:rsidRPr="00091484">
        <w:rPr>
          <w:rFonts w:cs="Calibri"/>
          <w:sz w:val="24"/>
          <w:szCs w:val="24"/>
        </w:rPr>
        <w:t>client-specific</w:t>
      </w:r>
      <w:r w:rsidRPr="00091484">
        <w:rPr>
          <w:rFonts w:cs="Calibri"/>
          <w:sz w:val="24"/>
          <w:szCs w:val="24"/>
        </w:rPr>
        <w:t xml:space="preserve"> translation requests completed by contracted vendors.</w:t>
      </w:r>
    </w:p>
    <w:p w14:paraId="169F4290" w14:textId="25E35BBE" w:rsidR="008C706C" w:rsidRPr="00091484" w:rsidRDefault="456084CA" w:rsidP="00A634F7">
      <w:pPr>
        <w:rPr>
          <w:rFonts w:cs="Calibri"/>
          <w:sz w:val="24"/>
          <w:szCs w:val="24"/>
        </w:rPr>
      </w:pPr>
      <w:r w:rsidRPr="00091484">
        <w:rPr>
          <w:rFonts w:cs="Calibri"/>
          <w:b/>
          <w:bCs/>
          <w:sz w:val="24"/>
          <w:szCs w:val="24"/>
        </w:rPr>
        <w:t>Only</w:t>
      </w:r>
      <w:r w:rsidRPr="00091484">
        <w:rPr>
          <w:rFonts w:cs="Calibri"/>
          <w:sz w:val="24"/>
          <w:szCs w:val="24"/>
        </w:rPr>
        <w:t xml:space="preserve"> public benefit specialists (PBS)</w:t>
      </w:r>
      <w:r w:rsidRPr="00091484">
        <w:rPr>
          <w:rFonts w:cs="Calibri"/>
          <w:b/>
          <w:bCs/>
          <w:sz w:val="24"/>
          <w:szCs w:val="24"/>
        </w:rPr>
        <w:t xml:space="preserve"> </w:t>
      </w:r>
      <w:r w:rsidRPr="00091484">
        <w:rPr>
          <w:rFonts w:cs="Calibri"/>
          <w:sz w:val="24"/>
          <w:szCs w:val="24"/>
        </w:rPr>
        <w:t>of</w:t>
      </w:r>
      <w:r w:rsidRPr="00091484">
        <w:rPr>
          <w:rFonts w:cs="Calibri"/>
          <w:b/>
          <w:bCs/>
          <w:sz w:val="24"/>
          <w:szCs w:val="24"/>
        </w:rPr>
        <w:t xml:space="preserve"> </w:t>
      </w:r>
      <w:r w:rsidRPr="00091484">
        <w:rPr>
          <w:rFonts w:cs="Calibri"/>
          <w:sz w:val="24"/>
          <w:szCs w:val="24"/>
        </w:rPr>
        <w:t>ALTSA and DD</w:t>
      </w:r>
      <w:r w:rsidR="0D5BB645" w:rsidRPr="00091484">
        <w:rPr>
          <w:rFonts w:cs="Calibri"/>
          <w:sz w:val="24"/>
          <w:szCs w:val="24"/>
        </w:rPr>
        <w:t>CS</w:t>
      </w:r>
      <w:r w:rsidRPr="00091484">
        <w:rPr>
          <w:rFonts w:cs="Calibri"/>
          <w:sz w:val="24"/>
          <w:szCs w:val="24"/>
        </w:rPr>
        <w:t xml:space="preserve"> have access to this system. </w:t>
      </w:r>
      <w:r w:rsidR="6206F05F" w:rsidRPr="00091484">
        <w:rPr>
          <w:rFonts w:cs="Calibri"/>
          <w:sz w:val="24"/>
          <w:szCs w:val="24"/>
        </w:rPr>
        <w:t>To request access for SOLTRA</w:t>
      </w:r>
      <w:r w:rsidR="412AA6A5" w:rsidRPr="00091484">
        <w:rPr>
          <w:rFonts w:cs="Calibri"/>
          <w:sz w:val="24"/>
          <w:szCs w:val="24"/>
        </w:rPr>
        <w:t xml:space="preserve">, contact: </w:t>
      </w:r>
      <w:r w:rsidR="7838A6EE" w:rsidRPr="00091484">
        <w:rPr>
          <w:rFonts w:cs="Calibri"/>
          <w:sz w:val="24"/>
          <w:szCs w:val="24"/>
        </w:rPr>
        <w:t xml:space="preserve"> </w:t>
      </w:r>
      <w:r w:rsidR="6902C65E" w:rsidRPr="00091484">
        <w:rPr>
          <w:rFonts w:cs="Calibri"/>
          <w:sz w:val="24"/>
          <w:szCs w:val="24"/>
        </w:rPr>
        <w:t xml:space="preserve">Linda Garcia at (360) 968-9745 or </w:t>
      </w:r>
      <w:hyperlink r:id="rId64">
        <w:r w:rsidR="775C3E10" w:rsidRPr="00091484">
          <w:rPr>
            <w:rStyle w:val="Hyperlink"/>
            <w:rFonts w:cs="Calibri"/>
            <w:sz w:val="24"/>
            <w:szCs w:val="24"/>
          </w:rPr>
          <w:t>dshsaltsalep@dshs.wa.gov</w:t>
        </w:r>
      </w:hyperlink>
      <w:r w:rsidR="775C3E10" w:rsidRPr="00091484">
        <w:rPr>
          <w:rFonts w:cs="Calibri"/>
          <w:sz w:val="24"/>
          <w:szCs w:val="24"/>
        </w:rPr>
        <w:t xml:space="preserve">.  </w:t>
      </w:r>
      <w:r w:rsidR="75D8A69A" w:rsidRPr="00091484">
        <w:rPr>
          <w:rFonts w:cs="Calibri"/>
          <w:sz w:val="24"/>
          <w:szCs w:val="24"/>
        </w:rPr>
        <w:t xml:space="preserve"> </w:t>
      </w:r>
    </w:p>
    <w:p w14:paraId="48B3A146" w14:textId="77777777" w:rsidR="00122F59" w:rsidRPr="00091484" w:rsidRDefault="00122F59">
      <w:pPr>
        <w:rPr>
          <w:rFonts w:cs="Calibri"/>
          <w:sz w:val="24"/>
          <w:szCs w:val="24"/>
        </w:rPr>
      </w:pPr>
    </w:p>
    <w:p w14:paraId="0AD463C9" w14:textId="43EBC4FD" w:rsidR="00BD7674" w:rsidRDefault="00C651E9" w:rsidP="00D331E9">
      <w:r w:rsidRPr="00923749">
        <w:rPr>
          <w:rFonts w:eastAsia="Times New Roman" w:cs="Calibri"/>
          <w:b/>
          <w:noProof/>
        </w:rPr>
        <w:drawing>
          <wp:inline distT="0" distB="0" distL="0" distR="0" wp14:anchorId="148CB5AF" wp14:editId="6F9F0E84">
            <wp:extent cx="6178190" cy="2715905"/>
            <wp:effectExtent l="0" t="0" r="0" b="8255"/>
            <wp:docPr id="75975590" name="Picture 3" descr="Graphical user interface, text, application,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75590" name="Picture 3" descr="Graphical user interface, text, application, email"/>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6227036" cy="2737378"/>
                    </a:xfrm>
                    <a:prstGeom prst="rect">
                      <a:avLst/>
                    </a:prstGeom>
                    <a:noFill/>
                    <a:ln>
                      <a:noFill/>
                    </a:ln>
                  </pic:spPr>
                </pic:pic>
              </a:graphicData>
            </a:graphic>
          </wp:inline>
        </w:drawing>
      </w:r>
    </w:p>
    <w:p w14:paraId="680FB337" w14:textId="77777777" w:rsidR="00122F59" w:rsidRPr="00122F59" w:rsidRDefault="00122F59" w:rsidP="002E6CEC"/>
    <w:p w14:paraId="36C2D9D7" w14:textId="77777777" w:rsidR="00897DCC" w:rsidRPr="002E6CEC" w:rsidRDefault="4280F1F7" w:rsidP="1C85A779">
      <w:pPr>
        <w:pStyle w:val="Heading3"/>
        <w:rPr>
          <w:rFonts w:cs="Calibri"/>
          <w:sz w:val="24"/>
        </w:rPr>
      </w:pPr>
      <w:bookmarkStart w:id="46" w:name="_Toc1907316231"/>
      <w:r w:rsidRPr="1C85A779">
        <w:rPr>
          <w:rFonts w:cs="Calibri"/>
          <w:sz w:val="24"/>
        </w:rPr>
        <w:t>Translating documents generated in the CARE system into foreign languages and getting those documents in large print (LP)</w:t>
      </w:r>
      <w:bookmarkEnd w:id="46"/>
    </w:p>
    <w:p w14:paraId="6C2BE49F" w14:textId="1E434B50" w:rsidR="00897DCC" w:rsidRPr="00091484" w:rsidRDefault="4280F1F7" w:rsidP="0048713D">
      <w:pPr>
        <w:rPr>
          <w:rFonts w:cs="Calibri"/>
        </w:rPr>
      </w:pPr>
      <w:r w:rsidRPr="00091484">
        <w:rPr>
          <w:rFonts w:cs="Calibri"/>
        </w:rPr>
        <w:t>ALTSA and DD</w:t>
      </w:r>
      <w:r w:rsidR="37E511C6" w:rsidRPr="00091484">
        <w:rPr>
          <w:rFonts w:cs="Calibri"/>
        </w:rPr>
        <w:t>CS</w:t>
      </w:r>
      <w:r w:rsidRPr="00091484">
        <w:rPr>
          <w:rFonts w:cs="Calibri"/>
        </w:rPr>
        <w:t xml:space="preserve"> staff must use the current vendor for translations of CARE system generated documents and follow the established process for requesting documents translation into foreign languages or converting into Large Print (LP) format.</w:t>
      </w:r>
    </w:p>
    <w:p w14:paraId="6AEE8798" w14:textId="77777777" w:rsidR="00897DCC" w:rsidRPr="00091484" w:rsidRDefault="00897DCC" w:rsidP="0048713D">
      <w:pPr>
        <w:rPr>
          <w:rFonts w:cs="Calibri"/>
        </w:rPr>
      </w:pPr>
      <w:r w:rsidRPr="00091484">
        <w:rPr>
          <w:rFonts w:cs="Calibri"/>
        </w:rPr>
        <w:t>Use Translation-Billing EXE application generating secure email when requesting translated document(s) or needing document(s) in LP.</w:t>
      </w:r>
    </w:p>
    <w:p w14:paraId="01DCDA2A" w14:textId="77777777" w:rsidR="009107EC" w:rsidRPr="00091484" w:rsidRDefault="009107EC" w:rsidP="0048713D"/>
    <w:p w14:paraId="53784B95" w14:textId="77777777" w:rsidR="008844E2" w:rsidRPr="00091484" w:rsidRDefault="008844E2" w:rsidP="002E6CEC">
      <w:pPr>
        <w:pStyle w:val="Heading4"/>
        <w:rPr>
          <w:rFonts w:ascii="Calibri" w:hAnsi="Calibri" w:cs="Calibri"/>
          <w:color w:val="193F6F"/>
          <w:sz w:val="22"/>
        </w:rPr>
      </w:pPr>
      <w:r w:rsidRPr="00091484">
        <w:rPr>
          <w:rFonts w:ascii="Calibri" w:hAnsi="Calibri" w:cs="Calibri"/>
          <w:color w:val="193F6F"/>
          <w:sz w:val="22"/>
        </w:rPr>
        <w:t>Step by step instructions for requesting CARE documents in client’s language or in LP:</w:t>
      </w:r>
    </w:p>
    <w:p w14:paraId="627C2A76" w14:textId="77777777" w:rsidR="00F36D0C" w:rsidRPr="00091484" w:rsidRDefault="00F36D0C" w:rsidP="0048713D">
      <w:r w:rsidRPr="00091484">
        <w:rPr>
          <w:b/>
        </w:rPr>
        <w:t xml:space="preserve">Step 1 </w:t>
      </w:r>
      <w:r w:rsidRPr="00091484">
        <w:t>– Create document PDF separately for each document needing translation, naming it according to the selection (“Planned Action Notice - PAN” or “Service Summary - SS” or “Assessment Details – AD”, etc.) you make in the “Translation-Billing EXE”;” application; do not merge documents together and do not scan or ZIP (compress) them.</w:t>
      </w:r>
    </w:p>
    <w:p w14:paraId="42DAE47B" w14:textId="77777777" w:rsidR="00F36D0C" w:rsidRPr="00091484" w:rsidRDefault="00F36D0C" w:rsidP="0048713D"/>
    <w:p w14:paraId="45AC1145" w14:textId="77777777" w:rsidR="000E1EC8" w:rsidRPr="00091484" w:rsidRDefault="000E1EC8" w:rsidP="0048713D">
      <w:r w:rsidRPr="00091484">
        <w:rPr>
          <w:b/>
        </w:rPr>
        <w:t>Step 2</w:t>
      </w:r>
      <w:r w:rsidRPr="00091484">
        <w:t xml:space="preserve"> – Find “Translation-Billing EXE” application. </w:t>
      </w:r>
    </w:p>
    <w:p w14:paraId="19EAC1B8" w14:textId="77777777" w:rsidR="00122F59" w:rsidRPr="002E6CEC" w:rsidRDefault="00122F59" w:rsidP="0048713D">
      <w:pPr>
        <w:rPr>
          <w:sz w:val="24"/>
          <w:szCs w:val="24"/>
        </w:rPr>
      </w:pPr>
    </w:p>
    <w:p w14:paraId="5B78D5B9" w14:textId="77797EBE" w:rsidR="000E1EC8" w:rsidRDefault="003229F3" w:rsidP="0048713D">
      <w:r w:rsidRPr="00E62112">
        <w:rPr>
          <w:noProof/>
        </w:rPr>
        <w:drawing>
          <wp:inline distT="0" distB="0" distL="0" distR="0" wp14:anchorId="0B0028C0" wp14:editId="330D261B">
            <wp:extent cx="1123950" cy="1271353"/>
            <wp:effectExtent l="0" t="0" r="0" b="5080"/>
            <wp:docPr id="220041210" name="Picture 16" descr="A picture containing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041210" name="Picture 16" descr="A picture containing text"/>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135891" cy="1284860"/>
                    </a:xfrm>
                    <a:prstGeom prst="rect">
                      <a:avLst/>
                    </a:prstGeom>
                    <a:noFill/>
                    <a:ln>
                      <a:noFill/>
                    </a:ln>
                  </pic:spPr>
                </pic:pic>
              </a:graphicData>
            </a:graphic>
          </wp:inline>
        </w:drawing>
      </w:r>
    </w:p>
    <w:p w14:paraId="25244AEA" w14:textId="77777777" w:rsidR="00122F59" w:rsidRDefault="00122F59" w:rsidP="0048713D"/>
    <w:p w14:paraId="52BE5769" w14:textId="77777777" w:rsidR="00B464F8" w:rsidRPr="00091484" w:rsidRDefault="00B464F8" w:rsidP="0048713D">
      <w:r w:rsidRPr="00091484">
        <w:t>This will be an icon on your desktop that can be installed by local IT staff or manually by:</w:t>
      </w:r>
    </w:p>
    <w:p w14:paraId="6B2C29CA" w14:textId="77777777" w:rsidR="00B464F8" w:rsidRPr="00091484" w:rsidRDefault="00B464F8" w:rsidP="00275AC7">
      <w:pPr>
        <w:pStyle w:val="ListParagraph"/>
        <w:numPr>
          <w:ilvl w:val="0"/>
          <w:numId w:val="19"/>
        </w:numPr>
      </w:pPr>
      <w:r w:rsidRPr="00091484">
        <w:t>Accessing the Software Center. Click the search field on your lower left task bar “</w:t>
      </w:r>
      <w:r w:rsidRPr="00091484">
        <w:rPr>
          <w:b/>
        </w:rPr>
        <w:t>Type here to search</w:t>
      </w:r>
      <w:r w:rsidRPr="00091484">
        <w:t>” and then type "</w:t>
      </w:r>
      <w:r w:rsidRPr="00091484">
        <w:rPr>
          <w:b/>
        </w:rPr>
        <w:t>Software Center.</w:t>
      </w:r>
      <w:r w:rsidRPr="00091484">
        <w:t>"</w:t>
      </w:r>
    </w:p>
    <w:p w14:paraId="184C11A3" w14:textId="77777777" w:rsidR="00B464F8" w:rsidRPr="00091484" w:rsidRDefault="00B464F8" w:rsidP="00275AC7">
      <w:pPr>
        <w:pStyle w:val="ListParagraph"/>
        <w:numPr>
          <w:ilvl w:val="0"/>
          <w:numId w:val="19"/>
        </w:numPr>
      </w:pPr>
      <w:r w:rsidRPr="00091484">
        <w:t>After entering the center, search for “</w:t>
      </w:r>
      <w:r w:rsidRPr="00091484">
        <w:rPr>
          <w:b/>
        </w:rPr>
        <w:t>Translation Billing.</w:t>
      </w:r>
      <w:r w:rsidRPr="00091484">
        <w:t xml:space="preserve">” </w:t>
      </w:r>
    </w:p>
    <w:p w14:paraId="394D5961" w14:textId="77777777" w:rsidR="00B464F8" w:rsidRPr="00091484" w:rsidRDefault="00B464F8" w:rsidP="00275AC7">
      <w:pPr>
        <w:pStyle w:val="ListParagraph"/>
        <w:numPr>
          <w:ilvl w:val="0"/>
          <w:numId w:val="19"/>
        </w:numPr>
      </w:pPr>
      <w:r w:rsidRPr="00091484">
        <w:t>Click and install the application.</w:t>
      </w:r>
    </w:p>
    <w:p w14:paraId="576B8446" w14:textId="77777777" w:rsidR="00B464F8" w:rsidRPr="00091484" w:rsidRDefault="00B464F8" w:rsidP="0048713D"/>
    <w:p w14:paraId="22034ADF" w14:textId="77777777" w:rsidR="00122F59" w:rsidRPr="00091484" w:rsidRDefault="00122F59" w:rsidP="0048713D"/>
    <w:p w14:paraId="1E3DF991" w14:textId="77777777" w:rsidR="0029209F" w:rsidRPr="00091484" w:rsidRDefault="0029209F" w:rsidP="0048713D">
      <w:r w:rsidRPr="00091484">
        <w:rPr>
          <w:b/>
        </w:rPr>
        <w:t xml:space="preserve">Step 3 </w:t>
      </w:r>
      <w:r w:rsidRPr="00091484">
        <w:t>–</w:t>
      </w:r>
      <w:r w:rsidRPr="00091484">
        <w:rPr>
          <w:b/>
        </w:rPr>
        <w:t xml:space="preserve"> </w:t>
      </w:r>
      <w:r w:rsidRPr="00091484">
        <w:t xml:space="preserve">Run “Translation-Billing EXE” application for CARE documents. Once launched, it will prompt you to identify information about your administration/program. </w:t>
      </w:r>
    </w:p>
    <w:p w14:paraId="4A9BDFA1" w14:textId="77777777" w:rsidR="0029209F" w:rsidRPr="002E6CEC" w:rsidRDefault="0029209F" w:rsidP="0048713D">
      <w:pPr>
        <w:rPr>
          <w:sz w:val="24"/>
          <w:szCs w:val="24"/>
        </w:rPr>
      </w:pPr>
    </w:p>
    <w:p w14:paraId="57276AED" w14:textId="036A0D12" w:rsidR="0029209F" w:rsidRDefault="00A543B4" w:rsidP="0048713D">
      <w:r w:rsidRPr="00E62112">
        <w:rPr>
          <w:noProof/>
        </w:rPr>
        <w:drawing>
          <wp:inline distT="0" distB="0" distL="0" distR="0" wp14:anchorId="16841773" wp14:editId="37E09A4C">
            <wp:extent cx="2181225" cy="1611132"/>
            <wp:effectExtent l="0" t="0" r="0" b="8255"/>
            <wp:docPr id="2007578866" name="Picture 7"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578866" name="Picture 7" descr="Graphical user interface, text, application"/>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90953" cy="1618318"/>
                    </a:xfrm>
                    <a:prstGeom prst="rect">
                      <a:avLst/>
                    </a:prstGeom>
                    <a:noFill/>
                    <a:ln>
                      <a:noFill/>
                    </a:ln>
                  </pic:spPr>
                </pic:pic>
              </a:graphicData>
            </a:graphic>
          </wp:inline>
        </w:drawing>
      </w:r>
    </w:p>
    <w:p w14:paraId="365C5E58" w14:textId="77777777" w:rsidR="007E4C7D" w:rsidRDefault="007E4C7D" w:rsidP="0048713D"/>
    <w:p w14:paraId="466DF4E3" w14:textId="77777777" w:rsidR="00122F59" w:rsidRDefault="00122F59" w:rsidP="0048713D">
      <w:pPr>
        <w:rPr>
          <w:b/>
          <w:sz w:val="24"/>
          <w:szCs w:val="24"/>
        </w:rPr>
      </w:pPr>
    </w:p>
    <w:p w14:paraId="66CE7AEF" w14:textId="77E279F7" w:rsidR="007E4C7D" w:rsidRPr="00091484" w:rsidRDefault="007E4C7D" w:rsidP="0048713D">
      <w:r w:rsidRPr="00091484">
        <w:rPr>
          <w:b/>
        </w:rPr>
        <w:t xml:space="preserve">Step 4 </w:t>
      </w:r>
      <w:r w:rsidRPr="00091484">
        <w:t xml:space="preserve">– After making initial selection (DDA or LTC), you will need to </w:t>
      </w:r>
      <w:r w:rsidRPr="00091484">
        <w:rPr>
          <w:b/>
        </w:rPr>
        <w:t>enter</w:t>
      </w:r>
      <w:r w:rsidRPr="00091484">
        <w:t xml:space="preserve"> and/or </w:t>
      </w:r>
      <w:r w:rsidRPr="00091484">
        <w:rPr>
          <w:b/>
        </w:rPr>
        <w:t>select</w:t>
      </w:r>
      <w:r w:rsidRPr="00091484">
        <w:t xml:space="preserve"> from the drop down list the following required data fields:</w:t>
      </w:r>
    </w:p>
    <w:p w14:paraId="1A4F10BF" w14:textId="77777777" w:rsidR="007E4C7D" w:rsidRPr="00091484" w:rsidRDefault="007E4C7D" w:rsidP="00275AC7">
      <w:pPr>
        <w:pStyle w:val="ListParagraph"/>
        <w:numPr>
          <w:ilvl w:val="1"/>
          <w:numId w:val="15"/>
        </w:numPr>
        <w:ind w:left="720"/>
        <w:contextualSpacing/>
      </w:pPr>
      <w:r w:rsidRPr="00091484">
        <w:t>Language Code</w:t>
      </w:r>
    </w:p>
    <w:p w14:paraId="664234C5" w14:textId="77777777" w:rsidR="007E4C7D" w:rsidRPr="00091484" w:rsidRDefault="007E4C7D" w:rsidP="00275AC7">
      <w:pPr>
        <w:pStyle w:val="ListParagraph"/>
        <w:numPr>
          <w:ilvl w:val="1"/>
          <w:numId w:val="15"/>
        </w:numPr>
        <w:ind w:left="720"/>
        <w:contextualSpacing/>
      </w:pPr>
      <w:r w:rsidRPr="00091484">
        <w:t>Region</w:t>
      </w:r>
    </w:p>
    <w:p w14:paraId="14EF4B0D" w14:textId="77777777" w:rsidR="007E4C7D" w:rsidRPr="00091484" w:rsidRDefault="007E4C7D" w:rsidP="00275AC7">
      <w:pPr>
        <w:pStyle w:val="ListParagraph"/>
        <w:numPr>
          <w:ilvl w:val="1"/>
          <w:numId w:val="15"/>
        </w:numPr>
        <w:ind w:left="720"/>
        <w:contextualSpacing/>
      </w:pPr>
      <w:r w:rsidRPr="00091484">
        <w:t xml:space="preserve">Reporting Unit (RU): </w:t>
      </w:r>
      <w:r w:rsidRPr="00091484">
        <w:rPr>
          <w:rFonts w:cs="Calibri"/>
        </w:rPr>
        <w:t xml:space="preserve">You must know or find out about your Reporting Unit and </w:t>
      </w:r>
      <w:r w:rsidRPr="00091484">
        <w:rPr>
          <w:rFonts w:cs="Calibri"/>
          <w:b/>
        </w:rPr>
        <w:t xml:space="preserve">enter </w:t>
      </w:r>
      <w:r w:rsidRPr="00091484">
        <w:rPr>
          <w:rFonts w:cs="Calibri"/>
        </w:rPr>
        <w:t>or</w:t>
      </w:r>
      <w:r w:rsidRPr="00091484">
        <w:rPr>
          <w:rFonts w:cs="Calibri"/>
          <w:b/>
        </w:rPr>
        <w:t xml:space="preserve"> select</w:t>
      </w:r>
      <w:r w:rsidRPr="00091484">
        <w:rPr>
          <w:rFonts w:cs="Calibri"/>
        </w:rPr>
        <w:t xml:space="preserve"> it.</w:t>
      </w:r>
    </w:p>
    <w:p w14:paraId="3B1EF143" w14:textId="77777777" w:rsidR="007E4C7D" w:rsidRPr="00091484" w:rsidRDefault="007E4C7D" w:rsidP="00275AC7">
      <w:pPr>
        <w:pStyle w:val="ListParagraph"/>
        <w:numPr>
          <w:ilvl w:val="1"/>
          <w:numId w:val="15"/>
        </w:numPr>
        <w:ind w:left="720"/>
        <w:contextualSpacing/>
      </w:pPr>
      <w:r w:rsidRPr="00091484">
        <w:t>Client’s ALTSA/CARE ID</w:t>
      </w:r>
    </w:p>
    <w:p w14:paraId="680A1238" w14:textId="77777777" w:rsidR="00FD3095" w:rsidRPr="00091484" w:rsidRDefault="00FD3095" w:rsidP="00275AC7">
      <w:pPr>
        <w:pStyle w:val="ListParagraph"/>
        <w:numPr>
          <w:ilvl w:val="1"/>
          <w:numId w:val="15"/>
        </w:numPr>
        <w:ind w:left="720"/>
        <w:contextualSpacing/>
      </w:pPr>
      <w:r w:rsidRPr="00091484">
        <w:t>Document Type(s): Check the boxes corresponding to the document type(s) you need translated for the client. You must send separate email for each client who needs translation of the documents.</w:t>
      </w:r>
    </w:p>
    <w:p w14:paraId="2B8352BE" w14:textId="77777777" w:rsidR="00FD3095" w:rsidRPr="00091484" w:rsidRDefault="00FD3095" w:rsidP="0048713D">
      <w:pPr>
        <w:pStyle w:val="ListParagraph"/>
        <w:numPr>
          <w:ilvl w:val="0"/>
          <w:numId w:val="0"/>
        </w:numPr>
        <w:ind w:left="720"/>
        <w:contextualSpacing/>
      </w:pPr>
    </w:p>
    <w:p w14:paraId="4C724F7C" w14:textId="77777777" w:rsidR="00122F59" w:rsidRPr="00091484" w:rsidRDefault="00122F59" w:rsidP="0048713D">
      <w:pPr>
        <w:ind w:left="360"/>
        <w:rPr>
          <w:b/>
          <w:u w:val="single"/>
        </w:rPr>
      </w:pPr>
    </w:p>
    <w:p w14:paraId="55BABD38" w14:textId="690052B8" w:rsidR="00D200B1" w:rsidRPr="00091484" w:rsidRDefault="00D200B1" w:rsidP="0048713D">
      <w:pPr>
        <w:ind w:left="360"/>
      </w:pPr>
      <w:r w:rsidRPr="00091484">
        <w:rPr>
          <w:b/>
          <w:u w:val="single"/>
        </w:rPr>
        <w:t>NOTE:</w:t>
      </w:r>
      <w:r w:rsidRPr="00091484">
        <w:t xml:space="preserve"> If any of the fields are unfilled or filled with incorrect or extraneous information, attached files do not match the file names in the “Subject” line, PDFs are not created directly from the CARE system, etc. the vendor may decline your request for translation and request you resubmit it.</w:t>
      </w:r>
    </w:p>
    <w:p w14:paraId="21A30AE4" w14:textId="77777777" w:rsidR="00122F59" w:rsidRDefault="00122F59" w:rsidP="0048713D">
      <w:pPr>
        <w:ind w:left="360"/>
        <w:rPr>
          <w:sz w:val="24"/>
          <w:szCs w:val="24"/>
        </w:rPr>
      </w:pPr>
    </w:p>
    <w:p w14:paraId="304BE91D" w14:textId="77777777" w:rsidR="00091484" w:rsidRDefault="00091484" w:rsidP="0048713D">
      <w:pPr>
        <w:ind w:left="360"/>
        <w:rPr>
          <w:sz w:val="24"/>
          <w:szCs w:val="24"/>
        </w:rPr>
      </w:pPr>
    </w:p>
    <w:p w14:paraId="482F3489" w14:textId="77777777" w:rsidR="00091484" w:rsidRDefault="00091484" w:rsidP="0048713D">
      <w:pPr>
        <w:ind w:left="360"/>
        <w:rPr>
          <w:sz w:val="24"/>
          <w:szCs w:val="24"/>
        </w:rPr>
      </w:pPr>
    </w:p>
    <w:p w14:paraId="3B74D67C" w14:textId="77777777" w:rsidR="00091484" w:rsidRDefault="00091484" w:rsidP="0048713D">
      <w:pPr>
        <w:ind w:left="360"/>
        <w:rPr>
          <w:sz w:val="24"/>
          <w:szCs w:val="24"/>
        </w:rPr>
      </w:pPr>
    </w:p>
    <w:p w14:paraId="3A0119A3" w14:textId="77777777" w:rsidR="00091484" w:rsidRDefault="00091484" w:rsidP="0048713D">
      <w:pPr>
        <w:ind w:left="360"/>
        <w:rPr>
          <w:sz w:val="24"/>
          <w:szCs w:val="24"/>
        </w:rPr>
      </w:pPr>
    </w:p>
    <w:p w14:paraId="02B74847" w14:textId="77777777" w:rsidR="00091484" w:rsidRDefault="00091484" w:rsidP="0048713D">
      <w:pPr>
        <w:ind w:left="360"/>
        <w:rPr>
          <w:sz w:val="24"/>
          <w:szCs w:val="24"/>
        </w:rPr>
      </w:pPr>
    </w:p>
    <w:p w14:paraId="134C0E97" w14:textId="77777777" w:rsidR="00091484" w:rsidRDefault="00091484" w:rsidP="0048713D">
      <w:pPr>
        <w:ind w:left="360"/>
        <w:rPr>
          <w:sz w:val="24"/>
          <w:szCs w:val="24"/>
        </w:rPr>
      </w:pPr>
    </w:p>
    <w:p w14:paraId="742C33C8" w14:textId="77777777" w:rsidR="00091484" w:rsidRDefault="00091484" w:rsidP="0048713D">
      <w:pPr>
        <w:ind w:left="360"/>
        <w:rPr>
          <w:sz w:val="24"/>
          <w:szCs w:val="24"/>
        </w:rPr>
      </w:pPr>
    </w:p>
    <w:p w14:paraId="3E14E231" w14:textId="77777777" w:rsidR="00091484" w:rsidRDefault="00091484" w:rsidP="0048713D">
      <w:pPr>
        <w:ind w:left="360"/>
        <w:rPr>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4643"/>
      </w:tblGrid>
      <w:tr w:rsidR="00E1682A" w:rsidRPr="00923749" w14:paraId="0C74A973" w14:textId="77777777" w:rsidTr="00155DA3">
        <w:tc>
          <w:tcPr>
            <w:tcW w:w="4347" w:type="dxa"/>
            <w:shd w:val="clear" w:color="auto" w:fill="auto"/>
          </w:tcPr>
          <w:p w14:paraId="5D9EFD2F" w14:textId="77777777" w:rsidR="00E1682A" w:rsidRPr="00923749" w:rsidRDefault="00E1682A" w:rsidP="0048713D">
            <w:pPr>
              <w:rPr>
                <w:rFonts w:cs="Calibri"/>
              </w:rPr>
            </w:pPr>
            <w:r w:rsidRPr="00923749">
              <w:rPr>
                <w:rFonts w:cs="Calibri"/>
              </w:rPr>
              <w:t>DDA</w:t>
            </w:r>
          </w:p>
        </w:tc>
        <w:tc>
          <w:tcPr>
            <w:tcW w:w="4643" w:type="dxa"/>
            <w:shd w:val="clear" w:color="auto" w:fill="auto"/>
          </w:tcPr>
          <w:p w14:paraId="3763D87B" w14:textId="77777777" w:rsidR="00E1682A" w:rsidRPr="00923749" w:rsidRDefault="00E1682A" w:rsidP="0048713D">
            <w:pPr>
              <w:rPr>
                <w:rFonts w:cs="Calibri"/>
              </w:rPr>
            </w:pPr>
            <w:r w:rsidRPr="00923749">
              <w:rPr>
                <w:rFonts w:cs="Calibri"/>
              </w:rPr>
              <w:t>LTC</w:t>
            </w:r>
          </w:p>
        </w:tc>
      </w:tr>
      <w:tr w:rsidR="00E1682A" w:rsidRPr="00923749" w14:paraId="497F2FD7" w14:textId="77777777" w:rsidTr="00155DA3">
        <w:tc>
          <w:tcPr>
            <w:tcW w:w="4347" w:type="dxa"/>
            <w:shd w:val="clear" w:color="auto" w:fill="auto"/>
          </w:tcPr>
          <w:p w14:paraId="72954E2E" w14:textId="77777777" w:rsidR="00E1682A" w:rsidRPr="00923749" w:rsidRDefault="00E1682A" w:rsidP="0048713D">
            <w:pPr>
              <w:rPr>
                <w:rFonts w:cs="Calibri"/>
              </w:rPr>
            </w:pPr>
            <w:r w:rsidRPr="00923749">
              <w:rPr>
                <w:rFonts w:cs="Calibri"/>
                <w:noProof/>
              </w:rPr>
              <w:drawing>
                <wp:inline distT="0" distB="0" distL="0" distR="0" wp14:anchorId="2F5B2851" wp14:editId="59F26295">
                  <wp:extent cx="2514600" cy="2314575"/>
                  <wp:effectExtent l="0" t="0" r="0" b="0"/>
                  <wp:docPr id="1599692681" name="Picture 8"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692681" name="Picture 8" descr="Graphical user interface, text, application"/>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514600" cy="2314575"/>
                          </a:xfrm>
                          <a:prstGeom prst="rect">
                            <a:avLst/>
                          </a:prstGeom>
                          <a:noFill/>
                          <a:ln>
                            <a:noFill/>
                          </a:ln>
                        </pic:spPr>
                      </pic:pic>
                    </a:graphicData>
                  </a:graphic>
                </wp:inline>
              </w:drawing>
            </w:r>
          </w:p>
        </w:tc>
        <w:tc>
          <w:tcPr>
            <w:tcW w:w="4643" w:type="dxa"/>
            <w:shd w:val="clear" w:color="auto" w:fill="auto"/>
          </w:tcPr>
          <w:p w14:paraId="64E53DC2" w14:textId="77777777" w:rsidR="00E1682A" w:rsidRPr="00923749" w:rsidRDefault="00E1682A" w:rsidP="0048713D">
            <w:pPr>
              <w:rPr>
                <w:rFonts w:cs="Calibri"/>
              </w:rPr>
            </w:pPr>
            <w:r w:rsidRPr="00923749">
              <w:rPr>
                <w:rFonts w:cs="Calibri"/>
                <w:noProof/>
              </w:rPr>
              <w:drawing>
                <wp:inline distT="0" distB="0" distL="0" distR="0" wp14:anchorId="7B99D5F5" wp14:editId="57AE97BA">
                  <wp:extent cx="2800350" cy="2333625"/>
                  <wp:effectExtent l="0" t="0" r="0" b="0"/>
                  <wp:docPr id="1849232001" name="Picture 1849232001"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232001" name="Picture 1849232001" descr="Graphical user interface, text, application"/>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800350" cy="2333625"/>
                          </a:xfrm>
                          <a:prstGeom prst="rect">
                            <a:avLst/>
                          </a:prstGeom>
                          <a:noFill/>
                          <a:ln>
                            <a:noFill/>
                          </a:ln>
                        </pic:spPr>
                      </pic:pic>
                    </a:graphicData>
                  </a:graphic>
                </wp:inline>
              </w:drawing>
            </w:r>
          </w:p>
        </w:tc>
      </w:tr>
    </w:tbl>
    <w:p w14:paraId="01042E43" w14:textId="5F210F39" w:rsidR="009B762E" w:rsidRPr="00155DA3" w:rsidRDefault="009B762E" w:rsidP="0048713D">
      <w:pPr>
        <w:rPr>
          <w:rFonts w:cs="Calibri"/>
        </w:rPr>
      </w:pPr>
      <w:r w:rsidRPr="00155DA3">
        <w:rPr>
          <w:rFonts w:cs="Calibri"/>
        </w:rPr>
        <w:t xml:space="preserve">After completing all the data fields click OK; a secure e-mail will automatically be created with the filled “To” and “Subject” fields.  </w:t>
      </w:r>
    </w:p>
    <w:p w14:paraId="0F1B157C" w14:textId="77777777" w:rsidR="00122F59" w:rsidRPr="00155DA3" w:rsidRDefault="00122F59" w:rsidP="0048713D">
      <w:pPr>
        <w:rPr>
          <w:rFonts w:cs="Calibri"/>
        </w:rPr>
      </w:pPr>
    </w:p>
    <w:p w14:paraId="50F77394" w14:textId="406A8706" w:rsidR="004903CA" w:rsidRPr="00155DA3" w:rsidRDefault="004903CA" w:rsidP="0048713D">
      <w:pPr>
        <w:pStyle w:val="NoSpacing"/>
        <w:ind w:left="720"/>
      </w:pPr>
      <w:r w:rsidRPr="00155DA3">
        <w:rPr>
          <w:b/>
          <w:u w:val="single"/>
        </w:rPr>
        <w:t>NOTE</w:t>
      </w:r>
      <w:r w:rsidRPr="00155DA3">
        <w:rPr>
          <w:b/>
        </w:rPr>
        <w:t>:</w:t>
      </w:r>
      <w:r w:rsidRPr="00155DA3">
        <w:t xml:space="preserve"> </w:t>
      </w:r>
      <w:r w:rsidRPr="00155DA3">
        <w:rPr>
          <w:b/>
        </w:rPr>
        <w:t>DO NOT CHANGE THESE E-MAIL FIELDS!</w:t>
      </w:r>
      <w:r w:rsidRPr="00155DA3">
        <w:t xml:space="preserve"> The codes mean something to the contractor and help make the process more efficient.</w:t>
      </w:r>
    </w:p>
    <w:p w14:paraId="6913F992" w14:textId="77777777" w:rsidR="0039102A" w:rsidRPr="00155DA3" w:rsidRDefault="0039102A" w:rsidP="0048713D">
      <w:pPr>
        <w:pStyle w:val="NoSpacing"/>
      </w:pPr>
    </w:p>
    <w:p w14:paraId="103CE953" w14:textId="77777777" w:rsidR="00143CF5" w:rsidRPr="00155DA3" w:rsidRDefault="00143CF5" w:rsidP="0048713D">
      <w:pPr>
        <w:rPr>
          <w:b/>
        </w:rPr>
      </w:pPr>
      <w:r w:rsidRPr="00155DA3">
        <w:rPr>
          <w:b/>
        </w:rPr>
        <w:t xml:space="preserve">Step 5 </w:t>
      </w:r>
      <w:r w:rsidRPr="00155DA3">
        <w:t>– In the body of the e-mail you may include special handling instructions or additional information such as the name of the language marked as OT (other) in the “Translation-Billing EXE” application a duplicate file or modifications to a prior submitted request.</w:t>
      </w:r>
    </w:p>
    <w:p w14:paraId="0BCFD751" w14:textId="77777777" w:rsidR="00143CF5" w:rsidRPr="00155DA3" w:rsidRDefault="00143CF5" w:rsidP="0048713D">
      <w:pPr>
        <w:rPr>
          <w:b/>
        </w:rPr>
      </w:pPr>
    </w:p>
    <w:p w14:paraId="3F8400D0" w14:textId="77777777" w:rsidR="00143CF5" w:rsidRPr="00155DA3" w:rsidRDefault="00143CF5" w:rsidP="0048713D">
      <w:r w:rsidRPr="00155DA3">
        <w:rPr>
          <w:b/>
        </w:rPr>
        <w:t xml:space="preserve">Step 6 </w:t>
      </w:r>
      <w:r w:rsidRPr="00155DA3">
        <w:t>–</w:t>
      </w:r>
      <w:r w:rsidRPr="00155DA3">
        <w:rPr>
          <w:b/>
        </w:rPr>
        <w:t xml:space="preserve"> </w:t>
      </w:r>
      <w:r w:rsidRPr="00155DA3">
        <w:t>Attach the document(s) for translation to e-mail you created in Step 1 and properly marked in Step 4.</w:t>
      </w:r>
    </w:p>
    <w:p w14:paraId="462002DB" w14:textId="77777777" w:rsidR="00143CF5" w:rsidRPr="00155DA3" w:rsidRDefault="00143CF5" w:rsidP="0048713D"/>
    <w:p w14:paraId="2A609D8F" w14:textId="551A567C" w:rsidR="0039102A" w:rsidRPr="00155DA3" w:rsidRDefault="00143CF5" w:rsidP="0048713D">
      <w:pPr>
        <w:pStyle w:val="NoSpacing"/>
      </w:pPr>
      <w:r w:rsidRPr="00155DA3">
        <w:rPr>
          <w:b/>
        </w:rPr>
        <w:t xml:space="preserve">Step 7 </w:t>
      </w:r>
      <w:r w:rsidRPr="00155DA3">
        <w:t>– Pause and double check your translation request and then press “</w:t>
      </w:r>
      <w:r w:rsidRPr="00155DA3">
        <w:rPr>
          <w:b/>
        </w:rPr>
        <w:t>Send</w:t>
      </w:r>
      <w:r w:rsidRPr="00155DA3">
        <w:t>” from your E-mail system. Once you submit your request, your request cannot be changed.</w:t>
      </w:r>
    </w:p>
    <w:p w14:paraId="2A48401D" w14:textId="77777777" w:rsidR="00F33F7E" w:rsidRPr="00155DA3" w:rsidRDefault="00F33F7E" w:rsidP="0048713D">
      <w:pPr>
        <w:pStyle w:val="NoSpacing"/>
      </w:pPr>
    </w:p>
    <w:p w14:paraId="6CFD70E9" w14:textId="028A4682" w:rsidR="00F33F7E" w:rsidRPr="00155DA3" w:rsidRDefault="00F33F7E" w:rsidP="0048713D">
      <w:pPr>
        <w:ind w:left="720"/>
        <w:rPr>
          <w:b/>
        </w:rPr>
      </w:pPr>
      <w:r w:rsidRPr="00155DA3">
        <w:rPr>
          <w:b/>
          <w:u w:val="single"/>
        </w:rPr>
        <w:t>NOTE</w:t>
      </w:r>
      <w:r w:rsidRPr="00155DA3">
        <w:rPr>
          <w:b/>
        </w:rPr>
        <w:t>:</w:t>
      </w:r>
      <w:r w:rsidRPr="00155DA3">
        <w:t xml:space="preserve"> You must communicate to Prisma of any submission mistakes or if you believe you might have submitted a duplicate request.</w:t>
      </w:r>
    </w:p>
    <w:p w14:paraId="43D84B8D" w14:textId="51E18AA9" w:rsidR="00F33F7E" w:rsidRPr="00155DA3" w:rsidRDefault="00F33F7E" w:rsidP="0048713D">
      <w:pPr>
        <w:pStyle w:val="NoSpacing"/>
      </w:pPr>
    </w:p>
    <w:p w14:paraId="5D039E8C" w14:textId="77777777" w:rsidR="00D828D5" w:rsidRPr="00155DA3" w:rsidRDefault="00D828D5" w:rsidP="0048713D">
      <w:r w:rsidRPr="00155DA3">
        <w:rPr>
          <w:b/>
        </w:rPr>
        <w:t xml:space="preserve">Step 8 </w:t>
      </w:r>
      <w:r w:rsidRPr="00155DA3">
        <w:t>–</w:t>
      </w:r>
      <w:r w:rsidRPr="00155DA3">
        <w:rPr>
          <w:b/>
        </w:rPr>
        <w:t xml:space="preserve"> </w:t>
      </w:r>
      <w:r w:rsidRPr="00155DA3">
        <w:t xml:space="preserve">The Contractor will acknowledge the receipt of your request and send the translated documents by return email through the secure email of the “Translation-Billing EXE” application. </w:t>
      </w:r>
    </w:p>
    <w:p w14:paraId="66705F85" w14:textId="77777777" w:rsidR="00B53208" w:rsidRPr="00155DA3" w:rsidRDefault="00B53208" w:rsidP="0048713D"/>
    <w:p w14:paraId="544736AD" w14:textId="77777777" w:rsidR="00B53208" w:rsidRPr="00155DA3" w:rsidRDefault="00B53208" w:rsidP="0048713D">
      <w:pPr>
        <w:pStyle w:val="NoSpacing"/>
        <w:ind w:left="720"/>
      </w:pPr>
      <w:r w:rsidRPr="00155DA3">
        <w:rPr>
          <w:b/>
          <w:u w:val="single"/>
        </w:rPr>
        <w:t>NOTE</w:t>
      </w:r>
      <w:r w:rsidRPr="00155DA3">
        <w:rPr>
          <w:b/>
        </w:rPr>
        <w:t>:</w:t>
      </w:r>
      <w:r w:rsidRPr="00155DA3">
        <w:t xml:space="preserve"> Make sure you do not send new translation requests in the same email chain of old requests.  </w:t>
      </w:r>
    </w:p>
    <w:p w14:paraId="1A1FE2A9" w14:textId="77777777" w:rsidR="00B53208" w:rsidRPr="00155DA3" w:rsidRDefault="00B53208" w:rsidP="0048713D"/>
    <w:p w14:paraId="27AF37EC" w14:textId="77777777" w:rsidR="008E7497" w:rsidRDefault="008E7497" w:rsidP="00D331E9">
      <w:pPr>
        <w:rPr>
          <w:rFonts w:asciiTheme="majorHAnsi" w:hAnsiTheme="majorHAnsi" w:cstheme="majorHAnsi"/>
          <w:b/>
          <w:bCs/>
          <w:i/>
          <w:iCs/>
          <w:color w:val="193F6F"/>
          <w:sz w:val="24"/>
          <w:szCs w:val="24"/>
        </w:rPr>
      </w:pPr>
    </w:p>
    <w:p w14:paraId="4C357A6A" w14:textId="1F2D4B51" w:rsidR="00DD5038" w:rsidRPr="00D331E9" w:rsidRDefault="00DD5038" w:rsidP="00D331E9">
      <w:pPr>
        <w:rPr>
          <w:rFonts w:asciiTheme="majorHAnsi" w:hAnsiTheme="majorHAnsi" w:cstheme="majorHAnsi"/>
          <w:b/>
          <w:bCs/>
          <w:i/>
          <w:iCs/>
          <w:color w:val="193F6F"/>
          <w:sz w:val="24"/>
          <w:szCs w:val="24"/>
        </w:rPr>
      </w:pPr>
      <w:r w:rsidRPr="00D331E9">
        <w:rPr>
          <w:rFonts w:asciiTheme="majorHAnsi" w:hAnsiTheme="majorHAnsi" w:cstheme="majorHAnsi"/>
          <w:b/>
          <w:bCs/>
          <w:i/>
          <w:iCs/>
          <w:color w:val="193F6F"/>
          <w:sz w:val="24"/>
          <w:szCs w:val="24"/>
        </w:rPr>
        <w:t>Receiving your Translated CARE Documents</w:t>
      </w:r>
    </w:p>
    <w:p w14:paraId="3AA60D73" w14:textId="16ACF3E3" w:rsidR="00DD5038" w:rsidRPr="008E7497" w:rsidRDefault="00DD5038" w:rsidP="0048713D">
      <w:pPr>
        <w:rPr>
          <w:rFonts w:cs="Calibri"/>
        </w:rPr>
      </w:pPr>
      <w:r w:rsidRPr="008E7497">
        <w:rPr>
          <w:rFonts w:cs="Calibri"/>
        </w:rPr>
        <w:t>When Contractor has completed translation of your document, they will send a secure e-mail back.  Open and save and/or print each document individually.</w:t>
      </w:r>
    </w:p>
    <w:p w14:paraId="7543FC5D" w14:textId="77777777" w:rsidR="00DD5038" w:rsidRDefault="00DD5038" w:rsidP="0048713D">
      <w:pPr>
        <w:contextualSpacing/>
      </w:pPr>
    </w:p>
    <w:p w14:paraId="7796874D" w14:textId="2025E9AD" w:rsidR="00C50F59" w:rsidRPr="00D331E9" w:rsidRDefault="00C50F59" w:rsidP="00D331E9">
      <w:pPr>
        <w:rPr>
          <w:rFonts w:asciiTheme="majorHAnsi" w:hAnsiTheme="majorHAnsi" w:cstheme="majorHAnsi"/>
          <w:b/>
          <w:bCs/>
          <w:i/>
          <w:iCs/>
          <w:color w:val="193F6F"/>
          <w:sz w:val="24"/>
          <w:szCs w:val="24"/>
        </w:rPr>
      </w:pPr>
      <w:r w:rsidRPr="00D331E9">
        <w:rPr>
          <w:rFonts w:asciiTheme="majorHAnsi" w:hAnsiTheme="majorHAnsi" w:cstheme="majorHAnsi"/>
          <w:b/>
          <w:bCs/>
          <w:i/>
          <w:iCs/>
          <w:color w:val="193F6F"/>
          <w:sz w:val="24"/>
          <w:szCs w:val="24"/>
        </w:rPr>
        <w:t>Turnaround time frames for CARE documents translation</w:t>
      </w:r>
    </w:p>
    <w:p w14:paraId="64D1861D" w14:textId="77777777" w:rsidR="00C50F59" w:rsidRPr="00155DA3" w:rsidRDefault="00C50F59" w:rsidP="00275AC7">
      <w:pPr>
        <w:pStyle w:val="ListParagraph"/>
        <w:numPr>
          <w:ilvl w:val="0"/>
          <w:numId w:val="15"/>
        </w:numPr>
        <w:contextualSpacing/>
        <w:rPr>
          <w:rFonts w:cs="Calibri"/>
        </w:rPr>
      </w:pPr>
      <w:r w:rsidRPr="00155DA3">
        <w:rPr>
          <w:rFonts w:cs="Calibri"/>
        </w:rPr>
        <w:t>4 business days for correspondence which requires keying-in or formatting of previously translated text in all languages.</w:t>
      </w:r>
    </w:p>
    <w:p w14:paraId="5512EB2A" w14:textId="77777777" w:rsidR="00C50F59" w:rsidRPr="00155DA3" w:rsidRDefault="00C50F59" w:rsidP="00275AC7">
      <w:pPr>
        <w:pStyle w:val="ListParagraph"/>
        <w:numPr>
          <w:ilvl w:val="0"/>
          <w:numId w:val="15"/>
        </w:numPr>
        <w:contextualSpacing/>
        <w:rPr>
          <w:rFonts w:cs="Calibri"/>
        </w:rPr>
      </w:pPr>
      <w:r w:rsidRPr="00155DA3">
        <w:rPr>
          <w:rFonts w:cs="Calibri"/>
        </w:rPr>
        <w:t xml:space="preserve">8 business days for correspondence which requires keying-in, formatting, and new translation. </w:t>
      </w:r>
    </w:p>
    <w:p w14:paraId="51D481EC" w14:textId="77777777" w:rsidR="00C50F59" w:rsidRPr="00155DA3" w:rsidRDefault="00C50F59" w:rsidP="00275AC7">
      <w:pPr>
        <w:pStyle w:val="ListParagraph"/>
        <w:numPr>
          <w:ilvl w:val="0"/>
          <w:numId w:val="15"/>
        </w:numPr>
        <w:contextualSpacing/>
        <w:rPr>
          <w:rFonts w:cs="Calibri"/>
        </w:rPr>
      </w:pPr>
      <w:r w:rsidRPr="00155DA3">
        <w:rPr>
          <w:rFonts w:cs="Calibri"/>
        </w:rPr>
        <w:t>10 business days for 10 or more pages requiring keying-in, formatting, and new translation.</w:t>
      </w:r>
    </w:p>
    <w:p w14:paraId="52072801" w14:textId="77777777" w:rsidR="00C50F59" w:rsidRPr="00155DA3" w:rsidRDefault="00C50F59" w:rsidP="0048713D">
      <w:pPr>
        <w:contextualSpacing/>
      </w:pPr>
    </w:p>
    <w:p w14:paraId="10A41F43" w14:textId="365F7FE3" w:rsidR="009377CA" w:rsidRPr="00155DA3" w:rsidRDefault="009377CA" w:rsidP="0048713D">
      <w:pPr>
        <w:pStyle w:val="NoSpacing"/>
        <w:ind w:left="720"/>
      </w:pPr>
      <w:r w:rsidRPr="00155DA3">
        <w:rPr>
          <w:b/>
          <w:bCs/>
          <w:u w:val="single"/>
        </w:rPr>
        <w:t>NOTE</w:t>
      </w:r>
      <w:r w:rsidRPr="00155DA3">
        <w:rPr>
          <w:b/>
          <w:bCs/>
        </w:rPr>
        <w:t xml:space="preserve">: </w:t>
      </w:r>
      <w:r w:rsidRPr="00155DA3">
        <w:t>Staff should only communicate with the Contractor using the translation billing-”Translation-Billing EXE” application. Contractor will email ALTSA/DD</w:t>
      </w:r>
      <w:r w:rsidR="223EE0A5" w:rsidRPr="00155DA3">
        <w:t>CS</w:t>
      </w:r>
      <w:r w:rsidRPr="00155DA3">
        <w:t xml:space="preserve"> staff through this system. ALTSA/DD</w:t>
      </w:r>
      <w:r w:rsidR="5EB387F3" w:rsidRPr="00155DA3">
        <w:t>CS</w:t>
      </w:r>
      <w:r w:rsidRPr="00155DA3">
        <w:t xml:space="preserve"> staff should follow up on job orders through the same email chain. This makes it easier for the Contractor to follow up and bill local offices correctly. Make sure you do not send new translation requests in the same email chain for old requests.</w:t>
      </w:r>
    </w:p>
    <w:p w14:paraId="68DD5D4B" w14:textId="77777777" w:rsidR="00BB3673" w:rsidRDefault="00BB3673" w:rsidP="0048713D">
      <w:pPr>
        <w:contextualSpacing/>
      </w:pPr>
    </w:p>
    <w:bookmarkStart w:id="47" w:name="DMS_Hub_Imaging_Unit_"/>
    <w:p w14:paraId="18D8D94D" w14:textId="77777777" w:rsidR="00C22A99" w:rsidRPr="00D331E9" w:rsidRDefault="00C22A99" w:rsidP="004357C0">
      <w:pPr>
        <w:pStyle w:val="Heading3"/>
        <w:rPr>
          <w:rStyle w:val="Hyperlink"/>
          <w:rFonts w:cs="Calibri"/>
          <w:i/>
          <w:iCs/>
          <w:color w:val="auto"/>
          <w:szCs w:val="26"/>
          <w:u w:val="none"/>
        </w:rPr>
      </w:pPr>
      <w:r w:rsidRPr="1C85A779">
        <w:rPr>
          <w:rFonts w:ascii="Calibri" w:eastAsia="Times New Roman" w:hAnsi="Calibri" w:cs="Calibri"/>
          <w:i/>
          <w:iCs/>
          <w:szCs w:val="26"/>
          <w:u w:val="none"/>
        </w:rPr>
        <w:fldChar w:fldCharType="begin"/>
      </w:r>
      <w:r w:rsidRPr="00D331E9">
        <w:rPr>
          <w:rFonts w:eastAsia="Times New Roman" w:cs="Calibri"/>
          <w:i/>
          <w:iCs/>
          <w:szCs w:val="26"/>
        </w:rPr>
        <w:instrText xml:space="preserve"> HYPERLINK  \l "DMS_Hub_Imaging_Unit_" </w:instrText>
      </w:r>
      <w:r w:rsidRPr="1C85A779">
        <w:rPr>
          <w:rFonts w:ascii="Calibri" w:eastAsia="Times New Roman" w:hAnsi="Calibri" w:cs="Calibri"/>
          <w:i/>
          <w:iCs/>
          <w:szCs w:val="26"/>
          <w:u w:val="none"/>
        </w:rPr>
      </w:r>
      <w:r w:rsidRPr="1C85A779">
        <w:rPr>
          <w:rFonts w:ascii="Calibri" w:eastAsia="Times New Roman" w:hAnsi="Calibri" w:cs="Calibri"/>
          <w:i/>
          <w:iCs/>
          <w:szCs w:val="26"/>
          <w:u w:val="none"/>
        </w:rPr>
        <w:fldChar w:fldCharType="separate"/>
      </w:r>
    </w:p>
    <w:p w14:paraId="52150F00" w14:textId="34242EFB" w:rsidR="00C22A99" w:rsidRPr="00D331E9" w:rsidRDefault="78061E7D" w:rsidP="1C85A779">
      <w:pPr>
        <w:pStyle w:val="Heading3"/>
        <w:rPr>
          <w:rFonts w:cs="Calibri"/>
        </w:rPr>
      </w:pPr>
      <w:bookmarkStart w:id="48" w:name="_Toc21438446"/>
      <w:bookmarkStart w:id="49" w:name="_Toc69413628"/>
      <w:bookmarkStart w:id="50" w:name="_Toc593486730"/>
      <w:r>
        <w:t>Sending translated documents to Hub Imaging Unit (HIU</w:t>
      </w:r>
      <w:bookmarkEnd w:id="48"/>
      <w:bookmarkEnd w:id="49"/>
      <w:r w:rsidR="00C22A99" w:rsidRPr="1C85A779">
        <w:rPr>
          <w:rFonts w:cs="Calibri"/>
          <w:i/>
          <w:iCs/>
        </w:rPr>
        <w:fldChar w:fldCharType="end"/>
      </w:r>
      <w:r w:rsidR="44EBE1B4" w:rsidRPr="1C85A779">
        <w:rPr>
          <w:rFonts w:cs="Calibri"/>
        </w:rPr>
        <w:t>)</w:t>
      </w:r>
      <w:bookmarkEnd w:id="50"/>
    </w:p>
    <w:bookmarkEnd w:id="47"/>
    <w:p w14:paraId="0CED5D67" w14:textId="6C8F0EF3" w:rsidR="00C22A99" w:rsidRPr="00155DA3" w:rsidRDefault="00C22A99" w:rsidP="0048713D">
      <w:pPr>
        <w:rPr>
          <w:rFonts w:cs="Calibri"/>
        </w:rPr>
      </w:pPr>
      <w:r w:rsidRPr="00155DA3">
        <w:rPr>
          <w:rFonts w:cs="Calibri"/>
        </w:rPr>
        <w:t>When sending documents to the Hub Imaging Unit (HIU), ALTSA staff must send English and translated versions together of all documents with the exception of documents listed below. These documents in English are stored in CARE; send only translated versions of:</w:t>
      </w:r>
    </w:p>
    <w:p w14:paraId="0924E933" w14:textId="77777777" w:rsidR="00C22A99" w:rsidRPr="00155DA3" w:rsidRDefault="00C22A99" w:rsidP="00275AC7">
      <w:pPr>
        <w:pStyle w:val="ListParagraph"/>
        <w:numPr>
          <w:ilvl w:val="0"/>
          <w:numId w:val="15"/>
        </w:numPr>
        <w:contextualSpacing/>
        <w:rPr>
          <w:rFonts w:cs="Calibri"/>
        </w:rPr>
      </w:pPr>
      <w:r w:rsidRPr="00155DA3">
        <w:rPr>
          <w:rFonts w:cs="Calibri"/>
        </w:rPr>
        <w:t>Assessment Details (only send for translation if the client has requested a copy.)</w:t>
      </w:r>
    </w:p>
    <w:p w14:paraId="68130684" w14:textId="77777777" w:rsidR="00C22A99" w:rsidRPr="00155DA3" w:rsidRDefault="00C22A99" w:rsidP="00275AC7">
      <w:pPr>
        <w:pStyle w:val="ListParagraph"/>
        <w:numPr>
          <w:ilvl w:val="0"/>
          <w:numId w:val="15"/>
        </w:numPr>
        <w:contextualSpacing/>
        <w:rPr>
          <w:rFonts w:cs="Calibri"/>
        </w:rPr>
      </w:pPr>
      <w:r w:rsidRPr="00155DA3">
        <w:rPr>
          <w:rFonts w:cs="Calibri"/>
        </w:rPr>
        <w:t>CARE Results (CARE Results are only sent when the PCR/PCRC does not print as part of the PAN. This should only occur for the New Freedom Program.)</w:t>
      </w:r>
    </w:p>
    <w:p w14:paraId="3CEDF09C" w14:textId="77777777" w:rsidR="00C22A99" w:rsidRPr="00155DA3" w:rsidRDefault="00C22A99" w:rsidP="00275AC7">
      <w:pPr>
        <w:pStyle w:val="ListParagraph"/>
        <w:numPr>
          <w:ilvl w:val="0"/>
          <w:numId w:val="15"/>
        </w:numPr>
        <w:contextualSpacing/>
        <w:rPr>
          <w:rFonts w:cs="Calibri"/>
        </w:rPr>
      </w:pPr>
      <w:r w:rsidRPr="00155DA3">
        <w:rPr>
          <w:rFonts w:cs="Calibri"/>
        </w:rPr>
        <w:t>Planned Action Notices for Providers and Services.</w:t>
      </w:r>
    </w:p>
    <w:p w14:paraId="321AFF55" w14:textId="5EEA239E" w:rsidR="00BB3673" w:rsidRPr="00155DA3" w:rsidRDefault="00C22A99" w:rsidP="00275AC7">
      <w:pPr>
        <w:pStyle w:val="ListParagraph"/>
        <w:numPr>
          <w:ilvl w:val="0"/>
          <w:numId w:val="15"/>
        </w:numPr>
        <w:contextualSpacing/>
      </w:pPr>
      <w:r w:rsidRPr="00155DA3">
        <w:rPr>
          <w:rFonts w:cs="Calibri"/>
        </w:rPr>
        <w:t>Personal Care Results Comparison (PCR/PCRC) – In-home and Residential; and Service Summary not generated and stored in CARE: If the Service Summary record is not stored in CARE, send the English version along with the translated version to HIU.       </w:t>
      </w:r>
    </w:p>
    <w:p w14:paraId="571483B6" w14:textId="77777777" w:rsidR="007D3F1F" w:rsidRPr="00155DA3" w:rsidRDefault="007D3F1F" w:rsidP="0048713D">
      <w:pPr>
        <w:contextualSpacing/>
      </w:pPr>
    </w:p>
    <w:p w14:paraId="7A7DA176" w14:textId="77777777" w:rsidR="007D3F1F" w:rsidRPr="00155DA3" w:rsidRDefault="3B0CEE10" w:rsidP="0048713D">
      <w:pPr>
        <w:ind w:left="360"/>
        <w:rPr>
          <w:rFonts w:cs="Calibri"/>
          <w:iCs/>
        </w:rPr>
      </w:pPr>
      <w:r w:rsidRPr="00155DA3">
        <w:rPr>
          <w:b/>
          <w:bCs/>
          <w:u w:val="single"/>
        </w:rPr>
        <w:t>NOTE</w:t>
      </w:r>
      <w:r w:rsidRPr="00155DA3">
        <w:rPr>
          <w:rFonts w:cs="Calibri"/>
        </w:rPr>
        <w:t xml:space="preserve">: While the English documents are the official versions, the client and/or representative with LEP must sign both the English and translated versions. The English and translated versions must always be sent to the client and/or representative with LEP at the same time and should be signed on the same date. </w:t>
      </w:r>
      <w:r w:rsidR="007D3F1F" w:rsidRPr="00155DA3">
        <w:rPr>
          <w:rStyle w:val="FootnoteReference"/>
          <w:rFonts w:cs="Calibri"/>
        </w:rPr>
        <w:footnoteReference w:id="6"/>
      </w:r>
    </w:p>
    <w:p w14:paraId="7BF70DC7" w14:textId="77777777" w:rsidR="00122F59" w:rsidRPr="00155DA3" w:rsidRDefault="00122F59" w:rsidP="002E6CEC"/>
    <w:p w14:paraId="2EA25D9F" w14:textId="77777777" w:rsidR="006034CF" w:rsidRPr="00D331E9" w:rsidRDefault="4A0AEAFD" w:rsidP="1C85A779">
      <w:pPr>
        <w:pStyle w:val="Heading3"/>
        <w:rPr>
          <w:rFonts w:cs="Calibri"/>
        </w:rPr>
      </w:pPr>
      <w:bookmarkStart w:id="51" w:name="_Toc69413629"/>
      <w:bookmarkStart w:id="52" w:name="_Toc354639029"/>
      <w:r w:rsidRPr="1C85A779">
        <w:rPr>
          <w:rFonts w:cs="Calibri"/>
        </w:rPr>
        <w:t>Materials in Large Print (LP)</w:t>
      </w:r>
      <w:bookmarkEnd w:id="51"/>
      <w:bookmarkEnd w:id="52"/>
    </w:p>
    <w:p w14:paraId="25EE593B" w14:textId="0B796726" w:rsidR="006034CF" w:rsidRPr="00155DA3" w:rsidRDefault="006034CF" w:rsidP="0048713D">
      <w:pPr>
        <w:rPr>
          <w:rFonts w:cs="Calibri"/>
        </w:rPr>
      </w:pPr>
      <w:r w:rsidRPr="00155DA3">
        <w:rPr>
          <w:rFonts w:cs="Calibri"/>
        </w:rPr>
        <w:t>If the client needs any</w:t>
      </w:r>
      <w:r w:rsidR="007908AB" w:rsidRPr="00155DA3">
        <w:rPr>
          <w:rFonts w:cs="Calibri"/>
        </w:rPr>
        <w:t>thing</w:t>
      </w:r>
      <w:r w:rsidRPr="00155DA3">
        <w:rPr>
          <w:rFonts w:cs="Calibri"/>
        </w:rPr>
        <w:t xml:space="preserve"> other than DSHS forms and CARE documents in LP, please ask what size of font is most convenient for the client to read. In general, LP documents have font size of 18 or 20 point.</w:t>
      </w:r>
    </w:p>
    <w:p w14:paraId="43E1F650" w14:textId="08B9E50F" w:rsidR="006034CF" w:rsidRPr="00155DA3" w:rsidRDefault="4A0AEAFD" w:rsidP="0048713D">
      <w:pPr>
        <w:rPr>
          <w:rFonts w:cs="Calibri"/>
        </w:rPr>
      </w:pPr>
      <w:r w:rsidRPr="00155DA3">
        <w:rPr>
          <w:rFonts w:cs="Calibri"/>
        </w:rPr>
        <w:t>You can request DSHS ALTSA and DD</w:t>
      </w:r>
      <w:r w:rsidR="57D8FB56" w:rsidRPr="00155DA3">
        <w:rPr>
          <w:rFonts w:cs="Calibri"/>
        </w:rPr>
        <w:t>CS</w:t>
      </w:r>
      <w:r w:rsidRPr="00155DA3">
        <w:rPr>
          <w:rFonts w:cs="Calibri"/>
        </w:rPr>
        <w:t xml:space="preserve"> documents in LP by contacting: </w:t>
      </w:r>
    </w:p>
    <w:p w14:paraId="1EDD7411" w14:textId="1E1D25D1" w:rsidR="00D67324" w:rsidRPr="00155DA3" w:rsidRDefault="00D67324" w:rsidP="00275AC7">
      <w:pPr>
        <w:pStyle w:val="ListParagraph"/>
        <w:numPr>
          <w:ilvl w:val="0"/>
          <w:numId w:val="39"/>
        </w:numPr>
        <w:contextualSpacing/>
        <w:rPr>
          <w:rStyle w:val="Hyperlink"/>
          <w:rFonts w:cs="Calibri"/>
        </w:rPr>
      </w:pPr>
      <w:r w:rsidRPr="00155DA3">
        <w:rPr>
          <w:rFonts w:cs="Calibri"/>
          <w:b/>
        </w:rPr>
        <w:t>ALTSA</w:t>
      </w:r>
      <w:r w:rsidRPr="00155DA3">
        <w:rPr>
          <w:rFonts w:cs="Calibri"/>
        </w:rPr>
        <w:t xml:space="preserve"> </w:t>
      </w:r>
      <w:r w:rsidRPr="00155DA3">
        <w:rPr>
          <w:rStyle w:val="Hyperlink"/>
          <w:rFonts w:cs="Calibri"/>
          <w:u w:val="none"/>
        </w:rPr>
        <w:t xml:space="preserve">– </w:t>
      </w:r>
      <w:r w:rsidRPr="00155DA3">
        <w:rPr>
          <w:rFonts w:cs="Calibri"/>
        </w:rPr>
        <w:t xml:space="preserve">Linda Garcia, </w:t>
      </w:r>
      <w:hyperlink r:id="rId70" w:history="1">
        <w:r w:rsidR="00640972" w:rsidRPr="00155DA3">
          <w:rPr>
            <w:rStyle w:val="Hyperlink"/>
            <w:rFonts w:cs="Calibri"/>
          </w:rPr>
          <w:t>dshsaltsalep@dshs.wa.gov</w:t>
        </w:r>
      </w:hyperlink>
      <w:r w:rsidR="00640972" w:rsidRPr="00155DA3">
        <w:t xml:space="preserve"> </w:t>
      </w:r>
    </w:p>
    <w:p w14:paraId="2B3F96D0" w14:textId="5E952FC3" w:rsidR="00DD3543" w:rsidRPr="00155DA3" w:rsidRDefault="52135E77" w:rsidP="1C85A779">
      <w:pPr>
        <w:pStyle w:val="ListParagraph"/>
        <w:contextualSpacing/>
        <w:rPr>
          <w:rStyle w:val="Hyperlink"/>
          <w:rFonts w:cs="Calibri"/>
          <w:color w:val="auto"/>
          <w:u w:val="none"/>
        </w:rPr>
      </w:pPr>
      <w:r w:rsidRPr="00155DA3">
        <w:rPr>
          <w:rStyle w:val="Hyperlink"/>
          <w:rFonts w:cs="Calibri"/>
          <w:b/>
          <w:bCs/>
          <w:color w:val="auto"/>
          <w:u w:val="none"/>
        </w:rPr>
        <w:t>DD</w:t>
      </w:r>
      <w:r w:rsidR="7201FB26" w:rsidRPr="00155DA3">
        <w:rPr>
          <w:rStyle w:val="Hyperlink"/>
          <w:rFonts w:cs="Calibri"/>
          <w:b/>
          <w:bCs/>
          <w:color w:val="auto"/>
          <w:u w:val="none"/>
        </w:rPr>
        <w:t>CS</w:t>
      </w:r>
      <w:r w:rsidRPr="00155DA3">
        <w:rPr>
          <w:rStyle w:val="Hyperlink"/>
          <w:rFonts w:cs="Calibri"/>
          <w:color w:val="auto"/>
          <w:u w:val="none"/>
        </w:rPr>
        <w:t xml:space="preserve"> – </w:t>
      </w:r>
      <w:r w:rsidR="28D9CC1A" w:rsidRPr="00155DA3">
        <w:rPr>
          <w:rStyle w:val="Hyperlink"/>
          <w:rFonts w:cs="Calibri"/>
          <w:color w:val="auto"/>
          <w:u w:val="none"/>
        </w:rPr>
        <w:t>Nikki Paulis</w:t>
      </w:r>
      <w:r w:rsidR="4EC7784F" w:rsidRPr="00155DA3">
        <w:rPr>
          <w:rStyle w:val="Hyperlink"/>
          <w:rFonts w:cs="Calibri"/>
          <w:color w:val="auto"/>
          <w:u w:val="none"/>
        </w:rPr>
        <w:t xml:space="preserve"> @</w:t>
      </w:r>
      <w:r w:rsidRPr="00155DA3">
        <w:rPr>
          <w:rStyle w:val="Hyperlink"/>
          <w:rFonts w:cs="Calibri"/>
          <w:color w:val="auto"/>
          <w:u w:val="none"/>
        </w:rPr>
        <w:t xml:space="preserve"> </w:t>
      </w:r>
      <w:hyperlink r:id="rId71">
        <w:r w:rsidR="4EC7784F" w:rsidRPr="00155DA3">
          <w:rPr>
            <w:rStyle w:val="Hyperlink"/>
            <w:rFonts w:cs="Calibri"/>
          </w:rPr>
          <w:t>nichole.paulis@dshs.wa.gov</w:t>
        </w:r>
      </w:hyperlink>
      <w:r w:rsidR="28D9CC1A" w:rsidRPr="00155DA3">
        <w:rPr>
          <w:rStyle w:val="Hyperlink"/>
          <w:rFonts w:cs="Calibri"/>
          <w:color w:val="auto"/>
          <w:u w:val="none"/>
        </w:rPr>
        <w:t xml:space="preserve"> or </w:t>
      </w:r>
    </w:p>
    <w:p w14:paraId="30BA7A82" w14:textId="438C7E7C" w:rsidR="00D67324" w:rsidRPr="00155DA3" w:rsidRDefault="00DD3543" w:rsidP="002E6CEC">
      <w:pPr>
        <w:ind w:left="1080"/>
        <w:contextualSpacing/>
        <w:rPr>
          <w:rFonts w:cs="Calibri"/>
        </w:rPr>
      </w:pPr>
      <w:r w:rsidRPr="002E6CEC">
        <w:rPr>
          <w:rStyle w:val="Hyperlink"/>
          <w:rFonts w:cs="Calibri"/>
          <w:color w:val="auto"/>
          <w:sz w:val="24"/>
          <w:szCs w:val="24"/>
          <w:u w:val="none"/>
        </w:rPr>
        <w:t xml:space="preserve">     </w:t>
      </w:r>
      <w:r w:rsidR="00155DA3">
        <w:rPr>
          <w:rStyle w:val="Hyperlink"/>
          <w:rFonts w:cs="Calibri"/>
          <w:color w:val="auto"/>
          <w:sz w:val="24"/>
          <w:szCs w:val="24"/>
          <w:u w:val="none"/>
        </w:rPr>
        <w:t xml:space="preserve"> </w:t>
      </w:r>
      <w:r w:rsidR="008E7497">
        <w:rPr>
          <w:rStyle w:val="Hyperlink"/>
          <w:rFonts w:cs="Calibri"/>
          <w:color w:val="auto"/>
          <w:sz w:val="24"/>
          <w:szCs w:val="24"/>
          <w:u w:val="none"/>
        </w:rPr>
        <w:t xml:space="preserve"> </w:t>
      </w:r>
      <w:r w:rsidRPr="00155DA3">
        <w:rPr>
          <w:rStyle w:val="Hyperlink"/>
          <w:rFonts w:cs="Calibri"/>
          <w:color w:val="auto"/>
          <w:u w:val="none"/>
        </w:rPr>
        <w:t xml:space="preserve">Dallas Hightower @ </w:t>
      </w:r>
      <w:hyperlink r:id="rId72" w:history="1">
        <w:r w:rsidRPr="00155DA3">
          <w:rPr>
            <w:rStyle w:val="Hyperlink"/>
          </w:rPr>
          <w:t>mailto:</w:t>
        </w:r>
      </w:hyperlink>
      <w:hyperlink r:id="rId73" w:history="1">
        <w:r w:rsidR="00FE6342" w:rsidRPr="00155DA3">
          <w:rPr>
            <w:rStyle w:val="Hyperlink"/>
            <w:rFonts w:cs="Calibri"/>
          </w:rPr>
          <w:t>dallas.hightower@dshs.wa.gov</w:t>
        </w:r>
      </w:hyperlink>
      <w:r w:rsidR="00C06445" w:rsidRPr="00155DA3">
        <w:rPr>
          <w:rStyle w:val="Hyperlink"/>
          <w:rFonts w:cs="Calibri"/>
          <w:color w:val="auto"/>
          <w:u w:val="none"/>
        </w:rPr>
        <w:t xml:space="preserve"> </w:t>
      </w:r>
      <w:r w:rsidR="00D67324" w:rsidRPr="00155DA3">
        <w:t xml:space="preserve"> </w:t>
      </w:r>
    </w:p>
    <w:p w14:paraId="2000E8EE" w14:textId="77777777" w:rsidR="00D90794" w:rsidRPr="00D331E9" w:rsidRDefault="5E97CCB0" w:rsidP="1C85A779">
      <w:pPr>
        <w:pStyle w:val="Heading3"/>
        <w:rPr>
          <w:rFonts w:cs="Calibri"/>
        </w:rPr>
      </w:pPr>
      <w:bookmarkStart w:id="53" w:name="_Toc21438445"/>
      <w:bookmarkStart w:id="54" w:name="_Toc69413630"/>
      <w:bookmarkStart w:id="55" w:name="_Toc301733576"/>
      <w:r w:rsidRPr="1C85A779">
        <w:rPr>
          <w:rFonts w:cs="Calibri"/>
        </w:rPr>
        <w:t>Braille Transcription</w:t>
      </w:r>
      <w:bookmarkEnd w:id="53"/>
      <w:bookmarkEnd w:id="54"/>
      <w:bookmarkEnd w:id="55"/>
    </w:p>
    <w:p w14:paraId="5DF4AB68" w14:textId="77777777" w:rsidR="00D90794" w:rsidRPr="00697750" w:rsidRDefault="00D90794" w:rsidP="0048713D">
      <w:pPr>
        <w:rPr>
          <w:rFonts w:cs="Calibri"/>
        </w:rPr>
      </w:pPr>
      <w:r w:rsidRPr="00697750">
        <w:rPr>
          <w:rFonts w:cs="Calibri"/>
        </w:rPr>
        <w:t>For clients who are blind and read documents transcribed in Braille:</w:t>
      </w:r>
    </w:p>
    <w:p w14:paraId="0E60906C" w14:textId="65925227" w:rsidR="00D90794" w:rsidRPr="00697750" w:rsidRDefault="00D90794" w:rsidP="00275AC7">
      <w:pPr>
        <w:pStyle w:val="ListParagraph"/>
        <w:numPr>
          <w:ilvl w:val="0"/>
          <w:numId w:val="40"/>
        </w:numPr>
        <w:contextualSpacing/>
        <w:rPr>
          <w:rFonts w:cs="Calibri"/>
          <w:color w:val="0563C1"/>
          <w:u w:val="single"/>
        </w:rPr>
      </w:pPr>
      <w:r w:rsidRPr="00697750">
        <w:rPr>
          <w:rFonts w:cs="Calibri"/>
          <w:b/>
        </w:rPr>
        <w:t>ALTSA</w:t>
      </w:r>
      <w:r w:rsidRPr="00697750">
        <w:rPr>
          <w:rFonts w:cs="Calibri"/>
        </w:rPr>
        <w:t xml:space="preserve"> staff must place the request by sending needed documents as attachments and indicating Braille Grade (1 or 2) via secure </w:t>
      </w:r>
      <w:r w:rsidR="008E7497" w:rsidRPr="00697750">
        <w:rPr>
          <w:rFonts w:cs="Calibri"/>
        </w:rPr>
        <w:t>email containing</w:t>
      </w:r>
      <w:r w:rsidR="003B606B" w:rsidRPr="00697750">
        <w:rPr>
          <w:rFonts w:cs="Calibri"/>
        </w:rPr>
        <w:t xml:space="preserve"> the client’s name</w:t>
      </w:r>
      <w:r w:rsidR="00CF7BCF" w:rsidRPr="00697750">
        <w:rPr>
          <w:rFonts w:cs="Calibri"/>
        </w:rPr>
        <w:t xml:space="preserve"> and client identifier (e.g. ACES or ADSA ID) if available </w:t>
      </w:r>
      <w:r w:rsidRPr="00697750">
        <w:rPr>
          <w:rFonts w:cs="Calibri"/>
        </w:rPr>
        <w:t xml:space="preserve">to Linda Garcia at </w:t>
      </w:r>
      <w:hyperlink r:id="rId74" w:history="1">
        <w:r w:rsidR="00DD3543" w:rsidRPr="00697750">
          <w:rPr>
            <w:rStyle w:val="Hyperlink"/>
            <w:rFonts w:cs="Calibri"/>
          </w:rPr>
          <w:t>dshsaltsalep@dshs.wa.gov</w:t>
        </w:r>
      </w:hyperlink>
      <w:r w:rsidRPr="00697750">
        <w:rPr>
          <w:rFonts w:cs="Calibri"/>
        </w:rPr>
        <w:t>.</w:t>
      </w:r>
    </w:p>
    <w:p w14:paraId="29913855" w14:textId="7FDD23A6" w:rsidR="00D90794" w:rsidRPr="00697750" w:rsidRDefault="5E97CCB0" w:rsidP="1C85A779">
      <w:pPr>
        <w:pStyle w:val="ListParagraph"/>
        <w:contextualSpacing/>
        <w:rPr>
          <w:rFonts w:cs="Calibri"/>
        </w:rPr>
      </w:pPr>
      <w:r w:rsidRPr="00697750">
        <w:rPr>
          <w:rFonts w:cs="Calibri"/>
          <w:b/>
          <w:bCs/>
        </w:rPr>
        <w:t>DD</w:t>
      </w:r>
      <w:r w:rsidR="65167F69" w:rsidRPr="00697750">
        <w:rPr>
          <w:rFonts w:cs="Calibri"/>
          <w:b/>
          <w:bCs/>
        </w:rPr>
        <w:t>CS</w:t>
      </w:r>
      <w:r w:rsidRPr="00697750">
        <w:rPr>
          <w:rFonts w:cs="Calibri"/>
        </w:rPr>
        <w:t xml:space="preserve"> staff must place the request by sending needed documents as attachments and indicating Braille Grade (1 or 2) via secure email to </w:t>
      </w:r>
      <w:r w:rsidR="41D41DDE" w:rsidRPr="00697750">
        <w:rPr>
          <w:rFonts w:cs="Calibri"/>
        </w:rPr>
        <w:t>Nikki Paulis</w:t>
      </w:r>
      <w:r w:rsidR="39481A43" w:rsidRPr="00697750">
        <w:rPr>
          <w:rFonts w:cs="Calibri"/>
        </w:rPr>
        <w:t xml:space="preserve"> at </w:t>
      </w:r>
      <w:hyperlink r:id="rId75">
        <w:r w:rsidR="4EC7784F" w:rsidRPr="00697750">
          <w:rPr>
            <w:rStyle w:val="Hyperlink"/>
            <w:rFonts w:cs="Calibri"/>
          </w:rPr>
          <w:t>nichole.paulis@dshs.wa.gov</w:t>
        </w:r>
      </w:hyperlink>
      <w:r w:rsidR="39481A43" w:rsidRPr="00697750">
        <w:rPr>
          <w:rFonts w:cs="Calibri"/>
        </w:rPr>
        <w:t xml:space="preserve"> or </w:t>
      </w:r>
      <w:r w:rsidRPr="00697750">
        <w:rPr>
          <w:rFonts w:cs="Calibri"/>
        </w:rPr>
        <w:t xml:space="preserve">Dallas Hightower at </w:t>
      </w:r>
      <w:hyperlink r:id="rId76">
        <w:r w:rsidR="39481A43" w:rsidRPr="00697750">
          <w:rPr>
            <w:rStyle w:val="Hyperlink"/>
          </w:rPr>
          <w:t>dallas.hightower@dshs.wa.gov</w:t>
        </w:r>
      </w:hyperlink>
      <w:r w:rsidR="39481A43" w:rsidRPr="00697750">
        <w:t xml:space="preserve">. </w:t>
      </w:r>
    </w:p>
    <w:p w14:paraId="25498A47" w14:textId="77777777" w:rsidR="00BB3673" w:rsidRPr="002E6CEC" w:rsidRDefault="00BB3673" w:rsidP="0048713D">
      <w:pPr>
        <w:contextualSpacing/>
        <w:rPr>
          <w:sz w:val="24"/>
          <w:szCs w:val="24"/>
        </w:rPr>
      </w:pPr>
    </w:p>
    <w:p w14:paraId="41DFCA81" w14:textId="4E57C3E3" w:rsidR="008465A9" w:rsidRPr="00697750" w:rsidRDefault="008465A9" w:rsidP="0048713D">
      <w:pPr>
        <w:rPr>
          <w:rFonts w:cs="Calibri"/>
        </w:rPr>
      </w:pPr>
      <w:r w:rsidRPr="00697750">
        <w:rPr>
          <w:rFonts w:cs="Calibri"/>
        </w:rPr>
        <w:t>The Contractor (WSSB Ogden Resource Center) will send completed Braille transcriptions directly to the client along with the copy of the original document.</w:t>
      </w:r>
      <w:r w:rsidR="00041F5B" w:rsidRPr="00697750">
        <w:rPr>
          <w:rStyle w:val="FootnoteReference"/>
          <w:rFonts w:cs="Calibri"/>
        </w:rPr>
        <w:footnoteReference w:id="7"/>
      </w:r>
      <w:r w:rsidRPr="00697750">
        <w:rPr>
          <w:rFonts w:cs="Calibri"/>
        </w:rPr>
        <w:t xml:space="preserve"> </w:t>
      </w:r>
    </w:p>
    <w:p w14:paraId="41687CFF" w14:textId="77777777" w:rsidR="008465A9" w:rsidRPr="00697750" w:rsidRDefault="008465A9" w:rsidP="0048713D">
      <w:pPr>
        <w:rPr>
          <w:rFonts w:cs="Calibri"/>
        </w:rPr>
      </w:pPr>
    </w:p>
    <w:p w14:paraId="60901D13" w14:textId="74989743" w:rsidR="008465A9" w:rsidRPr="00697750" w:rsidRDefault="1E973D5E" w:rsidP="0048713D">
      <w:pPr>
        <w:rPr>
          <w:rFonts w:cs="Calibri"/>
        </w:rPr>
      </w:pPr>
      <w:r w:rsidRPr="00697750">
        <w:rPr>
          <w:rFonts w:cs="Calibri"/>
        </w:rPr>
        <w:t>ALTSA and DD</w:t>
      </w:r>
      <w:r w:rsidR="7D09E33F" w:rsidRPr="00697750">
        <w:rPr>
          <w:rFonts w:cs="Calibri"/>
        </w:rPr>
        <w:t>CS</w:t>
      </w:r>
      <w:r w:rsidRPr="00697750">
        <w:rPr>
          <w:rFonts w:cs="Calibri"/>
        </w:rPr>
        <w:t xml:space="preserve"> staff will obtain the client’s consent or required signature on the original document, as documents in </w:t>
      </w:r>
      <w:r w:rsidRPr="00697750">
        <w:rPr>
          <w:rFonts w:cs="Calibri"/>
          <w:b/>
          <w:bCs/>
        </w:rPr>
        <w:t>Braille cannot be photocopied or signed</w:t>
      </w:r>
      <w:r w:rsidRPr="00697750">
        <w:rPr>
          <w:rFonts w:cs="Calibri"/>
        </w:rPr>
        <w:t>. If the client has a guardian or DPOA, you must document that the guardian or DPOA discussed decisions related to their care prior to obtaining a signature or receiving consent.</w:t>
      </w:r>
    </w:p>
    <w:p w14:paraId="13B844F6" w14:textId="77777777" w:rsidR="008465A9" w:rsidRPr="00697750" w:rsidRDefault="008465A9" w:rsidP="0048713D">
      <w:pPr>
        <w:rPr>
          <w:rFonts w:cs="Calibri"/>
        </w:rPr>
      </w:pPr>
    </w:p>
    <w:p w14:paraId="1F3A49CA" w14:textId="1CEFEA7D" w:rsidR="008465A9" w:rsidRPr="00697750" w:rsidRDefault="1E973D5E" w:rsidP="0048713D">
      <w:pPr>
        <w:rPr>
          <w:rFonts w:cs="Calibri"/>
        </w:rPr>
      </w:pPr>
      <w:r w:rsidRPr="00697750">
        <w:rPr>
          <w:rFonts w:cs="Calibri"/>
          <w:b/>
          <w:bCs/>
        </w:rPr>
        <w:t>ALTSA</w:t>
      </w:r>
      <w:r w:rsidRPr="00697750">
        <w:rPr>
          <w:rFonts w:cs="Calibri"/>
        </w:rPr>
        <w:t xml:space="preserve"> </w:t>
      </w:r>
      <w:r w:rsidR="1C9CCE72" w:rsidRPr="00697750">
        <w:rPr>
          <w:rFonts w:cs="Calibri"/>
        </w:rPr>
        <w:t>Language and Disability</w:t>
      </w:r>
      <w:r w:rsidRPr="00697750">
        <w:rPr>
          <w:rFonts w:cs="Calibri"/>
        </w:rPr>
        <w:t xml:space="preserve"> program manager or </w:t>
      </w:r>
      <w:r w:rsidRPr="00697750">
        <w:rPr>
          <w:rFonts w:cs="Calibri"/>
          <w:b/>
          <w:bCs/>
        </w:rPr>
        <w:t>DD</w:t>
      </w:r>
      <w:r w:rsidR="52942136" w:rsidRPr="00697750">
        <w:rPr>
          <w:rFonts w:cs="Calibri"/>
          <w:b/>
          <w:bCs/>
        </w:rPr>
        <w:t>CS</w:t>
      </w:r>
      <w:r w:rsidRPr="00697750">
        <w:rPr>
          <w:rFonts w:cs="Calibri"/>
        </w:rPr>
        <w:t xml:space="preserve"> Translations Coordinator will send an email to the requestor that will include:</w:t>
      </w:r>
    </w:p>
    <w:p w14:paraId="1A2D9B9C" w14:textId="77777777" w:rsidR="008465A9" w:rsidRPr="00697750" w:rsidRDefault="008465A9" w:rsidP="00275AC7">
      <w:pPr>
        <w:pStyle w:val="ListParagraph"/>
        <w:numPr>
          <w:ilvl w:val="0"/>
          <w:numId w:val="15"/>
        </w:numPr>
        <w:contextualSpacing/>
        <w:rPr>
          <w:rFonts w:cs="Calibri"/>
        </w:rPr>
      </w:pPr>
      <w:r w:rsidRPr="00697750">
        <w:rPr>
          <w:rFonts w:cs="Calibri"/>
        </w:rPr>
        <w:t>A statement that the text was transcribed into Braille and sent to the client;</w:t>
      </w:r>
    </w:p>
    <w:p w14:paraId="62B75F40" w14:textId="77777777" w:rsidR="008465A9" w:rsidRPr="00697750" w:rsidRDefault="008465A9" w:rsidP="00275AC7">
      <w:pPr>
        <w:pStyle w:val="ListParagraph"/>
        <w:numPr>
          <w:ilvl w:val="0"/>
          <w:numId w:val="15"/>
        </w:numPr>
        <w:contextualSpacing/>
        <w:rPr>
          <w:rFonts w:cs="Calibri"/>
        </w:rPr>
      </w:pPr>
      <w:r w:rsidRPr="00697750">
        <w:rPr>
          <w:rFonts w:cs="Calibri"/>
        </w:rPr>
        <w:t>The date when the packet was mailed and UPS tracking number;</w:t>
      </w:r>
    </w:p>
    <w:p w14:paraId="2FCE0134" w14:textId="77777777" w:rsidR="008465A9" w:rsidRPr="00697750" w:rsidRDefault="008465A9" w:rsidP="00275AC7">
      <w:pPr>
        <w:pStyle w:val="ListParagraph"/>
        <w:numPr>
          <w:ilvl w:val="0"/>
          <w:numId w:val="15"/>
        </w:numPr>
        <w:contextualSpacing/>
        <w:rPr>
          <w:rFonts w:cs="Calibri"/>
        </w:rPr>
      </w:pPr>
      <w:r w:rsidRPr="00697750">
        <w:rPr>
          <w:rFonts w:cs="Calibri"/>
        </w:rPr>
        <w:t>A notification if the packet returned as undeliverable and the date of the notification.</w:t>
      </w:r>
    </w:p>
    <w:p w14:paraId="0D10F166" w14:textId="77777777" w:rsidR="008465A9" w:rsidRPr="00697750" w:rsidRDefault="008465A9" w:rsidP="0048713D">
      <w:pPr>
        <w:pStyle w:val="ListParagraph"/>
        <w:numPr>
          <w:ilvl w:val="0"/>
          <w:numId w:val="0"/>
        </w:numPr>
        <w:ind w:left="360"/>
        <w:rPr>
          <w:rFonts w:cs="Calibri"/>
        </w:rPr>
      </w:pPr>
    </w:p>
    <w:p w14:paraId="5E0990CC" w14:textId="77777777" w:rsidR="008465A9" w:rsidRPr="00697750" w:rsidRDefault="008465A9" w:rsidP="0048713D">
      <w:pPr>
        <w:ind w:left="360"/>
        <w:rPr>
          <w:rFonts w:cs="Calibri"/>
        </w:rPr>
      </w:pPr>
      <w:r w:rsidRPr="00697750">
        <w:rPr>
          <w:b/>
          <w:u w:val="single"/>
        </w:rPr>
        <w:t>NOTE</w:t>
      </w:r>
      <w:r w:rsidRPr="00697750">
        <w:t>: Staff</w:t>
      </w:r>
      <w:r w:rsidRPr="00697750">
        <w:rPr>
          <w:rFonts w:cs="Calibri"/>
        </w:rPr>
        <w:t xml:space="preserve"> will document this information in client’s electronic record.</w:t>
      </w:r>
    </w:p>
    <w:p w14:paraId="3DD224EF" w14:textId="77777777" w:rsidR="008465A9" w:rsidRPr="00697750" w:rsidRDefault="008465A9" w:rsidP="0048713D">
      <w:pPr>
        <w:contextualSpacing/>
      </w:pPr>
    </w:p>
    <w:p w14:paraId="3C94F0CA" w14:textId="77777777" w:rsidR="002C6F98" w:rsidRPr="00D331E9" w:rsidRDefault="75C841DD" w:rsidP="1C85A779">
      <w:pPr>
        <w:pStyle w:val="Heading3"/>
        <w:rPr>
          <w:rFonts w:cs="Calibri"/>
        </w:rPr>
      </w:pPr>
      <w:bookmarkStart w:id="56" w:name="_Toc21438448"/>
      <w:bookmarkStart w:id="57" w:name="_Toc69413631"/>
      <w:bookmarkStart w:id="58" w:name="_Toc481128194"/>
      <w:r w:rsidRPr="1C85A779">
        <w:rPr>
          <w:rFonts w:cs="Calibri"/>
        </w:rPr>
        <w:t>Documents in other alternate formats</w:t>
      </w:r>
      <w:bookmarkEnd w:id="56"/>
      <w:bookmarkEnd w:id="57"/>
      <w:bookmarkEnd w:id="58"/>
    </w:p>
    <w:p w14:paraId="38E65B23" w14:textId="77777777" w:rsidR="002C6F98" w:rsidRPr="00697750" w:rsidRDefault="002C6F98" w:rsidP="0048713D">
      <w:pPr>
        <w:rPr>
          <w:rFonts w:cs="Calibri"/>
        </w:rPr>
      </w:pPr>
      <w:r w:rsidRPr="00697750">
        <w:rPr>
          <w:rFonts w:cs="Calibri"/>
        </w:rPr>
        <w:t>If you need documents in other alternate formats (recordings, real-time transcriptions, etc.), contact:</w:t>
      </w:r>
    </w:p>
    <w:p w14:paraId="78431AD0" w14:textId="128692AB" w:rsidR="002C6F98" w:rsidRPr="00697750" w:rsidRDefault="75C841DD" w:rsidP="1C85A779">
      <w:pPr>
        <w:pStyle w:val="ListParagraph"/>
        <w:contextualSpacing/>
        <w:rPr>
          <w:rFonts w:cs="Calibri"/>
        </w:rPr>
      </w:pPr>
      <w:r w:rsidRPr="00697750">
        <w:rPr>
          <w:rFonts w:cs="Calibri"/>
        </w:rPr>
        <w:t xml:space="preserve"> Linda Garcia, LEP, ADA &amp; Voter Registration Assistance Program Manager </w:t>
      </w:r>
    </w:p>
    <w:p w14:paraId="41689A3E" w14:textId="77777777" w:rsidR="002C6F98" w:rsidRPr="00697750" w:rsidRDefault="002C6F98" w:rsidP="0048713D">
      <w:pPr>
        <w:pStyle w:val="ListParagraph"/>
        <w:numPr>
          <w:ilvl w:val="0"/>
          <w:numId w:val="0"/>
        </w:numPr>
        <w:ind w:left="720"/>
        <w:rPr>
          <w:rFonts w:cs="Calibri"/>
        </w:rPr>
      </w:pPr>
      <w:r w:rsidRPr="00697750">
        <w:rPr>
          <w:rFonts w:cs="Calibri"/>
        </w:rPr>
        <w:t xml:space="preserve">(360) 968-9745, </w:t>
      </w:r>
      <w:hyperlink r:id="rId77" w:history="1">
        <w:r w:rsidRPr="00697750">
          <w:rPr>
            <w:rStyle w:val="Hyperlink"/>
            <w:rFonts w:cs="Calibri"/>
          </w:rPr>
          <w:t>linda.garcia1@dshs.wa.gov</w:t>
        </w:r>
      </w:hyperlink>
    </w:p>
    <w:p w14:paraId="5788F7BD" w14:textId="77777777" w:rsidR="002C6F98" w:rsidRPr="002E6CEC" w:rsidRDefault="002C6F98" w:rsidP="0048713D">
      <w:pPr>
        <w:contextualSpacing/>
        <w:rPr>
          <w:sz w:val="24"/>
          <w:szCs w:val="24"/>
        </w:rPr>
      </w:pPr>
    </w:p>
    <w:p w14:paraId="4D2D7394" w14:textId="77777777" w:rsidR="00997EDC" w:rsidRPr="00D331E9" w:rsidRDefault="00CB0E3B" w:rsidP="1C85A779">
      <w:pPr>
        <w:pStyle w:val="Heading3"/>
        <w:rPr>
          <w:rFonts w:ascii="Calibri" w:hAnsi="Calibri" w:cs="Calibri"/>
        </w:rPr>
      </w:pPr>
      <w:bookmarkStart w:id="59" w:name="_Toc69413632"/>
      <w:bookmarkStart w:id="60" w:name="_Toc673150000"/>
      <w:r w:rsidRPr="1C85A779">
        <w:rPr>
          <w:rFonts w:ascii="Calibri" w:hAnsi="Calibri" w:cs="Calibri"/>
        </w:rPr>
        <w:t>Tips for Working with Spoken and Sign Language Interpreters</w:t>
      </w:r>
      <w:bookmarkEnd w:id="59"/>
      <w:bookmarkEnd w:id="60"/>
    </w:p>
    <w:p w14:paraId="2018C3FB" w14:textId="4F652955" w:rsidR="00997EDC" w:rsidRPr="00697750" w:rsidRDefault="00997EDC" w:rsidP="0048713D">
      <w:pPr>
        <w:rPr>
          <w:rFonts w:cs="Calibri"/>
        </w:rPr>
      </w:pPr>
      <w:r w:rsidRPr="00697750">
        <w:rPr>
          <w:rFonts w:cs="Calibri"/>
        </w:rPr>
        <w:t>Spoken and sign language interpreters are trained professionals bound by a code of ethics, which includes adherence to strict confidentiality. The interpreter is there to facilitate communication only and can neither add nor omit any information exchanged by communicating parties at any time.</w:t>
      </w:r>
      <w:r w:rsidR="008F17B0" w:rsidRPr="00697750">
        <w:rPr>
          <w:rFonts w:cs="Calibri"/>
        </w:rPr>
        <w:t xml:space="preserve"> See </w:t>
      </w:r>
      <w:hyperlink r:id="rId78" w:history="1">
        <w:r w:rsidR="008F17B0" w:rsidRPr="00697750">
          <w:rPr>
            <w:rStyle w:val="Hyperlink"/>
            <w:rFonts w:cs="Calibri"/>
          </w:rPr>
          <w:t>Working with Spoken Language</w:t>
        </w:r>
        <w:r w:rsidR="00854948" w:rsidRPr="00697750">
          <w:rPr>
            <w:rStyle w:val="Hyperlink"/>
            <w:rFonts w:cs="Calibri"/>
          </w:rPr>
          <w:t xml:space="preserve"> Interpreters</w:t>
        </w:r>
      </w:hyperlink>
      <w:r w:rsidR="00854948" w:rsidRPr="00697750">
        <w:rPr>
          <w:rFonts w:cs="Calibri"/>
        </w:rPr>
        <w:t xml:space="preserve"> and </w:t>
      </w:r>
      <w:hyperlink r:id="rId79" w:history="1">
        <w:r w:rsidR="00854948" w:rsidRPr="00697750">
          <w:rPr>
            <w:rStyle w:val="Hyperlink"/>
            <w:rFonts w:cs="Calibri"/>
          </w:rPr>
          <w:t>Working with Sign Language Interpreters</w:t>
        </w:r>
      </w:hyperlink>
      <w:r w:rsidR="00D308F6" w:rsidRPr="00697750">
        <w:rPr>
          <w:rFonts w:cs="Calibri"/>
        </w:rPr>
        <w:t>.</w:t>
      </w:r>
      <w:r w:rsidR="00854948" w:rsidRPr="00697750">
        <w:rPr>
          <w:rFonts w:cs="Calibri"/>
        </w:rPr>
        <w:t xml:space="preserve"> </w:t>
      </w:r>
    </w:p>
    <w:p w14:paraId="358291AB" w14:textId="77777777" w:rsidR="004126C8" w:rsidRPr="002E6CEC" w:rsidRDefault="004126C8" w:rsidP="0048713D">
      <w:pPr>
        <w:rPr>
          <w:rFonts w:cs="Calibri"/>
          <w:sz w:val="24"/>
          <w:szCs w:val="24"/>
        </w:rPr>
      </w:pPr>
    </w:p>
    <w:p w14:paraId="0E69B7A0" w14:textId="04AACDDE" w:rsidR="00154537" w:rsidRPr="00D331E9" w:rsidRDefault="23D30F40" w:rsidP="1C85A779">
      <w:pPr>
        <w:pStyle w:val="Heading3"/>
        <w:rPr>
          <w:rFonts w:ascii="Calibri" w:hAnsi="Calibri" w:cs="Calibri"/>
        </w:rPr>
      </w:pPr>
      <w:bookmarkStart w:id="61" w:name="_Toc1910363148"/>
      <w:r w:rsidRPr="1C85A779">
        <w:rPr>
          <w:rFonts w:ascii="Calibri" w:hAnsi="Calibri" w:cs="Calibri"/>
        </w:rPr>
        <w:t>Documenting the use of language access services</w:t>
      </w:r>
      <w:bookmarkEnd w:id="61"/>
    </w:p>
    <w:p w14:paraId="1A4AF7BB" w14:textId="2EB6F0A4" w:rsidR="002A7BC1" w:rsidRPr="00143759" w:rsidRDefault="00E61761" w:rsidP="0048713D">
      <w:pPr>
        <w:contextualSpacing/>
      </w:pPr>
      <w:r w:rsidRPr="00143759">
        <w:t>Staff</w:t>
      </w:r>
      <w:r w:rsidR="002A7BC1" w:rsidRPr="00143759">
        <w:t xml:space="preserve"> must document the use of contracted spoken language interpreter services and the use of translation services at every encounter with the client.</w:t>
      </w:r>
      <w:r w:rsidR="0056679D" w:rsidRPr="00143759">
        <w:t xml:space="preserve"> </w:t>
      </w:r>
    </w:p>
    <w:p w14:paraId="2F513869" w14:textId="77777777" w:rsidR="007F2CA6" w:rsidRPr="00143759" w:rsidRDefault="007F2CA6" w:rsidP="0048713D">
      <w:pPr>
        <w:contextualSpacing/>
      </w:pPr>
    </w:p>
    <w:p w14:paraId="6B508D01" w14:textId="21D0759B" w:rsidR="00F26D7D" w:rsidRPr="00143759" w:rsidRDefault="00F26D7D" w:rsidP="0048713D">
      <w:pPr>
        <w:contextualSpacing/>
      </w:pPr>
      <w:r w:rsidRPr="00143759">
        <w:t>Best Practice</w:t>
      </w:r>
      <w:r w:rsidR="007F2CA6" w:rsidRPr="00143759">
        <w:t>s</w:t>
      </w:r>
      <w:r w:rsidRPr="00143759">
        <w:t xml:space="preserve">: </w:t>
      </w:r>
    </w:p>
    <w:p w14:paraId="4CC70C91" w14:textId="76EF8EF9" w:rsidR="008C7847" w:rsidRPr="00143759" w:rsidRDefault="008C7847" w:rsidP="00275AC7">
      <w:pPr>
        <w:pStyle w:val="NoSpacing"/>
        <w:numPr>
          <w:ilvl w:val="0"/>
          <w:numId w:val="22"/>
        </w:numPr>
      </w:pPr>
      <w:r w:rsidRPr="00143759">
        <w:t>If using interpreter services</w:t>
      </w:r>
      <w:r w:rsidR="007F2CA6" w:rsidRPr="00143759">
        <w:t>,</w:t>
      </w:r>
      <w:r w:rsidRPr="00143759">
        <w:t xml:space="preserve"> </w:t>
      </w:r>
      <w:r w:rsidR="007C2E0A" w:rsidRPr="00143759">
        <w:t>best practice is</w:t>
      </w:r>
      <w:r w:rsidRPr="00143759">
        <w:t xml:space="preserve"> to add the </w:t>
      </w:r>
      <w:r w:rsidR="007F2CA6" w:rsidRPr="00143759">
        <w:t xml:space="preserve">name of the </w:t>
      </w:r>
      <w:r w:rsidR="003A585B" w:rsidRPr="00143759">
        <w:t xml:space="preserve">language access vendor, the </w:t>
      </w:r>
      <w:r w:rsidRPr="00143759">
        <w:t xml:space="preserve">certified </w:t>
      </w:r>
      <w:r w:rsidR="00FC3502" w:rsidRPr="00143759">
        <w:t>interpreter’s</w:t>
      </w:r>
      <w:r w:rsidRPr="00143759">
        <w:t xml:space="preserve"> ID number and/or </w:t>
      </w:r>
      <w:r w:rsidR="003A585B" w:rsidRPr="00143759">
        <w:t xml:space="preserve">interpreter’s </w:t>
      </w:r>
      <w:r w:rsidRPr="00143759">
        <w:t xml:space="preserve">name to </w:t>
      </w:r>
      <w:r w:rsidR="00DB390A" w:rsidRPr="00143759">
        <w:t>the client’s case record</w:t>
      </w:r>
      <w:r w:rsidRPr="00143759">
        <w:t xml:space="preserve">. </w:t>
      </w:r>
    </w:p>
    <w:p w14:paraId="0B39EA99" w14:textId="43C0AA33" w:rsidR="008C7847" w:rsidRPr="00143759" w:rsidRDefault="008C7847" w:rsidP="00275AC7">
      <w:pPr>
        <w:pStyle w:val="NoSpacing"/>
        <w:numPr>
          <w:ilvl w:val="0"/>
          <w:numId w:val="22"/>
        </w:numPr>
      </w:pPr>
      <w:r w:rsidRPr="00143759">
        <w:t xml:space="preserve">If </w:t>
      </w:r>
      <w:r w:rsidR="00B83606" w:rsidRPr="00143759">
        <w:t xml:space="preserve">a </w:t>
      </w:r>
      <w:r w:rsidRPr="00143759">
        <w:t xml:space="preserve">worker </w:t>
      </w:r>
      <w:r w:rsidR="00B83606" w:rsidRPr="00143759">
        <w:t xml:space="preserve">who </w:t>
      </w:r>
      <w:r w:rsidRPr="00143759">
        <w:t xml:space="preserve">is </w:t>
      </w:r>
      <w:r w:rsidR="001A3616" w:rsidRPr="00143759">
        <w:t xml:space="preserve">a </w:t>
      </w:r>
      <w:r w:rsidRPr="00143759">
        <w:t xml:space="preserve">certified bilingual employee and </w:t>
      </w:r>
      <w:r w:rsidR="00E51735" w:rsidRPr="00143759">
        <w:t xml:space="preserve">is </w:t>
      </w:r>
      <w:r w:rsidR="00506754" w:rsidRPr="00143759">
        <w:t>authorized to provide direct services to LEP, deaf, and/or deaf-blind clients</w:t>
      </w:r>
      <w:r w:rsidR="00B83606" w:rsidRPr="00143759">
        <w:t>,</w:t>
      </w:r>
      <w:r w:rsidR="00506754" w:rsidRPr="00143759">
        <w:t xml:space="preserve"> is </w:t>
      </w:r>
      <w:r w:rsidRPr="00143759">
        <w:t xml:space="preserve">providing own interpretation, </w:t>
      </w:r>
      <w:r w:rsidR="00E51735" w:rsidRPr="00143759">
        <w:t xml:space="preserve">this should be </w:t>
      </w:r>
      <w:r w:rsidRPr="00143759">
        <w:t>note</w:t>
      </w:r>
      <w:r w:rsidR="00E51735" w:rsidRPr="00143759">
        <w:t>d</w:t>
      </w:r>
      <w:r w:rsidRPr="00143759">
        <w:t xml:space="preserve"> in </w:t>
      </w:r>
      <w:r w:rsidR="00506754" w:rsidRPr="00143759">
        <w:t>the case record</w:t>
      </w:r>
      <w:r w:rsidRPr="00143759">
        <w:t xml:space="preserve">. </w:t>
      </w:r>
    </w:p>
    <w:p w14:paraId="47E9B3D7" w14:textId="5F4CD247" w:rsidR="008C7847" w:rsidRPr="00143759" w:rsidRDefault="008C7847" w:rsidP="00275AC7">
      <w:pPr>
        <w:pStyle w:val="NoSpacing"/>
        <w:numPr>
          <w:ilvl w:val="0"/>
          <w:numId w:val="22"/>
        </w:numPr>
      </w:pPr>
      <w:r w:rsidRPr="00143759">
        <w:t xml:space="preserve">When using </w:t>
      </w:r>
      <w:r w:rsidR="008E49C3" w:rsidRPr="00143759">
        <w:t xml:space="preserve">written </w:t>
      </w:r>
      <w:r w:rsidRPr="00143759">
        <w:t xml:space="preserve">translation services, best practice is to document when </w:t>
      </w:r>
      <w:r w:rsidR="008E49C3" w:rsidRPr="00143759">
        <w:t xml:space="preserve">form, publication or other communication materials </w:t>
      </w:r>
      <w:r w:rsidR="00923C30" w:rsidRPr="00143759">
        <w:t xml:space="preserve">is </w:t>
      </w:r>
      <w:r w:rsidRPr="00143759">
        <w:t xml:space="preserve">sent for </w:t>
      </w:r>
      <w:r w:rsidR="00911BCE" w:rsidRPr="00143759">
        <w:t>translation, when</w:t>
      </w:r>
      <w:r w:rsidRPr="00143759">
        <w:t xml:space="preserve"> translation</w:t>
      </w:r>
      <w:r w:rsidR="008E49C3" w:rsidRPr="00143759">
        <w:t>(s)</w:t>
      </w:r>
      <w:r w:rsidRPr="00143759">
        <w:t xml:space="preserve"> was received, </w:t>
      </w:r>
      <w:r w:rsidR="007C2E0A" w:rsidRPr="00143759">
        <w:t>w</w:t>
      </w:r>
      <w:r w:rsidR="008E49C3" w:rsidRPr="00143759">
        <w:t xml:space="preserve">hen </w:t>
      </w:r>
      <w:r w:rsidRPr="00143759">
        <w:t xml:space="preserve">sent to client, </w:t>
      </w:r>
      <w:r w:rsidR="007C2E0A" w:rsidRPr="00143759">
        <w:t xml:space="preserve">when </w:t>
      </w:r>
      <w:r w:rsidRPr="00143759">
        <w:t>sent to Barcode, etc…</w:t>
      </w:r>
    </w:p>
    <w:p w14:paraId="17D3BEBB" w14:textId="56F8E547" w:rsidR="00911BCE" w:rsidRPr="00143759" w:rsidRDefault="007C2E0A" w:rsidP="00275AC7">
      <w:pPr>
        <w:pStyle w:val="ListParagraph"/>
        <w:numPr>
          <w:ilvl w:val="0"/>
          <w:numId w:val="22"/>
        </w:numPr>
        <w:contextualSpacing/>
        <w:rPr>
          <w:rFonts w:cs="Calibri"/>
        </w:rPr>
      </w:pPr>
      <w:r w:rsidRPr="00143759">
        <w:t>If using a friend or family member</w:t>
      </w:r>
      <w:r w:rsidR="00911BCE" w:rsidRPr="00143759">
        <w:t xml:space="preserve"> of the client</w:t>
      </w:r>
      <w:r w:rsidR="009B30F0" w:rsidRPr="00143759">
        <w:t xml:space="preserve"> due to an emergency situation</w:t>
      </w:r>
      <w:r w:rsidR="00911BCE" w:rsidRPr="00143759">
        <w:t xml:space="preserve">, </w:t>
      </w:r>
      <w:r w:rsidR="009B30F0" w:rsidRPr="00143759">
        <w:t xml:space="preserve">staff must </w:t>
      </w:r>
      <w:r w:rsidR="00911BCE" w:rsidRPr="00143759">
        <w:t xml:space="preserve">document </w:t>
      </w:r>
      <w:r w:rsidR="00911BCE" w:rsidRPr="00143759">
        <w:rPr>
          <w:rFonts w:cs="Calibri"/>
        </w:rPr>
        <w:t>the following in the client’s electronic record:</w:t>
      </w:r>
    </w:p>
    <w:p w14:paraId="3148CD0C" w14:textId="77777777" w:rsidR="00911BCE" w:rsidRPr="00143759" w:rsidRDefault="00911BCE" w:rsidP="00275AC7">
      <w:pPr>
        <w:pStyle w:val="ListParagraph"/>
        <w:numPr>
          <w:ilvl w:val="1"/>
          <w:numId w:val="23"/>
        </w:numPr>
        <w:contextualSpacing/>
        <w:rPr>
          <w:rFonts w:cs="Calibri"/>
        </w:rPr>
      </w:pPr>
      <w:r w:rsidRPr="00143759">
        <w:rPr>
          <w:rFonts w:cs="Calibri"/>
        </w:rPr>
        <w:t>Attempts to secure a professional interpreter;</w:t>
      </w:r>
    </w:p>
    <w:p w14:paraId="50EF1947" w14:textId="77777777" w:rsidR="00911BCE" w:rsidRPr="00143759" w:rsidRDefault="00911BCE" w:rsidP="00275AC7">
      <w:pPr>
        <w:pStyle w:val="ListParagraph"/>
        <w:numPr>
          <w:ilvl w:val="1"/>
          <w:numId w:val="23"/>
        </w:numPr>
        <w:contextualSpacing/>
        <w:rPr>
          <w:rFonts w:cs="Calibri"/>
        </w:rPr>
      </w:pPr>
      <w:r w:rsidRPr="00143759">
        <w:rPr>
          <w:rFonts w:cs="Calibri"/>
        </w:rPr>
        <w:t>Use of family member or friend to assist in communication; and</w:t>
      </w:r>
    </w:p>
    <w:p w14:paraId="7FA9A36A" w14:textId="77777777" w:rsidR="00911BCE" w:rsidRPr="00143759" w:rsidRDefault="00911BCE" w:rsidP="00275AC7">
      <w:pPr>
        <w:pStyle w:val="ListParagraph"/>
        <w:numPr>
          <w:ilvl w:val="1"/>
          <w:numId w:val="23"/>
        </w:numPr>
        <w:contextualSpacing/>
        <w:rPr>
          <w:rFonts w:cs="Calibri"/>
        </w:rPr>
      </w:pPr>
      <w:r w:rsidRPr="00143759">
        <w:rPr>
          <w:rFonts w:cs="Calibri"/>
        </w:rPr>
        <w:t>Use of other options for communication, such as OPI or VRI modalities.</w:t>
      </w:r>
    </w:p>
    <w:p w14:paraId="3C8D9E92" w14:textId="29EF058E" w:rsidR="007C2E0A" w:rsidRPr="00143759" w:rsidRDefault="007C2E0A" w:rsidP="008C7847">
      <w:pPr>
        <w:pStyle w:val="NoSpacing"/>
      </w:pPr>
    </w:p>
    <w:p w14:paraId="43DAC753" w14:textId="77777777" w:rsidR="00094FBA" w:rsidRDefault="00094FBA" w:rsidP="0048713D">
      <w:pPr>
        <w:contextualSpacing/>
      </w:pPr>
    </w:p>
    <w:p w14:paraId="7BAE36EC" w14:textId="77777777" w:rsidR="00BB3673" w:rsidRPr="00273014" w:rsidRDefault="00BB3673" w:rsidP="0048713D">
      <w:pPr>
        <w:contextualSpacing/>
      </w:pPr>
    </w:p>
    <w:p w14:paraId="192800C7" w14:textId="2EBE44AD" w:rsidR="00506754" w:rsidRDefault="23911235" w:rsidP="00506754">
      <w:pPr>
        <w:pStyle w:val="Heading2"/>
        <w:rPr>
          <w:color w:val="193F6F"/>
        </w:rPr>
      </w:pPr>
      <w:bookmarkStart w:id="62" w:name="_Toc1234338220"/>
      <w:r w:rsidRPr="1C85A779">
        <w:rPr>
          <w:color w:val="193F6F"/>
        </w:rPr>
        <w:t>Resources</w:t>
      </w:r>
      <w:bookmarkEnd w:id="62"/>
    </w:p>
    <w:p w14:paraId="3D16130B" w14:textId="1E6FA3AF" w:rsidR="00506754" w:rsidRPr="00D331E9" w:rsidRDefault="23911235" w:rsidP="002E6CEC">
      <w:pPr>
        <w:pStyle w:val="Heading3"/>
      </w:pPr>
      <w:bookmarkStart w:id="63" w:name="_Toc99949626"/>
      <w:r>
        <w:t>Glossary</w:t>
      </w:r>
      <w:bookmarkEnd w:id="63"/>
    </w:p>
    <w:p w14:paraId="5CFB58F7" w14:textId="12E56D5B" w:rsidR="00506754" w:rsidRDefault="00506754" w:rsidP="002E6CEC"/>
    <w:tbl>
      <w:tblPr>
        <w:tblStyle w:val="TableGrid"/>
        <w:tblW w:w="0" w:type="auto"/>
        <w:tblLook w:val="04A0" w:firstRow="1" w:lastRow="0" w:firstColumn="1" w:lastColumn="0" w:noHBand="0" w:noVBand="1"/>
      </w:tblPr>
      <w:tblGrid>
        <w:gridCol w:w="2155"/>
        <w:gridCol w:w="7195"/>
      </w:tblGrid>
      <w:tr w:rsidR="007676F4" w14:paraId="136CEFFD" w14:textId="77777777" w:rsidTr="008967B9">
        <w:tc>
          <w:tcPr>
            <w:tcW w:w="2155" w:type="dxa"/>
          </w:tcPr>
          <w:p w14:paraId="1BC96C8C" w14:textId="77777777" w:rsidR="007676F4" w:rsidRPr="00A9357F" w:rsidRDefault="007676F4" w:rsidP="00506754">
            <w:pPr>
              <w:rPr>
                <w:b/>
                <w:caps/>
              </w:rPr>
            </w:pPr>
            <w:r w:rsidRPr="00A9357F">
              <w:rPr>
                <w:b/>
                <w:caps/>
              </w:rPr>
              <w:t>Word</w:t>
            </w:r>
          </w:p>
        </w:tc>
        <w:tc>
          <w:tcPr>
            <w:tcW w:w="7195" w:type="dxa"/>
          </w:tcPr>
          <w:p w14:paraId="195600E4" w14:textId="77777777" w:rsidR="007676F4" w:rsidRPr="00A9357F" w:rsidRDefault="007676F4" w:rsidP="00506754">
            <w:pPr>
              <w:rPr>
                <w:b/>
                <w:caps/>
              </w:rPr>
            </w:pPr>
            <w:r w:rsidRPr="00A9357F">
              <w:rPr>
                <w:b/>
                <w:caps/>
              </w:rPr>
              <w:t>Definition</w:t>
            </w:r>
          </w:p>
        </w:tc>
      </w:tr>
      <w:tr w:rsidR="007676F4" w14:paraId="319E72FA" w14:textId="77777777" w:rsidTr="008967B9">
        <w:tc>
          <w:tcPr>
            <w:tcW w:w="2155" w:type="dxa"/>
          </w:tcPr>
          <w:p w14:paraId="553F897C" w14:textId="5ADECBEF" w:rsidR="007676F4" w:rsidRDefault="00E0700D" w:rsidP="00506754">
            <w:r w:rsidRPr="00923749">
              <w:rPr>
                <w:rFonts w:cs="Calibri"/>
                <w:b/>
              </w:rPr>
              <w:t>Area Agency on Aging (AAA)</w:t>
            </w:r>
          </w:p>
        </w:tc>
        <w:tc>
          <w:tcPr>
            <w:tcW w:w="7195" w:type="dxa"/>
          </w:tcPr>
          <w:p w14:paraId="018A4C51" w14:textId="32FE1BC1" w:rsidR="007676F4" w:rsidRDefault="00F13D6D" w:rsidP="00506754">
            <w:pPr>
              <w:contextualSpacing/>
            </w:pPr>
            <w:r>
              <w:rPr>
                <w:rFonts w:cs="Calibri"/>
              </w:rPr>
              <w:t>A</w:t>
            </w:r>
            <w:r w:rsidR="00C3506B" w:rsidRPr="00C3506B">
              <w:rPr>
                <w:rFonts w:cs="Calibri"/>
              </w:rPr>
              <w:t xml:space="preserve"> public or private non-profit agency designated by the state to address the needs and concerns of all older persons at the regional and local levels.</w:t>
            </w:r>
          </w:p>
        </w:tc>
      </w:tr>
      <w:tr w:rsidR="007676F4" w14:paraId="25747E77" w14:textId="77777777" w:rsidTr="008967B9">
        <w:tc>
          <w:tcPr>
            <w:tcW w:w="2155" w:type="dxa"/>
          </w:tcPr>
          <w:p w14:paraId="26ADB977" w14:textId="218295AA" w:rsidR="007676F4" w:rsidRDefault="00CD3E27" w:rsidP="00506754">
            <w:r w:rsidRPr="00923749">
              <w:rPr>
                <w:rFonts w:cs="Calibri"/>
                <w:b/>
                <w:bCs/>
              </w:rPr>
              <w:t>Auxiliary Aids</w:t>
            </w:r>
          </w:p>
        </w:tc>
        <w:tc>
          <w:tcPr>
            <w:tcW w:w="7195" w:type="dxa"/>
          </w:tcPr>
          <w:p w14:paraId="71B0C4A2" w14:textId="0311BC99" w:rsidR="007676F4" w:rsidRDefault="00F13D6D" w:rsidP="00506754">
            <w:r>
              <w:rPr>
                <w:rFonts w:cs="Calibri"/>
              </w:rPr>
              <w:t>I</w:t>
            </w:r>
            <w:r w:rsidR="0047447F" w:rsidRPr="00923749">
              <w:rPr>
                <w:rFonts w:cs="Calibri"/>
              </w:rPr>
              <w:t>ncludes qualified interpreters, assistive listening systems (loop FM, and infrared), television captioning and decoders, video tapes, both open and closed captioned, TTYs, transcriptions, readers, taped texts, Braille and large print materials.  Any similar device or service needed to make spoken or aural (heard) language accessible is also considered an auxiliary aid.</w:t>
            </w:r>
          </w:p>
        </w:tc>
      </w:tr>
      <w:tr w:rsidR="007676F4" w14:paraId="219A72F0" w14:textId="77777777" w:rsidTr="008967B9">
        <w:tc>
          <w:tcPr>
            <w:tcW w:w="2155" w:type="dxa"/>
          </w:tcPr>
          <w:p w14:paraId="012463FD" w14:textId="5BB913AD" w:rsidR="007676F4" w:rsidRDefault="004A2629" w:rsidP="00506754">
            <w:r w:rsidRPr="00923749">
              <w:rPr>
                <w:rFonts w:cs="Calibri"/>
                <w:b/>
                <w:bCs/>
              </w:rPr>
              <w:t>Certified or Authorized Interpreter (for Spoken Languages)</w:t>
            </w:r>
          </w:p>
        </w:tc>
        <w:tc>
          <w:tcPr>
            <w:tcW w:w="7195" w:type="dxa"/>
          </w:tcPr>
          <w:p w14:paraId="6C1CA2B2" w14:textId="1F888134" w:rsidR="007676F4" w:rsidRDefault="00352270" w:rsidP="00506754">
            <w:pPr>
              <w:contextualSpacing/>
            </w:pPr>
            <w:r>
              <w:rPr>
                <w:rFonts w:cs="Calibri"/>
              </w:rPr>
              <w:t>A</w:t>
            </w:r>
            <w:r w:rsidR="00C36842" w:rsidRPr="00C36842">
              <w:rPr>
                <w:rFonts w:cs="Calibri"/>
              </w:rPr>
              <w:t xml:space="preserve"> person who has passed the required DSHS interpreter examination, offered by DSHS Language Testing and Certification (LTC) program or has passed a DSHS recognized interpreter examination offered by another organization.</w:t>
            </w:r>
            <w:r w:rsidR="00C36842">
              <w:rPr>
                <w:rFonts w:cs="Calibri"/>
              </w:rPr>
              <w:t xml:space="preserve"> </w:t>
            </w:r>
          </w:p>
        </w:tc>
      </w:tr>
      <w:tr w:rsidR="007676F4" w14:paraId="1FE0150E" w14:textId="77777777" w:rsidTr="00C720CA">
        <w:trPr>
          <w:trHeight w:val="908"/>
        </w:trPr>
        <w:tc>
          <w:tcPr>
            <w:tcW w:w="2155" w:type="dxa"/>
          </w:tcPr>
          <w:p w14:paraId="3D383256" w14:textId="3E728FD3" w:rsidR="007676F4" w:rsidRDefault="005D32F7" w:rsidP="00506754">
            <w:r w:rsidRPr="00923749">
              <w:rPr>
                <w:rFonts w:cs="Calibri"/>
                <w:b/>
              </w:rPr>
              <w:t>Certified or Authorized Translator (for written documents)</w:t>
            </w:r>
          </w:p>
        </w:tc>
        <w:tc>
          <w:tcPr>
            <w:tcW w:w="7195" w:type="dxa"/>
          </w:tcPr>
          <w:p w14:paraId="2FEFDC38" w14:textId="12630A39" w:rsidR="007676F4" w:rsidRDefault="00352270" w:rsidP="00506754">
            <w:r>
              <w:rPr>
                <w:rFonts w:cs="Calibri"/>
              </w:rPr>
              <w:t>A</w:t>
            </w:r>
            <w:r w:rsidR="00896520" w:rsidRPr="00923749">
              <w:rPr>
                <w:rFonts w:cs="Calibri"/>
              </w:rPr>
              <w:t xml:space="preserve"> person who has passed the required DSHS written translation examination, offered by DSHS LTC, or has passed a DSHS recognized written translation examination offered by another organization.</w:t>
            </w:r>
          </w:p>
        </w:tc>
      </w:tr>
      <w:tr w:rsidR="007676F4" w14:paraId="6D2F6D69" w14:textId="77777777" w:rsidTr="00C720CA">
        <w:trPr>
          <w:trHeight w:val="1178"/>
        </w:trPr>
        <w:tc>
          <w:tcPr>
            <w:tcW w:w="2155" w:type="dxa"/>
          </w:tcPr>
          <w:p w14:paraId="72948337" w14:textId="235B0454" w:rsidR="007676F4" w:rsidRDefault="00DC3866" w:rsidP="00506754">
            <w:r w:rsidRPr="00923749">
              <w:rPr>
                <w:rFonts w:cs="Calibri"/>
                <w:b/>
              </w:rPr>
              <w:t>Certified or Qualified Sign Language Interpreter</w:t>
            </w:r>
          </w:p>
        </w:tc>
        <w:tc>
          <w:tcPr>
            <w:tcW w:w="7195" w:type="dxa"/>
          </w:tcPr>
          <w:p w14:paraId="467AB99C" w14:textId="2CF1B88F" w:rsidR="007676F4" w:rsidRDefault="00352270" w:rsidP="00506754">
            <w:pPr>
              <w:contextualSpacing/>
            </w:pPr>
            <w:r>
              <w:rPr>
                <w:rFonts w:cs="Calibri"/>
              </w:rPr>
              <w:t>A</w:t>
            </w:r>
            <w:r w:rsidR="00C720CA" w:rsidRPr="00C720CA">
              <w:rPr>
                <w:rFonts w:cs="Calibri"/>
              </w:rPr>
              <w:t xml:space="preserve"> person who obtained national interpreter certification (certified) by taking national performance and knowledge tests and/or has demonstrated ability (qualified) to interpret or transliterate effectively, accurately, and impartially, both receptively and expressively.</w:t>
            </w:r>
          </w:p>
        </w:tc>
      </w:tr>
      <w:tr w:rsidR="00F24A9F" w14:paraId="700039CE" w14:textId="77777777" w:rsidTr="00855D3D">
        <w:trPr>
          <w:trHeight w:val="467"/>
        </w:trPr>
        <w:tc>
          <w:tcPr>
            <w:tcW w:w="2155" w:type="dxa"/>
          </w:tcPr>
          <w:p w14:paraId="26E4F4B2" w14:textId="71BBFD27" w:rsidR="00F24A9F" w:rsidRPr="00923749" w:rsidRDefault="00F24A9F" w:rsidP="00506754">
            <w:pPr>
              <w:rPr>
                <w:rFonts w:cs="Calibri"/>
                <w:b/>
              </w:rPr>
            </w:pPr>
            <w:r>
              <w:rPr>
                <w:rFonts w:cs="Calibri"/>
                <w:b/>
              </w:rPr>
              <w:t>Client</w:t>
            </w:r>
          </w:p>
        </w:tc>
        <w:tc>
          <w:tcPr>
            <w:tcW w:w="7195" w:type="dxa"/>
          </w:tcPr>
          <w:p w14:paraId="388C0DF5" w14:textId="657F8D91" w:rsidR="00F24A9F" w:rsidRPr="00C720CA" w:rsidRDefault="00352270" w:rsidP="00506754">
            <w:pPr>
              <w:contextualSpacing/>
              <w:rPr>
                <w:rFonts w:cs="Calibri"/>
              </w:rPr>
            </w:pPr>
            <w:r>
              <w:rPr>
                <w:rFonts w:cs="Calibri"/>
              </w:rPr>
              <w:t>A</w:t>
            </w:r>
            <w:r w:rsidR="00855D3D" w:rsidRPr="00923749">
              <w:rPr>
                <w:rFonts w:cs="Calibri"/>
              </w:rPr>
              <w:t xml:space="preserve"> person who applies for, or receives, services from DSHS or AAA.</w:t>
            </w:r>
          </w:p>
        </w:tc>
      </w:tr>
      <w:tr w:rsidR="0047447F" w14:paraId="69B95E03" w14:textId="77777777" w:rsidTr="008967B9">
        <w:tc>
          <w:tcPr>
            <w:tcW w:w="2155" w:type="dxa"/>
          </w:tcPr>
          <w:p w14:paraId="5B1BE7CC" w14:textId="674A4C9C" w:rsidR="0047447F" w:rsidRDefault="00731F97" w:rsidP="00506754">
            <w:r w:rsidRPr="00923749">
              <w:rPr>
                <w:rFonts w:cs="Calibri"/>
                <w:b/>
                <w:bCs/>
              </w:rPr>
              <w:t>DSHS Certified Bilingual Employee</w:t>
            </w:r>
          </w:p>
        </w:tc>
        <w:tc>
          <w:tcPr>
            <w:tcW w:w="7195" w:type="dxa"/>
          </w:tcPr>
          <w:p w14:paraId="58986722" w14:textId="405242A0" w:rsidR="0047447F" w:rsidRDefault="00352270" w:rsidP="00506754">
            <w:r>
              <w:rPr>
                <w:rFonts w:cs="Calibri"/>
              </w:rPr>
              <w:t>A</w:t>
            </w:r>
            <w:r w:rsidR="009B7B9D" w:rsidRPr="00923749">
              <w:rPr>
                <w:rFonts w:cs="Calibri"/>
              </w:rPr>
              <w:t xml:space="preserve"> DSHS staff member who has passed the required DSHS Bilingual Skills Test(s) or sign language evaluation and is authorized to provide direct services to LEP, deaf, and/or deaf-blind clients and employees.</w:t>
            </w:r>
          </w:p>
        </w:tc>
      </w:tr>
      <w:tr w:rsidR="0047447F" w14:paraId="431CF749" w14:textId="77777777" w:rsidTr="008967B9">
        <w:tc>
          <w:tcPr>
            <w:tcW w:w="2155" w:type="dxa"/>
          </w:tcPr>
          <w:p w14:paraId="7744C7C9" w14:textId="02AA1018" w:rsidR="0047447F" w:rsidRDefault="006A1E8F" w:rsidP="00506754">
            <w:r w:rsidRPr="00923749">
              <w:rPr>
                <w:rFonts w:cs="Calibri"/>
                <w:b/>
                <w:bCs/>
              </w:rPr>
              <w:t>Emergency</w:t>
            </w:r>
          </w:p>
        </w:tc>
        <w:tc>
          <w:tcPr>
            <w:tcW w:w="7195" w:type="dxa"/>
          </w:tcPr>
          <w:p w14:paraId="24B15BD6" w14:textId="7EF3D6EA" w:rsidR="0047447F" w:rsidRDefault="00AF7356" w:rsidP="00506754">
            <w:r w:rsidRPr="00923749">
              <w:rPr>
                <w:rFonts w:cs="Calibri"/>
              </w:rPr>
              <w:t>When no professional interpreter, or translator is available in or out of the state of Washington for a particular language, either in person, by video remote or telephonically and would cause an extensive delay in services for the applicant/client. Staff must document in CARE the emergency at every in-person interaction with applicant/client.</w:t>
            </w:r>
          </w:p>
        </w:tc>
      </w:tr>
      <w:tr w:rsidR="0047447F" w14:paraId="7BE7DD0F" w14:textId="77777777" w:rsidTr="00EB1126">
        <w:trPr>
          <w:trHeight w:val="548"/>
        </w:trPr>
        <w:tc>
          <w:tcPr>
            <w:tcW w:w="2155" w:type="dxa"/>
          </w:tcPr>
          <w:p w14:paraId="3D33BF97" w14:textId="06F76CAA" w:rsidR="0047447F" w:rsidRDefault="00952668" w:rsidP="00506754">
            <w:r w:rsidRPr="00923749">
              <w:rPr>
                <w:rFonts w:cs="Calibri"/>
                <w:b/>
              </w:rPr>
              <w:t>Interpretation</w:t>
            </w:r>
          </w:p>
        </w:tc>
        <w:tc>
          <w:tcPr>
            <w:tcW w:w="7195" w:type="dxa"/>
          </w:tcPr>
          <w:p w14:paraId="0549D11C" w14:textId="0674507C" w:rsidR="0047447F" w:rsidRDefault="00352270" w:rsidP="00506754">
            <w:pPr>
              <w:contextualSpacing/>
            </w:pPr>
            <w:r>
              <w:rPr>
                <w:rFonts w:cs="Calibri"/>
              </w:rPr>
              <w:t>A</w:t>
            </w:r>
            <w:r w:rsidR="00EB1126" w:rsidRPr="00EB1126">
              <w:rPr>
                <w:rFonts w:cs="Calibri"/>
              </w:rPr>
              <w:t>s used in this document, the transfer of an oral communication from one language to another.</w:t>
            </w:r>
          </w:p>
        </w:tc>
      </w:tr>
      <w:tr w:rsidR="0047447F" w14:paraId="775284E1" w14:textId="77777777" w:rsidTr="008967B9">
        <w:tc>
          <w:tcPr>
            <w:tcW w:w="2155" w:type="dxa"/>
          </w:tcPr>
          <w:p w14:paraId="0F8A74E7" w14:textId="37C59345" w:rsidR="0047447F" w:rsidRDefault="00832DAC" w:rsidP="00506754">
            <w:r w:rsidRPr="00923749">
              <w:rPr>
                <w:rFonts w:cs="Calibri"/>
                <w:b/>
              </w:rPr>
              <w:t>Language Access (LA) Services</w:t>
            </w:r>
          </w:p>
        </w:tc>
        <w:tc>
          <w:tcPr>
            <w:tcW w:w="7195" w:type="dxa"/>
          </w:tcPr>
          <w:p w14:paraId="4DB36C67" w14:textId="79B12120" w:rsidR="0047447F" w:rsidRDefault="00352270" w:rsidP="00506754">
            <w:r>
              <w:rPr>
                <w:rFonts w:cs="Calibri"/>
              </w:rPr>
              <w:t>D</w:t>
            </w:r>
            <w:r w:rsidR="00C82DA6" w:rsidRPr="00923749">
              <w:rPr>
                <w:rFonts w:cs="Calibri"/>
              </w:rPr>
              <w:t>escribes services that agencies use to bridge the communication barrier with individuals who cannot effectively communicate in English. It’s a full spectrum of oral, written, and assistive technology services available to ensure access to programs and services for population who are limited English proficient (LEP) or have Sensory Disability (SD).</w:t>
            </w:r>
          </w:p>
        </w:tc>
      </w:tr>
      <w:tr w:rsidR="0047447F" w14:paraId="5CC6D864" w14:textId="77777777" w:rsidTr="008967B9">
        <w:tc>
          <w:tcPr>
            <w:tcW w:w="2155" w:type="dxa"/>
          </w:tcPr>
          <w:p w14:paraId="7FD0B4BE" w14:textId="6AAFCD74" w:rsidR="0047447F" w:rsidRDefault="00061F32" w:rsidP="00506754">
            <w:r w:rsidRPr="00923749">
              <w:rPr>
                <w:rFonts w:cs="Calibri"/>
                <w:b/>
                <w:bCs/>
              </w:rPr>
              <w:t>Limited English Proficiency (LEP)</w:t>
            </w:r>
          </w:p>
        </w:tc>
        <w:tc>
          <w:tcPr>
            <w:tcW w:w="7195" w:type="dxa"/>
          </w:tcPr>
          <w:p w14:paraId="04B2DCA2" w14:textId="72A519B5" w:rsidR="0047447F" w:rsidRDefault="00352270" w:rsidP="00506754">
            <w:r>
              <w:rPr>
                <w:rFonts w:cs="Calibri"/>
              </w:rPr>
              <w:t>A</w:t>
            </w:r>
            <w:r w:rsidR="00EF2837" w:rsidRPr="00923749">
              <w:rPr>
                <w:rFonts w:cs="Calibri"/>
              </w:rPr>
              <w:t xml:space="preserve"> limited ability or inability to speak read and/or write English well enough to communicate effectively.  Clients determine if they are limited in their ability to speak, read, write or understand English.  </w:t>
            </w:r>
            <w:r w:rsidR="00EF2837" w:rsidRPr="00923749">
              <w:rPr>
                <w:rFonts w:cs="Calibri"/>
                <w:i/>
              </w:rPr>
              <w:t>This definition includes persons with sensory disabilities.</w:t>
            </w:r>
          </w:p>
        </w:tc>
      </w:tr>
      <w:tr w:rsidR="0047447F" w14:paraId="19704440" w14:textId="77777777" w:rsidTr="008967B9">
        <w:tc>
          <w:tcPr>
            <w:tcW w:w="2155" w:type="dxa"/>
          </w:tcPr>
          <w:p w14:paraId="6BCB1586" w14:textId="0655C657" w:rsidR="0047447F" w:rsidRDefault="00E6455E" w:rsidP="00506754">
            <w:r w:rsidRPr="00923749">
              <w:rPr>
                <w:rFonts w:cs="Calibri"/>
                <w:b/>
              </w:rPr>
              <w:t>Sensory Disability (SD)</w:t>
            </w:r>
          </w:p>
        </w:tc>
        <w:tc>
          <w:tcPr>
            <w:tcW w:w="7195" w:type="dxa"/>
          </w:tcPr>
          <w:p w14:paraId="6905AAA4" w14:textId="575CBE39" w:rsidR="0047447F" w:rsidRDefault="00352270" w:rsidP="00506754">
            <w:r>
              <w:rPr>
                <w:rFonts w:cs="Calibri"/>
              </w:rPr>
              <w:t>A</w:t>
            </w:r>
            <w:r w:rsidR="001A2121" w:rsidRPr="00923749">
              <w:rPr>
                <w:rFonts w:cs="Calibri"/>
              </w:rPr>
              <w:t xml:space="preserve"> disability of the senses (e.g. sight, hearing, smell, touch, taste, spatial awareness), generally refers to disabilities related to hearing, vision, speech, or a combination (e.g. hard of hearing, deaf, partially sighted or low vision and/or blind, deaf/blind, or physically unable to speak.)</w:t>
            </w:r>
          </w:p>
        </w:tc>
      </w:tr>
      <w:tr w:rsidR="0047447F" w14:paraId="55438F5A" w14:textId="77777777" w:rsidTr="008967B9">
        <w:tc>
          <w:tcPr>
            <w:tcW w:w="2155" w:type="dxa"/>
          </w:tcPr>
          <w:p w14:paraId="2879D910" w14:textId="1201A322" w:rsidR="0047447F" w:rsidRDefault="00B13544" w:rsidP="00506754">
            <w:r w:rsidRPr="00923749">
              <w:rPr>
                <w:rFonts w:cs="Calibri"/>
                <w:b/>
                <w:bCs/>
              </w:rPr>
              <w:t>Sign Language and Sign Systems</w:t>
            </w:r>
          </w:p>
        </w:tc>
        <w:tc>
          <w:tcPr>
            <w:tcW w:w="7195" w:type="dxa"/>
          </w:tcPr>
          <w:p w14:paraId="658909A3" w14:textId="37C3C0D8" w:rsidR="0047447F" w:rsidRDefault="00A15E8B" w:rsidP="00506754">
            <w:pPr>
              <w:contextualSpacing/>
            </w:pPr>
            <w:r w:rsidRPr="00A15E8B">
              <w:rPr>
                <w:rFonts w:cs="Calibri"/>
              </w:rPr>
              <w:t>Visual or tactile ways of communicating thoughts, ideas, and feelings through American Sign Language or manual signs and gestures with specifically defined vocabulary.</w:t>
            </w:r>
          </w:p>
        </w:tc>
      </w:tr>
      <w:tr w:rsidR="0047447F" w14:paraId="18D665ED" w14:textId="77777777" w:rsidTr="008967B9">
        <w:tc>
          <w:tcPr>
            <w:tcW w:w="2155" w:type="dxa"/>
          </w:tcPr>
          <w:p w14:paraId="6E91B0CB" w14:textId="0756FB12" w:rsidR="0047447F" w:rsidRDefault="00D41209" w:rsidP="00506754">
            <w:r w:rsidRPr="00923749">
              <w:rPr>
                <w:rFonts w:cs="Calibri"/>
                <w:b/>
                <w:bCs/>
              </w:rPr>
              <w:t>Translation</w:t>
            </w:r>
          </w:p>
        </w:tc>
        <w:tc>
          <w:tcPr>
            <w:tcW w:w="7195" w:type="dxa"/>
          </w:tcPr>
          <w:p w14:paraId="66384C5C" w14:textId="70A00C14" w:rsidR="0047447F" w:rsidRDefault="00352270" w:rsidP="00506754">
            <w:r>
              <w:rPr>
                <w:rFonts w:cs="Calibri"/>
                <w:bCs/>
              </w:rPr>
              <w:t>T</w:t>
            </w:r>
            <w:r w:rsidR="00C054D2" w:rsidRPr="00923749">
              <w:rPr>
                <w:rFonts w:cs="Calibri"/>
                <w:bCs/>
              </w:rPr>
              <w:t>he transfer</w:t>
            </w:r>
            <w:r w:rsidR="00C054D2" w:rsidRPr="00923749">
              <w:rPr>
                <w:rFonts w:cs="Calibri"/>
              </w:rPr>
              <w:t xml:space="preserve"> of written communication from one language to another.</w:t>
            </w:r>
          </w:p>
        </w:tc>
      </w:tr>
      <w:tr w:rsidR="0047447F" w14:paraId="1118FFA6" w14:textId="77777777" w:rsidTr="008967B9">
        <w:tc>
          <w:tcPr>
            <w:tcW w:w="2155" w:type="dxa"/>
          </w:tcPr>
          <w:p w14:paraId="21D3789D" w14:textId="16DA1AA6" w:rsidR="0047447F" w:rsidRDefault="000E4686" w:rsidP="00506754">
            <w:r w:rsidRPr="00923749">
              <w:rPr>
                <w:rFonts w:cs="Calibri"/>
                <w:b/>
                <w:bCs/>
              </w:rPr>
              <w:t>Primary/Preferred Language</w:t>
            </w:r>
          </w:p>
        </w:tc>
        <w:tc>
          <w:tcPr>
            <w:tcW w:w="7195" w:type="dxa"/>
          </w:tcPr>
          <w:p w14:paraId="48C6E3AB" w14:textId="3039DBA2" w:rsidR="0047447F" w:rsidRDefault="00352270" w:rsidP="00506754">
            <w:r>
              <w:rPr>
                <w:rFonts w:cs="Calibri"/>
              </w:rPr>
              <w:t>T</w:t>
            </w:r>
            <w:r w:rsidR="003B6FE4" w:rsidRPr="00923749">
              <w:rPr>
                <w:rFonts w:cs="Calibri"/>
              </w:rPr>
              <w:t>he language that a client identifies as the language in which the person prefers to communicate verbally and/or in writing.</w:t>
            </w:r>
          </w:p>
        </w:tc>
      </w:tr>
      <w:tr w:rsidR="0047447F" w14:paraId="2DE6EA69" w14:textId="77777777" w:rsidTr="008967B9">
        <w:tc>
          <w:tcPr>
            <w:tcW w:w="2155" w:type="dxa"/>
          </w:tcPr>
          <w:p w14:paraId="51198825" w14:textId="13F2B529" w:rsidR="0047447F" w:rsidRDefault="00A9437E" w:rsidP="00506754">
            <w:r w:rsidRPr="00923749">
              <w:rPr>
                <w:rFonts w:cs="Calibri"/>
                <w:b/>
                <w:bCs/>
              </w:rPr>
              <w:t>Written Communication</w:t>
            </w:r>
          </w:p>
        </w:tc>
        <w:tc>
          <w:tcPr>
            <w:tcW w:w="7195" w:type="dxa"/>
          </w:tcPr>
          <w:p w14:paraId="1E9CB83A" w14:textId="77777777" w:rsidR="00352270" w:rsidRPr="00923749" w:rsidRDefault="00352270" w:rsidP="00275AC7">
            <w:pPr>
              <w:pStyle w:val="ListParagraph"/>
              <w:numPr>
                <w:ilvl w:val="0"/>
                <w:numId w:val="15"/>
              </w:numPr>
              <w:contextualSpacing/>
              <w:rPr>
                <w:rFonts w:cs="Calibri"/>
              </w:rPr>
            </w:pPr>
            <w:r w:rsidRPr="00923749">
              <w:rPr>
                <w:rFonts w:cs="Calibri"/>
              </w:rPr>
              <w:t>DSHS publications, forms and documents that:</w:t>
            </w:r>
          </w:p>
          <w:p w14:paraId="7D54387F" w14:textId="77777777" w:rsidR="00352270" w:rsidRPr="00923749" w:rsidRDefault="00352270" w:rsidP="00275AC7">
            <w:pPr>
              <w:pStyle w:val="ListParagraph"/>
              <w:numPr>
                <w:ilvl w:val="1"/>
                <w:numId w:val="15"/>
              </w:numPr>
              <w:ind w:left="720"/>
              <w:contextualSpacing/>
              <w:rPr>
                <w:rFonts w:cs="Calibri"/>
              </w:rPr>
            </w:pPr>
            <w:r w:rsidRPr="00923749">
              <w:rPr>
                <w:rFonts w:cs="Calibri"/>
              </w:rPr>
              <w:t>Describe services, client’s rights and responsibilities, or changes in benefits, eligibility or service;</w:t>
            </w:r>
          </w:p>
          <w:p w14:paraId="23085F84" w14:textId="77777777" w:rsidR="00352270" w:rsidRPr="00923749" w:rsidRDefault="00352270" w:rsidP="00275AC7">
            <w:pPr>
              <w:pStyle w:val="ListParagraph"/>
              <w:numPr>
                <w:ilvl w:val="1"/>
                <w:numId w:val="15"/>
              </w:numPr>
              <w:ind w:left="720"/>
              <w:contextualSpacing/>
              <w:rPr>
                <w:rFonts w:cs="Calibri"/>
              </w:rPr>
            </w:pPr>
            <w:r w:rsidRPr="00923749">
              <w:rPr>
                <w:rFonts w:cs="Calibri"/>
              </w:rPr>
              <w:t>Request information from a client, a response on the part of a client, or notify a client of an adverse action; or</w:t>
            </w:r>
          </w:p>
          <w:p w14:paraId="5B88E5DB" w14:textId="2F8F8FC5" w:rsidR="0047447F" w:rsidRDefault="00352270" w:rsidP="00275AC7">
            <w:pPr>
              <w:pStyle w:val="ListParagraph"/>
              <w:numPr>
                <w:ilvl w:val="1"/>
                <w:numId w:val="15"/>
              </w:numPr>
              <w:ind w:left="720"/>
              <w:contextualSpacing/>
            </w:pPr>
            <w:r w:rsidRPr="00923749">
              <w:rPr>
                <w:rFonts w:cs="Calibri"/>
              </w:rPr>
              <w:t>Require a client’s signature or informed consent.</w:t>
            </w:r>
          </w:p>
        </w:tc>
      </w:tr>
    </w:tbl>
    <w:p w14:paraId="4F8549E2" w14:textId="77777777" w:rsidR="007676F4" w:rsidRDefault="007676F4" w:rsidP="00506754"/>
    <w:p w14:paraId="37DEBB39" w14:textId="77777777" w:rsidR="003C1FD0" w:rsidRPr="003072E6" w:rsidRDefault="003C1FD0" w:rsidP="00506754"/>
    <w:p w14:paraId="76C15318" w14:textId="77777777" w:rsidR="007676F4" w:rsidRPr="00FA2581" w:rsidRDefault="4091B117" w:rsidP="002E6CEC">
      <w:pPr>
        <w:pStyle w:val="Heading2"/>
        <w:rPr>
          <w:color w:val="193F6F"/>
        </w:rPr>
      </w:pPr>
      <w:bookmarkStart w:id="64" w:name="_Toc525727017"/>
      <w:bookmarkStart w:id="65" w:name="_Toc525727117"/>
      <w:bookmarkStart w:id="66" w:name="_Toc528758284"/>
      <w:bookmarkStart w:id="67" w:name="_Toc528759432"/>
      <w:bookmarkStart w:id="68" w:name="_Toc528760027"/>
      <w:bookmarkStart w:id="69" w:name="_Toc766459215"/>
      <w:r w:rsidRPr="1C85A779">
        <w:rPr>
          <w:color w:val="193F6F"/>
        </w:rPr>
        <w:t>Revision History</w:t>
      </w:r>
      <w:bookmarkEnd w:id="64"/>
      <w:bookmarkEnd w:id="65"/>
      <w:bookmarkEnd w:id="66"/>
      <w:bookmarkEnd w:id="67"/>
      <w:bookmarkEnd w:id="68"/>
      <w:bookmarkEnd w:id="69"/>
    </w:p>
    <w:tbl>
      <w:tblPr>
        <w:tblStyle w:val="TableGrid"/>
        <w:tblW w:w="0" w:type="auto"/>
        <w:tblLook w:val="04A0" w:firstRow="1" w:lastRow="0" w:firstColumn="1" w:lastColumn="0" w:noHBand="0" w:noVBand="1"/>
      </w:tblPr>
      <w:tblGrid>
        <w:gridCol w:w="1501"/>
        <w:gridCol w:w="1517"/>
        <w:gridCol w:w="4918"/>
        <w:gridCol w:w="1414"/>
      </w:tblGrid>
      <w:tr w:rsidR="007676F4" w14:paraId="58B9F611" w14:textId="77777777" w:rsidTr="00E74E88">
        <w:tc>
          <w:tcPr>
            <w:tcW w:w="1501" w:type="dxa"/>
          </w:tcPr>
          <w:p w14:paraId="719DB44E" w14:textId="77777777" w:rsidR="007676F4" w:rsidRPr="00A9357F" w:rsidRDefault="007676F4" w:rsidP="00506754">
            <w:pPr>
              <w:rPr>
                <w:b/>
                <w:caps/>
              </w:rPr>
            </w:pPr>
            <w:r w:rsidRPr="00A9357F">
              <w:rPr>
                <w:b/>
                <w:caps/>
              </w:rPr>
              <w:t>Date</w:t>
            </w:r>
          </w:p>
        </w:tc>
        <w:tc>
          <w:tcPr>
            <w:tcW w:w="1517" w:type="dxa"/>
          </w:tcPr>
          <w:p w14:paraId="4A1B0674" w14:textId="77777777" w:rsidR="007676F4" w:rsidRPr="00A9357F" w:rsidRDefault="007676F4" w:rsidP="00506754">
            <w:pPr>
              <w:rPr>
                <w:b/>
                <w:caps/>
              </w:rPr>
            </w:pPr>
            <w:r w:rsidRPr="00A9357F">
              <w:rPr>
                <w:b/>
                <w:caps/>
              </w:rPr>
              <w:t>Made By</w:t>
            </w:r>
          </w:p>
        </w:tc>
        <w:tc>
          <w:tcPr>
            <w:tcW w:w="4918" w:type="dxa"/>
          </w:tcPr>
          <w:p w14:paraId="09D35C32" w14:textId="77777777" w:rsidR="007676F4" w:rsidRPr="00A9357F" w:rsidRDefault="007676F4" w:rsidP="00506754">
            <w:pPr>
              <w:rPr>
                <w:b/>
                <w:caps/>
              </w:rPr>
            </w:pPr>
            <w:r w:rsidRPr="00A9357F">
              <w:rPr>
                <w:b/>
                <w:caps/>
              </w:rPr>
              <w:t>Change(s)</w:t>
            </w:r>
          </w:p>
        </w:tc>
        <w:tc>
          <w:tcPr>
            <w:tcW w:w="1414" w:type="dxa"/>
          </w:tcPr>
          <w:p w14:paraId="0C84ABA8" w14:textId="77777777" w:rsidR="007676F4" w:rsidRPr="00A9357F" w:rsidRDefault="007676F4" w:rsidP="00506754">
            <w:pPr>
              <w:rPr>
                <w:b/>
                <w:caps/>
              </w:rPr>
            </w:pPr>
            <w:r>
              <w:rPr>
                <w:b/>
                <w:caps/>
              </w:rPr>
              <w:t>MB #</w:t>
            </w:r>
          </w:p>
        </w:tc>
      </w:tr>
      <w:tr w:rsidR="007676F4" w14:paraId="117E7430" w14:textId="77777777" w:rsidTr="00E74E88">
        <w:tc>
          <w:tcPr>
            <w:tcW w:w="1501" w:type="dxa"/>
          </w:tcPr>
          <w:p w14:paraId="3EF4C556" w14:textId="77777777" w:rsidR="00662597" w:rsidRDefault="00662597" w:rsidP="00506754"/>
          <w:p w14:paraId="7121C031" w14:textId="212BD652" w:rsidR="007676F4" w:rsidRDefault="00B90900" w:rsidP="00506754">
            <w:r>
              <w:t>5/10/2025</w:t>
            </w:r>
          </w:p>
        </w:tc>
        <w:tc>
          <w:tcPr>
            <w:tcW w:w="1517" w:type="dxa"/>
          </w:tcPr>
          <w:p w14:paraId="0C11B44B" w14:textId="77777777" w:rsidR="00A24147" w:rsidRDefault="00A24147" w:rsidP="00506754"/>
          <w:p w14:paraId="36D705B9" w14:textId="77E7A0D3" w:rsidR="007676F4" w:rsidRDefault="00C72DBA" w:rsidP="00506754">
            <w:r>
              <w:t>Linda Garcia</w:t>
            </w:r>
          </w:p>
        </w:tc>
        <w:tc>
          <w:tcPr>
            <w:tcW w:w="4918" w:type="dxa"/>
          </w:tcPr>
          <w:p w14:paraId="5B41B885" w14:textId="77777777" w:rsidR="00122F59" w:rsidRPr="005B6BE3" w:rsidRDefault="00122F59" w:rsidP="00275AC7">
            <w:pPr>
              <w:pStyle w:val="NoSpacing"/>
              <w:numPr>
                <w:ilvl w:val="0"/>
                <w:numId w:val="24"/>
              </w:numPr>
              <w:rPr>
                <w:sz w:val="24"/>
                <w:szCs w:val="24"/>
              </w:rPr>
            </w:pPr>
            <w:r w:rsidRPr="005B6BE3">
              <w:rPr>
                <w:sz w:val="24"/>
                <w:szCs w:val="24"/>
              </w:rPr>
              <w:t>Moved chapter info to template with new DSHS logo and made general formatting changes</w:t>
            </w:r>
          </w:p>
          <w:p w14:paraId="0350A33B" w14:textId="77777777" w:rsidR="00122F59" w:rsidRPr="005B6BE3" w:rsidRDefault="00122F59" w:rsidP="00275AC7">
            <w:pPr>
              <w:pStyle w:val="NoSpacing"/>
              <w:numPr>
                <w:ilvl w:val="0"/>
                <w:numId w:val="24"/>
              </w:numPr>
              <w:rPr>
                <w:sz w:val="24"/>
                <w:szCs w:val="24"/>
              </w:rPr>
            </w:pPr>
            <w:r w:rsidRPr="005B6BE3">
              <w:rPr>
                <w:sz w:val="24"/>
                <w:szCs w:val="24"/>
              </w:rPr>
              <w:t>Updated SME titles and contact info for ALTSA and DDA throughout chapter.</w:t>
            </w:r>
          </w:p>
          <w:p w14:paraId="4792CAE7" w14:textId="77777777" w:rsidR="00122F59" w:rsidRPr="005B6BE3" w:rsidRDefault="00122F59" w:rsidP="00275AC7">
            <w:pPr>
              <w:pStyle w:val="NoSpacing"/>
              <w:numPr>
                <w:ilvl w:val="0"/>
                <w:numId w:val="24"/>
              </w:numPr>
              <w:rPr>
                <w:sz w:val="24"/>
                <w:szCs w:val="24"/>
              </w:rPr>
            </w:pPr>
            <w:r w:rsidRPr="005B6BE3">
              <w:rPr>
                <w:sz w:val="24"/>
                <w:szCs w:val="24"/>
              </w:rPr>
              <w:t>Updated Table of Contents numbering</w:t>
            </w:r>
          </w:p>
          <w:p w14:paraId="657EC9CC" w14:textId="77777777" w:rsidR="00122F59" w:rsidRPr="005B6BE3" w:rsidRDefault="00122F59" w:rsidP="00275AC7">
            <w:pPr>
              <w:pStyle w:val="NoSpacing"/>
              <w:numPr>
                <w:ilvl w:val="0"/>
                <w:numId w:val="24"/>
              </w:numPr>
              <w:rPr>
                <w:sz w:val="24"/>
                <w:szCs w:val="24"/>
              </w:rPr>
            </w:pPr>
            <w:r w:rsidRPr="005B6BE3">
              <w:rPr>
                <w:sz w:val="24"/>
                <w:szCs w:val="24"/>
              </w:rPr>
              <w:t>Moved definitions to glossary</w:t>
            </w:r>
          </w:p>
          <w:p w14:paraId="4C108BB3" w14:textId="77777777" w:rsidR="00122F59" w:rsidRPr="005B6BE3" w:rsidRDefault="00122F59" w:rsidP="00275AC7">
            <w:pPr>
              <w:pStyle w:val="NoSpacing"/>
              <w:numPr>
                <w:ilvl w:val="0"/>
                <w:numId w:val="24"/>
              </w:numPr>
              <w:rPr>
                <w:sz w:val="24"/>
                <w:szCs w:val="24"/>
              </w:rPr>
            </w:pPr>
            <w:r w:rsidRPr="005B6BE3">
              <w:rPr>
                <w:sz w:val="24"/>
                <w:szCs w:val="24"/>
              </w:rPr>
              <w:t>Updated link to DSHS AP 18.82 under Bilingual or Multilingual Employee section</w:t>
            </w:r>
          </w:p>
          <w:p w14:paraId="31CC1DC8" w14:textId="77777777" w:rsidR="00122F59" w:rsidRPr="005B6BE3" w:rsidRDefault="00122F59" w:rsidP="00275AC7">
            <w:pPr>
              <w:pStyle w:val="NoSpacing"/>
              <w:numPr>
                <w:ilvl w:val="0"/>
                <w:numId w:val="24"/>
              </w:numPr>
              <w:rPr>
                <w:sz w:val="24"/>
                <w:szCs w:val="24"/>
              </w:rPr>
            </w:pPr>
            <w:r w:rsidRPr="005B6BE3">
              <w:rPr>
                <w:sz w:val="24"/>
                <w:szCs w:val="24"/>
              </w:rPr>
              <w:t>Under Requesting Spoken Language In-Person Interpreter Services section</w:t>
            </w:r>
          </w:p>
          <w:p w14:paraId="7E9F4DA1" w14:textId="77777777" w:rsidR="00122F59" w:rsidRPr="005B6BE3" w:rsidRDefault="00122F59" w:rsidP="00122F59">
            <w:pPr>
              <w:pStyle w:val="NoSpacing"/>
              <w:ind w:left="720"/>
            </w:pPr>
            <w:r w:rsidRPr="005B6BE3">
              <w:t xml:space="preserve">-Moved ULS New Requester Account document into Appendix and added text that document can be found in Appendix. </w:t>
            </w:r>
          </w:p>
          <w:p w14:paraId="407220BC" w14:textId="77777777" w:rsidR="00122F59" w:rsidRPr="005B6BE3" w:rsidRDefault="00122F59" w:rsidP="00122F59">
            <w:pPr>
              <w:pStyle w:val="NoSpacing"/>
              <w:ind w:left="720"/>
            </w:pPr>
            <w:r w:rsidRPr="005B6BE3">
              <w:t xml:space="preserve">-Changed email address for ALTSA Language Access program manager </w:t>
            </w:r>
          </w:p>
          <w:p w14:paraId="755EA0E3" w14:textId="77777777" w:rsidR="00122F59" w:rsidRPr="005B6BE3" w:rsidRDefault="00122F59" w:rsidP="00122F59">
            <w:pPr>
              <w:pStyle w:val="NoSpacing"/>
              <w:ind w:left="720"/>
            </w:pPr>
            <w:r w:rsidRPr="005B6BE3">
              <w:t>-Updated link to new Language Access SharePoint site</w:t>
            </w:r>
          </w:p>
          <w:p w14:paraId="4A4F2770" w14:textId="77777777" w:rsidR="00122F59" w:rsidRPr="005B6BE3" w:rsidRDefault="00122F59" w:rsidP="00275AC7">
            <w:pPr>
              <w:pStyle w:val="NoSpacing"/>
              <w:numPr>
                <w:ilvl w:val="0"/>
                <w:numId w:val="25"/>
              </w:numPr>
              <w:rPr>
                <w:sz w:val="24"/>
                <w:szCs w:val="24"/>
              </w:rPr>
            </w:pPr>
            <w:r w:rsidRPr="005B6BE3">
              <w:rPr>
                <w:sz w:val="24"/>
                <w:szCs w:val="24"/>
              </w:rPr>
              <w:t>Moved ALTSA Interpreter Request Example document to Appendix and added text to where document can be found</w:t>
            </w:r>
            <w:r>
              <w:rPr>
                <w:sz w:val="24"/>
                <w:szCs w:val="24"/>
              </w:rPr>
              <w:t>.</w:t>
            </w:r>
          </w:p>
          <w:p w14:paraId="59A8E102" w14:textId="77777777" w:rsidR="00122F59" w:rsidRPr="005B6BE3" w:rsidRDefault="00122F59" w:rsidP="00275AC7">
            <w:pPr>
              <w:pStyle w:val="NoSpacing"/>
              <w:numPr>
                <w:ilvl w:val="0"/>
                <w:numId w:val="25"/>
              </w:numPr>
              <w:rPr>
                <w:sz w:val="24"/>
                <w:szCs w:val="24"/>
              </w:rPr>
            </w:pPr>
            <w:r w:rsidRPr="005B6BE3">
              <w:rPr>
                <w:sz w:val="24"/>
                <w:szCs w:val="24"/>
              </w:rPr>
              <w:t xml:space="preserve">Added section on DES contract 18222, Step by step instruction document added to Appendix, added link to DSHS form 17-123 </w:t>
            </w:r>
          </w:p>
          <w:p w14:paraId="3ECCE417" w14:textId="77777777" w:rsidR="00122F59" w:rsidRPr="005B6BE3" w:rsidRDefault="00122F59" w:rsidP="00275AC7">
            <w:pPr>
              <w:pStyle w:val="NoSpacing"/>
              <w:numPr>
                <w:ilvl w:val="0"/>
                <w:numId w:val="25"/>
              </w:numPr>
              <w:rPr>
                <w:sz w:val="24"/>
                <w:szCs w:val="24"/>
              </w:rPr>
            </w:pPr>
            <w:r w:rsidRPr="005B6BE3">
              <w:rPr>
                <w:sz w:val="24"/>
                <w:szCs w:val="24"/>
              </w:rPr>
              <w:t xml:space="preserve">Added link to DSHS form 17-123 for Off Contract section, moved “Documentation for Using Non-Contracted Vendors” form to Appendix. </w:t>
            </w:r>
          </w:p>
          <w:p w14:paraId="55572271" w14:textId="77777777" w:rsidR="00122F59" w:rsidRPr="005B6BE3" w:rsidRDefault="00122F59" w:rsidP="00275AC7">
            <w:pPr>
              <w:pStyle w:val="NoSpacing"/>
              <w:numPr>
                <w:ilvl w:val="0"/>
                <w:numId w:val="25"/>
              </w:numPr>
              <w:rPr>
                <w:sz w:val="24"/>
                <w:szCs w:val="24"/>
              </w:rPr>
            </w:pPr>
            <w:r w:rsidRPr="005B6BE3">
              <w:rPr>
                <w:sz w:val="24"/>
                <w:szCs w:val="24"/>
              </w:rPr>
              <w:t xml:space="preserve">Sign Language Interpreters Services section – updated contract information, added new links for requesting sign language interpreters, updated current resource links. </w:t>
            </w:r>
          </w:p>
          <w:p w14:paraId="0AD12BF6" w14:textId="77777777" w:rsidR="00122F59" w:rsidRPr="005B6BE3" w:rsidRDefault="00122F59" w:rsidP="00275AC7">
            <w:pPr>
              <w:pStyle w:val="NoSpacing"/>
              <w:numPr>
                <w:ilvl w:val="0"/>
                <w:numId w:val="25"/>
              </w:numPr>
              <w:rPr>
                <w:sz w:val="24"/>
                <w:szCs w:val="24"/>
              </w:rPr>
            </w:pPr>
            <w:r w:rsidRPr="005B6BE3">
              <w:rPr>
                <w:sz w:val="24"/>
                <w:szCs w:val="24"/>
              </w:rPr>
              <w:t>Client Specific Translations – added links to DSHS Form 17-120, added instructional document to Appendix</w:t>
            </w:r>
          </w:p>
          <w:p w14:paraId="159026DB" w14:textId="77777777" w:rsidR="00122F59" w:rsidRPr="005B6BE3" w:rsidRDefault="00122F59" w:rsidP="00275AC7">
            <w:pPr>
              <w:pStyle w:val="NoSpacing"/>
              <w:numPr>
                <w:ilvl w:val="0"/>
                <w:numId w:val="25"/>
              </w:numPr>
              <w:rPr>
                <w:sz w:val="24"/>
                <w:szCs w:val="24"/>
              </w:rPr>
            </w:pPr>
            <w:r w:rsidRPr="005B6BE3">
              <w:rPr>
                <w:sz w:val="24"/>
                <w:szCs w:val="24"/>
              </w:rPr>
              <w:t xml:space="preserve">Tips for Working with Spoken and Sign Language Interpreters – moved embedded documents to Appendix. </w:t>
            </w:r>
          </w:p>
          <w:p w14:paraId="562F52A9" w14:textId="77777777" w:rsidR="00122F59" w:rsidRDefault="00122F59" w:rsidP="00275AC7">
            <w:pPr>
              <w:pStyle w:val="NoSpacing"/>
              <w:numPr>
                <w:ilvl w:val="0"/>
                <w:numId w:val="25"/>
              </w:numPr>
              <w:rPr>
                <w:sz w:val="24"/>
                <w:szCs w:val="24"/>
              </w:rPr>
            </w:pPr>
            <w:r w:rsidRPr="005B6BE3">
              <w:rPr>
                <w:sz w:val="24"/>
                <w:szCs w:val="24"/>
              </w:rPr>
              <w:t>Added section on Documentation</w:t>
            </w:r>
          </w:p>
          <w:p w14:paraId="15067577" w14:textId="13220473" w:rsidR="0022380B" w:rsidRDefault="0022380B" w:rsidP="00275AC7">
            <w:pPr>
              <w:pStyle w:val="NoSpacing"/>
              <w:numPr>
                <w:ilvl w:val="0"/>
                <w:numId w:val="25"/>
              </w:numPr>
              <w:rPr>
                <w:sz w:val="24"/>
                <w:szCs w:val="24"/>
              </w:rPr>
            </w:pPr>
            <w:r>
              <w:rPr>
                <w:sz w:val="24"/>
                <w:szCs w:val="24"/>
              </w:rPr>
              <w:t>Added Glossary</w:t>
            </w:r>
          </w:p>
          <w:p w14:paraId="77169B98" w14:textId="7581BC4F" w:rsidR="0022380B" w:rsidRDefault="0022380B" w:rsidP="00275AC7">
            <w:pPr>
              <w:pStyle w:val="NoSpacing"/>
              <w:numPr>
                <w:ilvl w:val="0"/>
                <w:numId w:val="25"/>
              </w:numPr>
              <w:rPr>
                <w:sz w:val="24"/>
                <w:szCs w:val="24"/>
              </w:rPr>
            </w:pPr>
            <w:r>
              <w:rPr>
                <w:sz w:val="24"/>
                <w:szCs w:val="24"/>
              </w:rPr>
              <w:t xml:space="preserve">Added Revision History </w:t>
            </w:r>
          </w:p>
          <w:p w14:paraId="673B292E" w14:textId="4327CD67" w:rsidR="0022380B" w:rsidRPr="005B6BE3" w:rsidRDefault="0022380B" w:rsidP="00275AC7">
            <w:pPr>
              <w:pStyle w:val="NoSpacing"/>
              <w:numPr>
                <w:ilvl w:val="0"/>
                <w:numId w:val="25"/>
              </w:numPr>
              <w:rPr>
                <w:sz w:val="24"/>
                <w:szCs w:val="24"/>
              </w:rPr>
            </w:pPr>
            <w:r>
              <w:rPr>
                <w:sz w:val="24"/>
                <w:szCs w:val="24"/>
              </w:rPr>
              <w:t>Added Appendix</w:t>
            </w:r>
          </w:p>
          <w:p w14:paraId="72034FAA" w14:textId="221F71A7" w:rsidR="00122F59" w:rsidRDefault="00122F59" w:rsidP="00506754"/>
        </w:tc>
        <w:tc>
          <w:tcPr>
            <w:tcW w:w="1414" w:type="dxa"/>
          </w:tcPr>
          <w:p w14:paraId="04141536" w14:textId="61634CE1" w:rsidR="007676F4" w:rsidRDefault="00CA4450" w:rsidP="00506754">
            <w:r>
              <w:t>H25-010</w:t>
            </w:r>
          </w:p>
        </w:tc>
      </w:tr>
      <w:tr w:rsidR="00690808" w14:paraId="58C22415" w14:textId="77777777" w:rsidTr="00E74E88">
        <w:tc>
          <w:tcPr>
            <w:tcW w:w="1501" w:type="dxa"/>
          </w:tcPr>
          <w:p w14:paraId="25A2D242" w14:textId="5278D748" w:rsidR="00690808" w:rsidRDefault="00F10AC5" w:rsidP="00506754">
            <w:r>
              <w:t>7/14/2025</w:t>
            </w:r>
          </w:p>
        </w:tc>
        <w:tc>
          <w:tcPr>
            <w:tcW w:w="1517" w:type="dxa"/>
          </w:tcPr>
          <w:p w14:paraId="7268E1E6" w14:textId="7BDB4CAF" w:rsidR="00690808" w:rsidRDefault="00B90900" w:rsidP="00506754">
            <w:r>
              <w:t>Linda Garcia</w:t>
            </w:r>
          </w:p>
        </w:tc>
        <w:tc>
          <w:tcPr>
            <w:tcW w:w="4918" w:type="dxa"/>
          </w:tcPr>
          <w:p w14:paraId="75C0F884" w14:textId="77777777" w:rsidR="00D77BA1" w:rsidRDefault="00D77BA1" w:rsidP="00275AC7">
            <w:pPr>
              <w:pStyle w:val="ListParagraph"/>
              <w:numPr>
                <w:ilvl w:val="0"/>
                <w:numId w:val="26"/>
              </w:numPr>
            </w:pPr>
            <w:r w:rsidRPr="00D77BA1">
              <w:t>Changed reference to ALTSA to Home and Community Living Administration in header.</w:t>
            </w:r>
          </w:p>
          <w:p w14:paraId="73C484D8" w14:textId="77777777" w:rsidR="00967E64" w:rsidRPr="00EC227B" w:rsidRDefault="00967E64" w:rsidP="00275AC7">
            <w:pPr>
              <w:pStyle w:val="ListParagraph"/>
              <w:numPr>
                <w:ilvl w:val="0"/>
                <w:numId w:val="27"/>
              </w:numPr>
            </w:pPr>
            <w:r w:rsidRPr="00EC227B">
              <w:t>Updated chapter purpose and removed reference to ALTSA and DDA.</w:t>
            </w:r>
          </w:p>
          <w:p w14:paraId="55294DE0" w14:textId="77777777" w:rsidR="00967E64" w:rsidRPr="00EC227B" w:rsidRDefault="00967E64" w:rsidP="00275AC7">
            <w:pPr>
              <w:pStyle w:val="ListParagraph"/>
              <w:numPr>
                <w:ilvl w:val="0"/>
                <w:numId w:val="27"/>
              </w:numPr>
            </w:pPr>
            <w:r w:rsidRPr="00EC227B">
              <w:t xml:space="preserve">Removed DDA contact person from Ask the Expert section and from other sections within the chapter. </w:t>
            </w:r>
          </w:p>
          <w:p w14:paraId="2C9D6A82" w14:textId="77777777" w:rsidR="00967E64" w:rsidRPr="00EC227B" w:rsidRDefault="00967E64" w:rsidP="00275AC7">
            <w:pPr>
              <w:pStyle w:val="ListParagraph"/>
              <w:numPr>
                <w:ilvl w:val="0"/>
                <w:numId w:val="27"/>
              </w:numPr>
            </w:pPr>
            <w:r w:rsidRPr="00EC227B">
              <w:t>Updated Table of Contents</w:t>
            </w:r>
          </w:p>
          <w:p w14:paraId="2E0BD8CA" w14:textId="4AF13804" w:rsidR="00967E64" w:rsidRPr="00EC227B" w:rsidRDefault="00225290" w:rsidP="00275AC7">
            <w:pPr>
              <w:pStyle w:val="ListParagraph"/>
              <w:numPr>
                <w:ilvl w:val="0"/>
                <w:numId w:val="27"/>
              </w:numPr>
            </w:pPr>
            <w:r>
              <w:t xml:space="preserve">Replaced references to </w:t>
            </w:r>
            <w:r w:rsidR="00967E64" w:rsidRPr="00EC227B">
              <w:t xml:space="preserve">DDA to DDCS. </w:t>
            </w:r>
          </w:p>
          <w:p w14:paraId="178895E0" w14:textId="77777777" w:rsidR="00967E64" w:rsidRPr="00EC227B" w:rsidRDefault="00967E64" w:rsidP="00275AC7">
            <w:pPr>
              <w:pStyle w:val="ListParagraph"/>
              <w:numPr>
                <w:ilvl w:val="0"/>
                <w:numId w:val="27"/>
              </w:numPr>
            </w:pPr>
            <w:r w:rsidRPr="00EC227B">
              <w:t xml:space="preserve">Replaced HCA Universal interpreter contract (K2474) information with </w:t>
            </w:r>
            <w:r w:rsidRPr="00EC227B">
              <w:rPr>
                <w:b/>
                <w:bCs/>
              </w:rPr>
              <w:t>new</w:t>
            </w:r>
            <w:r w:rsidRPr="00EC227B">
              <w:t xml:space="preserve"> DSHS Universal interpreter contract (2534-60325) information.  </w:t>
            </w:r>
          </w:p>
          <w:p w14:paraId="6DEA79B4" w14:textId="3B97777B" w:rsidR="00967E64" w:rsidRPr="00EC227B" w:rsidRDefault="00967E64" w:rsidP="00275AC7">
            <w:pPr>
              <w:pStyle w:val="ListParagraph"/>
              <w:numPr>
                <w:ilvl w:val="0"/>
                <w:numId w:val="27"/>
              </w:numPr>
            </w:pPr>
            <w:r w:rsidRPr="00EC227B">
              <w:t xml:space="preserve">Removed link to </w:t>
            </w:r>
            <w:r w:rsidR="00403F41">
              <w:t>previous</w:t>
            </w:r>
            <w:r w:rsidRPr="00EC227B">
              <w:t xml:space="preserve"> Universal Language Service portal and replaced it with the new link for the DSHS Universal Language portal.  </w:t>
            </w:r>
          </w:p>
          <w:p w14:paraId="574BEB98" w14:textId="77777777" w:rsidR="00967E64" w:rsidRPr="00EC227B" w:rsidRDefault="00967E64" w:rsidP="00275AC7">
            <w:pPr>
              <w:pStyle w:val="ListParagraph"/>
              <w:numPr>
                <w:ilvl w:val="0"/>
                <w:numId w:val="27"/>
              </w:numPr>
            </w:pPr>
            <w:r w:rsidRPr="00EC227B">
              <w:t xml:space="preserve">Updated New User request instructions and added link to Universal Language Service requestor guides on the Language Access SharePoint site. </w:t>
            </w:r>
          </w:p>
          <w:p w14:paraId="169A1424" w14:textId="2ED402F7" w:rsidR="00967E64" w:rsidRPr="00EC227B" w:rsidRDefault="00967E64" w:rsidP="00275AC7">
            <w:pPr>
              <w:pStyle w:val="ListParagraph"/>
              <w:numPr>
                <w:ilvl w:val="0"/>
                <w:numId w:val="27"/>
              </w:numPr>
            </w:pPr>
            <w:r w:rsidRPr="00EC227B">
              <w:t>Deleted all references and information for</w:t>
            </w:r>
            <w:r w:rsidR="00DB49D9">
              <w:t xml:space="preserve"> the </w:t>
            </w:r>
            <w:r w:rsidRPr="00EC227B">
              <w:t xml:space="preserve">Four Corners </w:t>
            </w:r>
            <w:r w:rsidR="00DB49D9">
              <w:t xml:space="preserve">interpreter contract fom the chapter. </w:t>
            </w:r>
            <w:r w:rsidRPr="00EC227B">
              <w:t xml:space="preserve"> </w:t>
            </w:r>
          </w:p>
          <w:p w14:paraId="76035194" w14:textId="6911B5CC" w:rsidR="00BB1B67" w:rsidRPr="00BB1B67" w:rsidRDefault="00BB1B67" w:rsidP="00275AC7">
            <w:pPr>
              <w:pStyle w:val="ListParagraph"/>
              <w:numPr>
                <w:ilvl w:val="0"/>
                <w:numId w:val="30"/>
              </w:numPr>
            </w:pPr>
            <w:r w:rsidRPr="00BB1B67">
              <w:t>Updated information regarding the LAP Collective Bargaining Agreement -</w:t>
            </w:r>
            <w:r w:rsidRPr="00BB1B67">
              <w:rPr>
                <w:b/>
                <w:bCs/>
              </w:rPr>
              <w:t xml:space="preserve"> </w:t>
            </w:r>
            <w:r w:rsidRPr="00BB1B67">
              <w:t>Added link to new 2025-2027 CBA</w:t>
            </w:r>
            <w:r>
              <w:t xml:space="preserve"> document.</w:t>
            </w:r>
            <w:r w:rsidRPr="00BB1B67">
              <w:t xml:space="preserve"> </w:t>
            </w:r>
          </w:p>
          <w:p w14:paraId="6CAA72C1" w14:textId="77777777" w:rsidR="001C381A" w:rsidRPr="001C381A" w:rsidRDefault="001C381A" w:rsidP="00275AC7">
            <w:pPr>
              <w:pStyle w:val="ListParagraph"/>
              <w:numPr>
                <w:ilvl w:val="0"/>
                <w:numId w:val="28"/>
              </w:numPr>
            </w:pPr>
            <w:r w:rsidRPr="001C381A">
              <w:t xml:space="preserve">Rewrote information regarding DES 18222 to reflect change to single CBA contractor. </w:t>
            </w:r>
          </w:p>
          <w:p w14:paraId="53DC3322" w14:textId="4DEFD997" w:rsidR="00180B1A" w:rsidRPr="00180B1A" w:rsidRDefault="00180B1A" w:rsidP="00275AC7">
            <w:pPr>
              <w:pStyle w:val="ListParagraph"/>
              <w:numPr>
                <w:ilvl w:val="0"/>
                <w:numId w:val="29"/>
              </w:numPr>
            </w:pPr>
            <w:r w:rsidRPr="00E74E88">
              <w:t>Over-the-phone and Virtual Remote Interpreter Services for spoken Languages (pre-scheduled) section</w:t>
            </w:r>
            <w:r w:rsidRPr="0005126A">
              <w:t>:</w:t>
            </w:r>
            <w:r w:rsidRPr="00180B1A">
              <w:t xml:space="preserve"> Re</w:t>
            </w:r>
            <w:r w:rsidR="00A60094">
              <w:t>moved</w:t>
            </w:r>
            <w:r w:rsidRPr="00180B1A">
              <w:t xml:space="preserve"> references to Four Corners</w:t>
            </w:r>
            <w:r w:rsidR="00A60094">
              <w:t xml:space="preserve"> &amp; replaced</w:t>
            </w:r>
            <w:r w:rsidRPr="00180B1A">
              <w:t xml:space="preserve"> with new Universal Language Service contract number and information. Added link to Universal requester guides on the Language Access SharePoint site. </w:t>
            </w:r>
          </w:p>
          <w:p w14:paraId="41A290F1" w14:textId="77777777" w:rsidR="00180B1A" w:rsidRPr="00180B1A" w:rsidRDefault="00180B1A" w:rsidP="00275AC7">
            <w:pPr>
              <w:pStyle w:val="ListParagraph"/>
              <w:numPr>
                <w:ilvl w:val="0"/>
                <w:numId w:val="29"/>
              </w:numPr>
            </w:pPr>
            <w:r w:rsidRPr="00180B1A">
              <w:t>Braille section: Added additional instruction for Braille requests</w:t>
            </w:r>
          </w:p>
          <w:p w14:paraId="0FE00254" w14:textId="3A3EBAF9" w:rsidR="00833B02" w:rsidRDefault="00162810" w:rsidP="00275AC7">
            <w:pPr>
              <w:pStyle w:val="ListParagraph"/>
              <w:numPr>
                <w:ilvl w:val="0"/>
                <w:numId w:val="31"/>
              </w:numPr>
            </w:pPr>
            <w:r w:rsidRPr="00E74E88">
              <w:t xml:space="preserve">Appendix </w:t>
            </w:r>
            <w:r w:rsidR="009C0831">
              <w:t>deleted</w:t>
            </w:r>
            <w:r w:rsidRPr="00E74E88">
              <w:t xml:space="preserve">. </w:t>
            </w:r>
            <w:r w:rsidR="00141AEC" w:rsidRPr="00E74E88">
              <w:t>Links created to all documents</w:t>
            </w:r>
            <w:r w:rsidR="00141AEC">
              <w:t xml:space="preserve">. </w:t>
            </w:r>
            <w:r w:rsidR="00A0281C">
              <w:t xml:space="preserve">DES 18222 Instructions revised, </w:t>
            </w:r>
            <w:r w:rsidR="00833B02" w:rsidRPr="00833B02">
              <w:t xml:space="preserve">ULS </w:t>
            </w:r>
            <w:r w:rsidR="00046861">
              <w:t>N</w:t>
            </w:r>
            <w:r w:rsidR="00833B02" w:rsidRPr="00833B02">
              <w:t>ew Requester</w:t>
            </w:r>
            <w:r w:rsidR="001D08B2">
              <w:t xml:space="preserve"> Account</w:t>
            </w:r>
            <w:r w:rsidR="00833B02" w:rsidRPr="00833B02">
              <w:t xml:space="preserve"> instructions and ALTSA interpreter example</w:t>
            </w:r>
            <w:r w:rsidR="00B21548">
              <w:t xml:space="preserve"> documents archived.</w:t>
            </w:r>
            <w:r w:rsidR="00833B02" w:rsidRPr="00833B02">
              <w:t xml:space="preserve"> </w:t>
            </w:r>
          </w:p>
          <w:p w14:paraId="0BC0A5CF" w14:textId="10132017" w:rsidR="00B90900" w:rsidRPr="00833B02" w:rsidRDefault="00AF279B" w:rsidP="00275AC7">
            <w:pPr>
              <w:pStyle w:val="ListParagraph"/>
              <w:numPr>
                <w:ilvl w:val="0"/>
                <w:numId w:val="31"/>
              </w:numPr>
            </w:pPr>
            <w:r>
              <w:t>Updated Revision History to include date &amp; MB number for previously released updates</w:t>
            </w:r>
          </w:p>
          <w:p w14:paraId="3CAF3009" w14:textId="77777777" w:rsidR="00690808" w:rsidRPr="005B6BE3" w:rsidRDefault="00690808" w:rsidP="00E74E88">
            <w:pPr>
              <w:pStyle w:val="NoSpacing"/>
              <w:rPr>
                <w:sz w:val="24"/>
                <w:szCs w:val="24"/>
              </w:rPr>
            </w:pPr>
          </w:p>
        </w:tc>
        <w:tc>
          <w:tcPr>
            <w:tcW w:w="1414" w:type="dxa"/>
          </w:tcPr>
          <w:p w14:paraId="27D2B04C" w14:textId="77777777" w:rsidR="00690808" w:rsidRDefault="00690808" w:rsidP="00506754"/>
        </w:tc>
      </w:tr>
    </w:tbl>
    <w:p w14:paraId="413D5C5F" w14:textId="77777777" w:rsidR="007E157D" w:rsidRDefault="007E157D" w:rsidP="00506754">
      <w:pPr>
        <w:rPr>
          <w:rFonts w:ascii="Century Gothic" w:eastAsiaTheme="majorEastAsia" w:hAnsi="Century Gothic" w:cstheme="majorBidi"/>
          <w:color w:val="005CAB"/>
          <w:sz w:val="26"/>
          <w:szCs w:val="26"/>
        </w:rPr>
      </w:pPr>
    </w:p>
    <w:p w14:paraId="7C3C1808" w14:textId="29C9CA2D" w:rsidR="007676F4" w:rsidRPr="00FA2581" w:rsidRDefault="007676F4" w:rsidP="002E6CEC">
      <w:pPr>
        <w:pStyle w:val="Heading2"/>
        <w:rPr>
          <w:color w:val="193F6F"/>
        </w:rPr>
      </w:pPr>
    </w:p>
    <w:p w14:paraId="06BBCD4A" w14:textId="3D5DF7A4" w:rsidR="00713326" w:rsidRDefault="00713326" w:rsidP="00AA4F7B"/>
    <w:p w14:paraId="0D9DD547" w14:textId="77777777" w:rsidR="000E5D3B" w:rsidRDefault="000E5D3B" w:rsidP="00AA4F7B"/>
    <w:p w14:paraId="7B3C6E96" w14:textId="58F21981" w:rsidR="000E5D3B" w:rsidRDefault="000E5D3B" w:rsidP="00AA4F7B"/>
    <w:p w14:paraId="09A5F59B" w14:textId="5AC95C47" w:rsidR="00122F59" w:rsidRDefault="00122F59" w:rsidP="00AA4F7B"/>
    <w:p w14:paraId="4FB011DC" w14:textId="77777777" w:rsidR="00BA5484" w:rsidRDefault="00BA5484" w:rsidP="00AA4F7B"/>
    <w:p w14:paraId="0FE75CD2" w14:textId="79E5F7A4" w:rsidR="00BA5484" w:rsidRDefault="00BA5484" w:rsidP="00AA4F7B"/>
    <w:p w14:paraId="01714203" w14:textId="77777777" w:rsidR="00122F59" w:rsidRDefault="00122F59" w:rsidP="00AA4F7B"/>
    <w:p w14:paraId="58B80F02" w14:textId="77777777" w:rsidR="00122F59" w:rsidRDefault="00122F59" w:rsidP="00AA4F7B"/>
    <w:p w14:paraId="461A3A04" w14:textId="77777777" w:rsidR="00122F59" w:rsidRDefault="00122F59" w:rsidP="00AA4F7B"/>
    <w:p w14:paraId="1CF7CB64" w14:textId="065A4558" w:rsidR="00C511C2" w:rsidRDefault="00C511C2" w:rsidP="00AA4F7B"/>
    <w:p w14:paraId="6E519522" w14:textId="0E5BCD45" w:rsidR="00C511C2" w:rsidRDefault="00C511C2" w:rsidP="00AA4F7B">
      <w:pPr>
        <w:rPr>
          <w:rFonts w:cs="Calibri"/>
        </w:rPr>
      </w:pPr>
    </w:p>
    <w:p w14:paraId="2C0E133B" w14:textId="5022F0B3" w:rsidR="00C63653" w:rsidRDefault="00C63653" w:rsidP="00AA4F7B">
      <w:pPr>
        <w:rPr>
          <w:rFonts w:cs="Calibri"/>
        </w:rPr>
      </w:pPr>
    </w:p>
    <w:p w14:paraId="2D00E8BA" w14:textId="6778D18D" w:rsidR="00FC0108" w:rsidRDefault="00FC0108" w:rsidP="00AA4F7B">
      <w:pPr>
        <w:rPr>
          <w:rFonts w:cs="Calibri"/>
        </w:rPr>
      </w:pPr>
    </w:p>
    <w:p w14:paraId="37EB0019" w14:textId="24CC84F4" w:rsidR="00122F59" w:rsidRPr="00AA4F7B" w:rsidRDefault="00122F59" w:rsidP="00AA4F7B"/>
    <w:sectPr w:rsidR="00122F59" w:rsidRPr="00AA4F7B" w:rsidSect="00471F01">
      <w:headerReference w:type="default" r:id="rId80"/>
      <w:footerReference w:type="default" r:id="rId81"/>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CB484" w14:textId="77777777" w:rsidR="001116E6" w:rsidRDefault="001116E6" w:rsidP="00471F01">
      <w:r>
        <w:separator/>
      </w:r>
    </w:p>
    <w:p w14:paraId="13360545" w14:textId="77777777" w:rsidR="001116E6" w:rsidRDefault="001116E6"/>
  </w:endnote>
  <w:endnote w:type="continuationSeparator" w:id="0">
    <w:p w14:paraId="130E1307" w14:textId="77777777" w:rsidR="001116E6" w:rsidRDefault="001116E6" w:rsidP="00471F01">
      <w:r>
        <w:continuationSeparator/>
      </w:r>
    </w:p>
    <w:p w14:paraId="1DFCBF26" w14:textId="77777777" w:rsidR="001116E6" w:rsidRDefault="00111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oolBoran">
    <w:panose1 w:val="00000000000000000000"/>
    <w:charset w:val="00"/>
    <w:family w:val="roman"/>
    <w:notTrueType/>
    <w:pitch w:val="default"/>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aunPenh">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Apto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50FB53FD" w:rsidR="008967B9" w:rsidRPr="006D7365" w:rsidRDefault="5C275666" w:rsidP="6D985FF1">
    <w:pPr>
      <w:rPr>
        <w:sz w:val="16"/>
        <w:szCs w:val="16"/>
      </w:rPr>
    </w:pPr>
    <w:r w:rsidRPr="5C275666">
      <w:rPr>
        <w:rFonts w:ascii="Cambria" w:hAnsi="Cambria"/>
        <w:caps/>
      </w:rPr>
      <w:t xml:space="preserve">Page </w:t>
    </w:r>
    <w:sdt>
      <w:sdtPr>
        <w:rPr>
          <w:rFonts w:ascii="Cambria" w:hAnsi="Cambria"/>
          <w:caps/>
        </w:rPr>
        <w:id w:val="-592318871"/>
        <w:text/>
      </w:sdtPr>
      <w:sdtContent>
        <w:r w:rsidRPr="5C275666">
          <w:rPr>
            <w:rFonts w:ascii="Cambria" w:hAnsi="Cambria"/>
            <w:caps/>
          </w:rPr>
          <w:t>15B</w:t>
        </w:r>
      </w:sdtContent>
    </w:sdt>
    <w:r w:rsidRPr="5C275666">
      <w:rPr>
        <w:rFonts w:ascii="Cambria" w:hAnsi="Cambria"/>
        <w:caps/>
      </w:rPr>
      <w:t>.</w:t>
    </w:r>
    <w:r w:rsidR="664EA7AB" w:rsidRPr="5C275666">
      <w:rPr>
        <w:rFonts w:ascii="Cambria" w:hAnsi="Cambria"/>
        <w:caps/>
        <w:noProof/>
      </w:rPr>
      <w:fldChar w:fldCharType="begin"/>
    </w:r>
    <w:r w:rsidR="664EA7AB" w:rsidRPr="5C275666">
      <w:rPr>
        <w:rFonts w:ascii="Cambria" w:hAnsi="Cambria"/>
        <w:caps/>
      </w:rPr>
      <w:instrText xml:space="preserve"> PAGE   \* MERGEFORMAT </w:instrText>
    </w:r>
    <w:r w:rsidR="664EA7AB" w:rsidRPr="5C275666">
      <w:rPr>
        <w:rFonts w:ascii="Cambria" w:hAnsi="Cambria"/>
        <w:caps/>
      </w:rPr>
      <w:fldChar w:fldCharType="separate"/>
    </w:r>
    <w:r w:rsidRPr="5C275666">
      <w:rPr>
        <w:rFonts w:ascii="Cambria" w:hAnsi="Cambria"/>
        <w:caps/>
        <w:noProof/>
      </w:rPr>
      <w:t>2</w:t>
    </w:r>
    <w:r w:rsidR="664EA7AB" w:rsidRPr="5C275666">
      <w:rPr>
        <w:rFonts w:ascii="Cambria" w:hAnsi="Cambria"/>
        <w:caps/>
        <w:noProof/>
      </w:rPr>
      <w:fldChar w:fldCharType="end"/>
    </w:r>
    <w:r w:rsidR="664EA7AB">
      <w:tab/>
    </w:r>
    <w:r w:rsidR="664EA7AB">
      <w:tab/>
    </w:r>
    <w:r w:rsidR="664EA7AB">
      <w:tab/>
    </w:r>
    <w:r w:rsidR="664EA7AB">
      <w:tab/>
    </w:r>
    <w:r w:rsidR="664EA7AB">
      <w:tab/>
    </w:r>
    <w:r w:rsidR="664EA7AB">
      <w:tab/>
    </w:r>
    <w:r w:rsidR="664EA7AB">
      <w:tab/>
    </w:r>
    <w:r w:rsidR="664EA7AB">
      <w:tab/>
    </w:r>
    <w:r w:rsidRPr="5C275666">
      <w:rPr>
        <w:rFonts w:ascii="Cambria" w:hAnsi="Cambria"/>
        <w:i/>
        <w:iCs/>
        <w:sz w:val="18"/>
        <w:szCs w:val="18"/>
      </w:rPr>
      <w:t xml:space="preserve">Last Revised: </w:t>
    </w:r>
    <w:sdt>
      <w:sdtPr>
        <w:rPr>
          <w:rFonts w:ascii="Cambria" w:hAnsi="Cambria"/>
          <w:i/>
          <w:iCs/>
          <w:sz w:val="18"/>
          <w:szCs w:val="18"/>
        </w:rPr>
        <w:id w:val="1412045601"/>
      </w:sdtPr>
      <w:sdtContent>
        <w:r w:rsidRPr="5C275666">
          <w:rPr>
            <w:rFonts w:ascii="Cambria" w:hAnsi="Cambria"/>
            <w:i/>
            <w:iCs/>
            <w:sz w:val="18"/>
            <w:szCs w:val="18"/>
          </w:rPr>
          <w:t>8/2025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2E491" w14:textId="77777777" w:rsidR="001116E6" w:rsidRDefault="001116E6" w:rsidP="00471F01">
      <w:r>
        <w:separator/>
      </w:r>
    </w:p>
    <w:p w14:paraId="5AD78B81" w14:textId="77777777" w:rsidR="001116E6" w:rsidRDefault="001116E6"/>
  </w:footnote>
  <w:footnote w:type="continuationSeparator" w:id="0">
    <w:p w14:paraId="6A0E3B74" w14:textId="77777777" w:rsidR="001116E6" w:rsidRDefault="001116E6" w:rsidP="00471F01">
      <w:r>
        <w:continuationSeparator/>
      </w:r>
    </w:p>
    <w:p w14:paraId="3F0BB4DF" w14:textId="77777777" w:rsidR="001116E6" w:rsidRDefault="001116E6"/>
  </w:footnote>
  <w:footnote w:id="1">
    <w:p w14:paraId="2A1B7E45" w14:textId="3F9AAC72" w:rsidR="00443417" w:rsidRDefault="00443417">
      <w:pPr>
        <w:pStyle w:val="FootnoteText"/>
      </w:pPr>
      <w:r>
        <w:rPr>
          <w:rStyle w:val="FootnoteReference"/>
        </w:rPr>
        <w:footnoteRef/>
      </w:r>
      <w:r>
        <w:t xml:space="preserve"> </w:t>
      </w:r>
      <w:r w:rsidR="0053007D" w:rsidRPr="000003CC">
        <w:t>This contract can be used for non-CBA pre-scheduled IPI, OPI &amp; VRI services.</w:t>
      </w:r>
    </w:p>
  </w:footnote>
  <w:footnote w:id="2">
    <w:p w14:paraId="390DAFE8" w14:textId="77777777" w:rsidR="00200539" w:rsidRDefault="00200539" w:rsidP="00200539">
      <w:pPr>
        <w:pStyle w:val="FootnoteText"/>
      </w:pPr>
      <w:r>
        <w:rPr>
          <w:rStyle w:val="FootnoteReference"/>
        </w:rPr>
        <w:footnoteRef/>
      </w:r>
      <w:r>
        <w:t xml:space="preserve"> Check DSHS Forms site to ensure use of most current form.</w:t>
      </w:r>
    </w:p>
  </w:footnote>
  <w:footnote w:id="3">
    <w:p w14:paraId="546395F8" w14:textId="77777777" w:rsidR="00BD7674" w:rsidRDefault="00BD7674" w:rsidP="00BD7674">
      <w:pPr>
        <w:pStyle w:val="FootnoteText"/>
      </w:pPr>
      <w:r>
        <w:rPr>
          <w:rStyle w:val="FootnoteReference"/>
        </w:rPr>
        <w:footnoteRef/>
      </w:r>
      <w:r>
        <w:t xml:space="preserve"> Check DSHS Forms site to ensure use of most current form.</w:t>
      </w:r>
    </w:p>
  </w:footnote>
  <w:footnote w:id="4">
    <w:p w14:paraId="14055BEE" w14:textId="0A31A896" w:rsidR="00BA5922" w:rsidRDefault="00BA5922">
      <w:pPr>
        <w:pStyle w:val="FootnoteText"/>
      </w:pPr>
      <w:r>
        <w:rPr>
          <w:rStyle w:val="FootnoteReference"/>
        </w:rPr>
        <w:footnoteRef/>
      </w:r>
      <w:r>
        <w:t xml:space="preserve"> </w:t>
      </w:r>
      <w:r w:rsidR="00117B10" w:rsidRPr="000003CC">
        <w:t>Whenever possible attempt to use an in-person interpreter. However, if the CBA vendor cannot fulfill this request, please submit a</w:t>
      </w:r>
      <w:r w:rsidR="00D629A0">
        <w:t xml:space="preserve"> pre-scheduled </w:t>
      </w:r>
      <w:r w:rsidR="00117B10" w:rsidRPr="000003CC">
        <w:t>OPI or VRI request to the CBA vendor. If OPI or VRI services are not appropriate, use DES 18222 for in-person. The requester determine</w:t>
      </w:r>
      <w:r w:rsidR="0008763C">
        <w:t>s</w:t>
      </w:r>
      <w:r w:rsidR="00117B10" w:rsidRPr="000003CC">
        <w:t xml:space="preserve"> the appropriate modality.</w:t>
      </w:r>
    </w:p>
  </w:footnote>
  <w:footnote w:id="5">
    <w:p w14:paraId="3CFBF408" w14:textId="77777777" w:rsidR="00A051CF" w:rsidRDefault="00A051CF" w:rsidP="00A051CF">
      <w:pPr>
        <w:pStyle w:val="FootnoteText"/>
      </w:pPr>
      <w:r>
        <w:rPr>
          <w:rStyle w:val="FootnoteReference"/>
        </w:rPr>
        <w:footnoteRef/>
      </w:r>
      <w:r>
        <w:t xml:space="preserve"> Check DSHS Forms site to ensure use of most current form. </w:t>
      </w:r>
    </w:p>
  </w:footnote>
  <w:footnote w:id="6">
    <w:p w14:paraId="0CB5970D" w14:textId="6B4881F6" w:rsidR="007D3F1F" w:rsidRDefault="007D3F1F" w:rsidP="00E74E88">
      <w:r w:rsidRPr="00777E0F">
        <w:rPr>
          <w:rStyle w:val="FootnoteReference"/>
          <w:sz w:val="20"/>
          <w:szCs w:val="20"/>
        </w:rPr>
        <w:footnoteRef/>
      </w:r>
      <w:r w:rsidRPr="00777E0F">
        <w:rPr>
          <w:sz w:val="20"/>
          <w:szCs w:val="20"/>
        </w:rPr>
        <w:t xml:space="preserve"> If using Voice Signature, see Voice Signature Script attachment in Chapter 3 Appendix.</w:t>
      </w:r>
    </w:p>
  </w:footnote>
  <w:footnote w:id="7">
    <w:p w14:paraId="1802B874" w14:textId="282DF567" w:rsidR="00041F5B" w:rsidRDefault="00041F5B">
      <w:pPr>
        <w:pStyle w:val="FootnoteText"/>
      </w:pPr>
      <w:r>
        <w:rPr>
          <w:rStyle w:val="FootnoteReference"/>
        </w:rPr>
        <w:footnoteRef/>
      </w:r>
      <w:r>
        <w:t xml:space="preserve"> </w:t>
      </w:r>
      <w:r w:rsidR="00E324DA">
        <w:t xml:space="preserve">Please ensure the client’s </w:t>
      </w:r>
      <w:r w:rsidR="00AD692E">
        <w:t>mailing</w:t>
      </w:r>
      <w:r w:rsidR="00C8738B">
        <w:t xml:space="preserve"> </w:t>
      </w:r>
      <w:r w:rsidR="00E324DA">
        <w:t>address is correct in CARE</w:t>
      </w:r>
      <w:r w:rsidR="00C8738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697AC3D8">
      <w:trPr>
        <w:trHeight w:val="1350"/>
      </w:trPr>
      <w:tc>
        <w:tcPr>
          <w:tcW w:w="6048" w:type="dxa"/>
        </w:tcPr>
        <w:p w14:paraId="5E699E3B" w14:textId="59C3CE3A" w:rsidR="00441A08" w:rsidRPr="00923749" w:rsidRDefault="697AC3D8" w:rsidP="00441A08">
          <w:pPr>
            <w:pStyle w:val="Header"/>
          </w:pPr>
          <w:r w:rsidRPr="697AC3D8">
            <w:rPr>
              <w:rFonts w:ascii="Cambria" w:hAnsi="Cambria"/>
              <w:b/>
              <w:bCs/>
              <w:caps/>
              <w:color w:val="193F6F"/>
              <w:sz w:val="24"/>
              <w:szCs w:val="24"/>
            </w:rPr>
            <w:t>Chapter</w:t>
          </w:r>
          <w:sdt>
            <w:sdtPr>
              <w:rPr>
                <w:rFonts w:ascii="Cambria" w:hAnsi="Cambria"/>
                <w:color w:val="193F6F"/>
                <w:sz w:val="24"/>
                <w:szCs w:val="24"/>
              </w:rPr>
              <w:id w:val="-1743705513"/>
              <w15:appearance w15:val="hidden"/>
              <w:text/>
            </w:sdtPr>
            <w:sdtContent>
              <w:r w:rsidRPr="697AC3D8">
                <w:rPr>
                  <w:rFonts w:ascii="Cambria" w:hAnsi="Cambria"/>
                  <w:color w:val="193F6F"/>
                  <w:sz w:val="24"/>
                  <w:szCs w:val="24"/>
                </w:rPr>
                <w:t xml:space="preserve"> </w:t>
              </w:r>
            </w:sdtContent>
          </w:sdt>
          <w:r>
            <w:t>15 B</w:t>
          </w:r>
          <w:r w:rsidRPr="697AC3D8">
            <w:rPr>
              <w:rFonts w:ascii="Cambria" w:hAnsi="Cambria"/>
              <w:b/>
              <w:bCs/>
              <w:caps/>
              <w:sz w:val="24"/>
              <w:szCs w:val="24"/>
            </w:rPr>
            <w:t xml:space="preserve">:  </w:t>
          </w:r>
          <w:r>
            <w:t>Communicating with Individuals with limited English proficiency (LEP) or Sensory Disability (SD) Guidance for ALTSA and DDCS staff -  Home &amp; Community Living Administration Long-Term Care Manual</w:t>
          </w:r>
        </w:p>
        <w:p w14:paraId="010F4AEF" w14:textId="14E825A9" w:rsidR="008967B9" w:rsidRPr="00B43E26" w:rsidRDefault="008967B9" w:rsidP="005C7038">
          <w:pPr>
            <w:pStyle w:val="Header"/>
            <w:rPr>
              <w:rFonts w:ascii="Cambria" w:hAnsi="Cambria"/>
              <w:i/>
              <w:color w:val="000000" w:themeColor="text1"/>
            </w:rPr>
          </w:pP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10EADE60">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697AC3D8">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80A0EBF"/>
    <w:multiLevelType w:val="hybridMultilevel"/>
    <w:tmpl w:val="D88E4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5" w15:restartNumberingAfterBreak="0">
    <w:nsid w:val="178749E0"/>
    <w:multiLevelType w:val="multilevel"/>
    <w:tmpl w:val="8CD42D26"/>
    <w:name w:val="Numbering2222222222"/>
    <w:numStyleLink w:val="NumericList"/>
  </w:abstractNum>
  <w:abstractNum w:abstractNumId="6" w15:restartNumberingAfterBreak="0">
    <w:nsid w:val="182E45EF"/>
    <w:multiLevelType w:val="hybridMultilevel"/>
    <w:tmpl w:val="60864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31923D7"/>
    <w:multiLevelType w:val="hybridMultilevel"/>
    <w:tmpl w:val="33164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1" w15:restartNumberingAfterBreak="0">
    <w:nsid w:val="28A20BAA"/>
    <w:multiLevelType w:val="hybridMultilevel"/>
    <w:tmpl w:val="45AE834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B34A1A"/>
    <w:multiLevelType w:val="multilevel"/>
    <w:tmpl w:val="8CD42D26"/>
    <w:name w:val="Numbering222222222"/>
    <w:numStyleLink w:val="NumericList"/>
  </w:abstractNum>
  <w:abstractNum w:abstractNumId="13" w15:restartNumberingAfterBreak="0">
    <w:nsid w:val="2C1D004C"/>
    <w:multiLevelType w:val="multilevel"/>
    <w:tmpl w:val="8CD42D26"/>
    <w:name w:val="Numbering2222222222222"/>
    <w:numStyleLink w:val="NumericList"/>
  </w:abstractNum>
  <w:abstractNum w:abstractNumId="14" w15:restartNumberingAfterBreak="0">
    <w:nsid w:val="2EF82332"/>
    <w:multiLevelType w:val="hybridMultilevel"/>
    <w:tmpl w:val="EF1ED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A284991"/>
    <w:multiLevelType w:val="hybridMultilevel"/>
    <w:tmpl w:val="FF9A6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8" w15:restartNumberingAfterBreak="0">
    <w:nsid w:val="3BCC3CB6"/>
    <w:multiLevelType w:val="hybridMultilevel"/>
    <w:tmpl w:val="84E83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595507"/>
    <w:multiLevelType w:val="hybridMultilevel"/>
    <w:tmpl w:val="D9A2ADA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01F253A"/>
    <w:multiLevelType w:val="hybridMultilevel"/>
    <w:tmpl w:val="D19E5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A2249"/>
    <w:multiLevelType w:val="hybridMultilevel"/>
    <w:tmpl w:val="FB104E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3" w15:restartNumberingAfterBreak="0">
    <w:nsid w:val="45F917A9"/>
    <w:multiLevelType w:val="hybridMultilevel"/>
    <w:tmpl w:val="E6829526"/>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95B67A4"/>
    <w:multiLevelType w:val="hybridMultilevel"/>
    <w:tmpl w:val="43EC2948"/>
    <w:lvl w:ilvl="0" w:tplc="AF0E5914">
      <w:start w:val="1"/>
      <w:numFmt w:val="decimal"/>
      <w:lvlText w:val="%1."/>
      <w:lvlJc w:val="left"/>
      <w:pPr>
        <w:ind w:left="360" w:hanging="360"/>
      </w:pPr>
      <w:rPr>
        <w:b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A4B72B4"/>
    <w:multiLevelType w:val="multilevel"/>
    <w:tmpl w:val="8CD42D26"/>
    <w:name w:val="Numbering222222222222"/>
    <w:numStyleLink w:val="NumericList"/>
  </w:abstractNum>
  <w:abstractNum w:abstractNumId="26" w15:restartNumberingAfterBreak="0">
    <w:nsid w:val="51957641"/>
    <w:multiLevelType w:val="hybridMultilevel"/>
    <w:tmpl w:val="0D6E85B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3903C7"/>
    <w:multiLevelType w:val="hybridMultilevel"/>
    <w:tmpl w:val="2EC470A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3DB5317"/>
    <w:multiLevelType w:val="multilevel"/>
    <w:tmpl w:val="93EA1444"/>
    <w:name w:val="Numbering2"/>
    <w:numStyleLink w:val="Style1"/>
  </w:abstractNum>
  <w:abstractNum w:abstractNumId="29" w15:restartNumberingAfterBreak="0">
    <w:nsid w:val="547B442F"/>
    <w:multiLevelType w:val="hybridMultilevel"/>
    <w:tmpl w:val="A87C3C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7511747"/>
    <w:multiLevelType w:val="hybridMultilevel"/>
    <w:tmpl w:val="4912C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8D7FF1"/>
    <w:multiLevelType w:val="hybridMultilevel"/>
    <w:tmpl w:val="3118B5EE"/>
    <w:lvl w:ilvl="0" w:tplc="04090001">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82F40D4"/>
    <w:multiLevelType w:val="multilevel"/>
    <w:tmpl w:val="8CD42D26"/>
    <w:name w:val="Numbering22222222222"/>
    <w:numStyleLink w:val="NumericList"/>
  </w:abstractNum>
  <w:abstractNum w:abstractNumId="33"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35"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6"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7" w15:restartNumberingAfterBreak="0">
    <w:nsid w:val="61013FDE"/>
    <w:multiLevelType w:val="multilevel"/>
    <w:tmpl w:val="93EA1444"/>
    <w:name w:val="Numbering22"/>
    <w:numStyleLink w:val="Style1"/>
  </w:abstractNum>
  <w:abstractNum w:abstractNumId="38" w15:restartNumberingAfterBreak="0">
    <w:nsid w:val="62594CCB"/>
    <w:multiLevelType w:val="hybridMultilevel"/>
    <w:tmpl w:val="96DA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796833"/>
    <w:multiLevelType w:val="multilevel"/>
    <w:tmpl w:val="93EA1444"/>
    <w:name w:val="Numbering222"/>
    <w:numStyleLink w:val="Style1"/>
  </w:abstractNum>
  <w:abstractNum w:abstractNumId="40" w15:restartNumberingAfterBreak="0">
    <w:nsid w:val="64513C11"/>
    <w:multiLevelType w:val="hybridMultilevel"/>
    <w:tmpl w:val="4B8A86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E2038B"/>
    <w:multiLevelType w:val="hybridMultilevel"/>
    <w:tmpl w:val="D21AB6AA"/>
    <w:lvl w:ilvl="0" w:tplc="BFEAF56C">
      <w:start w:val="1"/>
      <w:numFmt w:val="bullet"/>
      <w:pStyle w:val="ListParagraph"/>
      <w:lvlText w:val=""/>
      <w:lvlJc w:val="left"/>
      <w:pPr>
        <w:ind w:left="1584" w:hanging="360"/>
      </w:pPr>
      <w:rPr>
        <w:rFonts w:ascii="Symbol" w:hAnsi="Symbol" w:hint="default"/>
      </w:rPr>
    </w:lvl>
    <w:lvl w:ilvl="1" w:tplc="FC920410" w:tentative="1">
      <w:start w:val="1"/>
      <w:numFmt w:val="bullet"/>
      <w:lvlText w:val="o"/>
      <w:lvlJc w:val="left"/>
      <w:pPr>
        <w:ind w:left="2304" w:hanging="360"/>
      </w:pPr>
      <w:rPr>
        <w:rFonts w:ascii="Courier New" w:hAnsi="Courier New" w:cs="Courier New" w:hint="default"/>
      </w:rPr>
    </w:lvl>
    <w:lvl w:ilvl="2" w:tplc="2662E650" w:tentative="1">
      <w:start w:val="1"/>
      <w:numFmt w:val="bullet"/>
      <w:lvlText w:val=""/>
      <w:lvlJc w:val="left"/>
      <w:pPr>
        <w:ind w:left="3024" w:hanging="360"/>
      </w:pPr>
      <w:rPr>
        <w:rFonts w:ascii="Wingdings" w:hAnsi="Wingdings" w:hint="default"/>
      </w:rPr>
    </w:lvl>
    <w:lvl w:ilvl="3" w:tplc="21F655B4" w:tentative="1">
      <w:start w:val="1"/>
      <w:numFmt w:val="bullet"/>
      <w:lvlText w:val=""/>
      <w:lvlJc w:val="left"/>
      <w:pPr>
        <w:ind w:left="3744" w:hanging="360"/>
      </w:pPr>
      <w:rPr>
        <w:rFonts w:ascii="Symbol" w:hAnsi="Symbol" w:hint="default"/>
      </w:rPr>
    </w:lvl>
    <w:lvl w:ilvl="4" w:tplc="64CC64C4" w:tentative="1">
      <w:start w:val="1"/>
      <w:numFmt w:val="bullet"/>
      <w:lvlText w:val="o"/>
      <w:lvlJc w:val="left"/>
      <w:pPr>
        <w:ind w:left="4464" w:hanging="360"/>
      </w:pPr>
      <w:rPr>
        <w:rFonts w:ascii="Courier New" w:hAnsi="Courier New" w:cs="Courier New" w:hint="default"/>
      </w:rPr>
    </w:lvl>
    <w:lvl w:ilvl="5" w:tplc="53F41F3E" w:tentative="1">
      <w:start w:val="1"/>
      <w:numFmt w:val="bullet"/>
      <w:lvlText w:val=""/>
      <w:lvlJc w:val="left"/>
      <w:pPr>
        <w:ind w:left="5184" w:hanging="360"/>
      </w:pPr>
      <w:rPr>
        <w:rFonts w:ascii="Wingdings" w:hAnsi="Wingdings" w:hint="default"/>
      </w:rPr>
    </w:lvl>
    <w:lvl w:ilvl="6" w:tplc="DB922616" w:tentative="1">
      <w:start w:val="1"/>
      <w:numFmt w:val="bullet"/>
      <w:lvlText w:val=""/>
      <w:lvlJc w:val="left"/>
      <w:pPr>
        <w:ind w:left="5904" w:hanging="360"/>
      </w:pPr>
      <w:rPr>
        <w:rFonts w:ascii="Symbol" w:hAnsi="Symbol" w:hint="default"/>
      </w:rPr>
    </w:lvl>
    <w:lvl w:ilvl="7" w:tplc="84900F8A" w:tentative="1">
      <w:start w:val="1"/>
      <w:numFmt w:val="bullet"/>
      <w:lvlText w:val="o"/>
      <w:lvlJc w:val="left"/>
      <w:pPr>
        <w:ind w:left="6624" w:hanging="360"/>
      </w:pPr>
      <w:rPr>
        <w:rFonts w:ascii="Courier New" w:hAnsi="Courier New" w:cs="Courier New" w:hint="default"/>
      </w:rPr>
    </w:lvl>
    <w:lvl w:ilvl="8" w:tplc="9106125A" w:tentative="1">
      <w:start w:val="1"/>
      <w:numFmt w:val="bullet"/>
      <w:lvlText w:val=""/>
      <w:lvlJc w:val="left"/>
      <w:pPr>
        <w:ind w:left="7344" w:hanging="360"/>
      </w:pPr>
      <w:rPr>
        <w:rFonts w:ascii="Wingdings" w:hAnsi="Wingdings" w:hint="default"/>
      </w:rPr>
    </w:lvl>
  </w:abstractNum>
  <w:abstractNum w:abstractNumId="42"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DB21CD"/>
    <w:multiLevelType w:val="hybridMultilevel"/>
    <w:tmpl w:val="CAD631EA"/>
    <w:lvl w:ilvl="0" w:tplc="04090001">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7420AC9"/>
    <w:multiLevelType w:val="hybridMultilevel"/>
    <w:tmpl w:val="27541E8E"/>
    <w:lvl w:ilvl="0" w:tplc="04090019">
      <w:start w:val="1"/>
      <w:numFmt w:val="lowerLetter"/>
      <w:lvlText w:val="%1."/>
      <w:lvlJc w:val="left"/>
      <w:pPr>
        <w:ind w:left="720" w:hanging="360"/>
      </w:pPr>
    </w:lvl>
    <w:lvl w:ilvl="1" w:tplc="FFFFFFFF">
      <w:start w:val="1"/>
      <w:numFmt w:val="lowerLetter"/>
      <w:lvlText w:val="%2."/>
      <w:lvlJc w:val="left"/>
      <w:pPr>
        <w:ind w:left="1440" w:hanging="360"/>
      </w:pPr>
    </w:lvl>
    <w:lvl w:ilvl="2" w:tplc="AD147606">
      <w:start w:val="1"/>
      <w:numFmt w:val="decimal"/>
      <w:lvlText w:val="%3."/>
      <w:lvlJc w:val="left"/>
      <w:pPr>
        <w:ind w:left="2115" w:hanging="135"/>
      </w:pPr>
      <w:rPr>
        <w:rFonts w:hint="default"/>
        <w:b/>
        <w: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9825BD9"/>
    <w:multiLevelType w:val="hybridMultilevel"/>
    <w:tmpl w:val="C34E255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6" w15:restartNumberingAfterBreak="0">
    <w:nsid w:val="69AF2F08"/>
    <w:multiLevelType w:val="hybridMultilevel"/>
    <w:tmpl w:val="11565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5E5EA1"/>
    <w:multiLevelType w:val="hybridMultilevel"/>
    <w:tmpl w:val="1A105D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B7063F"/>
    <w:multiLevelType w:val="hybridMultilevel"/>
    <w:tmpl w:val="89202876"/>
    <w:lvl w:ilvl="0" w:tplc="AF0E5914">
      <w:start w:val="1"/>
      <w:numFmt w:val="decimal"/>
      <w:lvlText w:val="%1."/>
      <w:lvlJc w:val="left"/>
      <w:pPr>
        <w:ind w:left="1440" w:hanging="360"/>
      </w:pPr>
      <w:rPr>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58F3048"/>
    <w:multiLevelType w:val="hybridMultilevel"/>
    <w:tmpl w:val="F7200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5A75816"/>
    <w:multiLevelType w:val="hybridMultilevel"/>
    <w:tmpl w:val="1A3242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1" w15:restartNumberingAfterBreak="0">
    <w:nsid w:val="76B3055C"/>
    <w:multiLevelType w:val="multilevel"/>
    <w:tmpl w:val="93EA1444"/>
    <w:name w:val="Numbering2222"/>
    <w:numStyleLink w:val="Style1"/>
  </w:abstractNum>
  <w:abstractNum w:abstractNumId="52"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53"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54" w15:restartNumberingAfterBreak="0">
    <w:nsid w:val="7D0E601F"/>
    <w:multiLevelType w:val="hybridMultilevel"/>
    <w:tmpl w:val="A72CF1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D11523B"/>
    <w:multiLevelType w:val="hybridMultilevel"/>
    <w:tmpl w:val="982C4970"/>
    <w:lvl w:ilvl="0" w:tplc="9A7C209E">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9332823">
    <w:abstractNumId w:val="34"/>
  </w:num>
  <w:num w:numId="2" w16cid:durableId="1927811138">
    <w:abstractNumId w:val="41"/>
  </w:num>
  <w:num w:numId="3" w16cid:durableId="952975018">
    <w:abstractNumId w:val="17"/>
  </w:num>
  <w:num w:numId="4" w16cid:durableId="204369509">
    <w:abstractNumId w:val="22"/>
  </w:num>
  <w:num w:numId="5" w16cid:durableId="678117749">
    <w:abstractNumId w:val="10"/>
  </w:num>
  <w:num w:numId="6" w16cid:durableId="739451722">
    <w:abstractNumId w:val="35"/>
  </w:num>
  <w:num w:numId="7" w16cid:durableId="134764918">
    <w:abstractNumId w:val="53"/>
  </w:num>
  <w:num w:numId="8" w16cid:durableId="721177921">
    <w:abstractNumId w:val="7"/>
  </w:num>
  <w:num w:numId="9" w16cid:durableId="898590737">
    <w:abstractNumId w:val="15"/>
  </w:num>
  <w:num w:numId="10" w16cid:durableId="1589921853">
    <w:abstractNumId w:val="33"/>
  </w:num>
  <w:num w:numId="11" w16cid:durableId="1944145685">
    <w:abstractNumId w:val="8"/>
  </w:num>
  <w:num w:numId="12" w16cid:durableId="1546214424">
    <w:abstractNumId w:val="2"/>
  </w:num>
  <w:num w:numId="13" w16cid:durableId="1936815654">
    <w:abstractNumId w:val="42"/>
  </w:num>
  <w:num w:numId="14" w16cid:durableId="414400357">
    <w:abstractNumId w:val="55"/>
  </w:num>
  <w:num w:numId="15" w16cid:durableId="1408385269">
    <w:abstractNumId w:val="29"/>
  </w:num>
  <w:num w:numId="16" w16cid:durableId="1190141107">
    <w:abstractNumId w:val="24"/>
  </w:num>
  <w:num w:numId="17" w16cid:durableId="949705195">
    <w:abstractNumId w:val="48"/>
  </w:num>
  <w:num w:numId="18" w16cid:durableId="685711087">
    <w:abstractNumId w:val="40"/>
  </w:num>
  <w:num w:numId="19" w16cid:durableId="114284670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489731">
    <w:abstractNumId w:val="44"/>
  </w:num>
  <w:num w:numId="21" w16cid:durableId="95713673">
    <w:abstractNumId w:val="30"/>
  </w:num>
  <w:num w:numId="22" w16cid:durableId="351420846">
    <w:abstractNumId w:val="54"/>
  </w:num>
  <w:num w:numId="23" w16cid:durableId="1768578377">
    <w:abstractNumId w:val="23"/>
  </w:num>
  <w:num w:numId="24" w16cid:durableId="317617581">
    <w:abstractNumId w:val="18"/>
  </w:num>
  <w:num w:numId="25" w16cid:durableId="859584414">
    <w:abstractNumId w:val="19"/>
  </w:num>
  <w:num w:numId="26" w16cid:durableId="634021924">
    <w:abstractNumId w:val="46"/>
  </w:num>
  <w:num w:numId="27" w16cid:durableId="201358859">
    <w:abstractNumId w:val="16"/>
  </w:num>
  <w:num w:numId="28" w16cid:durableId="1450054818">
    <w:abstractNumId w:val="14"/>
  </w:num>
  <w:num w:numId="29" w16cid:durableId="25329022">
    <w:abstractNumId w:val="6"/>
  </w:num>
  <w:num w:numId="30" w16cid:durableId="2032414325">
    <w:abstractNumId w:val="1"/>
  </w:num>
  <w:num w:numId="31" w16cid:durableId="1138494642">
    <w:abstractNumId w:val="20"/>
  </w:num>
  <w:num w:numId="32" w16cid:durableId="1673100740">
    <w:abstractNumId w:val="26"/>
  </w:num>
  <w:num w:numId="33" w16cid:durableId="1327320361">
    <w:abstractNumId w:val="45"/>
  </w:num>
  <w:num w:numId="34" w16cid:durableId="1199464620">
    <w:abstractNumId w:val="38"/>
  </w:num>
  <w:num w:numId="35" w16cid:durableId="1404568467">
    <w:abstractNumId w:val="27"/>
  </w:num>
  <w:num w:numId="36" w16cid:durableId="1108545844">
    <w:abstractNumId w:val="11"/>
  </w:num>
  <w:num w:numId="37" w16cid:durableId="2070376818">
    <w:abstractNumId w:val="47"/>
  </w:num>
  <w:num w:numId="38" w16cid:durableId="952252606">
    <w:abstractNumId w:val="9"/>
  </w:num>
  <w:num w:numId="39" w16cid:durableId="2129735194">
    <w:abstractNumId w:val="43"/>
  </w:num>
  <w:num w:numId="40" w16cid:durableId="530068063">
    <w:abstractNumId w:val="31"/>
  </w:num>
  <w:num w:numId="41" w16cid:durableId="2047869049">
    <w:abstractNumId w:val="21"/>
  </w:num>
  <w:num w:numId="42" w16cid:durableId="879628474">
    <w:abstractNumId w:val="4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15C0"/>
    <w:rsid w:val="00002C8B"/>
    <w:rsid w:val="0000629E"/>
    <w:rsid w:val="00007642"/>
    <w:rsid w:val="000110ED"/>
    <w:rsid w:val="000114FE"/>
    <w:rsid w:val="00016E1B"/>
    <w:rsid w:val="00027F0E"/>
    <w:rsid w:val="00034712"/>
    <w:rsid w:val="00037AC8"/>
    <w:rsid w:val="00040CD3"/>
    <w:rsid w:val="00041F5B"/>
    <w:rsid w:val="00044925"/>
    <w:rsid w:val="00046861"/>
    <w:rsid w:val="0005126A"/>
    <w:rsid w:val="00061F32"/>
    <w:rsid w:val="0006212A"/>
    <w:rsid w:val="00066068"/>
    <w:rsid w:val="00071730"/>
    <w:rsid w:val="00072459"/>
    <w:rsid w:val="00072672"/>
    <w:rsid w:val="00074383"/>
    <w:rsid w:val="00074D4C"/>
    <w:rsid w:val="000774D9"/>
    <w:rsid w:val="00080573"/>
    <w:rsid w:val="0008508E"/>
    <w:rsid w:val="000854A7"/>
    <w:rsid w:val="000872EC"/>
    <w:rsid w:val="0008763C"/>
    <w:rsid w:val="00090F24"/>
    <w:rsid w:val="00091484"/>
    <w:rsid w:val="00094FBA"/>
    <w:rsid w:val="00096408"/>
    <w:rsid w:val="000A259B"/>
    <w:rsid w:val="000A40C9"/>
    <w:rsid w:val="000A6C4F"/>
    <w:rsid w:val="000B13B7"/>
    <w:rsid w:val="000B3142"/>
    <w:rsid w:val="000B450A"/>
    <w:rsid w:val="000B4F76"/>
    <w:rsid w:val="000C4D40"/>
    <w:rsid w:val="000C66B4"/>
    <w:rsid w:val="000D2D2E"/>
    <w:rsid w:val="000D4F0D"/>
    <w:rsid w:val="000D77F3"/>
    <w:rsid w:val="000E163D"/>
    <w:rsid w:val="000E1EC8"/>
    <w:rsid w:val="000E3776"/>
    <w:rsid w:val="000E4686"/>
    <w:rsid w:val="000E48FF"/>
    <w:rsid w:val="000E5D3B"/>
    <w:rsid w:val="000F185E"/>
    <w:rsid w:val="000F302E"/>
    <w:rsid w:val="000F4456"/>
    <w:rsid w:val="000F510F"/>
    <w:rsid w:val="000F7FC7"/>
    <w:rsid w:val="0010003D"/>
    <w:rsid w:val="001004B9"/>
    <w:rsid w:val="00103630"/>
    <w:rsid w:val="00107925"/>
    <w:rsid w:val="001108BC"/>
    <w:rsid w:val="00110BB6"/>
    <w:rsid w:val="001116E6"/>
    <w:rsid w:val="001148B2"/>
    <w:rsid w:val="001152F8"/>
    <w:rsid w:val="00116A5C"/>
    <w:rsid w:val="00117B10"/>
    <w:rsid w:val="0012277D"/>
    <w:rsid w:val="00122F59"/>
    <w:rsid w:val="001266C7"/>
    <w:rsid w:val="00126BA0"/>
    <w:rsid w:val="00127354"/>
    <w:rsid w:val="001322DE"/>
    <w:rsid w:val="00135420"/>
    <w:rsid w:val="00136924"/>
    <w:rsid w:val="00136D20"/>
    <w:rsid w:val="00140F32"/>
    <w:rsid w:val="00141AEC"/>
    <w:rsid w:val="00141FB3"/>
    <w:rsid w:val="00143759"/>
    <w:rsid w:val="00143CF5"/>
    <w:rsid w:val="00143E1D"/>
    <w:rsid w:val="00144B10"/>
    <w:rsid w:val="00153DAC"/>
    <w:rsid w:val="001540BA"/>
    <w:rsid w:val="00154537"/>
    <w:rsid w:val="0015545A"/>
    <w:rsid w:val="0015573B"/>
    <w:rsid w:val="001559AE"/>
    <w:rsid w:val="00155DA3"/>
    <w:rsid w:val="0016116B"/>
    <w:rsid w:val="00162810"/>
    <w:rsid w:val="00163CE2"/>
    <w:rsid w:val="00164502"/>
    <w:rsid w:val="001735F8"/>
    <w:rsid w:val="00177BFC"/>
    <w:rsid w:val="00180A36"/>
    <w:rsid w:val="00180B1A"/>
    <w:rsid w:val="001855BF"/>
    <w:rsid w:val="001868CC"/>
    <w:rsid w:val="0019161C"/>
    <w:rsid w:val="001923A5"/>
    <w:rsid w:val="00194902"/>
    <w:rsid w:val="00194A0B"/>
    <w:rsid w:val="00197624"/>
    <w:rsid w:val="001A1BAB"/>
    <w:rsid w:val="001A2121"/>
    <w:rsid w:val="001A21B6"/>
    <w:rsid w:val="001A3616"/>
    <w:rsid w:val="001A466A"/>
    <w:rsid w:val="001A46E3"/>
    <w:rsid w:val="001A5F18"/>
    <w:rsid w:val="001B382E"/>
    <w:rsid w:val="001B3E13"/>
    <w:rsid w:val="001B40F5"/>
    <w:rsid w:val="001B41E5"/>
    <w:rsid w:val="001B562D"/>
    <w:rsid w:val="001B7B74"/>
    <w:rsid w:val="001C34AE"/>
    <w:rsid w:val="001C381A"/>
    <w:rsid w:val="001C4CE9"/>
    <w:rsid w:val="001D08B2"/>
    <w:rsid w:val="001D2F01"/>
    <w:rsid w:val="001D32E9"/>
    <w:rsid w:val="001D474E"/>
    <w:rsid w:val="001D5C40"/>
    <w:rsid w:val="001D6954"/>
    <w:rsid w:val="001E23E7"/>
    <w:rsid w:val="001E6A51"/>
    <w:rsid w:val="001F0468"/>
    <w:rsid w:val="001F3BE4"/>
    <w:rsid w:val="001F5119"/>
    <w:rsid w:val="001F7D67"/>
    <w:rsid w:val="00200539"/>
    <w:rsid w:val="00200AC9"/>
    <w:rsid w:val="002064E1"/>
    <w:rsid w:val="00210C6D"/>
    <w:rsid w:val="00214F73"/>
    <w:rsid w:val="00221507"/>
    <w:rsid w:val="002217EA"/>
    <w:rsid w:val="0022380B"/>
    <w:rsid w:val="00225290"/>
    <w:rsid w:val="0022545D"/>
    <w:rsid w:val="0023015B"/>
    <w:rsid w:val="00231F8F"/>
    <w:rsid w:val="002350E9"/>
    <w:rsid w:val="00235597"/>
    <w:rsid w:val="00235D43"/>
    <w:rsid w:val="00235DD5"/>
    <w:rsid w:val="00240D10"/>
    <w:rsid w:val="002425EB"/>
    <w:rsid w:val="00244F8F"/>
    <w:rsid w:val="00246CFA"/>
    <w:rsid w:val="00250574"/>
    <w:rsid w:val="00253E9C"/>
    <w:rsid w:val="00254E06"/>
    <w:rsid w:val="00255F2C"/>
    <w:rsid w:val="00257DD9"/>
    <w:rsid w:val="00260E99"/>
    <w:rsid w:val="00261B40"/>
    <w:rsid w:val="002634A0"/>
    <w:rsid w:val="0026386C"/>
    <w:rsid w:val="00265FA1"/>
    <w:rsid w:val="002702EA"/>
    <w:rsid w:val="002714EE"/>
    <w:rsid w:val="0027332E"/>
    <w:rsid w:val="00275AC7"/>
    <w:rsid w:val="00275FE5"/>
    <w:rsid w:val="00277EAB"/>
    <w:rsid w:val="00287D99"/>
    <w:rsid w:val="00291D19"/>
    <w:rsid w:val="0029209F"/>
    <w:rsid w:val="002948E7"/>
    <w:rsid w:val="002952E2"/>
    <w:rsid w:val="00295703"/>
    <w:rsid w:val="00296C58"/>
    <w:rsid w:val="00296FCD"/>
    <w:rsid w:val="00297C67"/>
    <w:rsid w:val="002A29F0"/>
    <w:rsid w:val="002A3492"/>
    <w:rsid w:val="002A3D16"/>
    <w:rsid w:val="002A45C0"/>
    <w:rsid w:val="002A4B60"/>
    <w:rsid w:val="002A7BC1"/>
    <w:rsid w:val="002A7EC9"/>
    <w:rsid w:val="002B4AA4"/>
    <w:rsid w:val="002B4C3C"/>
    <w:rsid w:val="002B4D01"/>
    <w:rsid w:val="002B5A5C"/>
    <w:rsid w:val="002C1FF8"/>
    <w:rsid w:val="002C692A"/>
    <w:rsid w:val="002C6F31"/>
    <w:rsid w:val="002C6F98"/>
    <w:rsid w:val="002D0960"/>
    <w:rsid w:val="002D438C"/>
    <w:rsid w:val="002E10A7"/>
    <w:rsid w:val="002E44DD"/>
    <w:rsid w:val="002E4F94"/>
    <w:rsid w:val="002E67FF"/>
    <w:rsid w:val="002E6CEC"/>
    <w:rsid w:val="002E77E4"/>
    <w:rsid w:val="002F2C0F"/>
    <w:rsid w:val="00300A05"/>
    <w:rsid w:val="003072E6"/>
    <w:rsid w:val="00307461"/>
    <w:rsid w:val="00311404"/>
    <w:rsid w:val="00314B0E"/>
    <w:rsid w:val="00315E42"/>
    <w:rsid w:val="003203B7"/>
    <w:rsid w:val="00320719"/>
    <w:rsid w:val="003229F3"/>
    <w:rsid w:val="00332959"/>
    <w:rsid w:val="003360C0"/>
    <w:rsid w:val="0033755A"/>
    <w:rsid w:val="00352270"/>
    <w:rsid w:val="00353FFD"/>
    <w:rsid w:val="00355A33"/>
    <w:rsid w:val="0035652D"/>
    <w:rsid w:val="00370A0C"/>
    <w:rsid w:val="00371C49"/>
    <w:rsid w:val="00374FD0"/>
    <w:rsid w:val="00390B1C"/>
    <w:rsid w:val="0039102A"/>
    <w:rsid w:val="00391188"/>
    <w:rsid w:val="00393661"/>
    <w:rsid w:val="00395B6A"/>
    <w:rsid w:val="00396F7C"/>
    <w:rsid w:val="003A585B"/>
    <w:rsid w:val="003B606B"/>
    <w:rsid w:val="003B6FE4"/>
    <w:rsid w:val="003C1FD0"/>
    <w:rsid w:val="003C7CF2"/>
    <w:rsid w:val="003D1F8B"/>
    <w:rsid w:val="003D2775"/>
    <w:rsid w:val="003D4F3D"/>
    <w:rsid w:val="003E4C8F"/>
    <w:rsid w:val="003E6AAC"/>
    <w:rsid w:val="003F0D53"/>
    <w:rsid w:val="003F77D0"/>
    <w:rsid w:val="00402F7B"/>
    <w:rsid w:val="00403039"/>
    <w:rsid w:val="00403ABA"/>
    <w:rsid w:val="00403F41"/>
    <w:rsid w:val="004045F6"/>
    <w:rsid w:val="00405BD7"/>
    <w:rsid w:val="00412105"/>
    <w:rsid w:val="004126C8"/>
    <w:rsid w:val="00416D48"/>
    <w:rsid w:val="004276B3"/>
    <w:rsid w:val="004357C0"/>
    <w:rsid w:val="00441A08"/>
    <w:rsid w:val="00442337"/>
    <w:rsid w:val="004428E8"/>
    <w:rsid w:val="00443417"/>
    <w:rsid w:val="00443ED0"/>
    <w:rsid w:val="00445303"/>
    <w:rsid w:val="004453D2"/>
    <w:rsid w:val="00450C89"/>
    <w:rsid w:val="00456DD4"/>
    <w:rsid w:val="0046456E"/>
    <w:rsid w:val="00471DAD"/>
    <w:rsid w:val="00471F01"/>
    <w:rsid w:val="0047447F"/>
    <w:rsid w:val="00475C39"/>
    <w:rsid w:val="00480788"/>
    <w:rsid w:val="00480AA0"/>
    <w:rsid w:val="0048161B"/>
    <w:rsid w:val="0048713D"/>
    <w:rsid w:val="004903CA"/>
    <w:rsid w:val="0049049B"/>
    <w:rsid w:val="00492585"/>
    <w:rsid w:val="004A2629"/>
    <w:rsid w:val="004A7443"/>
    <w:rsid w:val="004A7934"/>
    <w:rsid w:val="004B462C"/>
    <w:rsid w:val="004B6013"/>
    <w:rsid w:val="004B6ADE"/>
    <w:rsid w:val="004C732A"/>
    <w:rsid w:val="004D080F"/>
    <w:rsid w:val="004D4B49"/>
    <w:rsid w:val="004D5E2A"/>
    <w:rsid w:val="004E1323"/>
    <w:rsid w:val="004F5E20"/>
    <w:rsid w:val="004F6D55"/>
    <w:rsid w:val="005015A4"/>
    <w:rsid w:val="0050190B"/>
    <w:rsid w:val="00501A7E"/>
    <w:rsid w:val="00506754"/>
    <w:rsid w:val="0051060F"/>
    <w:rsid w:val="00514584"/>
    <w:rsid w:val="005207A7"/>
    <w:rsid w:val="005218BE"/>
    <w:rsid w:val="0052308C"/>
    <w:rsid w:val="0053007D"/>
    <w:rsid w:val="0053104A"/>
    <w:rsid w:val="00532C0B"/>
    <w:rsid w:val="00534461"/>
    <w:rsid w:val="00534628"/>
    <w:rsid w:val="00535ED8"/>
    <w:rsid w:val="00537DAA"/>
    <w:rsid w:val="00543D55"/>
    <w:rsid w:val="005633F0"/>
    <w:rsid w:val="0056679D"/>
    <w:rsid w:val="005710CC"/>
    <w:rsid w:val="00572A9A"/>
    <w:rsid w:val="00576CA0"/>
    <w:rsid w:val="00576E5E"/>
    <w:rsid w:val="00577181"/>
    <w:rsid w:val="00580D26"/>
    <w:rsid w:val="005835C9"/>
    <w:rsid w:val="005902F2"/>
    <w:rsid w:val="00591F49"/>
    <w:rsid w:val="00594DFB"/>
    <w:rsid w:val="0059691B"/>
    <w:rsid w:val="005A4F0F"/>
    <w:rsid w:val="005B3768"/>
    <w:rsid w:val="005B740B"/>
    <w:rsid w:val="005C2A28"/>
    <w:rsid w:val="005C3954"/>
    <w:rsid w:val="005C3B69"/>
    <w:rsid w:val="005C5D1E"/>
    <w:rsid w:val="005C7038"/>
    <w:rsid w:val="005D32F7"/>
    <w:rsid w:val="005D54F6"/>
    <w:rsid w:val="005D626E"/>
    <w:rsid w:val="005E64AA"/>
    <w:rsid w:val="005E71BE"/>
    <w:rsid w:val="005F1014"/>
    <w:rsid w:val="00603426"/>
    <w:rsid w:val="006034CF"/>
    <w:rsid w:val="00604F8F"/>
    <w:rsid w:val="00605D35"/>
    <w:rsid w:val="00606AF5"/>
    <w:rsid w:val="006121D0"/>
    <w:rsid w:val="00612A13"/>
    <w:rsid w:val="0061711B"/>
    <w:rsid w:val="00617766"/>
    <w:rsid w:val="0061776B"/>
    <w:rsid w:val="00620715"/>
    <w:rsid w:val="0062296D"/>
    <w:rsid w:val="00627C09"/>
    <w:rsid w:val="00633738"/>
    <w:rsid w:val="00636B79"/>
    <w:rsid w:val="00640972"/>
    <w:rsid w:val="00641794"/>
    <w:rsid w:val="00641CC1"/>
    <w:rsid w:val="006457F1"/>
    <w:rsid w:val="00647CE0"/>
    <w:rsid w:val="00651643"/>
    <w:rsid w:val="00652C44"/>
    <w:rsid w:val="006550FD"/>
    <w:rsid w:val="0066050A"/>
    <w:rsid w:val="00662597"/>
    <w:rsid w:val="00662A9C"/>
    <w:rsid w:val="00664F2C"/>
    <w:rsid w:val="006650B7"/>
    <w:rsid w:val="006719B2"/>
    <w:rsid w:val="0067678B"/>
    <w:rsid w:val="0067702B"/>
    <w:rsid w:val="006777B4"/>
    <w:rsid w:val="00680C71"/>
    <w:rsid w:val="006811E6"/>
    <w:rsid w:val="0068458D"/>
    <w:rsid w:val="00690808"/>
    <w:rsid w:val="00697750"/>
    <w:rsid w:val="006A1E8F"/>
    <w:rsid w:val="006B06D4"/>
    <w:rsid w:val="006B0949"/>
    <w:rsid w:val="006B3D29"/>
    <w:rsid w:val="006B5589"/>
    <w:rsid w:val="006B66B8"/>
    <w:rsid w:val="006B6E61"/>
    <w:rsid w:val="006C3806"/>
    <w:rsid w:val="006C76DC"/>
    <w:rsid w:val="006C7E92"/>
    <w:rsid w:val="006E3C06"/>
    <w:rsid w:val="006E66F3"/>
    <w:rsid w:val="006E6EDC"/>
    <w:rsid w:val="006E6FB2"/>
    <w:rsid w:val="006E71CD"/>
    <w:rsid w:val="006F0524"/>
    <w:rsid w:val="006F61F1"/>
    <w:rsid w:val="006F7A7B"/>
    <w:rsid w:val="006FEB59"/>
    <w:rsid w:val="00704092"/>
    <w:rsid w:val="00711833"/>
    <w:rsid w:val="00713326"/>
    <w:rsid w:val="0072611A"/>
    <w:rsid w:val="00731F97"/>
    <w:rsid w:val="007369FE"/>
    <w:rsid w:val="00741E06"/>
    <w:rsid w:val="00741F1A"/>
    <w:rsid w:val="00745B3D"/>
    <w:rsid w:val="007521F7"/>
    <w:rsid w:val="007539B0"/>
    <w:rsid w:val="00755483"/>
    <w:rsid w:val="007603D2"/>
    <w:rsid w:val="007676F4"/>
    <w:rsid w:val="00774EE1"/>
    <w:rsid w:val="00776F3F"/>
    <w:rsid w:val="00782E63"/>
    <w:rsid w:val="00785E31"/>
    <w:rsid w:val="007908AB"/>
    <w:rsid w:val="007946DE"/>
    <w:rsid w:val="007A37B4"/>
    <w:rsid w:val="007A5DB6"/>
    <w:rsid w:val="007A7EF7"/>
    <w:rsid w:val="007B3753"/>
    <w:rsid w:val="007B725D"/>
    <w:rsid w:val="007C0946"/>
    <w:rsid w:val="007C2B7D"/>
    <w:rsid w:val="007C2E0A"/>
    <w:rsid w:val="007C45E3"/>
    <w:rsid w:val="007C7FB6"/>
    <w:rsid w:val="007D3403"/>
    <w:rsid w:val="007D3F1F"/>
    <w:rsid w:val="007E054E"/>
    <w:rsid w:val="007E157D"/>
    <w:rsid w:val="007E456A"/>
    <w:rsid w:val="007E4C7D"/>
    <w:rsid w:val="007E62CD"/>
    <w:rsid w:val="007E786F"/>
    <w:rsid w:val="007F2B7D"/>
    <w:rsid w:val="007F2CA6"/>
    <w:rsid w:val="007F3A91"/>
    <w:rsid w:val="007F4DCA"/>
    <w:rsid w:val="007F5B35"/>
    <w:rsid w:val="007F6C5D"/>
    <w:rsid w:val="0080064B"/>
    <w:rsid w:val="00801A8A"/>
    <w:rsid w:val="008025B1"/>
    <w:rsid w:val="00805A29"/>
    <w:rsid w:val="008125F9"/>
    <w:rsid w:val="008128E3"/>
    <w:rsid w:val="0081449C"/>
    <w:rsid w:val="008166EF"/>
    <w:rsid w:val="00820F06"/>
    <w:rsid w:val="00824217"/>
    <w:rsid w:val="008272CC"/>
    <w:rsid w:val="00832DAC"/>
    <w:rsid w:val="00833B02"/>
    <w:rsid w:val="00834687"/>
    <w:rsid w:val="00834E31"/>
    <w:rsid w:val="00837725"/>
    <w:rsid w:val="008424EB"/>
    <w:rsid w:val="008441C4"/>
    <w:rsid w:val="008465A9"/>
    <w:rsid w:val="00846864"/>
    <w:rsid w:val="00846BF9"/>
    <w:rsid w:val="00853D12"/>
    <w:rsid w:val="0085424D"/>
    <w:rsid w:val="00854948"/>
    <w:rsid w:val="00855D3D"/>
    <w:rsid w:val="00856ECC"/>
    <w:rsid w:val="008645F0"/>
    <w:rsid w:val="00867257"/>
    <w:rsid w:val="00870A96"/>
    <w:rsid w:val="00874174"/>
    <w:rsid w:val="00875ADA"/>
    <w:rsid w:val="00880672"/>
    <w:rsid w:val="00881C86"/>
    <w:rsid w:val="00882229"/>
    <w:rsid w:val="008823F7"/>
    <w:rsid w:val="008844E2"/>
    <w:rsid w:val="00887D98"/>
    <w:rsid w:val="0089238A"/>
    <w:rsid w:val="00896520"/>
    <w:rsid w:val="008965CE"/>
    <w:rsid w:val="008967B9"/>
    <w:rsid w:val="00897DCC"/>
    <w:rsid w:val="008B3BEF"/>
    <w:rsid w:val="008B5965"/>
    <w:rsid w:val="008B6996"/>
    <w:rsid w:val="008C6E69"/>
    <w:rsid w:val="008C706C"/>
    <w:rsid w:val="008C7847"/>
    <w:rsid w:val="008C7E2E"/>
    <w:rsid w:val="008D1287"/>
    <w:rsid w:val="008D3AE4"/>
    <w:rsid w:val="008E0ADA"/>
    <w:rsid w:val="008E1B6B"/>
    <w:rsid w:val="008E49C3"/>
    <w:rsid w:val="008E6B1E"/>
    <w:rsid w:val="008E7497"/>
    <w:rsid w:val="008F0C75"/>
    <w:rsid w:val="008F0E23"/>
    <w:rsid w:val="008F17B0"/>
    <w:rsid w:val="008F239C"/>
    <w:rsid w:val="008F367A"/>
    <w:rsid w:val="00900168"/>
    <w:rsid w:val="00900A11"/>
    <w:rsid w:val="009107EC"/>
    <w:rsid w:val="00911BCE"/>
    <w:rsid w:val="00912C00"/>
    <w:rsid w:val="00912E4E"/>
    <w:rsid w:val="009137A6"/>
    <w:rsid w:val="00915564"/>
    <w:rsid w:val="009159DB"/>
    <w:rsid w:val="0092064E"/>
    <w:rsid w:val="00921AA5"/>
    <w:rsid w:val="00921FD0"/>
    <w:rsid w:val="00922868"/>
    <w:rsid w:val="00923C30"/>
    <w:rsid w:val="009248E2"/>
    <w:rsid w:val="00937169"/>
    <w:rsid w:val="009377CA"/>
    <w:rsid w:val="00941067"/>
    <w:rsid w:val="0094165A"/>
    <w:rsid w:val="00944D1A"/>
    <w:rsid w:val="009508E0"/>
    <w:rsid w:val="00950E66"/>
    <w:rsid w:val="00952668"/>
    <w:rsid w:val="00967E64"/>
    <w:rsid w:val="00975C14"/>
    <w:rsid w:val="00976FAF"/>
    <w:rsid w:val="00983E3F"/>
    <w:rsid w:val="0098405E"/>
    <w:rsid w:val="00987AB9"/>
    <w:rsid w:val="0099245F"/>
    <w:rsid w:val="00992AC6"/>
    <w:rsid w:val="00997EDC"/>
    <w:rsid w:val="009A2025"/>
    <w:rsid w:val="009A34B6"/>
    <w:rsid w:val="009B106F"/>
    <w:rsid w:val="009B1956"/>
    <w:rsid w:val="009B30F0"/>
    <w:rsid w:val="009B6D50"/>
    <w:rsid w:val="009B762E"/>
    <w:rsid w:val="009B7B9D"/>
    <w:rsid w:val="009C0831"/>
    <w:rsid w:val="009C1D61"/>
    <w:rsid w:val="009C2417"/>
    <w:rsid w:val="009C4143"/>
    <w:rsid w:val="009C4A5C"/>
    <w:rsid w:val="009C598A"/>
    <w:rsid w:val="009E29DE"/>
    <w:rsid w:val="009E4174"/>
    <w:rsid w:val="009E44F1"/>
    <w:rsid w:val="009E789F"/>
    <w:rsid w:val="009F32B7"/>
    <w:rsid w:val="009F3788"/>
    <w:rsid w:val="009F3927"/>
    <w:rsid w:val="00A01419"/>
    <w:rsid w:val="00A0281C"/>
    <w:rsid w:val="00A051CF"/>
    <w:rsid w:val="00A1127B"/>
    <w:rsid w:val="00A12D02"/>
    <w:rsid w:val="00A159BA"/>
    <w:rsid w:val="00A15E8B"/>
    <w:rsid w:val="00A17F42"/>
    <w:rsid w:val="00A24147"/>
    <w:rsid w:val="00A24158"/>
    <w:rsid w:val="00A25EED"/>
    <w:rsid w:val="00A26BF2"/>
    <w:rsid w:val="00A26C3A"/>
    <w:rsid w:val="00A3103E"/>
    <w:rsid w:val="00A32DBF"/>
    <w:rsid w:val="00A44F54"/>
    <w:rsid w:val="00A45DEC"/>
    <w:rsid w:val="00A543B4"/>
    <w:rsid w:val="00A60094"/>
    <w:rsid w:val="00A626FE"/>
    <w:rsid w:val="00A634F7"/>
    <w:rsid w:val="00A63DEC"/>
    <w:rsid w:val="00A66501"/>
    <w:rsid w:val="00A71D95"/>
    <w:rsid w:val="00A827F8"/>
    <w:rsid w:val="00A861AD"/>
    <w:rsid w:val="00A86AC9"/>
    <w:rsid w:val="00A875AD"/>
    <w:rsid w:val="00A9437E"/>
    <w:rsid w:val="00AA2EF3"/>
    <w:rsid w:val="00AA4F7B"/>
    <w:rsid w:val="00AB0CBC"/>
    <w:rsid w:val="00AB312D"/>
    <w:rsid w:val="00AB3A64"/>
    <w:rsid w:val="00AB5F69"/>
    <w:rsid w:val="00AC2F68"/>
    <w:rsid w:val="00AC51EB"/>
    <w:rsid w:val="00AD1E93"/>
    <w:rsid w:val="00AD270A"/>
    <w:rsid w:val="00AD302E"/>
    <w:rsid w:val="00AD692E"/>
    <w:rsid w:val="00AE06CF"/>
    <w:rsid w:val="00AE4BA9"/>
    <w:rsid w:val="00AE52B5"/>
    <w:rsid w:val="00AF0A49"/>
    <w:rsid w:val="00AF20B0"/>
    <w:rsid w:val="00AF279B"/>
    <w:rsid w:val="00AF3EBD"/>
    <w:rsid w:val="00AF56DF"/>
    <w:rsid w:val="00AF6828"/>
    <w:rsid w:val="00AF69ED"/>
    <w:rsid w:val="00AF7356"/>
    <w:rsid w:val="00B017C9"/>
    <w:rsid w:val="00B026AD"/>
    <w:rsid w:val="00B031AA"/>
    <w:rsid w:val="00B13544"/>
    <w:rsid w:val="00B17F26"/>
    <w:rsid w:val="00B211FB"/>
    <w:rsid w:val="00B21548"/>
    <w:rsid w:val="00B21ABA"/>
    <w:rsid w:val="00B24A8D"/>
    <w:rsid w:val="00B274B9"/>
    <w:rsid w:val="00B340B5"/>
    <w:rsid w:val="00B35143"/>
    <w:rsid w:val="00B3543C"/>
    <w:rsid w:val="00B36DD9"/>
    <w:rsid w:val="00B40482"/>
    <w:rsid w:val="00B421B2"/>
    <w:rsid w:val="00B43E26"/>
    <w:rsid w:val="00B45A3D"/>
    <w:rsid w:val="00B464F8"/>
    <w:rsid w:val="00B53208"/>
    <w:rsid w:val="00B53E40"/>
    <w:rsid w:val="00B6386F"/>
    <w:rsid w:val="00B658A8"/>
    <w:rsid w:val="00B73F83"/>
    <w:rsid w:val="00B83606"/>
    <w:rsid w:val="00B8799C"/>
    <w:rsid w:val="00B90900"/>
    <w:rsid w:val="00B90EBB"/>
    <w:rsid w:val="00B93C44"/>
    <w:rsid w:val="00B9452D"/>
    <w:rsid w:val="00B947BC"/>
    <w:rsid w:val="00B948B4"/>
    <w:rsid w:val="00BA5484"/>
    <w:rsid w:val="00BA5922"/>
    <w:rsid w:val="00BA6D3E"/>
    <w:rsid w:val="00BB0ACB"/>
    <w:rsid w:val="00BB1B67"/>
    <w:rsid w:val="00BB35C1"/>
    <w:rsid w:val="00BB3673"/>
    <w:rsid w:val="00BC04AA"/>
    <w:rsid w:val="00BC32A3"/>
    <w:rsid w:val="00BC40AE"/>
    <w:rsid w:val="00BD1B7D"/>
    <w:rsid w:val="00BD2C17"/>
    <w:rsid w:val="00BD31FC"/>
    <w:rsid w:val="00BD7674"/>
    <w:rsid w:val="00BE148E"/>
    <w:rsid w:val="00BE4335"/>
    <w:rsid w:val="00BE72D8"/>
    <w:rsid w:val="00BF69A4"/>
    <w:rsid w:val="00C00DEC"/>
    <w:rsid w:val="00C054D2"/>
    <w:rsid w:val="00C0615C"/>
    <w:rsid w:val="00C06445"/>
    <w:rsid w:val="00C06752"/>
    <w:rsid w:val="00C0717A"/>
    <w:rsid w:val="00C077CD"/>
    <w:rsid w:val="00C11A0A"/>
    <w:rsid w:val="00C11D44"/>
    <w:rsid w:val="00C2234E"/>
    <w:rsid w:val="00C22788"/>
    <w:rsid w:val="00C22A99"/>
    <w:rsid w:val="00C22FD4"/>
    <w:rsid w:val="00C34F0A"/>
    <w:rsid w:val="00C3506B"/>
    <w:rsid w:val="00C3620E"/>
    <w:rsid w:val="00C36842"/>
    <w:rsid w:val="00C42C33"/>
    <w:rsid w:val="00C46954"/>
    <w:rsid w:val="00C46C9A"/>
    <w:rsid w:val="00C50F59"/>
    <w:rsid w:val="00C511C2"/>
    <w:rsid w:val="00C56352"/>
    <w:rsid w:val="00C56ABE"/>
    <w:rsid w:val="00C56B86"/>
    <w:rsid w:val="00C57455"/>
    <w:rsid w:val="00C62474"/>
    <w:rsid w:val="00C63653"/>
    <w:rsid w:val="00C64D15"/>
    <w:rsid w:val="00C651E9"/>
    <w:rsid w:val="00C720CA"/>
    <w:rsid w:val="00C72DBA"/>
    <w:rsid w:val="00C760EF"/>
    <w:rsid w:val="00C822ED"/>
    <w:rsid w:val="00C82DA6"/>
    <w:rsid w:val="00C84C52"/>
    <w:rsid w:val="00C8738B"/>
    <w:rsid w:val="00C96387"/>
    <w:rsid w:val="00CA2C26"/>
    <w:rsid w:val="00CA3B96"/>
    <w:rsid w:val="00CA429F"/>
    <w:rsid w:val="00CA4450"/>
    <w:rsid w:val="00CA5E2E"/>
    <w:rsid w:val="00CA7574"/>
    <w:rsid w:val="00CB0E3B"/>
    <w:rsid w:val="00CB6755"/>
    <w:rsid w:val="00CC04F6"/>
    <w:rsid w:val="00CC1585"/>
    <w:rsid w:val="00CD1BFA"/>
    <w:rsid w:val="00CD3E27"/>
    <w:rsid w:val="00CD4918"/>
    <w:rsid w:val="00CD52C0"/>
    <w:rsid w:val="00CD7CD5"/>
    <w:rsid w:val="00CE360A"/>
    <w:rsid w:val="00CE4B5D"/>
    <w:rsid w:val="00CE5A0D"/>
    <w:rsid w:val="00CE6CAA"/>
    <w:rsid w:val="00CF39D3"/>
    <w:rsid w:val="00CF3EF6"/>
    <w:rsid w:val="00CF5A30"/>
    <w:rsid w:val="00CF5BCC"/>
    <w:rsid w:val="00CF7BCF"/>
    <w:rsid w:val="00D037BA"/>
    <w:rsid w:val="00D0550B"/>
    <w:rsid w:val="00D07184"/>
    <w:rsid w:val="00D10D23"/>
    <w:rsid w:val="00D116BE"/>
    <w:rsid w:val="00D11A30"/>
    <w:rsid w:val="00D145FD"/>
    <w:rsid w:val="00D200B1"/>
    <w:rsid w:val="00D20F31"/>
    <w:rsid w:val="00D308F6"/>
    <w:rsid w:val="00D331E9"/>
    <w:rsid w:val="00D34D06"/>
    <w:rsid w:val="00D40D14"/>
    <w:rsid w:val="00D41209"/>
    <w:rsid w:val="00D41AB7"/>
    <w:rsid w:val="00D511A1"/>
    <w:rsid w:val="00D56153"/>
    <w:rsid w:val="00D5665D"/>
    <w:rsid w:val="00D629A0"/>
    <w:rsid w:val="00D67324"/>
    <w:rsid w:val="00D726DD"/>
    <w:rsid w:val="00D72E88"/>
    <w:rsid w:val="00D77BA1"/>
    <w:rsid w:val="00D828D5"/>
    <w:rsid w:val="00D84B23"/>
    <w:rsid w:val="00D85C58"/>
    <w:rsid w:val="00D85D67"/>
    <w:rsid w:val="00D865A9"/>
    <w:rsid w:val="00D87451"/>
    <w:rsid w:val="00D90794"/>
    <w:rsid w:val="00DA597B"/>
    <w:rsid w:val="00DB06B4"/>
    <w:rsid w:val="00DB390A"/>
    <w:rsid w:val="00DB49D9"/>
    <w:rsid w:val="00DB6064"/>
    <w:rsid w:val="00DB767F"/>
    <w:rsid w:val="00DC0AF6"/>
    <w:rsid w:val="00DC3866"/>
    <w:rsid w:val="00DC4859"/>
    <w:rsid w:val="00DD3543"/>
    <w:rsid w:val="00DD5038"/>
    <w:rsid w:val="00DD5C5D"/>
    <w:rsid w:val="00DD610D"/>
    <w:rsid w:val="00DD783A"/>
    <w:rsid w:val="00DE40DD"/>
    <w:rsid w:val="00DE4F0A"/>
    <w:rsid w:val="00DF2E97"/>
    <w:rsid w:val="00DF6DAB"/>
    <w:rsid w:val="00E06B6B"/>
    <w:rsid w:val="00E06EC2"/>
    <w:rsid w:val="00E0700D"/>
    <w:rsid w:val="00E11D61"/>
    <w:rsid w:val="00E14A98"/>
    <w:rsid w:val="00E15A12"/>
    <w:rsid w:val="00E15F7E"/>
    <w:rsid w:val="00E1682A"/>
    <w:rsid w:val="00E172E9"/>
    <w:rsid w:val="00E2185A"/>
    <w:rsid w:val="00E22649"/>
    <w:rsid w:val="00E2655A"/>
    <w:rsid w:val="00E268EA"/>
    <w:rsid w:val="00E312FF"/>
    <w:rsid w:val="00E324DA"/>
    <w:rsid w:val="00E332F3"/>
    <w:rsid w:val="00E33D06"/>
    <w:rsid w:val="00E37E9C"/>
    <w:rsid w:val="00E45F93"/>
    <w:rsid w:val="00E51735"/>
    <w:rsid w:val="00E51CBF"/>
    <w:rsid w:val="00E54274"/>
    <w:rsid w:val="00E56318"/>
    <w:rsid w:val="00E56B74"/>
    <w:rsid w:val="00E57997"/>
    <w:rsid w:val="00E60183"/>
    <w:rsid w:val="00E61761"/>
    <w:rsid w:val="00E6391F"/>
    <w:rsid w:val="00E6455E"/>
    <w:rsid w:val="00E7382B"/>
    <w:rsid w:val="00E74E88"/>
    <w:rsid w:val="00E754EF"/>
    <w:rsid w:val="00E80F4E"/>
    <w:rsid w:val="00E827DA"/>
    <w:rsid w:val="00E84689"/>
    <w:rsid w:val="00E8781A"/>
    <w:rsid w:val="00E90DFE"/>
    <w:rsid w:val="00E92FAF"/>
    <w:rsid w:val="00EA0C09"/>
    <w:rsid w:val="00EA122B"/>
    <w:rsid w:val="00EB0E5C"/>
    <w:rsid w:val="00EB1126"/>
    <w:rsid w:val="00EC09FF"/>
    <w:rsid w:val="00EC227B"/>
    <w:rsid w:val="00EC42BD"/>
    <w:rsid w:val="00EC5A8D"/>
    <w:rsid w:val="00EC74BC"/>
    <w:rsid w:val="00ED2FEE"/>
    <w:rsid w:val="00EE49B4"/>
    <w:rsid w:val="00EE76B5"/>
    <w:rsid w:val="00EF2837"/>
    <w:rsid w:val="00EF77D4"/>
    <w:rsid w:val="00F03ECC"/>
    <w:rsid w:val="00F05744"/>
    <w:rsid w:val="00F059F1"/>
    <w:rsid w:val="00F05DF3"/>
    <w:rsid w:val="00F10AC5"/>
    <w:rsid w:val="00F13D6D"/>
    <w:rsid w:val="00F15D3C"/>
    <w:rsid w:val="00F16D07"/>
    <w:rsid w:val="00F212C0"/>
    <w:rsid w:val="00F24A9F"/>
    <w:rsid w:val="00F26D7D"/>
    <w:rsid w:val="00F27394"/>
    <w:rsid w:val="00F27AFF"/>
    <w:rsid w:val="00F300EB"/>
    <w:rsid w:val="00F31F3E"/>
    <w:rsid w:val="00F32EB4"/>
    <w:rsid w:val="00F33F7E"/>
    <w:rsid w:val="00F36D0C"/>
    <w:rsid w:val="00F430B3"/>
    <w:rsid w:val="00F43D1C"/>
    <w:rsid w:val="00F46047"/>
    <w:rsid w:val="00F4690F"/>
    <w:rsid w:val="00F5558A"/>
    <w:rsid w:val="00F567DE"/>
    <w:rsid w:val="00F57497"/>
    <w:rsid w:val="00F5764D"/>
    <w:rsid w:val="00F645C5"/>
    <w:rsid w:val="00F73800"/>
    <w:rsid w:val="00F77622"/>
    <w:rsid w:val="00F82B6D"/>
    <w:rsid w:val="00F8446C"/>
    <w:rsid w:val="00F879F3"/>
    <w:rsid w:val="00F90248"/>
    <w:rsid w:val="00F929C8"/>
    <w:rsid w:val="00F946B4"/>
    <w:rsid w:val="00FA2581"/>
    <w:rsid w:val="00FA4C1B"/>
    <w:rsid w:val="00FB0B64"/>
    <w:rsid w:val="00FB2231"/>
    <w:rsid w:val="00FB5CC9"/>
    <w:rsid w:val="00FB7219"/>
    <w:rsid w:val="00FC0108"/>
    <w:rsid w:val="00FC3502"/>
    <w:rsid w:val="00FC7289"/>
    <w:rsid w:val="00FD19F4"/>
    <w:rsid w:val="00FD255A"/>
    <w:rsid w:val="00FD3095"/>
    <w:rsid w:val="00FE0A47"/>
    <w:rsid w:val="00FE6342"/>
    <w:rsid w:val="00FF244B"/>
    <w:rsid w:val="00FF3BE1"/>
    <w:rsid w:val="011BC50A"/>
    <w:rsid w:val="018719A5"/>
    <w:rsid w:val="023F7A4C"/>
    <w:rsid w:val="025FE644"/>
    <w:rsid w:val="0298816B"/>
    <w:rsid w:val="029A4E73"/>
    <w:rsid w:val="02C33FD1"/>
    <w:rsid w:val="02FACC1A"/>
    <w:rsid w:val="02FE3793"/>
    <w:rsid w:val="033EE1FD"/>
    <w:rsid w:val="0450DF58"/>
    <w:rsid w:val="048AAFB8"/>
    <w:rsid w:val="052C4A3C"/>
    <w:rsid w:val="066850D9"/>
    <w:rsid w:val="06F567FB"/>
    <w:rsid w:val="0878D88E"/>
    <w:rsid w:val="08BD9E92"/>
    <w:rsid w:val="08CC5129"/>
    <w:rsid w:val="08DC78F0"/>
    <w:rsid w:val="08EDC626"/>
    <w:rsid w:val="099DD2FE"/>
    <w:rsid w:val="0B3E133A"/>
    <w:rsid w:val="0B598F5C"/>
    <w:rsid w:val="0C7EEBD4"/>
    <w:rsid w:val="0CB8AB15"/>
    <w:rsid w:val="0CCC86A4"/>
    <w:rsid w:val="0D5BB645"/>
    <w:rsid w:val="0DC36480"/>
    <w:rsid w:val="0F2B1D02"/>
    <w:rsid w:val="0F320BE5"/>
    <w:rsid w:val="0F53C1CF"/>
    <w:rsid w:val="0FA3A1D3"/>
    <w:rsid w:val="103F80DE"/>
    <w:rsid w:val="110F6FC9"/>
    <w:rsid w:val="12A01FEC"/>
    <w:rsid w:val="149BD28C"/>
    <w:rsid w:val="17A580CB"/>
    <w:rsid w:val="17F2067B"/>
    <w:rsid w:val="1894D6BB"/>
    <w:rsid w:val="18BBCB6D"/>
    <w:rsid w:val="19AFB055"/>
    <w:rsid w:val="19CDE5BE"/>
    <w:rsid w:val="19F2DA03"/>
    <w:rsid w:val="19F6B448"/>
    <w:rsid w:val="1A12FF03"/>
    <w:rsid w:val="1A43B275"/>
    <w:rsid w:val="1A52ABA6"/>
    <w:rsid w:val="1A99E093"/>
    <w:rsid w:val="1B9CF3B8"/>
    <w:rsid w:val="1BF235F0"/>
    <w:rsid w:val="1C85A779"/>
    <w:rsid w:val="1C9467B9"/>
    <w:rsid w:val="1C9CCE72"/>
    <w:rsid w:val="1CC40EDC"/>
    <w:rsid w:val="1CD1ADE9"/>
    <w:rsid w:val="1E1C506D"/>
    <w:rsid w:val="1E973D5E"/>
    <w:rsid w:val="1FA4C2C3"/>
    <w:rsid w:val="1FC5B0B1"/>
    <w:rsid w:val="216BCEF8"/>
    <w:rsid w:val="223EE0A5"/>
    <w:rsid w:val="22BD7937"/>
    <w:rsid w:val="23911235"/>
    <w:rsid w:val="23D30F40"/>
    <w:rsid w:val="265F97F5"/>
    <w:rsid w:val="26D15F51"/>
    <w:rsid w:val="276D4CCA"/>
    <w:rsid w:val="27B99883"/>
    <w:rsid w:val="28718FEB"/>
    <w:rsid w:val="28D9CC1A"/>
    <w:rsid w:val="29769B84"/>
    <w:rsid w:val="2A7923C1"/>
    <w:rsid w:val="2B67A324"/>
    <w:rsid w:val="2BFC6A82"/>
    <w:rsid w:val="2C320161"/>
    <w:rsid w:val="2D48DD78"/>
    <w:rsid w:val="2D83393E"/>
    <w:rsid w:val="30645029"/>
    <w:rsid w:val="30F87EFC"/>
    <w:rsid w:val="3246AF44"/>
    <w:rsid w:val="32653633"/>
    <w:rsid w:val="32B14F19"/>
    <w:rsid w:val="332C7CDD"/>
    <w:rsid w:val="34B7F6BE"/>
    <w:rsid w:val="34C54794"/>
    <w:rsid w:val="355F12EB"/>
    <w:rsid w:val="35A813A1"/>
    <w:rsid w:val="361A0AB7"/>
    <w:rsid w:val="36D38F4B"/>
    <w:rsid w:val="37E511C6"/>
    <w:rsid w:val="3876A220"/>
    <w:rsid w:val="38CB7C69"/>
    <w:rsid w:val="38D3D6F0"/>
    <w:rsid w:val="393FC93F"/>
    <w:rsid w:val="39481A43"/>
    <w:rsid w:val="3955CA27"/>
    <w:rsid w:val="396ED5AB"/>
    <w:rsid w:val="3AB98037"/>
    <w:rsid w:val="3ABF27D9"/>
    <w:rsid w:val="3AE94311"/>
    <w:rsid w:val="3B0CEE10"/>
    <w:rsid w:val="3B2DD83F"/>
    <w:rsid w:val="3B48E3EA"/>
    <w:rsid w:val="3C00A14A"/>
    <w:rsid w:val="3D1903EA"/>
    <w:rsid w:val="3DBB363C"/>
    <w:rsid w:val="3E0BA3D9"/>
    <w:rsid w:val="3E8636DF"/>
    <w:rsid w:val="3E90780B"/>
    <w:rsid w:val="3EA6CCC2"/>
    <w:rsid w:val="3F4B61DB"/>
    <w:rsid w:val="3FD543D0"/>
    <w:rsid w:val="3FDADF57"/>
    <w:rsid w:val="4091B117"/>
    <w:rsid w:val="412AA6A5"/>
    <w:rsid w:val="413AE43C"/>
    <w:rsid w:val="41A0DA51"/>
    <w:rsid w:val="41BE28B1"/>
    <w:rsid w:val="41D41DDE"/>
    <w:rsid w:val="4219DF6A"/>
    <w:rsid w:val="4280F1F7"/>
    <w:rsid w:val="4379ED86"/>
    <w:rsid w:val="4385FC50"/>
    <w:rsid w:val="43F00C78"/>
    <w:rsid w:val="4455D9A0"/>
    <w:rsid w:val="44C5CDB4"/>
    <w:rsid w:val="44EBE1B4"/>
    <w:rsid w:val="456084CA"/>
    <w:rsid w:val="45F75EE8"/>
    <w:rsid w:val="4630A814"/>
    <w:rsid w:val="46D7CED6"/>
    <w:rsid w:val="47F97042"/>
    <w:rsid w:val="48609EA9"/>
    <w:rsid w:val="4875E65B"/>
    <w:rsid w:val="48FF6962"/>
    <w:rsid w:val="4967819C"/>
    <w:rsid w:val="496C7077"/>
    <w:rsid w:val="49AA3DE8"/>
    <w:rsid w:val="49F7E33D"/>
    <w:rsid w:val="4A0AEAFD"/>
    <w:rsid w:val="4A7915F7"/>
    <w:rsid w:val="4A977345"/>
    <w:rsid w:val="4BA91E02"/>
    <w:rsid w:val="4BCE7A1D"/>
    <w:rsid w:val="4C00B303"/>
    <w:rsid w:val="4C6BF44D"/>
    <w:rsid w:val="4CDDA166"/>
    <w:rsid w:val="4D5AAD32"/>
    <w:rsid w:val="4D612DCF"/>
    <w:rsid w:val="4E8152F9"/>
    <w:rsid w:val="4EC7784F"/>
    <w:rsid w:val="4EE5A5F2"/>
    <w:rsid w:val="4FEF786F"/>
    <w:rsid w:val="5203FBC3"/>
    <w:rsid w:val="52135E77"/>
    <w:rsid w:val="52942136"/>
    <w:rsid w:val="54FEDF61"/>
    <w:rsid w:val="567B10BE"/>
    <w:rsid w:val="56D08C74"/>
    <w:rsid w:val="56DA0F8A"/>
    <w:rsid w:val="57384E5D"/>
    <w:rsid w:val="57D8FB56"/>
    <w:rsid w:val="58443CA7"/>
    <w:rsid w:val="589F3A70"/>
    <w:rsid w:val="58BCC234"/>
    <w:rsid w:val="58BCEC07"/>
    <w:rsid w:val="593CEA7E"/>
    <w:rsid w:val="59E4D332"/>
    <w:rsid w:val="5A1A6A57"/>
    <w:rsid w:val="5B5F7EBC"/>
    <w:rsid w:val="5BF663B2"/>
    <w:rsid w:val="5C275666"/>
    <w:rsid w:val="5CF0A92C"/>
    <w:rsid w:val="5D53688D"/>
    <w:rsid w:val="5D76C601"/>
    <w:rsid w:val="5E97CCB0"/>
    <w:rsid w:val="5EB387F3"/>
    <w:rsid w:val="5F17ABDA"/>
    <w:rsid w:val="5F9141F1"/>
    <w:rsid w:val="600A46E8"/>
    <w:rsid w:val="6052BFAF"/>
    <w:rsid w:val="608AB932"/>
    <w:rsid w:val="60AFED48"/>
    <w:rsid w:val="60C975B0"/>
    <w:rsid w:val="620089E4"/>
    <w:rsid w:val="6206F05F"/>
    <w:rsid w:val="62A503E2"/>
    <w:rsid w:val="62DAE701"/>
    <w:rsid w:val="630936A5"/>
    <w:rsid w:val="63836981"/>
    <w:rsid w:val="63D8A2A2"/>
    <w:rsid w:val="64037DF1"/>
    <w:rsid w:val="64F54C86"/>
    <w:rsid w:val="65167F69"/>
    <w:rsid w:val="65280785"/>
    <w:rsid w:val="66335934"/>
    <w:rsid w:val="664EA7AB"/>
    <w:rsid w:val="6667EE5E"/>
    <w:rsid w:val="676BC604"/>
    <w:rsid w:val="68443474"/>
    <w:rsid w:val="6886036F"/>
    <w:rsid w:val="6902C65E"/>
    <w:rsid w:val="691A70D1"/>
    <w:rsid w:val="697AC3D8"/>
    <w:rsid w:val="6A7296B1"/>
    <w:rsid w:val="6A970671"/>
    <w:rsid w:val="6B486434"/>
    <w:rsid w:val="6BACA135"/>
    <w:rsid w:val="6BD40279"/>
    <w:rsid w:val="6CEE2FAB"/>
    <w:rsid w:val="6D23E560"/>
    <w:rsid w:val="6D985FF1"/>
    <w:rsid w:val="6E56C0B7"/>
    <w:rsid w:val="6E6236CA"/>
    <w:rsid w:val="6EE92441"/>
    <w:rsid w:val="6F11A6C5"/>
    <w:rsid w:val="6F5B8509"/>
    <w:rsid w:val="700AC050"/>
    <w:rsid w:val="7117716A"/>
    <w:rsid w:val="719DEC19"/>
    <w:rsid w:val="7201FB26"/>
    <w:rsid w:val="7243FBE5"/>
    <w:rsid w:val="7248F0AF"/>
    <w:rsid w:val="72E7A017"/>
    <w:rsid w:val="74544F56"/>
    <w:rsid w:val="7523E7BF"/>
    <w:rsid w:val="75BA87F4"/>
    <w:rsid w:val="75C841DD"/>
    <w:rsid w:val="75D8A69A"/>
    <w:rsid w:val="75F54321"/>
    <w:rsid w:val="77155CB0"/>
    <w:rsid w:val="775C3E10"/>
    <w:rsid w:val="78061E7D"/>
    <w:rsid w:val="7838A6EE"/>
    <w:rsid w:val="78C50F05"/>
    <w:rsid w:val="78CFBFA2"/>
    <w:rsid w:val="78F4247E"/>
    <w:rsid w:val="7920FA9C"/>
    <w:rsid w:val="799E4E2D"/>
    <w:rsid w:val="79E17A11"/>
    <w:rsid w:val="7A4105DC"/>
    <w:rsid w:val="7A420CBF"/>
    <w:rsid w:val="7A4AFCF2"/>
    <w:rsid w:val="7A555583"/>
    <w:rsid w:val="7ABDF1A9"/>
    <w:rsid w:val="7AEF3812"/>
    <w:rsid w:val="7B2A90CF"/>
    <w:rsid w:val="7B53BB0C"/>
    <w:rsid w:val="7B9EF2F8"/>
    <w:rsid w:val="7CBF9BB5"/>
    <w:rsid w:val="7CFFE853"/>
    <w:rsid w:val="7D09E33F"/>
    <w:rsid w:val="7D92A6E5"/>
    <w:rsid w:val="7F34FEB3"/>
    <w:rsid w:val="7F513502"/>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4221E933-0968-4898-90ED-4F28B0287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1855B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FollowedHyperlink">
    <w:name w:val="FollowedHyperlink"/>
    <w:basedOn w:val="DefaultParagraphFont"/>
    <w:uiPriority w:val="99"/>
    <w:semiHidden/>
    <w:unhideWhenUsed/>
    <w:rsid w:val="0067678B"/>
    <w:rPr>
      <w:color w:val="954F72" w:themeColor="followedHyperlink"/>
      <w:u w:val="single"/>
    </w:rPr>
  </w:style>
  <w:style w:type="character" w:styleId="UnresolvedMention">
    <w:name w:val="Unresolved Mention"/>
    <w:basedOn w:val="DefaultParagraphFont"/>
    <w:uiPriority w:val="99"/>
    <w:semiHidden/>
    <w:unhideWhenUsed/>
    <w:rsid w:val="000E163D"/>
    <w:rPr>
      <w:color w:val="605E5C"/>
      <w:shd w:val="clear" w:color="auto" w:fill="E1DFDD"/>
    </w:rPr>
  </w:style>
  <w:style w:type="paragraph" w:styleId="FootnoteText">
    <w:name w:val="footnote text"/>
    <w:basedOn w:val="Normal"/>
    <w:link w:val="FootnoteTextChar"/>
    <w:uiPriority w:val="99"/>
    <w:semiHidden/>
    <w:unhideWhenUsed/>
    <w:rsid w:val="00BD7674"/>
    <w:rPr>
      <w:rFonts w:eastAsia="Calibri"/>
      <w:sz w:val="20"/>
      <w:szCs w:val="20"/>
    </w:rPr>
  </w:style>
  <w:style w:type="character" w:customStyle="1" w:styleId="FootnoteTextChar">
    <w:name w:val="Footnote Text Char"/>
    <w:basedOn w:val="DefaultParagraphFont"/>
    <w:link w:val="FootnoteText"/>
    <w:uiPriority w:val="99"/>
    <w:semiHidden/>
    <w:rsid w:val="00BD7674"/>
    <w:rPr>
      <w:rFonts w:eastAsia="Calibri"/>
      <w:sz w:val="20"/>
      <w:szCs w:val="20"/>
    </w:rPr>
  </w:style>
  <w:style w:type="character" w:styleId="FootnoteReference">
    <w:name w:val="footnote reference"/>
    <w:basedOn w:val="DefaultParagraphFont"/>
    <w:uiPriority w:val="99"/>
    <w:semiHidden/>
    <w:unhideWhenUsed/>
    <w:rsid w:val="00BD7674"/>
    <w:rPr>
      <w:vertAlign w:val="superscript"/>
    </w:rPr>
  </w:style>
  <w:style w:type="paragraph" w:styleId="NoSpacing">
    <w:name w:val="No Spacing"/>
    <w:uiPriority w:val="1"/>
    <w:qFormat/>
    <w:rsid w:val="00080573"/>
  </w:style>
  <w:style w:type="paragraph" w:styleId="Revision">
    <w:name w:val="Revision"/>
    <w:hidden/>
    <w:uiPriority w:val="99"/>
    <w:semiHidden/>
    <w:rsid w:val="00C72DBA"/>
  </w:style>
  <w:style w:type="character" w:customStyle="1" w:styleId="Heading8Char">
    <w:name w:val="Heading 8 Char"/>
    <w:basedOn w:val="DefaultParagraphFont"/>
    <w:link w:val="Heading8"/>
    <w:uiPriority w:val="9"/>
    <w:rsid w:val="001855BF"/>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128829">
      <w:bodyDiv w:val="1"/>
      <w:marLeft w:val="0"/>
      <w:marRight w:val="0"/>
      <w:marTop w:val="0"/>
      <w:marBottom w:val="0"/>
      <w:divBdr>
        <w:top w:val="none" w:sz="0" w:space="0" w:color="auto"/>
        <w:left w:val="none" w:sz="0" w:space="0" w:color="auto"/>
        <w:bottom w:val="none" w:sz="0" w:space="0" w:color="auto"/>
        <w:right w:val="none" w:sz="0" w:space="0" w:color="auto"/>
      </w:divBdr>
    </w:div>
    <w:div w:id="762342821">
      <w:bodyDiv w:val="1"/>
      <w:marLeft w:val="0"/>
      <w:marRight w:val="0"/>
      <w:marTop w:val="0"/>
      <w:marBottom w:val="0"/>
      <w:divBdr>
        <w:top w:val="none" w:sz="0" w:space="0" w:color="auto"/>
        <w:left w:val="none" w:sz="0" w:space="0" w:color="auto"/>
        <w:bottom w:val="none" w:sz="0" w:space="0" w:color="auto"/>
        <w:right w:val="none" w:sz="0" w:space="0" w:color="auto"/>
      </w:divBdr>
    </w:div>
    <w:div w:id="112434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teofwa.sharepoint.com/sites/DSHS-EXE-LT" TargetMode="External"/><Relationship Id="rId21" Type="http://schemas.openxmlformats.org/officeDocument/2006/relationships/hyperlink" Target="https://stateofwa.sharepoint.com/sites/DSHS-EXE-OJCR/Administrative/Forms/AllItems.aspx?id=%2Fsites%2FDSHS%2DEXE%2DOJCR%2FAdministrative%2FDSHS%2DAP%2D07%2D20%2Epdf&amp;parent=%2Fsites%2FDSHS%2DEXE%2DOJCR%2FAdministrative" TargetMode="External"/><Relationship Id="rId42" Type="http://schemas.openxmlformats.org/officeDocument/2006/relationships/hyperlink" Target="https://apps.des.wa.gov/DESContracts/" TargetMode="External"/><Relationship Id="rId47" Type="http://schemas.openxmlformats.org/officeDocument/2006/relationships/hyperlink" Target="mailto:berle.ross@dshs.wa.gov" TargetMode="External"/><Relationship Id="rId63" Type="http://schemas.openxmlformats.org/officeDocument/2006/relationships/hyperlink" Target="http://apps.esa.dshs.wa.lcl/lep" TargetMode="External"/><Relationship Id="rId68" Type="http://schemas.openxmlformats.org/officeDocument/2006/relationships/image" Target="media/image4.png"/><Relationship Id="rId16" Type="http://schemas.openxmlformats.org/officeDocument/2006/relationships/hyperlink" Target="https://app.leg.wa.gov/RCW/default.aspx?Cite=74" TargetMode="External"/><Relationship Id="rId11" Type="http://schemas.openxmlformats.org/officeDocument/2006/relationships/hyperlink" Target="mailto:linda.garcia1@dshs.wa.gov" TargetMode="External"/><Relationship Id="rId32" Type="http://schemas.openxmlformats.org/officeDocument/2006/relationships/hyperlink" Target="https://stateofwa.sharepoint.com/sites/DSHS-EXE-LAAC" TargetMode="External"/><Relationship Id="rId37" Type="http://schemas.openxmlformats.org/officeDocument/2006/relationships/hyperlink" Target="https://forms.dshs.wa.lcl/FormPicker.aspx" TargetMode="External"/><Relationship Id="rId53" Type="http://schemas.openxmlformats.org/officeDocument/2006/relationships/hyperlink" Target="https://www.dshs.wa.gov/office-of-the-secretary/forms" TargetMode="External"/><Relationship Id="rId58" Type="http://schemas.openxmlformats.org/officeDocument/2006/relationships/hyperlink" Target="mailto:nichole.paulis@dshs.wa.gov" TargetMode="External"/><Relationship Id="rId74" Type="http://schemas.openxmlformats.org/officeDocument/2006/relationships/hyperlink" Target="mailto:dshsaltsalep@dshs.wa.gov" TargetMode="External"/><Relationship Id="rId79" Type="http://schemas.openxmlformats.org/officeDocument/2006/relationships/hyperlink" Target="https://stateofwa.sharepoint.com/:w:/r/sites/DSHS-ALT-HCS/LTC%20Manual%20Attachments/Working%20with%20Sign%20Language%20Interpreter.docx?d=wcd019f08c27d44538aff6e89c07e9e5d&amp;csf=1&amp;web=1&amp;e=M63DJq" TargetMode="External"/><Relationship Id="rId5" Type="http://schemas.openxmlformats.org/officeDocument/2006/relationships/numbering" Target="numbering.xml"/><Relationship Id="rId61" Type="http://schemas.openxmlformats.org/officeDocument/2006/relationships/hyperlink" Target="https://forms.dshs.wa.lcl/FormPicker.aspx" TargetMode="External"/><Relationship Id="rId82" Type="http://schemas.openxmlformats.org/officeDocument/2006/relationships/fontTable" Target="fontTable.xml"/><Relationship Id="rId19" Type="http://schemas.openxmlformats.org/officeDocument/2006/relationships/hyperlink" Target="https://apps.leg.wa.gov/WAC/default.aspx?cite=388-03" TargetMode="External"/><Relationship Id="rId14" Type="http://schemas.openxmlformats.org/officeDocument/2006/relationships/hyperlink" Target="https://www.federalregister.gov/documents/2017/01/03/2016-31236/nondiscrimination-on-the-basis-of-disability-in-programs-or-activities-receiving-federal-financial" TargetMode="External"/><Relationship Id="rId22" Type="http://schemas.openxmlformats.org/officeDocument/2006/relationships/hyperlink" Target="https://stateofwa.sharepoint.com/sites/DSHS-EXE-OJCR/Administrative/Forms/AllItems.aspx?id=%2Fsites%2FDSHS%2DEXE%2DOJCR%2FAdministrative%2FDSHS%2DAP%2D07%2D21%2Epdf&amp;parent=%2Fsites%2FDSHS%2DEXE%2DOJCR%2FAdministrative" TargetMode="External"/><Relationship Id="rId27" Type="http://schemas.openxmlformats.org/officeDocument/2006/relationships/hyperlink" Target="https://apps.leg.wa.gov/wac/default.aspx?cite=388-03-030" TargetMode="External"/><Relationship Id="rId30" Type="http://schemas.openxmlformats.org/officeDocument/2006/relationships/hyperlink" Target="mailto:UniversalLanguageService@dshs.wa.gov" TargetMode="External"/><Relationship Id="rId35" Type="http://schemas.openxmlformats.org/officeDocument/2006/relationships/hyperlink" Target="https://stateofwa.sharepoint.com/:w:/r/sites/DSHS-ALT-HCS/LTC%20Manual%20Attachments/DES%2018222%20Instructions_7142025.docx?d=wfed23f0c8e0a48269cdd96dd756f8f6e&amp;csf=1&amp;web=1&amp;e=cuGT8s" TargetMode="External"/><Relationship Id="rId43" Type="http://schemas.openxmlformats.org/officeDocument/2006/relationships/hyperlink" Target="https://www.dshs.wa.gov/altsa/odhh/sign-language-interpreter-request" TargetMode="External"/><Relationship Id="rId48" Type="http://schemas.openxmlformats.org/officeDocument/2006/relationships/hyperlink" Target="https://intra.altsa.dshs.wa.gov/ODHH/" TargetMode="External"/><Relationship Id="rId56" Type="http://schemas.openxmlformats.org/officeDocument/2006/relationships/hyperlink" Target="https://www.sos.wa.gov/elections/voters/forms-voters/agency-based-voter-registration-forms" TargetMode="External"/><Relationship Id="rId64" Type="http://schemas.openxmlformats.org/officeDocument/2006/relationships/hyperlink" Target="mailto:dshsaltsalep@dshs.wa.gov" TargetMode="External"/><Relationship Id="rId69" Type="http://schemas.openxmlformats.org/officeDocument/2006/relationships/image" Target="media/image5.png"/><Relationship Id="rId77" Type="http://schemas.openxmlformats.org/officeDocument/2006/relationships/hyperlink" Target="mailto:linda.garcia1@dshs.wa.gov" TargetMode="External"/><Relationship Id="rId8" Type="http://schemas.openxmlformats.org/officeDocument/2006/relationships/webSettings" Target="webSettings.xml"/><Relationship Id="rId51" Type="http://schemas.openxmlformats.org/officeDocument/2006/relationships/hyperlink" Target="https://www.dshs.wa.gov/altsa/odhh/telecommunication" TargetMode="External"/><Relationship Id="rId72" Type="http://schemas.openxmlformats.org/officeDocument/2006/relationships/hyperlink" Target="mailto:" TargetMode="External"/><Relationship Id="rId80"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www.justice.gov/crt/fcs/TitleVI-Overview" TargetMode="External"/><Relationship Id="rId17" Type="http://schemas.openxmlformats.org/officeDocument/2006/relationships/hyperlink" Target="https://thinkculturalhealth.hhs.gov/clas/standards" TargetMode="External"/><Relationship Id="rId25" Type="http://schemas.openxmlformats.org/officeDocument/2006/relationships/hyperlink" Target="mailto:dshsct@dshs.wa.gov" TargetMode="External"/><Relationship Id="rId33" Type="http://schemas.openxmlformats.org/officeDocument/2006/relationships/hyperlink" Target="https://ofm.wa.gov/sites/default/files/public/labor/agreements/25-27/nse_lap.pdf" TargetMode="External"/><Relationship Id="rId38" Type="http://schemas.openxmlformats.org/officeDocument/2006/relationships/hyperlink" Target="https://stateofwa.sharepoint.com/:w:/r/sites/DSHS-ALT-HCS/LTC%20Manual%20Attachments/Documentation%20for%20Using%20Non-Contracted%20Vendors.docx?d=wf663fd6791d24874ac3e59f62c588094&amp;csf=1&amp;web=1&amp;e=vXhnZd" TargetMode="External"/><Relationship Id="rId46" Type="http://schemas.openxmlformats.org/officeDocument/2006/relationships/hyperlink" Target="https://rid.org/ethics/code-of-professional-conduct/" TargetMode="External"/><Relationship Id="rId59" Type="http://schemas.openxmlformats.org/officeDocument/2006/relationships/hyperlink" Target="mailto:allas.Hightower@dshs.wa.gov" TargetMode="External"/><Relationship Id="rId67" Type="http://schemas.openxmlformats.org/officeDocument/2006/relationships/image" Target="media/image3.png"/><Relationship Id="rId20" Type="http://schemas.openxmlformats.org/officeDocument/2006/relationships/hyperlink" Target="https://app.leg.wa.gov/WAC/default.aspx?cite=388-271" TargetMode="External"/><Relationship Id="rId41" Type="http://schemas.openxmlformats.org/officeDocument/2006/relationships/hyperlink" Target="mailto:linda.garcia1@dshs.wa.gov" TargetMode="External"/><Relationship Id="rId54" Type="http://schemas.openxmlformats.org/officeDocument/2006/relationships/hyperlink" Target="https://www.dshs.wa.gov/SESA/publications-library" TargetMode="External"/><Relationship Id="rId62" Type="http://schemas.openxmlformats.org/officeDocument/2006/relationships/hyperlink" Target="https://stateofwa.sharepoint.com/:b:/r/sites/DSHS-ALT-HCS/LTC%20Manual%20Attachments/Client%20Specific%20Translation%20Request.pdf?csf=1&amp;web=1&amp;e=g7eJFk" TargetMode="External"/><Relationship Id="rId70" Type="http://schemas.openxmlformats.org/officeDocument/2006/relationships/hyperlink" Target="mailto:linda.garcia1@dshs.wa.gov" TargetMode="External"/><Relationship Id="rId75" Type="http://schemas.openxmlformats.org/officeDocument/2006/relationships/hyperlink" Target="mailto:nichole.paulis@dshs.wa.gov"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pp.leg.wa.gov/RCW/default.aspx?cite=49.60.030" TargetMode="External"/><Relationship Id="rId23" Type="http://schemas.openxmlformats.org/officeDocument/2006/relationships/hyperlink" Target="https://stateofwa.sharepoint.com/sites/DSHS-EXE-OJCR/Administrative/Forms/AllItems.aspx?FilterField1=Chapter&amp;FilterValue1=Chapter%2018%20%2D%20Human%20Resources&amp;FilterType1=Choice&amp;FilterDisplay1=Chapter%2018%20%2D%20Human%20Resources&amp;id=%2Fsites%2FDSHS%2DEXE%2DOJCR%2FAdministrative%2FDSHS%2DAP%2D18%2D82%2Epdf&amp;viewid=f4f7ddef%2D2afd%2D45a7%2Db63b%2D2d363e71346a&amp;parent=%2Fsites%2FDSHS%2DEXE%2DOJCR%2FAdministrative" TargetMode="External"/><Relationship Id="rId28" Type="http://schemas.openxmlformats.org/officeDocument/2006/relationships/hyperlink" Target="https://apps.leg.wa.gov/wac/default.aspx?cite=388-03-050" TargetMode="External"/><Relationship Id="rId36" Type="http://schemas.openxmlformats.org/officeDocument/2006/relationships/hyperlink" Target="https://apps.des.wa.gov/DESContracts/Home/ContractSummary/18222" TargetMode="External"/><Relationship Id="rId49" Type="http://schemas.openxmlformats.org/officeDocument/2006/relationships/hyperlink" Target="https://www.dshs.wa.gov/altsa/odhh" TargetMode="External"/><Relationship Id="rId57" Type="http://schemas.openxmlformats.org/officeDocument/2006/relationships/hyperlink" Target="mailto:dshsaltsalep@dshs.wa.gov" TargetMode="External"/><Relationship Id="rId10" Type="http://schemas.openxmlformats.org/officeDocument/2006/relationships/endnotes" Target="endnotes.xml"/><Relationship Id="rId31" Type="http://schemas.openxmlformats.org/officeDocument/2006/relationships/hyperlink" Target="mailto:UniversalLanguageService@dshs.wa.gov" TargetMode="External"/><Relationship Id="rId44" Type="http://schemas.openxmlformats.org/officeDocument/2006/relationships/hyperlink" Target="https://fortress.wa.gov/dshs/odhhapps/Interpreters/Request.aspx" TargetMode="External"/><Relationship Id="rId52" Type="http://schemas.openxmlformats.org/officeDocument/2006/relationships/hyperlink" Target="http://forms.dshs.wa.lcl/" TargetMode="External"/><Relationship Id="rId60" Type="http://schemas.openxmlformats.org/officeDocument/2006/relationships/hyperlink" Target="mailto:millie.brombacher@dshs.wa.gov" TargetMode="External"/><Relationship Id="rId65" Type="http://schemas.openxmlformats.org/officeDocument/2006/relationships/image" Target="media/image1.png"/><Relationship Id="rId73" Type="http://schemas.openxmlformats.org/officeDocument/2006/relationships/hyperlink" Target="mailto:dallas.hightower@dshs.wa.gov" TargetMode="External"/><Relationship Id="rId78" Type="http://schemas.openxmlformats.org/officeDocument/2006/relationships/hyperlink" Target="https://stateofwa.sharepoint.com/:w:/r/sites/DSHS-ALT-HCS/LTC%20Manual%20Attachments/Working%20with%20Spoken%20Language%20Interpreters.docx?d=we19f35b47f134f84aaa4cf40c801391d&amp;csf=1&amp;web=1&amp;e=6emFKS" TargetMode="External"/><Relationship Id="rId8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ada.gov/pubs/adastatute08.htm" TargetMode="External"/><Relationship Id="rId18" Type="http://schemas.openxmlformats.org/officeDocument/2006/relationships/hyperlink" Target="https://app.leg.wa.gov/WAC/default.aspx?cite=10-08-150" TargetMode="External"/><Relationship Id="rId39" Type="http://schemas.openxmlformats.org/officeDocument/2006/relationships/hyperlink" Target="mailto:dshsaltsalep@dshs.wa.gov" TargetMode="External"/><Relationship Id="rId34" Type="http://schemas.openxmlformats.org/officeDocument/2006/relationships/hyperlink" Target="https://forms.dshs.wa.lcl/" TargetMode="External"/><Relationship Id="rId50" Type="http://schemas.openxmlformats.org/officeDocument/2006/relationships/hyperlink" Target="https://www.dshs.wa.gov/altsa/odhh/telecommunication-relay-services" TargetMode="External"/><Relationship Id="rId55" Type="http://schemas.openxmlformats.org/officeDocument/2006/relationships/hyperlink" Target="http://intra.altsa.dshs.wa.gov/hcs/translations/default.htm" TargetMode="External"/><Relationship Id="rId76" Type="http://schemas.openxmlformats.org/officeDocument/2006/relationships/hyperlink" Target="mailto:dallas.hightower@dshs.wa.gov" TargetMode="External"/><Relationship Id="rId7" Type="http://schemas.openxmlformats.org/officeDocument/2006/relationships/settings" Target="settings.xml"/><Relationship Id="rId71" Type="http://schemas.openxmlformats.org/officeDocument/2006/relationships/hyperlink" Target="mailto:nichole.paulis@dshs.wa.gov" TargetMode="External"/><Relationship Id="rId2" Type="http://schemas.openxmlformats.org/officeDocument/2006/relationships/customXml" Target="../customXml/item2.xml"/><Relationship Id="rId29" Type="http://schemas.openxmlformats.org/officeDocument/2006/relationships/hyperlink" Target="https://gcc02.safelinks.protection.outlook.com/?url=https%3A%2F%2Funiversallanguage.my.site.com%2Fcustomerlightningcommunity%2Fs%2Floginsso&amp;data=05%7C02%7CUniversalLanguageService%40dshs.wa.gov%7C28c38b53e7a44e1e758d08ddb829a86a%7C11d0e217264e400a8ba057dcc127d72d%7C0%7C0%7C638869211241528601%7CUnknown%7CTWFpbGZsb3d8eyJFbXB0eU1hcGkiOnRydWUsIlYiOiIwLjAuMDAwMCIsIlAiOiJXaW4zMiIsIkFOIjoiTWFpbCIsIldUIjoyfQ%3D%3D%7C0%7C%7C%7C&amp;sdata=jIWqpmodcxGVR4pTnG7m162uihQXAGjPneO3odIvwcE%3D&amp;reserved=0" TargetMode="External"/><Relationship Id="rId24" Type="http://schemas.openxmlformats.org/officeDocument/2006/relationships/hyperlink" Target="https://stateofwa.sharepoint.com/:b:/r/sites/DSHS-EXE-OJCR/Administrative/DSHS-AP-18-82.pdf?csf=1&amp;web=1&amp;e=zehjnc" TargetMode="External"/><Relationship Id="rId40" Type="http://schemas.openxmlformats.org/officeDocument/2006/relationships/hyperlink" Target="https://stateofwa.sharepoint.com/sites/DSHS-EXE-LAAC" TargetMode="External"/><Relationship Id="rId45" Type="http://schemas.openxmlformats.org/officeDocument/2006/relationships/hyperlink" Target="https://rid.org/" TargetMode="External"/><Relationship Id="rId66"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93114-4F4A-45AA-B1C0-FFA19D53C36E}">
  <ds:schemaRefs>
    <ds:schemaRef ds:uri="http://schemas.microsoft.com/sharepoint/v3/contenttype/forms"/>
  </ds:schemaRefs>
</ds:datastoreItem>
</file>

<file path=customXml/itemProps2.xml><?xml version="1.0" encoding="utf-8"?>
<ds:datastoreItem xmlns:ds="http://schemas.openxmlformats.org/officeDocument/2006/customXml" ds:itemID="{CB3C802C-B764-4E78-95AA-EE6191681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B0783E-334E-4993-921B-720DABE264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6715</Words>
  <Characters>38279</Characters>
  <Application>Microsoft Office Word</Application>
  <DocSecurity>4</DocSecurity>
  <Lines>318</Lines>
  <Paragraphs>89</Paragraphs>
  <ScaleCrop>false</ScaleCrop>
  <Company>Washington State DSHS</Company>
  <LinksUpToDate>false</LinksUpToDate>
  <CharactersWithSpaces>44905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10</cp:revision>
  <dcterms:created xsi:type="dcterms:W3CDTF">2025-08-08T23:31:00Z</dcterms:created>
  <dcterms:modified xsi:type="dcterms:W3CDTF">2025-08-20T16:21:00Z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