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078E0174" w:rsidR="007676F4" w:rsidRPr="00FA2581" w:rsidRDefault="000F21F3" w:rsidP="00FA2581">
      <w:pPr>
        <w:pStyle w:val="Heading1"/>
      </w:pPr>
      <w:r>
        <w:t xml:space="preserve">Permanent Federal Vouchers </w:t>
      </w:r>
    </w:p>
    <w:p w14:paraId="780DF63F" w14:textId="7E9D8C76" w:rsidR="000F21F3" w:rsidRPr="000F21F3" w:rsidRDefault="000F21F3" w:rsidP="000F21F3">
      <w:r w:rsidRPr="000F21F3">
        <w:t xml:space="preserve">Chapter 6C outlines the policies and procedures for administering permanent housing vouchers including the 811 Project Rental Assistance (PRA) program for </w:t>
      </w:r>
      <w:r w:rsidR="00BA35C4">
        <w:t>HCS</w:t>
      </w:r>
      <w:r w:rsidRPr="000F21F3">
        <w:t xml:space="preserve"> clients. These long-term housing resources provide stable, affordable housing for individuals. This chapter details eligibility criteria, the application and referral process, case management responsibilities, and ongoing compliance requirements to ensure that clients receive and maintain appropriate housing support. </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020CA67F" w:rsidR="007676F4" w:rsidRDefault="00B21B8C" w:rsidP="007676F4">
      <w:r>
        <w:t>Jonnie Matson</w:t>
      </w:r>
      <w:r w:rsidR="007676F4">
        <w:tab/>
      </w:r>
      <w:r w:rsidR="007676F4">
        <w:tab/>
      </w:r>
      <w:r>
        <w:t>Rental Assistance Unit Manager</w:t>
      </w:r>
    </w:p>
    <w:p w14:paraId="536E3D3D" w14:textId="23DD77AE" w:rsidR="007676F4" w:rsidRDefault="007676F4" w:rsidP="007676F4">
      <w:r>
        <w:tab/>
      </w:r>
      <w:r>
        <w:tab/>
      </w:r>
      <w:r>
        <w:tab/>
      </w:r>
      <w:r>
        <w:tab/>
      </w:r>
      <w:r>
        <w:tab/>
      </w:r>
      <w:hyperlink r:id="rId11" w:history="1">
        <w:r w:rsidR="00915028" w:rsidRPr="006A6314">
          <w:rPr>
            <w:rStyle w:val="Hyperlink"/>
          </w:rPr>
          <w:t>jonnie.matson2@dshs.wa.gov</w:t>
        </w:r>
      </w:hyperlink>
    </w:p>
    <w:p w14:paraId="3FE8EB3A" w14:textId="77777777" w:rsidR="00915028" w:rsidRDefault="00915028" w:rsidP="00915028">
      <w:pPr>
        <w:jc w:val="center"/>
      </w:pPr>
    </w:p>
    <w:p w14:paraId="0AE6CCF7" w14:textId="5969838F" w:rsidR="00915028" w:rsidRDefault="00915028" w:rsidP="00C308BF">
      <w:pPr>
        <w:jc w:val="center"/>
      </w:pPr>
      <w:r>
        <w:t>Or</w:t>
      </w:r>
    </w:p>
    <w:p w14:paraId="47301CBC" w14:textId="77777777" w:rsidR="007676F4" w:rsidRDefault="007676F4" w:rsidP="007676F4"/>
    <w:p w14:paraId="6E2257C9" w14:textId="386C885A" w:rsidR="00615E6E" w:rsidRDefault="00615E6E" w:rsidP="00615E6E">
      <w:r>
        <w:t xml:space="preserve">If you have questions or need clarification </w:t>
      </w:r>
      <w:r w:rsidR="00915028">
        <w:t>regarding Permanent Federal Vouchers</w:t>
      </w:r>
      <w:r>
        <w:t>, please contact:</w:t>
      </w:r>
    </w:p>
    <w:p w14:paraId="06DA31C9" w14:textId="7941EC05" w:rsidR="00615E6E" w:rsidRDefault="00915028" w:rsidP="00615E6E">
      <w:r>
        <w:t>Ian Harpole</w:t>
      </w:r>
      <w:r w:rsidR="00615E6E">
        <w:tab/>
      </w:r>
      <w:r w:rsidR="002C2797">
        <w:t>Housing Integration Unit Manager</w:t>
      </w:r>
    </w:p>
    <w:p w14:paraId="7BB48EB5" w14:textId="519D2531" w:rsidR="00615E6E" w:rsidRDefault="00615E6E" w:rsidP="00615E6E">
      <w:r>
        <w:tab/>
      </w:r>
      <w:r>
        <w:tab/>
      </w:r>
      <w:r>
        <w:tab/>
      </w:r>
      <w:r>
        <w:tab/>
      </w:r>
      <w:hyperlink r:id="rId12" w:history="1">
        <w:r w:rsidR="00915028" w:rsidRPr="00915028">
          <w:rPr>
            <w:rStyle w:val="Hyperlink"/>
          </w:rPr>
          <w:t>ian.harpole@dshs.wa.gov</w:t>
        </w:r>
      </w:hyperlink>
    </w:p>
    <w:p w14:paraId="4D6B7B8D" w14:textId="77777777" w:rsidR="00915028" w:rsidRDefault="00915028" w:rsidP="00915028">
      <w:pPr>
        <w:jc w:val="center"/>
      </w:pPr>
    </w:p>
    <w:p w14:paraId="1E2DB0A1" w14:textId="36CD2F11" w:rsidR="00236884" w:rsidRDefault="00236884" w:rsidP="00915028">
      <w:pPr>
        <w:jc w:val="center"/>
      </w:pPr>
    </w:p>
    <w:p w14:paraId="54EF22CE" w14:textId="77777777" w:rsidR="00915028" w:rsidRDefault="00915028" w:rsidP="00915028">
      <w:pPr>
        <w:jc w:val="center"/>
      </w:pPr>
    </w:p>
    <w:p w14:paraId="782DB4D8" w14:textId="1F7DB423" w:rsidR="00915028" w:rsidRDefault="00915028" w:rsidP="00915028">
      <w:r w:rsidRPr="00915028">
        <w:t xml:space="preserve">For additional information please visit our website:  </w:t>
      </w:r>
      <w:hyperlink r:id="rId13" w:history="1">
        <w:r w:rsidRPr="00915028">
          <w:rPr>
            <w:rStyle w:val="Hyperlink"/>
          </w:rPr>
          <w:t>Office of Housing and Employment</w:t>
        </w:r>
      </w:hyperlink>
    </w:p>
    <w:p w14:paraId="02E3A51E" w14:textId="7157202E" w:rsidR="00236884" w:rsidRDefault="00915028" w:rsidP="00915028">
      <w:r w:rsidDel="00915028">
        <w:t xml:space="preserve"> </w:t>
      </w:r>
    </w:p>
    <w:p w14:paraId="49B77C7A" w14:textId="77777777" w:rsidR="00236884" w:rsidRDefault="00236884" w:rsidP="00615E6E"/>
    <w:p w14:paraId="5CBF80DA" w14:textId="77777777" w:rsidR="007E62CD" w:rsidRDefault="007E62CD" w:rsidP="00E22649"/>
    <w:p w14:paraId="39BF12D2" w14:textId="77777777" w:rsidR="00296C58" w:rsidRDefault="00296C58" w:rsidP="00E22649"/>
    <w:bookmarkStart w:id="0" w:name="_Toc193277364"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0"/>
        </w:p>
        <w:p w14:paraId="74DA6E5C" w14:textId="69AEF06B" w:rsidR="003A1EC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277363" w:history="1">
            <w:r w:rsidR="003A1EC4" w:rsidRPr="00CE1055">
              <w:rPr>
                <w:rStyle w:val="Hyperlink"/>
                <w:noProof/>
              </w:rPr>
              <w:t>Chapter 6</w:t>
            </w:r>
            <w:r w:rsidR="00915028">
              <w:rPr>
                <w:rStyle w:val="Hyperlink"/>
                <w:noProof/>
              </w:rPr>
              <w:t>C</w:t>
            </w:r>
            <w:r w:rsidR="003A1EC4" w:rsidRPr="00CE1055">
              <w:rPr>
                <w:rStyle w:val="Hyperlink"/>
                <w:noProof/>
              </w:rPr>
              <w:t xml:space="preserve">: </w:t>
            </w:r>
            <w:r w:rsidR="00915028">
              <w:rPr>
                <w:rStyle w:val="Hyperlink"/>
                <w:noProof/>
              </w:rPr>
              <w:t xml:space="preserve">Permanent Federal Voucher </w:t>
            </w:r>
            <w:r w:rsidR="003A1EC4">
              <w:rPr>
                <w:noProof/>
                <w:webHidden/>
              </w:rPr>
              <w:tab/>
            </w:r>
            <w:r w:rsidR="003A1EC4">
              <w:rPr>
                <w:noProof/>
                <w:webHidden/>
              </w:rPr>
              <w:fldChar w:fldCharType="begin"/>
            </w:r>
            <w:r w:rsidR="003A1EC4">
              <w:rPr>
                <w:noProof/>
                <w:webHidden/>
              </w:rPr>
              <w:instrText xml:space="preserve"> PAGEREF _Toc193277363 \h </w:instrText>
            </w:r>
            <w:r w:rsidR="003A1EC4">
              <w:rPr>
                <w:noProof/>
                <w:webHidden/>
              </w:rPr>
            </w:r>
            <w:r w:rsidR="003A1EC4">
              <w:rPr>
                <w:noProof/>
                <w:webHidden/>
              </w:rPr>
              <w:fldChar w:fldCharType="separate"/>
            </w:r>
            <w:r w:rsidR="003A1EC4">
              <w:rPr>
                <w:noProof/>
                <w:webHidden/>
              </w:rPr>
              <w:t>1</w:t>
            </w:r>
            <w:r w:rsidR="003A1EC4">
              <w:rPr>
                <w:noProof/>
                <w:webHidden/>
              </w:rPr>
              <w:fldChar w:fldCharType="end"/>
            </w:r>
          </w:hyperlink>
        </w:p>
        <w:p w14:paraId="7AC8AFA9" w14:textId="26D9FD6B"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4" w:history="1">
            <w:r w:rsidRPr="00CE1055">
              <w:rPr>
                <w:rStyle w:val="Hyperlink"/>
                <w:noProof/>
              </w:rPr>
              <w:t>Table of Contents</w:t>
            </w:r>
            <w:r>
              <w:rPr>
                <w:noProof/>
                <w:webHidden/>
              </w:rPr>
              <w:tab/>
            </w:r>
            <w:r>
              <w:rPr>
                <w:noProof/>
                <w:webHidden/>
              </w:rPr>
              <w:fldChar w:fldCharType="begin"/>
            </w:r>
            <w:r>
              <w:rPr>
                <w:noProof/>
                <w:webHidden/>
              </w:rPr>
              <w:instrText xml:space="preserve"> PAGEREF _Toc193277364 \h </w:instrText>
            </w:r>
            <w:r>
              <w:rPr>
                <w:noProof/>
                <w:webHidden/>
              </w:rPr>
            </w:r>
            <w:r>
              <w:rPr>
                <w:noProof/>
                <w:webHidden/>
              </w:rPr>
              <w:fldChar w:fldCharType="separate"/>
            </w:r>
            <w:r>
              <w:rPr>
                <w:noProof/>
                <w:webHidden/>
              </w:rPr>
              <w:t>1</w:t>
            </w:r>
            <w:r>
              <w:rPr>
                <w:noProof/>
                <w:webHidden/>
              </w:rPr>
              <w:fldChar w:fldCharType="end"/>
            </w:r>
          </w:hyperlink>
        </w:p>
        <w:p w14:paraId="0007EA7F" w14:textId="1ECB446F"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5" w:history="1">
            <w:r w:rsidRPr="00CE1055">
              <w:rPr>
                <w:rStyle w:val="Hyperlink"/>
                <w:noProof/>
              </w:rPr>
              <w:t>Background</w:t>
            </w:r>
            <w:r>
              <w:rPr>
                <w:noProof/>
                <w:webHidden/>
              </w:rPr>
              <w:tab/>
            </w:r>
            <w:r>
              <w:rPr>
                <w:noProof/>
                <w:webHidden/>
              </w:rPr>
              <w:fldChar w:fldCharType="begin"/>
            </w:r>
            <w:r>
              <w:rPr>
                <w:noProof/>
                <w:webHidden/>
              </w:rPr>
              <w:instrText xml:space="preserve"> PAGEREF _Toc193277365 \h </w:instrText>
            </w:r>
            <w:r>
              <w:rPr>
                <w:noProof/>
                <w:webHidden/>
              </w:rPr>
            </w:r>
            <w:r>
              <w:rPr>
                <w:noProof/>
                <w:webHidden/>
              </w:rPr>
              <w:fldChar w:fldCharType="separate"/>
            </w:r>
            <w:r>
              <w:rPr>
                <w:noProof/>
                <w:webHidden/>
              </w:rPr>
              <w:t>3</w:t>
            </w:r>
            <w:r>
              <w:rPr>
                <w:noProof/>
                <w:webHidden/>
              </w:rPr>
              <w:fldChar w:fldCharType="end"/>
            </w:r>
          </w:hyperlink>
        </w:p>
        <w:p w14:paraId="4ABBC69B" w14:textId="14F3A14C"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6" w:history="1">
            <w:r w:rsidRPr="00CE1055">
              <w:rPr>
                <w:rStyle w:val="Hyperlink"/>
                <w:noProof/>
              </w:rPr>
              <w:t>Permanent Federal HUD Vouchers</w:t>
            </w:r>
            <w:r>
              <w:rPr>
                <w:noProof/>
                <w:webHidden/>
              </w:rPr>
              <w:tab/>
            </w:r>
            <w:r>
              <w:rPr>
                <w:noProof/>
                <w:webHidden/>
              </w:rPr>
              <w:fldChar w:fldCharType="begin"/>
            </w:r>
            <w:r>
              <w:rPr>
                <w:noProof/>
                <w:webHidden/>
              </w:rPr>
              <w:instrText xml:space="preserve"> PAGEREF _Toc193277366 \h </w:instrText>
            </w:r>
            <w:r>
              <w:rPr>
                <w:noProof/>
                <w:webHidden/>
              </w:rPr>
            </w:r>
            <w:r>
              <w:rPr>
                <w:noProof/>
                <w:webHidden/>
              </w:rPr>
              <w:fldChar w:fldCharType="separate"/>
            </w:r>
            <w:r>
              <w:rPr>
                <w:noProof/>
                <w:webHidden/>
              </w:rPr>
              <w:t>3</w:t>
            </w:r>
            <w:r>
              <w:rPr>
                <w:noProof/>
                <w:webHidden/>
              </w:rPr>
              <w:fldChar w:fldCharType="end"/>
            </w:r>
          </w:hyperlink>
        </w:p>
        <w:p w14:paraId="20BEF231" w14:textId="7FC41151"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7" w:history="1">
            <w:r w:rsidRPr="00CE1055">
              <w:rPr>
                <w:rStyle w:val="Hyperlink"/>
                <w:noProof/>
              </w:rPr>
              <w:t>811 Units: Project Based Rental Assistance (PRA)</w:t>
            </w:r>
            <w:r>
              <w:rPr>
                <w:noProof/>
                <w:webHidden/>
              </w:rPr>
              <w:tab/>
            </w:r>
            <w:r>
              <w:rPr>
                <w:noProof/>
                <w:webHidden/>
              </w:rPr>
              <w:fldChar w:fldCharType="begin"/>
            </w:r>
            <w:r>
              <w:rPr>
                <w:noProof/>
                <w:webHidden/>
              </w:rPr>
              <w:instrText xml:space="preserve"> PAGEREF _Toc193277367 \h </w:instrText>
            </w:r>
            <w:r>
              <w:rPr>
                <w:noProof/>
                <w:webHidden/>
              </w:rPr>
            </w:r>
            <w:r>
              <w:rPr>
                <w:noProof/>
                <w:webHidden/>
              </w:rPr>
              <w:fldChar w:fldCharType="separate"/>
            </w:r>
            <w:r>
              <w:rPr>
                <w:noProof/>
                <w:webHidden/>
              </w:rPr>
              <w:t>6</w:t>
            </w:r>
            <w:r>
              <w:rPr>
                <w:noProof/>
                <w:webHidden/>
              </w:rPr>
              <w:fldChar w:fldCharType="end"/>
            </w:r>
          </w:hyperlink>
        </w:p>
        <w:p w14:paraId="585E06A9" w14:textId="7D228BBE" w:rsidR="003A1EC4" w:rsidRDefault="00915028">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8" w:history="1">
            <w:r>
              <w:rPr>
                <w:rStyle w:val="Hyperlink"/>
                <w:noProof/>
              </w:rPr>
              <w:t xml:space="preserve">Inactivated clients who are receiving permanent federal vouchers coordinating through </w:t>
            </w:r>
            <w:r w:rsidR="00BA35C4">
              <w:rPr>
                <w:rStyle w:val="Hyperlink"/>
                <w:noProof/>
              </w:rPr>
              <w:t>HCS</w:t>
            </w:r>
            <w:r w:rsidR="003A1EC4">
              <w:rPr>
                <w:noProof/>
                <w:webHidden/>
              </w:rPr>
              <w:tab/>
            </w:r>
            <w:r w:rsidR="003A1EC4">
              <w:rPr>
                <w:noProof/>
                <w:webHidden/>
              </w:rPr>
              <w:fldChar w:fldCharType="begin"/>
            </w:r>
            <w:r w:rsidR="003A1EC4">
              <w:rPr>
                <w:noProof/>
                <w:webHidden/>
              </w:rPr>
              <w:instrText xml:space="preserve"> PAGEREF _Toc193277368 \h </w:instrText>
            </w:r>
            <w:r w:rsidR="003A1EC4">
              <w:rPr>
                <w:noProof/>
                <w:webHidden/>
              </w:rPr>
            </w:r>
            <w:r w:rsidR="003A1EC4">
              <w:rPr>
                <w:noProof/>
                <w:webHidden/>
              </w:rPr>
              <w:fldChar w:fldCharType="separate"/>
            </w:r>
            <w:r w:rsidR="003A1EC4">
              <w:rPr>
                <w:noProof/>
                <w:webHidden/>
              </w:rPr>
              <w:t>9</w:t>
            </w:r>
            <w:r w:rsidR="003A1EC4">
              <w:rPr>
                <w:noProof/>
                <w:webHidden/>
              </w:rPr>
              <w:fldChar w:fldCharType="end"/>
            </w:r>
          </w:hyperlink>
        </w:p>
        <w:p w14:paraId="74A3B6EB" w14:textId="74B9821B" w:rsidR="003A1EC4" w:rsidRDefault="00915028" w:rsidP="00915028">
          <w:pPr>
            <w:pStyle w:val="TOC2"/>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r w:rsidR="00442B84">
            <w:t>Resources……………………………………………………………………………………………………………………………………………10</w:t>
          </w:r>
        </w:p>
        <w:p w14:paraId="47AD5593" w14:textId="0F828008" w:rsidR="003A1EC4" w:rsidRDefault="00915028" w:rsidP="00915028">
          <w:pPr>
            <w:pStyle w:val="TOC3"/>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hyperlink w:anchor="_Toc193277392" w:history="1">
            <w:r w:rsidR="003A1EC4" w:rsidRPr="00CE1055">
              <w:rPr>
                <w:rStyle w:val="Hyperlink"/>
                <w:rFonts w:cstheme="minorHAnsi"/>
                <w:bCs/>
                <w:noProof/>
              </w:rPr>
              <w:t>Brochures and Videos</w:t>
            </w:r>
            <w:r w:rsidR="003A1EC4">
              <w:rPr>
                <w:noProof/>
                <w:webHidden/>
              </w:rPr>
              <w:tab/>
            </w:r>
            <w:r w:rsidR="003A1EC4">
              <w:rPr>
                <w:noProof/>
                <w:webHidden/>
              </w:rPr>
              <w:fldChar w:fldCharType="begin"/>
            </w:r>
            <w:r w:rsidR="003A1EC4">
              <w:rPr>
                <w:noProof/>
                <w:webHidden/>
              </w:rPr>
              <w:instrText xml:space="preserve"> PAGEREF _Toc193277392 \h </w:instrText>
            </w:r>
            <w:r w:rsidR="003A1EC4">
              <w:rPr>
                <w:noProof/>
                <w:webHidden/>
              </w:rPr>
            </w:r>
            <w:r w:rsidR="003A1EC4">
              <w:rPr>
                <w:noProof/>
                <w:webHidden/>
              </w:rPr>
              <w:fldChar w:fldCharType="separate"/>
            </w:r>
            <w:r w:rsidR="003A1EC4">
              <w:rPr>
                <w:noProof/>
                <w:webHidden/>
              </w:rPr>
              <w:t>1</w:t>
            </w:r>
            <w:r w:rsidR="003A1EC4">
              <w:rPr>
                <w:noProof/>
                <w:webHidden/>
              </w:rPr>
              <w:fldChar w:fldCharType="end"/>
            </w:r>
          </w:hyperlink>
          <w:r w:rsidR="00442B84">
            <w:t>0</w:t>
          </w:r>
        </w:p>
        <w:p w14:paraId="5FB8BA26" w14:textId="6C89FC0E" w:rsidR="003A1EC4" w:rsidRDefault="00915028" w:rsidP="00915028">
          <w:pPr>
            <w:pStyle w:val="TOC3"/>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r w:rsidR="006D6284">
            <w:t>Related WACs:…………………………………………………………………………………………………………………………………..22</w:t>
          </w:r>
        </w:p>
        <w:p w14:paraId="4CCA2429" w14:textId="30F09E75" w:rsidR="003A1EC4" w:rsidRDefault="00915028" w:rsidP="00915028">
          <w:pPr>
            <w:pStyle w:val="TOC3"/>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r w:rsidR="00CA040F">
            <w:t>Acronyms…………………………………………………………………………………………………………………………………………23</w:t>
          </w:r>
        </w:p>
        <w:p w14:paraId="01DA295E" w14:textId="7309B92F" w:rsidR="003A1EC4" w:rsidRDefault="00C308BF" w:rsidP="00915028">
          <w:pPr>
            <w:pStyle w:val="TOC3"/>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r w:rsidR="00CA040F">
            <w:t>Forms………………………………………………………………………………………………………………………………………………..23</w:t>
          </w:r>
        </w:p>
        <w:p w14:paraId="2971A0EA" w14:textId="4D14F741" w:rsidR="003A1EC4" w:rsidRDefault="00C308BF" w:rsidP="00915028">
          <w:pPr>
            <w:pStyle w:val="TOC2"/>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r w:rsidR="00CA040F">
            <w:t>Revision History…………………………………………………………………………………………………………………………………23</w:t>
          </w:r>
        </w:p>
        <w:p w14:paraId="589D6972" w14:textId="0736F978" w:rsidR="007E62CD" w:rsidRDefault="007E62CD">
          <w:r>
            <w:rPr>
              <w:b/>
              <w:bCs/>
              <w:noProof/>
            </w:rPr>
            <w:fldChar w:fldCharType="end"/>
          </w:r>
        </w:p>
      </w:sdtContent>
    </w:sdt>
    <w:p w14:paraId="08DA4449" w14:textId="66DEFDC6" w:rsidR="007676F4" w:rsidRPr="0016511C" w:rsidRDefault="00296C58" w:rsidP="0016511C">
      <w:pPr>
        <w:pStyle w:val="Heading2"/>
        <w:rPr>
          <w:color w:val="193F6F"/>
        </w:rPr>
      </w:pPr>
      <w:bookmarkStart w:id="1" w:name="_Toc525727012"/>
      <w:bookmarkStart w:id="2" w:name="_Toc525727112"/>
      <w:bookmarkStart w:id="3" w:name="_Toc528758278"/>
      <w:bookmarkStart w:id="4" w:name="_Toc528759426"/>
      <w:bookmarkStart w:id="5" w:name="_Toc528760021"/>
      <w:r>
        <w:br w:type="page"/>
      </w:r>
      <w:bookmarkStart w:id="6" w:name="_Toc193277365"/>
      <w:bookmarkEnd w:id="1"/>
      <w:bookmarkEnd w:id="2"/>
      <w:bookmarkEnd w:id="3"/>
      <w:bookmarkEnd w:id="4"/>
      <w:bookmarkEnd w:id="5"/>
      <w:r w:rsidR="0016511C">
        <w:rPr>
          <w:color w:val="193F6F"/>
        </w:rPr>
        <w:t>B</w:t>
      </w:r>
      <w:r w:rsidR="00783B15">
        <w:rPr>
          <w:color w:val="193F6F"/>
        </w:rPr>
        <w:t>ackground</w:t>
      </w:r>
      <w:bookmarkEnd w:id="6"/>
    </w:p>
    <w:p w14:paraId="55693432" w14:textId="3B989708" w:rsidR="00C308BF" w:rsidRDefault="00C308BF" w:rsidP="00C308BF">
      <w:pPr>
        <w:rPr>
          <w:rFonts w:eastAsiaTheme="majorEastAsia" w:cstheme="minorHAnsi"/>
        </w:rPr>
      </w:pPr>
      <w:bookmarkStart w:id="7" w:name="_Background"/>
      <w:bookmarkEnd w:id="7"/>
      <w:r w:rsidRPr="00AC730F">
        <w:rPr>
          <w:rFonts w:eastAsiaTheme="majorEastAsia" w:cstheme="minorHAnsi"/>
        </w:rPr>
        <w:t xml:space="preserve">The </w:t>
      </w:r>
      <w:r w:rsidR="00BA35C4">
        <w:rPr>
          <w:rFonts w:eastAsiaTheme="majorEastAsia" w:cstheme="minorHAnsi"/>
        </w:rPr>
        <w:t>HCS</w:t>
      </w:r>
      <w:r w:rsidRPr="00AC730F">
        <w:rPr>
          <w:rFonts w:eastAsiaTheme="majorEastAsia" w:cstheme="minorHAnsi"/>
        </w:rPr>
        <w:t xml:space="preserve"> Office of Housing and Employment (OHAE) is dedicated to offering housing and supported employment resources that honor client choice. We work to eliminate barriers and expand opportunities that align with an individual’s vision for their life regardless of mental health, substance use disorder, race, language, age, ability, or other status.</w:t>
      </w:r>
    </w:p>
    <w:p w14:paraId="00D865AA" w14:textId="77777777" w:rsidR="00AC730F" w:rsidRPr="00AC730F" w:rsidRDefault="00AC730F" w:rsidP="00C308BF">
      <w:pPr>
        <w:rPr>
          <w:rFonts w:eastAsiaTheme="majorEastAsia" w:cstheme="minorHAnsi"/>
        </w:rPr>
      </w:pPr>
    </w:p>
    <w:p w14:paraId="40043470" w14:textId="06346E46" w:rsidR="00C308BF" w:rsidRPr="00C308BF" w:rsidRDefault="00C308BF" w:rsidP="00C308BF">
      <w:pPr>
        <w:rPr>
          <w:rFonts w:eastAsiaTheme="majorEastAsia" w:cstheme="minorHAnsi"/>
        </w:rPr>
      </w:pPr>
      <w:r w:rsidRPr="00C308BF">
        <w:rPr>
          <w:rFonts w:eastAsiaTheme="majorEastAsia" w:cstheme="minorHAnsi"/>
        </w:rPr>
        <w:t>OHAE brings together federal, state, and local resources to create opportunities and strategies to help clients access independent housing, and in collaboration with our community partners, help build an individualized array of services to support them.  This chapter provides specific guidance around Housing and Urban Development (HUD)permanent federal vouchers and can help you refer</w:t>
      </w:r>
      <w:r>
        <w:rPr>
          <w:rFonts w:eastAsiaTheme="majorEastAsia" w:cstheme="minorHAnsi"/>
        </w:rPr>
        <w:t xml:space="preserve"> </w:t>
      </w:r>
      <w:r w:rsidRPr="00C308BF">
        <w:rPr>
          <w:rFonts w:eastAsiaTheme="majorEastAsia" w:cstheme="minorHAnsi"/>
        </w:rPr>
        <w:t xml:space="preserve">clients who are eligible for them. </w:t>
      </w:r>
    </w:p>
    <w:p w14:paraId="7C5C7118" w14:textId="77777777" w:rsidR="00C308BF" w:rsidRPr="00C308BF" w:rsidRDefault="00C308BF" w:rsidP="00C308BF">
      <w:pPr>
        <w:rPr>
          <w:rFonts w:eastAsiaTheme="majorEastAsia" w:cstheme="minorHAnsi"/>
        </w:rPr>
      </w:pPr>
    </w:p>
    <w:p w14:paraId="016B9FB5" w14:textId="13582736" w:rsidR="00C308BF" w:rsidRPr="00C308BF" w:rsidRDefault="00C308BF" w:rsidP="00C308BF">
      <w:pPr>
        <w:rPr>
          <w:rFonts w:eastAsiaTheme="majorEastAsia" w:cstheme="minorHAnsi"/>
        </w:rPr>
      </w:pPr>
      <w:r w:rsidRPr="00C308BF">
        <w:rPr>
          <w:rFonts w:eastAsiaTheme="majorEastAsia" w:cstheme="minorHAnsi"/>
        </w:rPr>
        <w:t xml:space="preserve">Whenever possible, we can offer guidance about difficult housing situations you might encounter with your client, including tips about working with clients experiencing homelessness.  Affordable housing and tenancy support are complex topics that often do not have easy or quick solutions.  Please let us know about other topics or obstacles you would like the see addressed in this chapter.   </w:t>
      </w:r>
    </w:p>
    <w:p w14:paraId="05E3B432" w14:textId="77777777" w:rsidR="00C308BF" w:rsidRDefault="00C308BF" w:rsidP="00783B15">
      <w:pPr>
        <w:rPr>
          <w:rFonts w:eastAsiaTheme="majorEastAsia" w:cstheme="minorHAnsi"/>
        </w:rPr>
      </w:pPr>
    </w:p>
    <w:p w14:paraId="530EFDDE" w14:textId="77777777" w:rsidR="00F05DF3" w:rsidRDefault="00F05DF3" w:rsidP="00651643"/>
    <w:p w14:paraId="202B65D6" w14:textId="3EE6E235" w:rsidR="00783B15" w:rsidRPr="0016511C" w:rsidRDefault="00783B15" w:rsidP="00783B15">
      <w:pPr>
        <w:pStyle w:val="Heading2"/>
        <w:rPr>
          <w:color w:val="193F6F"/>
        </w:rPr>
      </w:pPr>
      <w:bookmarkStart w:id="8" w:name="_Toc193277366"/>
      <w:r>
        <w:rPr>
          <w:color w:val="193F6F"/>
        </w:rPr>
        <w:t>Permanent Federal HUD Vouchers</w:t>
      </w:r>
      <w:bookmarkEnd w:id="8"/>
    </w:p>
    <w:p w14:paraId="1858A402" w14:textId="67E6D5C3" w:rsidR="006F740E" w:rsidRDefault="006F740E" w:rsidP="006F740E">
      <w:pPr>
        <w:autoSpaceDE w:val="0"/>
        <w:autoSpaceDN w:val="0"/>
        <w:adjustRightInd w:val="0"/>
      </w:pPr>
      <w:r>
        <w:t xml:space="preserve">Starting in 2011, the </w:t>
      </w:r>
      <w:r w:rsidR="00BA35C4">
        <w:t>HCS</w:t>
      </w:r>
      <w:r>
        <w:t xml:space="preserve"> Housing Team began collaborating with local Public Housing Authorities (PHAs) to make Housing Choice Vouchers (HCVs) available to DSHS clients.  For background, the Housing and Urban Development (HUD) agency awards these vouchers (formerly known as Section 8) to the PHAs through a competitive process called “Notice of Funding Allocations” (or NOFAs). </w:t>
      </w:r>
      <w:r>
        <w:rPr>
          <w:rStyle w:val="ui-provider"/>
        </w:rPr>
        <w:t>The voucher pays for a portion of the individual's rent and the individual is responsible for paying 30% of their monthly household toward rent.</w:t>
      </w:r>
      <w:r>
        <w:t xml:space="preserve">  </w:t>
      </w:r>
    </w:p>
    <w:p w14:paraId="1B98928E" w14:textId="23B63F15" w:rsidR="006F740E" w:rsidRDefault="006F740E" w:rsidP="006F740E">
      <w:pPr>
        <w:autoSpaceDE w:val="0"/>
        <w:autoSpaceDN w:val="0"/>
        <w:adjustRightInd w:val="0"/>
        <w:spacing w:before="120" w:after="120"/>
        <w:rPr>
          <w:b/>
          <w:sz w:val="26"/>
          <w:szCs w:val="26"/>
          <w:u w:val="single"/>
        </w:rPr>
      </w:pPr>
      <w:r>
        <w:t xml:space="preserve">The different types of HCVs the </w:t>
      </w:r>
      <w:r w:rsidR="00BA35C4">
        <w:t>HCS</w:t>
      </w:r>
      <w:r>
        <w:t xml:space="preserve"> Housing Team administers are the Non-Elderly Disabled (NED1, NED2, Mainstream Voucher [MSV]) and the Referral Voucher Program (RVP). Your regional </w:t>
      </w:r>
      <w:r w:rsidR="00BA35C4">
        <w:t>HCS</w:t>
      </w:r>
      <w:r>
        <w:t xml:space="preserve"> Housing Program Manager can help you understand the eligibility criteria for these vouchers and let you know where there is current availability.  </w:t>
      </w:r>
    </w:p>
    <w:p w14:paraId="473B2368" w14:textId="77777777" w:rsidR="006F740E" w:rsidRPr="00DD3C74" w:rsidRDefault="006F740E" w:rsidP="006F740E">
      <w:pPr>
        <w:autoSpaceDE w:val="0"/>
        <w:autoSpaceDN w:val="0"/>
        <w:adjustRightInd w:val="0"/>
        <w:spacing w:before="120" w:after="120"/>
        <w:ind w:right="1440"/>
        <w:jc w:val="both"/>
        <w:rPr>
          <w:b/>
          <w:sz w:val="26"/>
          <w:szCs w:val="26"/>
          <w:u w:val="single"/>
        </w:rPr>
      </w:pPr>
      <w:r w:rsidRPr="00DD3C74">
        <w:rPr>
          <w:b/>
          <w:sz w:val="26"/>
          <w:szCs w:val="26"/>
          <w:u w:val="single"/>
        </w:rPr>
        <w:t xml:space="preserve">What is </w:t>
      </w:r>
      <w:r>
        <w:rPr>
          <w:b/>
          <w:sz w:val="26"/>
          <w:szCs w:val="26"/>
          <w:u w:val="single"/>
        </w:rPr>
        <w:t>a “Non-Elderly D</w:t>
      </w:r>
      <w:r w:rsidRPr="00DD3C74">
        <w:rPr>
          <w:b/>
          <w:sz w:val="26"/>
          <w:szCs w:val="26"/>
          <w:u w:val="single"/>
        </w:rPr>
        <w:t>isabled” (NED)</w:t>
      </w:r>
      <w:r>
        <w:rPr>
          <w:b/>
          <w:sz w:val="26"/>
          <w:szCs w:val="26"/>
          <w:u w:val="single"/>
        </w:rPr>
        <w:t xml:space="preserve"> voucher</w:t>
      </w:r>
      <w:r w:rsidRPr="00DD3C74">
        <w:rPr>
          <w:b/>
          <w:sz w:val="26"/>
          <w:szCs w:val="26"/>
          <w:u w:val="single"/>
        </w:rPr>
        <w:t>?</w:t>
      </w:r>
    </w:p>
    <w:p w14:paraId="42CA341C" w14:textId="77777777" w:rsidR="006F740E" w:rsidRPr="00150076" w:rsidRDefault="006F740E" w:rsidP="006F740E">
      <w:pPr>
        <w:autoSpaceDE w:val="0"/>
        <w:autoSpaceDN w:val="0"/>
        <w:adjustRightInd w:val="0"/>
        <w:spacing w:before="120" w:after="120"/>
      </w:pPr>
      <w:r>
        <w:t>HUD defines a “Non</w:t>
      </w:r>
      <w:r w:rsidRPr="003C00C2">
        <w:t>-Elderly Disabled Family</w:t>
      </w:r>
      <w:r>
        <w:t>”</w:t>
      </w:r>
      <w:r w:rsidRPr="003C00C2">
        <w:t xml:space="preserve"> </w:t>
      </w:r>
      <w:r w:rsidRPr="00150076">
        <w:t>as a family whose head</w:t>
      </w:r>
      <w:r>
        <w:t xml:space="preserve"> of household</w:t>
      </w:r>
      <w:r w:rsidRPr="00150076">
        <w:t>, or sole member, is 18-61 years of age at the time of lease</w:t>
      </w:r>
      <w:r>
        <w:t xml:space="preserve"> signing,</w:t>
      </w:r>
      <w:r w:rsidRPr="00150076">
        <w:t xml:space="preserve"> and the qualifying person has a disability. </w:t>
      </w:r>
      <w:r>
        <w:t xml:space="preserve">There are three subcategories of NED vouchers that target specific groups of people with disabilities:  </w:t>
      </w:r>
    </w:p>
    <w:p w14:paraId="623DDC27" w14:textId="77777777" w:rsidR="006F740E" w:rsidRPr="000E1B9E" w:rsidRDefault="006F740E" w:rsidP="0066742B">
      <w:pPr>
        <w:pStyle w:val="ListParagraph"/>
        <w:numPr>
          <w:ilvl w:val="0"/>
          <w:numId w:val="16"/>
        </w:numPr>
        <w:spacing w:before="120" w:after="120"/>
        <w:rPr>
          <w:rFonts w:asciiTheme="minorHAnsi" w:hAnsiTheme="minorHAnsi" w:cstheme="minorHAnsi"/>
        </w:rPr>
      </w:pPr>
      <w:r w:rsidRPr="000E1B9E">
        <w:rPr>
          <w:rFonts w:asciiTheme="minorHAnsi" w:hAnsiTheme="minorHAnsi" w:cstheme="minorHAnsi"/>
          <w:b/>
        </w:rPr>
        <w:t xml:space="preserve">NED </w:t>
      </w:r>
      <w:r>
        <w:rPr>
          <w:rFonts w:asciiTheme="minorHAnsi" w:hAnsiTheme="minorHAnsi" w:cstheme="minorHAnsi"/>
          <w:b/>
        </w:rPr>
        <w:t xml:space="preserve">Category </w:t>
      </w:r>
      <w:r w:rsidRPr="000E1B9E">
        <w:rPr>
          <w:rFonts w:asciiTheme="minorHAnsi" w:hAnsiTheme="minorHAnsi" w:cstheme="minorHAnsi"/>
          <w:b/>
        </w:rPr>
        <w:t>1</w:t>
      </w:r>
      <w:r w:rsidRPr="000E1B9E">
        <w:rPr>
          <w:rFonts w:asciiTheme="minorHAnsi" w:hAnsiTheme="minorHAnsi" w:cstheme="minorHAnsi"/>
        </w:rPr>
        <w:t xml:space="preserve"> vouchers are available to </w:t>
      </w:r>
      <w:r>
        <w:rPr>
          <w:rFonts w:asciiTheme="minorHAnsi" w:hAnsiTheme="minorHAnsi" w:cstheme="minorHAnsi"/>
        </w:rPr>
        <w:t xml:space="preserve">the qualifying person (and their family, if applicable) </w:t>
      </w:r>
      <w:r w:rsidRPr="000E1B9E">
        <w:rPr>
          <w:rFonts w:asciiTheme="minorHAnsi" w:hAnsiTheme="minorHAnsi" w:cstheme="minorHAnsi"/>
        </w:rPr>
        <w:t>regardless of their current living situation.</w:t>
      </w:r>
    </w:p>
    <w:p w14:paraId="7A33B708" w14:textId="77777777" w:rsidR="006F740E" w:rsidRPr="000E1B9E" w:rsidRDefault="006F740E" w:rsidP="0066742B">
      <w:pPr>
        <w:pStyle w:val="ListParagraph"/>
        <w:numPr>
          <w:ilvl w:val="0"/>
          <w:numId w:val="16"/>
        </w:numPr>
        <w:spacing w:before="120" w:after="120"/>
        <w:rPr>
          <w:rFonts w:asciiTheme="minorHAnsi" w:hAnsiTheme="minorHAnsi" w:cstheme="minorHAnsi"/>
        </w:rPr>
      </w:pPr>
      <w:r w:rsidRPr="000E1B9E">
        <w:rPr>
          <w:rFonts w:asciiTheme="minorHAnsi" w:hAnsiTheme="minorHAnsi" w:cstheme="minorHAnsi"/>
          <w:b/>
        </w:rPr>
        <w:t xml:space="preserve">NED </w:t>
      </w:r>
      <w:r>
        <w:rPr>
          <w:rFonts w:asciiTheme="minorHAnsi" w:hAnsiTheme="minorHAnsi" w:cstheme="minorHAnsi"/>
          <w:b/>
        </w:rPr>
        <w:t xml:space="preserve">Category </w:t>
      </w:r>
      <w:r w:rsidRPr="000E1B9E">
        <w:rPr>
          <w:rFonts w:asciiTheme="minorHAnsi" w:hAnsiTheme="minorHAnsi" w:cstheme="minorHAnsi"/>
          <w:b/>
        </w:rPr>
        <w:t>2</w:t>
      </w:r>
      <w:r w:rsidRPr="000E1B9E">
        <w:rPr>
          <w:rFonts w:asciiTheme="minorHAnsi" w:hAnsiTheme="minorHAnsi" w:cstheme="minorHAnsi"/>
        </w:rPr>
        <w:t xml:space="preserve"> vouchers are available to </w:t>
      </w:r>
      <w:r>
        <w:rPr>
          <w:rFonts w:asciiTheme="minorHAnsi" w:hAnsiTheme="minorHAnsi" w:cstheme="minorHAnsi"/>
        </w:rPr>
        <w:t xml:space="preserve">the qualifying person (and their family, if applicable) </w:t>
      </w:r>
      <w:r w:rsidRPr="000E1B9E">
        <w:rPr>
          <w:rFonts w:asciiTheme="minorHAnsi" w:hAnsiTheme="minorHAnsi" w:cstheme="minorHAnsi"/>
        </w:rPr>
        <w:t xml:space="preserve">who </w:t>
      </w:r>
      <w:r>
        <w:rPr>
          <w:rFonts w:asciiTheme="minorHAnsi" w:hAnsiTheme="minorHAnsi" w:cstheme="minorHAnsi"/>
        </w:rPr>
        <w:t>is</w:t>
      </w:r>
      <w:r w:rsidRPr="000E1B9E">
        <w:rPr>
          <w:rFonts w:asciiTheme="minorHAnsi" w:hAnsiTheme="minorHAnsi" w:cstheme="minorHAnsi"/>
        </w:rPr>
        <w:t xml:space="preserve"> currently living in an institutional setting</w:t>
      </w:r>
      <w:r>
        <w:rPr>
          <w:rFonts w:asciiTheme="minorHAnsi" w:hAnsiTheme="minorHAnsi" w:cstheme="minorHAnsi"/>
        </w:rPr>
        <w:t xml:space="preserve"> such as </w:t>
      </w:r>
      <w:r w:rsidRPr="000E1B9E">
        <w:rPr>
          <w:rFonts w:asciiTheme="minorHAnsi" w:hAnsiTheme="minorHAnsi" w:cstheme="minorHAnsi"/>
        </w:rPr>
        <w:t>Skilled Nursing Facilities</w:t>
      </w:r>
      <w:r w:rsidRPr="00FA6F62">
        <w:rPr>
          <w:rFonts w:asciiTheme="minorHAnsi" w:hAnsiTheme="minorHAnsi" w:cstheme="minorHAnsi"/>
        </w:rPr>
        <w:t>,</w:t>
      </w:r>
      <w:r>
        <w:rPr>
          <w:rFonts w:asciiTheme="minorHAnsi" w:hAnsiTheme="minorHAnsi" w:cstheme="minorHAnsi"/>
        </w:rPr>
        <w:t xml:space="preserve"> hospitals,</w:t>
      </w:r>
      <w:r w:rsidRPr="000E1B9E">
        <w:rPr>
          <w:rFonts w:asciiTheme="minorHAnsi" w:hAnsiTheme="minorHAnsi" w:cstheme="minorHAnsi"/>
          <w:b/>
        </w:rPr>
        <w:t xml:space="preserve"> </w:t>
      </w:r>
      <w:r w:rsidRPr="000E1B9E">
        <w:rPr>
          <w:rFonts w:asciiTheme="minorHAnsi" w:hAnsiTheme="minorHAnsi" w:cstheme="minorHAnsi"/>
        </w:rPr>
        <w:t xml:space="preserve">Residential Habilitation Centers for individuals with developmental disabilities, and Psychiatric Hospitals (Eastern and Western State). </w:t>
      </w:r>
      <w:r>
        <w:rPr>
          <w:rFonts w:asciiTheme="minorHAnsi" w:hAnsiTheme="minorHAnsi" w:cstheme="minorHAnsi"/>
        </w:rPr>
        <w:t>The institutional settings, though,</w:t>
      </w:r>
      <w:r w:rsidRPr="000E1B9E">
        <w:rPr>
          <w:rFonts w:asciiTheme="minorHAnsi" w:hAnsiTheme="minorHAnsi" w:cstheme="minorHAnsi"/>
        </w:rPr>
        <w:t xml:space="preserve"> </w:t>
      </w:r>
      <w:r w:rsidRPr="000E1B9E">
        <w:rPr>
          <w:rFonts w:asciiTheme="minorHAnsi" w:hAnsiTheme="minorHAnsi" w:cstheme="minorHAnsi"/>
          <w:b/>
        </w:rPr>
        <w:t>exclude</w:t>
      </w:r>
      <w:r w:rsidRPr="000E1B9E">
        <w:rPr>
          <w:rFonts w:asciiTheme="minorHAnsi" w:hAnsiTheme="minorHAnsi" w:cstheme="minorHAnsi"/>
        </w:rPr>
        <w:t xml:space="preserve"> board and care facilities (e.g., adult homes, adult day care, adult congregate living), residential services, and community-based congregate settings</w:t>
      </w:r>
      <w:r w:rsidRPr="00FA6F62">
        <w:rPr>
          <w:rFonts w:asciiTheme="minorHAnsi" w:hAnsiTheme="minorHAnsi" w:cstheme="minorHAnsi"/>
        </w:rPr>
        <w:t xml:space="preserve">.  </w:t>
      </w:r>
      <w:r w:rsidRPr="000E1B9E">
        <w:rPr>
          <w:rFonts w:asciiTheme="minorHAnsi" w:hAnsiTheme="minorHAnsi" w:cstheme="minorHAnsi"/>
        </w:rPr>
        <w:t>Prison is also excluded.</w:t>
      </w:r>
    </w:p>
    <w:p w14:paraId="2DD7855D" w14:textId="221CDE91" w:rsidR="006F740E" w:rsidRPr="00EB4807" w:rsidRDefault="006F740E" w:rsidP="0066742B">
      <w:pPr>
        <w:pStyle w:val="ListParagraph"/>
        <w:numPr>
          <w:ilvl w:val="0"/>
          <w:numId w:val="16"/>
        </w:numPr>
        <w:spacing w:before="120" w:after="120"/>
        <w:rPr>
          <w:rFonts w:cstheme="minorHAnsi"/>
        </w:rPr>
      </w:pPr>
      <w:r w:rsidRPr="00763B5D">
        <w:rPr>
          <w:rFonts w:asciiTheme="minorHAnsi" w:hAnsiTheme="minorHAnsi" w:cstheme="minorHAnsi"/>
          <w:b/>
        </w:rPr>
        <w:t xml:space="preserve">NED Mainstream </w:t>
      </w:r>
      <w:r w:rsidRPr="00763B5D">
        <w:rPr>
          <w:rFonts w:asciiTheme="minorHAnsi" w:hAnsiTheme="minorHAnsi" w:cstheme="minorHAnsi"/>
        </w:rPr>
        <w:t>vouchers</w:t>
      </w:r>
      <w:r>
        <w:rPr>
          <w:rFonts w:asciiTheme="minorHAnsi" w:hAnsiTheme="minorHAnsi" w:cstheme="minorHAnsi"/>
        </w:rPr>
        <w:t xml:space="preserve"> (MSV)</w:t>
      </w:r>
      <w:r w:rsidRPr="00763B5D">
        <w:rPr>
          <w:rFonts w:asciiTheme="minorHAnsi" w:hAnsiTheme="minorHAnsi" w:cstheme="minorHAnsi"/>
          <w:b/>
        </w:rPr>
        <w:t xml:space="preserve"> </w:t>
      </w:r>
      <w:r w:rsidRPr="00763B5D">
        <w:rPr>
          <w:rFonts w:asciiTheme="minorHAnsi" w:hAnsiTheme="minorHAnsi" w:cstheme="minorHAnsi"/>
        </w:rPr>
        <w:t xml:space="preserve">are available to </w:t>
      </w:r>
      <w:r>
        <w:rPr>
          <w:rFonts w:asciiTheme="minorHAnsi" w:hAnsiTheme="minorHAnsi" w:cstheme="minorHAnsi"/>
        </w:rPr>
        <w:t xml:space="preserve">the qualifying person (and their family, if applicable) </w:t>
      </w:r>
      <w:r w:rsidRPr="00763B5D">
        <w:rPr>
          <w:rFonts w:asciiTheme="minorHAnsi" w:hAnsiTheme="minorHAnsi" w:cstheme="minorHAnsi"/>
        </w:rPr>
        <w:t>who are institutionalized (see definition above), or at risk of institutionalization, or homeless, or at risk of homelessness. Please ask your regional Housing Program Manager for more information on what</w:t>
      </w:r>
      <w:r>
        <w:rPr>
          <w:rFonts w:asciiTheme="minorHAnsi" w:hAnsiTheme="minorHAnsi" w:cstheme="minorHAnsi"/>
        </w:rPr>
        <w:t xml:space="preserve"> are</w:t>
      </w:r>
      <w:r w:rsidRPr="00763B5D">
        <w:rPr>
          <w:rFonts w:asciiTheme="minorHAnsi" w:hAnsiTheme="minorHAnsi" w:cstheme="minorHAnsi"/>
        </w:rPr>
        <w:t xml:space="preserve"> the definitions of </w:t>
      </w:r>
      <w:r w:rsidRPr="00763B5D">
        <w:rPr>
          <w:rFonts w:asciiTheme="minorHAnsi" w:hAnsiTheme="minorHAnsi" w:cstheme="minorHAnsi"/>
          <w:i/>
        </w:rPr>
        <w:t>at risk</w:t>
      </w:r>
      <w:r w:rsidRPr="00763B5D">
        <w:rPr>
          <w:rFonts w:asciiTheme="minorHAnsi" w:hAnsiTheme="minorHAnsi" w:cstheme="minorHAnsi"/>
        </w:rPr>
        <w:t xml:space="preserve"> and </w:t>
      </w:r>
      <w:r w:rsidRPr="00763B5D">
        <w:rPr>
          <w:rFonts w:asciiTheme="minorHAnsi" w:hAnsiTheme="minorHAnsi" w:cstheme="minorHAnsi"/>
          <w:i/>
        </w:rPr>
        <w:t>homeless</w:t>
      </w:r>
      <w:r w:rsidRPr="00763B5D">
        <w:rPr>
          <w:rFonts w:asciiTheme="minorHAnsi" w:hAnsiTheme="minorHAnsi" w:cstheme="minorHAnsi"/>
        </w:rPr>
        <w:t>, as these may vary depending on the PHA.</w:t>
      </w:r>
    </w:p>
    <w:p w14:paraId="40241993" w14:textId="77777777" w:rsidR="006F740E" w:rsidRPr="00EB74F2" w:rsidRDefault="006F740E" w:rsidP="006F740E">
      <w:pPr>
        <w:autoSpaceDE w:val="0"/>
        <w:autoSpaceDN w:val="0"/>
        <w:adjustRightInd w:val="0"/>
        <w:spacing w:before="120" w:after="120"/>
        <w:ind w:right="1440"/>
        <w:jc w:val="both"/>
        <w:rPr>
          <w:b/>
          <w:sz w:val="26"/>
          <w:szCs w:val="26"/>
          <w:u w:val="single"/>
        </w:rPr>
      </w:pPr>
      <w:r w:rsidRPr="00EB74F2">
        <w:rPr>
          <w:b/>
          <w:sz w:val="26"/>
          <w:szCs w:val="26"/>
          <w:u w:val="single"/>
        </w:rPr>
        <w:t xml:space="preserve">What </w:t>
      </w:r>
      <w:r>
        <w:rPr>
          <w:b/>
          <w:sz w:val="26"/>
          <w:szCs w:val="26"/>
          <w:u w:val="single"/>
        </w:rPr>
        <w:t>I</w:t>
      </w:r>
      <w:r w:rsidRPr="00EB74F2">
        <w:rPr>
          <w:b/>
          <w:sz w:val="26"/>
          <w:szCs w:val="26"/>
          <w:u w:val="single"/>
        </w:rPr>
        <w:t xml:space="preserve">s </w:t>
      </w:r>
      <w:r>
        <w:rPr>
          <w:b/>
          <w:sz w:val="26"/>
          <w:szCs w:val="26"/>
          <w:u w:val="single"/>
        </w:rPr>
        <w:t>the</w:t>
      </w:r>
      <w:r w:rsidRPr="00EB74F2">
        <w:rPr>
          <w:b/>
          <w:sz w:val="26"/>
          <w:szCs w:val="26"/>
          <w:u w:val="single"/>
        </w:rPr>
        <w:t xml:space="preserve"> </w:t>
      </w:r>
      <w:r>
        <w:rPr>
          <w:b/>
          <w:sz w:val="26"/>
          <w:szCs w:val="26"/>
          <w:u w:val="single"/>
        </w:rPr>
        <w:t>Referral Voucher Program (RVP)</w:t>
      </w:r>
      <w:r w:rsidRPr="00EB74F2">
        <w:rPr>
          <w:b/>
          <w:sz w:val="26"/>
          <w:szCs w:val="26"/>
          <w:u w:val="single"/>
        </w:rPr>
        <w:t>?</w:t>
      </w:r>
    </w:p>
    <w:p w14:paraId="43F5FF9C" w14:textId="219EC9AB" w:rsidR="006F740E" w:rsidRPr="0054162D" w:rsidRDefault="006F740E" w:rsidP="006F740E">
      <w:pPr>
        <w:spacing w:before="120" w:after="120"/>
        <w:rPr>
          <w:rFonts w:cstheme="minorHAnsi"/>
        </w:rPr>
      </w:pPr>
      <w:r>
        <w:t xml:space="preserve">The </w:t>
      </w:r>
      <w:r w:rsidRPr="00EB74F2">
        <w:rPr>
          <w:rFonts w:cstheme="minorHAnsi"/>
          <w:bCs/>
        </w:rPr>
        <w:t>RVP</w:t>
      </w:r>
      <w:r>
        <w:rPr>
          <w:rFonts w:cstheme="minorHAnsi"/>
          <w:b/>
        </w:rPr>
        <w:t xml:space="preserve"> </w:t>
      </w:r>
      <w:r w:rsidRPr="00EB74F2">
        <w:rPr>
          <w:rFonts w:cstheme="minorHAnsi"/>
          <w:bCs/>
        </w:rPr>
        <w:t xml:space="preserve">is </w:t>
      </w:r>
      <w:r>
        <w:rPr>
          <w:rFonts w:cstheme="minorHAnsi"/>
          <w:bCs/>
        </w:rPr>
        <w:t>a Housing Choice Voucher (HCV) and is not considered a NED voucher.</w:t>
      </w:r>
      <w:r w:rsidRPr="00EB74F2">
        <w:rPr>
          <w:rFonts w:cstheme="minorHAnsi"/>
          <w:bCs/>
        </w:rPr>
        <w:t xml:space="preserve"> </w:t>
      </w:r>
      <w:r>
        <w:rPr>
          <w:rFonts w:cstheme="minorHAnsi"/>
          <w:bCs/>
        </w:rPr>
        <w:t xml:space="preserve">It is </w:t>
      </w:r>
      <w:r w:rsidRPr="00EB74F2">
        <w:rPr>
          <w:rFonts w:cstheme="minorHAnsi"/>
          <w:bCs/>
        </w:rPr>
        <w:t>available to individuals regardless of setting who are receiving</w:t>
      </w:r>
      <w:r>
        <w:rPr>
          <w:rFonts w:cstheme="minorHAnsi"/>
          <w:bCs/>
        </w:rPr>
        <w:t xml:space="preserve"> </w:t>
      </w:r>
      <w:r w:rsidR="00BA35C4">
        <w:rPr>
          <w:rFonts w:cstheme="minorHAnsi"/>
          <w:bCs/>
        </w:rPr>
        <w:t>HCS</w:t>
      </w:r>
      <w:r w:rsidRPr="00EB74F2">
        <w:rPr>
          <w:rFonts w:cstheme="minorHAnsi"/>
          <w:bCs/>
        </w:rPr>
        <w:t xml:space="preserve"> LTSS. </w:t>
      </w:r>
      <w:r>
        <w:rPr>
          <w:rFonts w:cstheme="minorHAnsi"/>
          <w:bCs/>
        </w:rPr>
        <w:t>There is a service component for this voucher and applicants should be agreeable to receiving LTSS. This voucher is available to applicants over the age of 18.</w:t>
      </w:r>
    </w:p>
    <w:p w14:paraId="4F5BCA07" w14:textId="77777777" w:rsidR="006F740E" w:rsidRDefault="006F740E" w:rsidP="006F740E">
      <w:pPr>
        <w:rPr>
          <w:b/>
          <w:sz w:val="26"/>
          <w:szCs w:val="26"/>
          <w:u w:val="single"/>
        </w:rPr>
      </w:pPr>
      <w:r w:rsidRPr="00641854">
        <w:rPr>
          <w:b/>
          <w:sz w:val="26"/>
          <w:szCs w:val="26"/>
          <w:u w:val="single"/>
        </w:rPr>
        <w:t>Where are</w:t>
      </w:r>
      <w:r>
        <w:rPr>
          <w:b/>
          <w:sz w:val="26"/>
          <w:szCs w:val="26"/>
          <w:u w:val="single"/>
        </w:rPr>
        <w:t xml:space="preserve"> permanent HUD</w:t>
      </w:r>
      <w:r w:rsidRPr="00641854">
        <w:rPr>
          <w:b/>
          <w:sz w:val="26"/>
          <w:szCs w:val="26"/>
          <w:u w:val="single"/>
        </w:rPr>
        <w:t xml:space="preserve"> vouchers available?</w:t>
      </w:r>
    </w:p>
    <w:p w14:paraId="0F625DE4" w14:textId="77777777" w:rsidR="006F740E" w:rsidRPr="00494EC0" w:rsidRDefault="006F740E" w:rsidP="0066742B">
      <w:pPr>
        <w:pStyle w:val="ListParagraph"/>
        <w:numPr>
          <w:ilvl w:val="0"/>
          <w:numId w:val="20"/>
        </w:numPr>
        <w:contextualSpacing/>
        <w:rPr>
          <w:rFonts w:asciiTheme="minorHAnsi" w:hAnsiTheme="minorHAnsi" w:cstheme="minorHAnsi"/>
          <w:u w:val="single"/>
        </w:rPr>
      </w:pPr>
      <w:r w:rsidRPr="00494EC0">
        <w:rPr>
          <w:rFonts w:asciiTheme="minorHAnsi" w:hAnsiTheme="minorHAnsi" w:cstheme="minorHAnsi"/>
          <w:u w:val="single"/>
        </w:rPr>
        <w:t>Region 1:</w:t>
      </w:r>
    </w:p>
    <w:p w14:paraId="4BB8A428" w14:textId="77777777" w:rsidR="006F740E" w:rsidRPr="00494EC0" w:rsidRDefault="006F740E" w:rsidP="0066742B">
      <w:pPr>
        <w:pStyle w:val="ListParagraph"/>
        <w:numPr>
          <w:ilvl w:val="0"/>
          <w:numId w:val="21"/>
        </w:numPr>
        <w:contextualSpacing/>
        <w:rPr>
          <w:rFonts w:asciiTheme="minorHAnsi" w:hAnsiTheme="minorHAnsi" w:cstheme="minorHAnsi"/>
        </w:rPr>
      </w:pPr>
      <w:r w:rsidRPr="00494EC0">
        <w:rPr>
          <w:rFonts w:asciiTheme="minorHAnsi" w:hAnsiTheme="minorHAnsi" w:cstheme="minorHAnsi"/>
        </w:rPr>
        <w:t>City of Yakima: NED2 and M</w:t>
      </w:r>
      <w:r>
        <w:rPr>
          <w:rFonts w:asciiTheme="minorHAnsi" w:hAnsiTheme="minorHAnsi" w:cstheme="minorHAnsi"/>
        </w:rPr>
        <w:t>SV</w:t>
      </w:r>
    </w:p>
    <w:p w14:paraId="057E7272" w14:textId="77777777" w:rsidR="006F740E" w:rsidRPr="00494EC0" w:rsidRDefault="006F740E" w:rsidP="0066742B">
      <w:pPr>
        <w:pStyle w:val="ListParagraph"/>
        <w:numPr>
          <w:ilvl w:val="0"/>
          <w:numId w:val="21"/>
        </w:numPr>
        <w:autoSpaceDE w:val="0"/>
        <w:autoSpaceDN w:val="0"/>
        <w:adjustRightInd w:val="0"/>
        <w:contextualSpacing/>
        <w:rPr>
          <w:rFonts w:asciiTheme="minorHAnsi" w:hAnsiTheme="minorHAnsi" w:cstheme="minorHAnsi"/>
        </w:rPr>
      </w:pPr>
      <w:r w:rsidRPr="00494EC0">
        <w:rPr>
          <w:rFonts w:asciiTheme="minorHAnsi" w:hAnsiTheme="minorHAnsi" w:cstheme="minorHAnsi"/>
        </w:rPr>
        <w:t>Spokane, Ferry, Stevens, Pend Oreille</w:t>
      </w:r>
      <w:r>
        <w:rPr>
          <w:rFonts w:asciiTheme="minorHAnsi" w:hAnsiTheme="minorHAnsi" w:cstheme="minorHAnsi"/>
        </w:rPr>
        <w:t>, Lincoln, and Whitman C</w:t>
      </w:r>
      <w:r w:rsidRPr="00494EC0">
        <w:rPr>
          <w:rFonts w:asciiTheme="minorHAnsi" w:hAnsiTheme="minorHAnsi" w:cstheme="minorHAnsi"/>
        </w:rPr>
        <w:t xml:space="preserve">ounties: NED 1 </w:t>
      </w:r>
      <w:r>
        <w:rPr>
          <w:rFonts w:asciiTheme="minorHAnsi" w:hAnsiTheme="minorHAnsi" w:cstheme="minorHAnsi"/>
        </w:rPr>
        <w:t>and Mainstream and RVP</w:t>
      </w:r>
    </w:p>
    <w:p w14:paraId="5EF91FB5" w14:textId="77777777" w:rsidR="006F740E" w:rsidRDefault="006F740E" w:rsidP="0066742B">
      <w:pPr>
        <w:pStyle w:val="ListParagraph"/>
        <w:numPr>
          <w:ilvl w:val="0"/>
          <w:numId w:val="21"/>
        </w:numPr>
        <w:autoSpaceDE w:val="0"/>
        <w:autoSpaceDN w:val="0"/>
        <w:adjustRightInd w:val="0"/>
        <w:contextualSpacing/>
        <w:rPr>
          <w:rFonts w:asciiTheme="minorHAnsi" w:hAnsiTheme="minorHAnsi" w:cstheme="minorHAnsi"/>
        </w:rPr>
      </w:pPr>
      <w:r w:rsidRPr="00494EC0">
        <w:rPr>
          <w:rFonts w:asciiTheme="minorHAnsi" w:hAnsiTheme="minorHAnsi" w:cstheme="minorHAnsi"/>
        </w:rPr>
        <w:t>City of Kennewick: NED1</w:t>
      </w:r>
      <w:r>
        <w:rPr>
          <w:rFonts w:asciiTheme="minorHAnsi" w:hAnsiTheme="minorHAnsi" w:cstheme="minorHAnsi"/>
        </w:rPr>
        <w:t xml:space="preserve"> and MSV</w:t>
      </w:r>
    </w:p>
    <w:p w14:paraId="1642479C" w14:textId="77777777" w:rsidR="006F740E" w:rsidRPr="00494EC0" w:rsidRDefault="006F740E" w:rsidP="0066742B">
      <w:pPr>
        <w:pStyle w:val="ListParagraph"/>
        <w:numPr>
          <w:ilvl w:val="0"/>
          <w:numId w:val="21"/>
        </w:numPr>
        <w:autoSpaceDE w:val="0"/>
        <w:autoSpaceDN w:val="0"/>
        <w:adjustRightInd w:val="0"/>
        <w:contextualSpacing/>
        <w:rPr>
          <w:rFonts w:asciiTheme="minorHAnsi" w:hAnsiTheme="minorHAnsi" w:cstheme="minorHAnsi"/>
        </w:rPr>
      </w:pPr>
      <w:r>
        <w:rPr>
          <w:rFonts w:asciiTheme="minorHAnsi" w:hAnsiTheme="minorHAnsi" w:cstheme="minorHAnsi"/>
        </w:rPr>
        <w:t>Okanogan County: MSV</w:t>
      </w:r>
    </w:p>
    <w:p w14:paraId="07C1F1E2" w14:textId="77777777" w:rsidR="006F740E" w:rsidRPr="00494EC0" w:rsidRDefault="006F740E" w:rsidP="0066742B">
      <w:pPr>
        <w:pStyle w:val="ListParagraph"/>
        <w:numPr>
          <w:ilvl w:val="0"/>
          <w:numId w:val="20"/>
        </w:numPr>
        <w:contextualSpacing/>
        <w:rPr>
          <w:rFonts w:asciiTheme="minorHAnsi" w:hAnsiTheme="minorHAnsi" w:cstheme="minorHAnsi"/>
          <w:u w:val="single"/>
        </w:rPr>
      </w:pPr>
      <w:r w:rsidRPr="00494EC0">
        <w:rPr>
          <w:rFonts w:asciiTheme="minorHAnsi" w:hAnsiTheme="minorHAnsi" w:cstheme="minorHAnsi"/>
          <w:u w:val="single"/>
        </w:rPr>
        <w:t>Region 2:</w:t>
      </w:r>
    </w:p>
    <w:p w14:paraId="36692625" w14:textId="77777777" w:rsidR="006F740E" w:rsidRPr="00BC44D2" w:rsidRDefault="006F740E" w:rsidP="0066742B">
      <w:pPr>
        <w:pStyle w:val="ListParagraph"/>
        <w:numPr>
          <w:ilvl w:val="0"/>
          <w:numId w:val="22"/>
        </w:numPr>
        <w:contextualSpacing/>
        <w:rPr>
          <w:rFonts w:asciiTheme="minorHAnsi" w:hAnsiTheme="minorHAnsi" w:cstheme="minorHAnsi"/>
          <w:b/>
          <w:u w:val="single"/>
        </w:rPr>
      </w:pPr>
      <w:r w:rsidRPr="00494EC0">
        <w:rPr>
          <w:rFonts w:asciiTheme="minorHAnsi" w:hAnsiTheme="minorHAnsi" w:cstheme="minorHAnsi"/>
        </w:rPr>
        <w:t xml:space="preserve">Snohomish County: NED2 </w:t>
      </w:r>
    </w:p>
    <w:p w14:paraId="7AE9385F" w14:textId="77777777" w:rsidR="006F740E" w:rsidRPr="00797EC7" w:rsidRDefault="006F740E" w:rsidP="0066742B">
      <w:pPr>
        <w:pStyle w:val="ListParagraph"/>
        <w:numPr>
          <w:ilvl w:val="0"/>
          <w:numId w:val="22"/>
        </w:numPr>
        <w:contextualSpacing/>
        <w:rPr>
          <w:rFonts w:asciiTheme="minorHAnsi" w:hAnsiTheme="minorHAnsi" w:cstheme="minorHAnsi"/>
          <w:b/>
          <w:u w:val="single"/>
        </w:rPr>
      </w:pPr>
      <w:r>
        <w:rPr>
          <w:rFonts w:asciiTheme="minorHAnsi" w:hAnsiTheme="minorHAnsi" w:cstheme="minorHAnsi"/>
        </w:rPr>
        <w:t>Whatcom County: RVP</w:t>
      </w:r>
      <w:r w:rsidRPr="00797EC7">
        <w:rPr>
          <w:rFonts w:cstheme="minorHAnsi"/>
        </w:rPr>
        <w:t xml:space="preserve"> </w:t>
      </w:r>
    </w:p>
    <w:p w14:paraId="60249A08" w14:textId="77777777" w:rsidR="006F740E" w:rsidRPr="00494EC0" w:rsidRDefault="006F740E" w:rsidP="0066742B">
      <w:pPr>
        <w:pStyle w:val="ListParagraph"/>
        <w:numPr>
          <w:ilvl w:val="0"/>
          <w:numId w:val="20"/>
        </w:numPr>
        <w:contextualSpacing/>
        <w:rPr>
          <w:rFonts w:asciiTheme="minorHAnsi" w:hAnsiTheme="minorHAnsi" w:cstheme="minorHAnsi"/>
          <w:u w:val="single"/>
        </w:rPr>
      </w:pPr>
      <w:r w:rsidRPr="00494EC0">
        <w:rPr>
          <w:rFonts w:asciiTheme="minorHAnsi" w:hAnsiTheme="minorHAnsi" w:cstheme="minorHAnsi"/>
          <w:u w:val="single"/>
        </w:rPr>
        <w:t>Region 3:</w:t>
      </w:r>
    </w:p>
    <w:p w14:paraId="7736191E" w14:textId="77777777" w:rsidR="006F740E" w:rsidRPr="00494EC0" w:rsidRDefault="006F740E" w:rsidP="0066742B">
      <w:pPr>
        <w:pStyle w:val="ListParagraph"/>
        <w:numPr>
          <w:ilvl w:val="0"/>
          <w:numId w:val="23"/>
        </w:numPr>
        <w:contextualSpacing/>
        <w:rPr>
          <w:rFonts w:asciiTheme="minorHAnsi" w:hAnsiTheme="minorHAnsi" w:cstheme="minorHAnsi"/>
          <w:b/>
          <w:u w:val="single"/>
        </w:rPr>
      </w:pPr>
      <w:r w:rsidRPr="00494EC0">
        <w:rPr>
          <w:rFonts w:asciiTheme="minorHAnsi" w:hAnsiTheme="minorHAnsi" w:cstheme="minorHAnsi"/>
        </w:rPr>
        <w:t>City of Tacoma</w:t>
      </w:r>
      <w:r>
        <w:rPr>
          <w:rFonts w:asciiTheme="minorHAnsi" w:hAnsiTheme="minorHAnsi" w:cstheme="minorHAnsi"/>
        </w:rPr>
        <w:t>/Pierce County</w:t>
      </w:r>
      <w:r w:rsidRPr="00494EC0">
        <w:rPr>
          <w:rFonts w:asciiTheme="minorHAnsi" w:hAnsiTheme="minorHAnsi" w:cstheme="minorHAnsi"/>
        </w:rPr>
        <w:t>: NED2 and M</w:t>
      </w:r>
      <w:r>
        <w:rPr>
          <w:rFonts w:asciiTheme="minorHAnsi" w:hAnsiTheme="minorHAnsi" w:cstheme="minorHAnsi"/>
        </w:rPr>
        <w:t>SV</w:t>
      </w:r>
    </w:p>
    <w:p w14:paraId="716E8988" w14:textId="77777777" w:rsidR="006F740E" w:rsidRPr="00494EC0" w:rsidRDefault="006F740E" w:rsidP="0066742B">
      <w:pPr>
        <w:pStyle w:val="ListParagraph"/>
        <w:numPr>
          <w:ilvl w:val="0"/>
          <w:numId w:val="23"/>
        </w:numPr>
        <w:autoSpaceDE w:val="0"/>
        <w:autoSpaceDN w:val="0"/>
        <w:adjustRightInd w:val="0"/>
        <w:contextualSpacing/>
        <w:rPr>
          <w:rFonts w:asciiTheme="minorHAnsi" w:hAnsiTheme="minorHAnsi" w:cstheme="minorHAnsi"/>
        </w:rPr>
      </w:pPr>
      <w:r w:rsidRPr="00494EC0">
        <w:rPr>
          <w:rFonts w:asciiTheme="minorHAnsi" w:hAnsiTheme="minorHAnsi" w:cstheme="minorHAnsi"/>
        </w:rPr>
        <w:t>Jefferson and Clallam Counties: NED2</w:t>
      </w:r>
    </w:p>
    <w:p w14:paraId="389F2D81" w14:textId="77777777" w:rsidR="006F740E" w:rsidRPr="00494EC0" w:rsidRDefault="006F740E" w:rsidP="0066742B">
      <w:pPr>
        <w:pStyle w:val="ListParagraph"/>
        <w:numPr>
          <w:ilvl w:val="0"/>
          <w:numId w:val="23"/>
        </w:numPr>
        <w:autoSpaceDE w:val="0"/>
        <w:autoSpaceDN w:val="0"/>
        <w:adjustRightInd w:val="0"/>
        <w:spacing w:before="240" w:after="240"/>
        <w:contextualSpacing/>
        <w:rPr>
          <w:rFonts w:asciiTheme="minorHAnsi" w:hAnsiTheme="minorHAnsi" w:cstheme="minorHAnsi"/>
        </w:rPr>
      </w:pPr>
      <w:r w:rsidRPr="00494EC0">
        <w:rPr>
          <w:rFonts w:asciiTheme="minorHAnsi" w:hAnsiTheme="minorHAnsi" w:cstheme="minorHAnsi"/>
        </w:rPr>
        <w:t>Cowlitz, Lewis, Pacific and</w:t>
      </w:r>
      <w:r>
        <w:rPr>
          <w:rFonts w:asciiTheme="minorHAnsi" w:hAnsiTheme="minorHAnsi" w:cstheme="minorHAnsi"/>
        </w:rPr>
        <w:t xml:space="preserve"> Wahkiakum C</w:t>
      </w:r>
      <w:r w:rsidRPr="00494EC0">
        <w:rPr>
          <w:rFonts w:asciiTheme="minorHAnsi" w:hAnsiTheme="minorHAnsi" w:cstheme="minorHAnsi"/>
        </w:rPr>
        <w:t>ounties: NED2</w:t>
      </w:r>
    </w:p>
    <w:p w14:paraId="6B94FA26" w14:textId="03311774" w:rsidR="002C0236" w:rsidRPr="00DD3C74" w:rsidRDefault="006F740E" w:rsidP="006F740E">
      <w:pPr>
        <w:spacing w:before="240" w:after="240"/>
        <w:contextualSpacing/>
        <w:rPr>
          <w:b/>
          <w:sz w:val="26"/>
          <w:szCs w:val="26"/>
          <w:u w:val="single"/>
        </w:rPr>
      </w:pPr>
      <w:r w:rsidRPr="00DD3C74">
        <w:rPr>
          <w:b/>
          <w:sz w:val="26"/>
          <w:szCs w:val="26"/>
          <w:u w:val="single"/>
        </w:rPr>
        <w:t>Does an individual have to</w:t>
      </w:r>
      <w:r>
        <w:rPr>
          <w:b/>
          <w:sz w:val="26"/>
          <w:szCs w:val="26"/>
          <w:u w:val="single"/>
        </w:rPr>
        <w:t xml:space="preserve"> reside </w:t>
      </w:r>
      <w:r w:rsidRPr="00DD3C74">
        <w:rPr>
          <w:b/>
          <w:sz w:val="26"/>
          <w:szCs w:val="26"/>
          <w:u w:val="single"/>
        </w:rPr>
        <w:t>in the area where the vouche</w:t>
      </w:r>
      <w:r>
        <w:rPr>
          <w:b/>
          <w:sz w:val="26"/>
          <w:szCs w:val="26"/>
          <w:u w:val="single"/>
        </w:rPr>
        <w:t>r is available</w:t>
      </w:r>
      <w:r w:rsidRPr="00DD3C74">
        <w:rPr>
          <w:b/>
          <w:sz w:val="26"/>
          <w:szCs w:val="26"/>
          <w:u w:val="single"/>
        </w:rPr>
        <w:t>?</w:t>
      </w:r>
    </w:p>
    <w:p w14:paraId="457113A4" w14:textId="77777777" w:rsidR="000760EA" w:rsidRDefault="000760EA" w:rsidP="006F740E">
      <w:pPr>
        <w:autoSpaceDE w:val="0"/>
        <w:autoSpaceDN w:val="0"/>
        <w:adjustRightInd w:val="0"/>
      </w:pPr>
    </w:p>
    <w:p w14:paraId="45FFF72B" w14:textId="1DFB1C15" w:rsidR="006F740E" w:rsidRDefault="006F740E" w:rsidP="006F740E">
      <w:pPr>
        <w:autoSpaceDE w:val="0"/>
        <w:autoSpaceDN w:val="0"/>
        <w:adjustRightInd w:val="0"/>
      </w:pPr>
      <w:r w:rsidRPr="004A51AF">
        <w:t>The current location of a client is not a bar</w:t>
      </w:r>
      <w:r>
        <w:t>rier to applying for federal</w:t>
      </w:r>
      <w:r w:rsidRPr="004A51AF">
        <w:t xml:space="preserve"> vouc</w:t>
      </w:r>
      <w:r>
        <w:t>hers. Public Housing Authorities (PHAs)</w:t>
      </w:r>
      <w:r w:rsidRPr="004A51AF">
        <w:t xml:space="preserve"> allow anyone to apply for vouchers </w:t>
      </w:r>
      <w:r>
        <w:t xml:space="preserve">or </w:t>
      </w:r>
      <w:r w:rsidRPr="004A51AF">
        <w:t>public housing</w:t>
      </w:r>
      <w:r>
        <w:t>,</w:t>
      </w:r>
      <w:r w:rsidRPr="004A51AF">
        <w:t xml:space="preserve"> and </w:t>
      </w:r>
      <w:r>
        <w:t>eligibility</w:t>
      </w:r>
      <w:r w:rsidRPr="004A51AF">
        <w:t xml:space="preserve"> is not based on the current location or residence of the applicant</w:t>
      </w:r>
      <w:r w:rsidRPr="00B83F46">
        <w:t>.  Applicants currently living within the service area of the PHA</w:t>
      </w:r>
      <w:r>
        <w:t>, however,</w:t>
      </w:r>
      <w:r w:rsidRPr="00B83F46">
        <w:t xml:space="preserve"> may be given preference.</w:t>
      </w:r>
      <w:r w:rsidRPr="004A51AF">
        <w:t xml:space="preserve">  </w:t>
      </w:r>
    </w:p>
    <w:p w14:paraId="4D4DCFC7" w14:textId="77777777" w:rsidR="00EB4807" w:rsidRDefault="00EB4807" w:rsidP="006F740E">
      <w:pPr>
        <w:autoSpaceDE w:val="0"/>
        <w:autoSpaceDN w:val="0"/>
        <w:adjustRightInd w:val="0"/>
        <w:rPr>
          <w:rFonts w:eastAsia="Calibri"/>
          <w:b/>
          <w:sz w:val="26"/>
          <w:szCs w:val="26"/>
          <w:u w:val="single"/>
        </w:rPr>
      </w:pPr>
    </w:p>
    <w:p w14:paraId="1FCB531A" w14:textId="3EC6A0F7" w:rsidR="002C0236" w:rsidRPr="00DD3C74" w:rsidRDefault="006F740E" w:rsidP="006F740E">
      <w:pPr>
        <w:autoSpaceDE w:val="0"/>
        <w:autoSpaceDN w:val="0"/>
        <w:rPr>
          <w:rFonts w:eastAsia="Calibri"/>
          <w:b/>
          <w:sz w:val="26"/>
          <w:szCs w:val="26"/>
          <w:u w:val="single"/>
        </w:rPr>
      </w:pPr>
      <w:r w:rsidRPr="00DD3C74">
        <w:rPr>
          <w:rFonts w:eastAsia="Calibri"/>
          <w:b/>
          <w:sz w:val="26"/>
          <w:szCs w:val="26"/>
          <w:u w:val="single"/>
        </w:rPr>
        <w:t xml:space="preserve">What are the basic eligibility </w:t>
      </w:r>
      <w:r>
        <w:rPr>
          <w:rFonts w:eastAsia="Calibri"/>
          <w:b/>
          <w:sz w:val="26"/>
          <w:szCs w:val="26"/>
          <w:u w:val="single"/>
        </w:rPr>
        <w:t>requirements</w:t>
      </w:r>
      <w:r w:rsidRPr="00DD3C74">
        <w:rPr>
          <w:rFonts w:eastAsia="Calibri"/>
          <w:b/>
          <w:sz w:val="26"/>
          <w:szCs w:val="26"/>
          <w:u w:val="single"/>
        </w:rPr>
        <w:t xml:space="preserve"> for </w:t>
      </w:r>
      <w:r>
        <w:rPr>
          <w:rFonts w:eastAsia="Calibri"/>
          <w:b/>
          <w:sz w:val="26"/>
          <w:szCs w:val="26"/>
          <w:u w:val="single"/>
        </w:rPr>
        <w:t>permanent HUD</w:t>
      </w:r>
      <w:r w:rsidRPr="00DD3C74">
        <w:rPr>
          <w:rFonts w:eastAsia="Calibri"/>
          <w:b/>
          <w:sz w:val="26"/>
          <w:szCs w:val="26"/>
          <w:u w:val="single"/>
        </w:rPr>
        <w:t xml:space="preserve"> </w:t>
      </w:r>
      <w:r>
        <w:rPr>
          <w:rFonts w:eastAsia="Calibri"/>
          <w:b/>
          <w:sz w:val="26"/>
          <w:szCs w:val="26"/>
          <w:u w:val="single"/>
        </w:rPr>
        <w:t>v</w:t>
      </w:r>
      <w:r w:rsidRPr="00DD3C74">
        <w:rPr>
          <w:rFonts w:eastAsia="Calibri"/>
          <w:b/>
          <w:sz w:val="26"/>
          <w:szCs w:val="26"/>
          <w:u w:val="single"/>
        </w:rPr>
        <w:t xml:space="preserve">ouchers? </w:t>
      </w:r>
    </w:p>
    <w:p w14:paraId="1A75383C" w14:textId="77777777" w:rsidR="000760EA" w:rsidRDefault="000760EA" w:rsidP="006F740E">
      <w:pPr>
        <w:rPr>
          <w:rFonts w:eastAsia="Calibri"/>
        </w:rPr>
      </w:pPr>
    </w:p>
    <w:p w14:paraId="09654E36" w14:textId="5D3D79C4" w:rsidR="006F740E" w:rsidRPr="00BF75FC" w:rsidRDefault="006F740E" w:rsidP="006F740E">
      <w:pPr>
        <w:rPr>
          <w:rFonts w:eastAsia="Calibri"/>
        </w:rPr>
      </w:pPr>
      <w:r w:rsidRPr="00BF75FC">
        <w:rPr>
          <w:rFonts w:eastAsia="Calibri"/>
        </w:rPr>
        <w:t>A household must:</w:t>
      </w:r>
    </w:p>
    <w:p w14:paraId="0E762631" w14:textId="77777777" w:rsidR="006F740E" w:rsidRPr="00FB754D" w:rsidRDefault="006F740E" w:rsidP="0066742B">
      <w:pPr>
        <w:pStyle w:val="ListParagraph"/>
        <w:numPr>
          <w:ilvl w:val="0"/>
          <w:numId w:val="15"/>
        </w:numPr>
        <w:rPr>
          <w:rFonts w:asciiTheme="minorHAnsi" w:hAnsiTheme="minorHAnsi" w:cstheme="minorHAnsi"/>
        </w:rPr>
      </w:pPr>
      <w:r w:rsidRPr="00FB754D">
        <w:rPr>
          <w:rFonts w:asciiTheme="minorHAnsi" w:hAnsiTheme="minorHAnsi" w:cstheme="minorHAnsi"/>
        </w:rPr>
        <w:t>Be very low-income. A household’s income must be at</w:t>
      </w:r>
      <w:r>
        <w:rPr>
          <w:rFonts w:asciiTheme="minorHAnsi" w:hAnsiTheme="minorHAnsi" w:cstheme="minorHAnsi"/>
        </w:rPr>
        <w:t>,</w:t>
      </w:r>
      <w:r w:rsidRPr="00FB754D">
        <w:rPr>
          <w:rFonts w:asciiTheme="minorHAnsi" w:hAnsiTheme="minorHAnsi" w:cstheme="minorHAnsi"/>
        </w:rPr>
        <w:t xml:space="preserve"> or below</w:t>
      </w:r>
      <w:r>
        <w:rPr>
          <w:rFonts w:asciiTheme="minorHAnsi" w:hAnsiTheme="minorHAnsi" w:cstheme="minorHAnsi"/>
        </w:rPr>
        <w:t>,</w:t>
      </w:r>
      <w:r w:rsidRPr="00FB754D">
        <w:rPr>
          <w:rFonts w:asciiTheme="minorHAnsi" w:hAnsiTheme="minorHAnsi" w:cstheme="minorHAnsi"/>
        </w:rPr>
        <w:t xml:space="preserve"> 50 percent of the </w:t>
      </w:r>
      <w:r>
        <w:rPr>
          <w:rFonts w:asciiTheme="minorHAnsi" w:hAnsiTheme="minorHAnsi" w:cstheme="minorHAnsi"/>
        </w:rPr>
        <w:t>Area Median Income</w:t>
      </w:r>
      <w:r w:rsidRPr="00FB754D">
        <w:rPr>
          <w:rFonts w:asciiTheme="minorHAnsi" w:hAnsiTheme="minorHAnsi" w:cstheme="minorHAnsi"/>
        </w:rPr>
        <w:t xml:space="preserve"> as determined by HUD. Each year, HUD publishes these income limits for every housing market across the nation</w:t>
      </w:r>
      <w:r>
        <w:rPr>
          <w:rFonts w:asciiTheme="minorHAnsi" w:hAnsiTheme="minorHAnsi" w:cstheme="minorHAnsi"/>
        </w:rPr>
        <w:t>:</w:t>
      </w:r>
      <w:r w:rsidRPr="00FB754D">
        <w:rPr>
          <w:rFonts w:asciiTheme="minorHAnsi" w:hAnsiTheme="minorHAnsi" w:cstheme="minorHAnsi"/>
        </w:rPr>
        <w:t xml:space="preserve"> </w:t>
      </w:r>
    </w:p>
    <w:p w14:paraId="65A3DE98" w14:textId="77777777" w:rsidR="006F740E" w:rsidRPr="00FB754D" w:rsidRDefault="006F740E" w:rsidP="006F740E">
      <w:pPr>
        <w:pStyle w:val="ListParagraph"/>
        <w:spacing w:after="200" w:line="276" w:lineRule="auto"/>
        <w:rPr>
          <w:rFonts w:asciiTheme="minorHAnsi" w:hAnsiTheme="minorHAnsi" w:cstheme="minorHAnsi"/>
        </w:rPr>
      </w:pPr>
      <w:hyperlink r:id="rId14" w:history="1">
        <w:r w:rsidRPr="00FB754D">
          <w:rPr>
            <w:rStyle w:val="Hyperlink"/>
            <w:rFonts w:asciiTheme="minorHAnsi" w:hAnsiTheme="minorHAnsi" w:cstheme="minorHAnsi"/>
          </w:rPr>
          <w:t>https://www.huduser.gov/portal/datasets/il.html</w:t>
        </w:r>
      </w:hyperlink>
      <w:r w:rsidRPr="00FB754D">
        <w:rPr>
          <w:rFonts w:asciiTheme="minorHAnsi" w:hAnsiTheme="minorHAnsi" w:cstheme="minorHAnsi"/>
        </w:rPr>
        <w:t xml:space="preserve"> </w:t>
      </w:r>
    </w:p>
    <w:p w14:paraId="5A9F6148" w14:textId="77777777" w:rsidR="006F740E" w:rsidRPr="00FB754D" w:rsidRDefault="006F740E" w:rsidP="0066742B">
      <w:pPr>
        <w:pStyle w:val="ListParagraph"/>
        <w:numPr>
          <w:ilvl w:val="0"/>
          <w:numId w:val="15"/>
        </w:numPr>
        <w:spacing w:after="200" w:line="276" w:lineRule="auto"/>
        <w:contextualSpacing/>
        <w:rPr>
          <w:rFonts w:asciiTheme="minorHAnsi" w:hAnsiTheme="minorHAnsi" w:cstheme="minorHAnsi"/>
        </w:rPr>
      </w:pPr>
      <w:r w:rsidRPr="00FB754D">
        <w:rPr>
          <w:rFonts w:asciiTheme="minorHAnsi" w:hAnsiTheme="minorHAnsi" w:cstheme="minorHAnsi"/>
        </w:rPr>
        <w:t>Be a citizen or a non-citizen with “eligible immigration status</w:t>
      </w:r>
      <w:r>
        <w:rPr>
          <w:rFonts w:asciiTheme="minorHAnsi" w:hAnsiTheme="minorHAnsi" w:cstheme="minorHAnsi"/>
        </w:rPr>
        <w:t>,</w:t>
      </w:r>
      <w:r w:rsidRPr="00FB754D">
        <w:rPr>
          <w:rFonts w:asciiTheme="minorHAnsi" w:hAnsiTheme="minorHAnsi" w:cstheme="minorHAnsi"/>
        </w:rPr>
        <w:t xml:space="preserve">” and </w:t>
      </w:r>
    </w:p>
    <w:p w14:paraId="2F63EEDC" w14:textId="77777777" w:rsidR="006F740E" w:rsidRPr="00FB754D" w:rsidRDefault="006F740E" w:rsidP="0066742B">
      <w:pPr>
        <w:pStyle w:val="ListParagraph"/>
        <w:numPr>
          <w:ilvl w:val="0"/>
          <w:numId w:val="15"/>
        </w:numPr>
        <w:spacing w:after="200" w:line="276" w:lineRule="auto"/>
        <w:contextualSpacing/>
        <w:rPr>
          <w:rFonts w:asciiTheme="minorHAnsi" w:hAnsiTheme="minorHAnsi" w:cstheme="minorHAnsi"/>
        </w:rPr>
      </w:pPr>
      <w:r w:rsidRPr="00FB754D">
        <w:rPr>
          <w:rFonts w:asciiTheme="minorHAnsi" w:hAnsiTheme="minorHAnsi" w:cstheme="minorHAnsi"/>
        </w:rPr>
        <w:t>Be in good standing with federal housing programs. Specifically, a household must not have:</w:t>
      </w:r>
    </w:p>
    <w:p w14:paraId="27CF3063" w14:textId="77777777" w:rsidR="006F740E" w:rsidRPr="00FB754D" w:rsidRDefault="006F740E" w:rsidP="0066742B">
      <w:pPr>
        <w:pStyle w:val="ListParagraph"/>
        <w:numPr>
          <w:ilvl w:val="1"/>
          <w:numId w:val="19"/>
        </w:numPr>
        <w:spacing w:after="200" w:line="276" w:lineRule="auto"/>
        <w:contextualSpacing/>
        <w:rPr>
          <w:rFonts w:asciiTheme="minorHAnsi" w:hAnsiTheme="minorHAnsi" w:cstheme="minorHAnsi"/>
        </w:rPr>
      </w:pPr>
      <w:r w:rsidRPr="00FB754D">
        <w:rPr>
          <w:rFonts w:asciiTheme="minorHAnsi" w:hAnsiTheme="minorHAnsi" w:cstheme="minorHAnsi"/>
        </w:rPr>
        <w:t xml:space="preserve">Been evicted from federally assisted housing for illegal drug activity within </w:t>
      </w:r>
      <w:r>
        <w:rPr>
          <w:rFonts w:asciiTheme="minorHAnsi" w:hAnsiTheme="minorHAnsi" w:cstheme="minorHAnsi"/>
        </w:rPr>
        <w:t xml:space="preserve">the past </w:t>
      </w:r>
      <w:r w:rsidRPr="00FB754D">
        <w:rPr>
          <w:rFonts w:asciiTheme="minorHAnsi" w:hAnsiTheme="minorHAnsi" w:cstheme="minorHAnsi"/>
        </w:rPr>
        <w:t>3 years.</w:t>
      </w:r>
    </w:p>
    <w:p w14:paraId="527FFDDC" w14:textId="77777777" w:rsidR="006F740E" w:rsidRPr="00FB754D" w:rsidRDefault="006F740E" w:rsidP="0066742B">
      <w:pPr>
        <w:pStyle w:val="ListParagraph"/>
        <w:numPr>
          <w:ilvl w:val="1"/>
          <w:numId w:val="19"/>
        </w:numPr>
        <w:spacing w:after="200" w:line="276" w:lineRule="auto"/>
        <w:contextualSpacing/>
        <w:rPr>
          <w:rFonts w:asciiTheme="minorHAnsi" w:hAnsiTheme="minorHAnsi" w:cstheme="minorHAnsi"/>
        </w:rPr>
      </w:pPr>
      <w:r w:rsidRPr="00FB754D">
        <w:rPr>
          <w:rFonts w:asciiTheme="minorHAnsi" w:hAnsiTheme="minorHAnsi" w:cstheme="minorHAnsi"/>
        </w:rPr>
        <w:t xml:space="preserve">Be required to register as a </w:t>
      </w:r>
      <w:r>
        <w:rPr>
          <w:rFonts w:asciiTheme="minorHAnsi" w:hAnsiTheme="minorHAnsi" w:cstheme="minorHAnsi"/>
        </w:rPr>
        <w:t xml:space="preserve">lifetime </w:t>
      </w:r>
      <w:r w:rsidRPr="00FB754D">
        <w:rPr>
          <w:rFonts w:asciiTheme="minorHAnsi" w:hAnsiTheme="minorHAnsi" w:cstheme="minorHAnsi"/>
        </w:rPr>
        <w:t>sex offender.</w:t>
      </w:r>
    </w:p>
    <w:p w14:paraId="133ACE18" w14:textId="77777777" w:rsidR="006F740E" w:rsidRPr="00FB754D" w:rsidRDefault="006F740E" w:rsidP="0066742B">
      <w:pPr>
        <w:pStyle w:val="ListParagraph"/>
        <w:numPr>
          <w:ilvl w:val="1"/>
          <w:numId w:val="19"/>
        </w:numPr>
        <w:spacing w:after="200" w:line="276" w:lineRule="auto"/>
        <w:contextualSpacing/>
        <w:rPr>
          <w:rFonts w:asciiTheme="minorHAnsi" w:hAnsiTheme="minorHAnsi" w:cstheme="minorHAnsi"/>
        </w:rPr>
      </w:pPr>
      <w:r>
        <w:rPr>
          <w:rFonts w:asciiTheme="minorHAnsi" w:hAnsiTheme="minorHAnsi" w:cstheme="minorHAnsi"/>
        </w:rPr>
        <w:t>Been convicted of producing methamphetamine in federally assisted housing.</w:t>
      </w:r>
      <w:r w:rsidRPr="00FB754D">
        <w:rPr>
          <w:rFonts w:asciiTheme="minorHAnsi" w:hAnsiTheme="minorHAnsi" w:cstheme="minorHAnsi"/>
        </w:rPr>
        <w:t xml:space="preserve"> </w:t>
      </w:r>
    </w:p>
    <w:p w14:paraId="52013B25" w14:textId="77777777" w:rsidR="006F740E" w:rsidRPr="00CB666B" w:rsidRDefault="006F740E" w:rsidP="0066742B">
      <w:pPr>
        <w:pStyle w:val="ListParagraph"/>
        <w:numPr>
          <w:ilvl w:val="0"/>
          <w:numId w:val="15"/>
        </w:numPr>
        <w:spacing w:after="200" w:line="276" w:lineRule="auto"/>
        <w:contextualSpacing/>
        <w:rPr>
          <w:rFonts w:eastAsia="Calibri"/>
        </w:rPr>
      </w:pPr>
      <w:r w:rsidRPr="00FB754D">
        <w:rPr>
          <w:rFonts w:asciiTheme="minorHAnsi" w:hAnsiTheme="minorHAnsi" w:cstheme="minorHAnsi"/>
        </w:rPr>
        <w:t>A criminal history may disqualify an applicant from the voucher. On a case-by-case basis</w:t>
      </w:r>
      <w:r>
        <w:rPr>
          <w:rFonts w:asciiTheme="minorHAnsi" w:hAnsiTheme="minorHAnsi" w:cstheme="minorHAnsi"/>
        </w:rPr>
        <w:t>,</w:t>
      </w:r>
      <w:r w:rsidRPr="00FB754D">
        <w:rPr>
          <w:rFonts w:asciiTheme="minorHAnsi" w:hAnsiTheme="minorHAnsi" w:cstheme="minorHAnsi"/>
        </w:rPr>
        <w:t xml:space="preserve"> a denial can be appealed</w:t>
      </w:r>
      <w:r>
        <w:rPr>
          <w:rFonts w:asciiTheme="minorHAnsi" w:hAnsiTheme="minorHAnsi" w:cstheme="minorHAnsi"/>
        </w:rPr>
        <w:t xml:space="preserve"> except for</w:t>
      </w:r>
      <w:r w:rsidRPr="00FB754D">
        <w:rPr>
          <w:rFonts w:asciiTheme="minorHAnsi" w:hAnsiTheme="minorHAnsi" w:cstheme="minorHAnsi"/>
        </w:rPr>
        <w:t xml:space="preserve"> the above three categories.</w:t>
      </w:r>
      <w:r w:rsidRPr="00FB754D">
        <w:t xml:space="preserve"> </w:t>
      </w:r>
    </w:p>
    <w:p w14:paraId="4302CC57" w14:textId="77777777" w:rsidR="000760EA" w:rsidRDefault="006F740E" w:rsidP="00803470">
      <w:pPr>
        <w:rPr>
          <w:rFonts w:eastAsia="Calibri"/>
          <w:sz w:val="26"/>
          <w:szCs w:val="26"/>
          <w:u w:val="single"/>
        </w:rPr>
      </w:pPr>
      <w:r w:rsidRPr="00DD3C74">
        <w:rPr>
          <w:b/>
          <w:sz w:val="26"/>
          <w:szCs w:val="26"/>
          <w:u w:val="single"/>
        </w:rPr>
        <w:t xml:space="preserve">What are </w:t>
      </w:r>
      <w:r>
        <w:rPr>
          <w:b/>
          <w:sz w:val="26"/>
          <w:szCs w:val="26"/>
          <w:u w:val="single"/>
        </w:rPr>
        <w:t>the roles and</w:t>
      </w:r>
      <w:r w:rsidRPr="00DD3C74">
        <w:rPr>
          <w:b/>
          <w:sz w:val="26"/>
          <w:szCs w:val="26"/>
          <w:u w:val="single"/>
        </w:rPr>
        <w:t xml:space="preserve"> responsibilities in the eligibility process?  </w:t>
      </w:r>
    </w:p>
    <w:p w14:paraId="7DDD0DB8" w14:textId="63AB7212" w:rsidR="006F740E" w:rsidRPr="000760EA" w:rsidRDefault="006F740E" w:rsidP="00803470">
      <w:pPr>
        <w:rPr>
          <w:rFonts w:eastAsia="Calibri"/>
          <w:sz w:val="26"/>
          <w:szCs w:val="26"/>
          <w:u w:val="single"/>
        </w:rPr>
      </w:pPr>
      <w:r w:rsidRPr="00F01CEB">
        <w:rPr>
          <w:rFonts w:eastAsia="Calibri"/>
        </w:rPr>
        <w:t>There is a multi-level process for determining eligibility for and</w:t>
      </w:r>
      <w:r>
        <w:rPr>
          <w:rFonts w:eastAsia="Calibri"/>
        </w:rPr>
        <w:t xml:space="preserve"> processing of permanent HUD vouchers.  </w:t>
      </w:r>
      <w:r w:rsidR="00BA35C4">
        <w:rPr>
          <w:rFonts w:eastAsia="Calibri"/>
        </w:rPr>
        <w:t>HCS</w:t>
      </w:r>
      <w:r>
        <w:rPr>
          <w:rFonts w:eastAsia="Calibri"/>
        </w:rPr>
        <w:t>, contracted providers and Housing Authorities all have</w:t>
      </w:r>
      <w:r w:rsidRPr="00F01CEB">
        <w:rPr>
          <w:rFonts w:eastAsia="Calibri"/>
        </w:rPr>
        <w:t xml:space="preserve"> a role in the process.</w:t>
      </w:r>
    </w:p>
    <w:p w14:paraId="24644A1A" w14:textId="39330388" w:rsidR="006F740E" w:rsidRDefault="00BA35C4" w:rsidP="0066742B">
      <w:pPr>
        <w:pStyle w:val="ListParagraph"/>
        <w:numPr>
          <w:ilvl w:val="0"/>
          <w:numId w:val="17"/>
        </w:numPr>
        <w:autoSpaceDE w:val="0"/>
        <w:autoSpaceDN w:val="0"/>
        <w:spacing w:before="120" w:after="120"/>
        <w:ind w:left="720"/>
        <w:rPr>
          <w:rFonts w:asciiTheme="minorHAnsi" w:hAnsiTheme="minorHAnsi"/>
        </w:rPr>
      </w:pPr>
      <w:bookmarkStart w:id="9" w:name="_Hlk125979734"/>
      <w:r>
        <w:rPr>
          <w:rFonts w:asciiTheme="minorHAnsi" w:hAnsiTheme="minorHAnsi"/>
          <w:b/>
        </w:rPr>
        <w:t>HCS</w:t>
      </w:r>
      <w:r w:rsidR="006F740E">
        <w:rPr>
          <w:rFonts w:asciiTheme="minorHAnsi" w:hAnsiTheme="minorHAnsi"/>
          <w:b/>
        </w:rPr>
        <w:t xml:space="preserve"> Housing Program Managers (HPMs): </w:t>
      </w:r>
      <w:r w:rsidR="006F740E" w:rsidRPr="00641854">
        <w:rPr>
          <w:rFonts w:asciiTheme="minorHAnsi" w:hAnsiTheme="minorHAnsi"/>
        </w:rPr>
        <w:t xml:space="preserve">Are responsible for screening and referring applicants </w:t>
      </w:r>
      <w:r w:rsidR="006F740E">
        <w:rPr>
          <w:rFonts w:asciiTheme="minorHAnsi" w:hAnsiTheme="minorHAnsi"/>
        </w:rPr>
        <w:t xml:space="preserve">from </w:t>
      </w:r>
      <w:r w:rsidR="006F740E" w:rsidRPr="00641854">
        <w:rPr>
          <w:rFonts w:asciiTheme="minorHAnsi" w:hAnsiTheme="minorHAnsi"/>
        </w:rPr>
        <w:t>case manager</w:t>
      </w:r>
      <w:r w:rsidR="006F740E">
        <w:rPr>
          <w:rFonts w:asciiTheme="minorHAnsi" w:hAnsiTheme="minorHAnsi"/>
        </w:rPr>
        <w:t>s</w:t>
      </w:r>
      <w:r w:rsidR="006F740E" w:rsidRPr="00641854">
        <w:rPr>
          <w:rFonts w:asciiTheme="minorHAnsi" w:hAnsiTheme="minorHAnsi"/>
        </w:rPr>
        <w:t xml:space="preserve"> </w:t>
      </w:r>
      <w:r w:rsidR="006F740E">
        <w:rPr>
          <w:rFonts w:asciiTheme="minorHAnsi" w:hAnsiTheme="minorHAnsi"/>
        </w:rPr>
        <w:t>that</w:t>
      </w:r>
      <w:r w:rsidR="006F740E" w:rsidRPr="00641854">
        <w:rPr>
          <w:rFonts w:asciiTheme="minorHAnsi" w:hAnsiTheme="minorHAnsi"/>
        </w:rPr>
        <w:t xml:space="preserve"> expressed </w:t>
      </w:r>
      <w:r w:rsidR="006F740E">
        <w:rPr>
          <w:rFonts w:asciiTheme="minorHAnsi" w:hAnsiTheme="minorHAnsi"/>
        </w:rPr>
        <w:t>their client’s</w:t>
      </w:r>
      <w:r w:rsidR="006F740E" w:rsidRPr="00641854">
        <w:rPr>
          <w:rFonts w:asciiTheme="minorHAnsi" w:hAnsiTheme="minorHAnsi"/>
        </w:rPr>
        <w:t xml:space="preserve"> need for </w:t>
      </w:r>
      <w:r w:rsidR="006F740E">
        <w:rPr>
          <w:rFonts w:asciiTheme="minorHAnsi" w:hAnsiTheme="minorHAnsi"/>
        </w:rPr>
        <w:t>affordable</w:t>
      </w:r>
      <w:r w:rsidR="006F740E" w:rsidRPr="00641854">
        <w:rPr>
          <w:rFonts w:asciiTheme="minorHAnsi" w:hAnsiTheme="minorHAnsi"/>
        </w:rPr>
        <w:t xml:space="preserve"> housing. All referrals </w:t>
      </w:r>
      <w:r w:rsidR="006F740E">
        <w:rPr>
          <w:rFonts w:asciiTheme="minorHAnsi" w:hAnsiTheme="minorHAnsi"/>
        </w:rPr>
        <w:t>are</w:t>
      </w:r>
      <w:r w:rsidR="006F740E" w:rsidRPr="00641854">
        <w:rPr>
          <w:rFonts w:asciiTheme="minorHAnsi" w:hAnsiTheme="minorHAnsi"/>
        </w:rPr>
        <w:t xml:space="preserve"> made through </w:t>
      </w:r>
      <w:r>
        <w:rPr>
          <w:rFonts w:asciiTheme="minorHAnsi" w:hAnsiTheme="minorHAnsi"/>
        </w:rPr>
        <w:t>HCS</w:t>
      </w:r>
      <w:r w:rsidR="006F740E" w:rsidRPr="00641854">
        <w:rPr>
          <w:rFonts w:asciiTheme="minorHAnsi" w:hAnsiTheme="minorHAnsi"/>
        </w:rPr>
        <w:t xml:space="preserve"> Housing Program Managers to Public Housing Authorities; individuals contacting Public Housing Authorities outside of this process will be directed to </w:t>
      </w:r>
      <w:r>
        <w:rPr>
          <w:rFonts w:asciiTheme="minorHAnsi" w:hAnsiTheme="minorHAnsi"/>
        </w:rPr>
        <w:t>HCS</w:t>
      </w:r>
      <w:r w:rsidR="006F740E" w:rsidRPr="00641854">
        <w:rPr>
          <w:rFonts w:asciiTheme="minorHAnsi" w:hAnsiTheme="minorHAnsi"/>
        </w:rPr>
        <w:t xml:space="preserve"> Housing Program Managers.</w:t>
      </w:r>
    </w:p>
    <w:p w14:paraId="367B7D78" w14:textId="751B3C10" w:rsidR="006F740E" w:rsidRPr="00844072" w:rsidRDefault="006F740E" w:rsidP="0066742B">
      <w:pPr>
        <w:pStyle w:val="ListParagraph"/>
        <w:numPr>
          <w:ilvl w:val="0"/>
          <w:numId w:val="17"/>
        </w:numPr>
        <w:autoSpaceDE w:val="0"/>
        <w:autoSpaceDN w:val="0"/>
        <w:spacing w:before="120" w:after="120"/>
        <w:ind w:left="720"/>
        <w:contextualSpacing/>
        <w:rPr>
          <w:rFonts w:asciiTheme="minorHAnsi" w:hAnsiTheme="minorHAnsi"/>
        </w:rPr>
      </w:pPr>
      <w:r>
        <w:rPr>
          <w:rFonts w:asciiTheme="minorHAnsi" w:hAnsiTheme="minorHAnsi"/>
          <w:b/>
        </w:rPr>
        <w:t>HCS Case Managers:</w:t>
      </w:r>
      <w:r>
        <w:rPr>
          <w:rFonts w:asciiTheme="minorHAnsi" w:hAnsiTheme="minorHAnsi"/>
        </w:rPr>
        <w:t xml:space="preserve"> </w:t>
      </w:r>
      <w:r w:rsidRPr="00844072">
        <w:rPr>
          <w:rFonts w:asciiTheme="minorHAnsi" w:hAnsiTheme="minorHAnsi"/>
        </w:rPr>
        <w:t xml:space="preserve">Make referrals for </w:t>
      </w:r>
      <w:r w:rsidR="00BA35C4">
        <w:rPr>
          <w:rFonts w:asciiTheme="minorHAnsi" w:hAnsiTheme="minorHAnsi"/>
        </w:rPr>
        <w:t>HCS</w:t>
      </w:r>
      <w:r w:rsidRPr="00844072">
        <w:rPr>
          <w:rFonts w:asciiTheme="minorHAnsi" w:hAnsiTheme="minorHAnsi"/>
        </w:rPr>
        <w:t xml:space="preserve"> housing resources, create transition plans, and authorize transition goods and services.</w:t>
      </w:r>
    </w:p>
    <w:p w14:paraId="3A893D03" w14:textId="77777777" w:rsidR="006F740E" w:rsidRPr="00EB74F2" w:rsidRDefault="006F740E" w:rsidP="0066742B">
      <w:pPr>
        <w:pStyle w:val="ListParagraph"/>
        <w:numPr>
          <w:ilvl w:val="0"/>
          <w:numId w:val="17"/>
        </w:numPr>
        <w:autoSpaceDE w:val="0"/>
        <w:autoSpaceDN w:val="0"/>
        <w:spacing w:before="120" w:after="120"/>
        <w:ind w:left="720"/>
        <w:contextualSpacing/>
        <w:rPr>
          <w:rFonts w:asciiTheme="minorHAnsi" w:hAnsiTheme="minorHAnsi"/>
        </w:rPr>
      </w:pPr>
      <w:r w:rsidRPr="00EB74F2">
        <w:rPr>
          <w:rFonts w:asciiTheme="minorHAnsi" w:hAnsiTheme="minorHAnsi"/>
          <w:b/>
          <w:bCs/>
        </w:rPr>
        <w:t>Contracted Providers</w:t>
      </w:r>
      <w:r>
        <w:rPr>
          <w:rFonts w:asciiTheme="minorHAnsi" w:hAnsiTheme="minorHAnsi"/>
        </w:rPr>
        <w:t xml:space="preserve"> (Community Choice Guides or Supportive Housing Providers): </w:t>
      </w:r>
      <w:r w:rsidRPr="00844072">
        <w:rPr>
          <w:rFonts w:asciiTheme="minorHAnsi" w:hAnsiTheme="minorHAnsi"/>
        </w:rPr>
        <w:t xml:space="preserve">Complete tasks and purchases authorized by the </w:t>
      </w:r>
      <w:r>
        <w:rPr>
          <w:rFonts w:asciiTheme="minorHAnsi" w:hAnsiTheme="minorHAnsi"/>
        </w:rPr>
        <w:t>HCS Case Manager</w:t>
      </w:r>
      <w:r w:rsidRPr="00844072">
        <w:rPr>
          <w:rFonts w:asciiTheme="minorHAnsi" w:hAnsiTheme="minorHAnsi"/>
        </w:rPr>
        <w:t xml:space="preserve"> to support the client in reaching transition and/or stabilization goals.</w:t>
      </w:r>
      <w:r>
        <w:rPr>
          <w:rFonts w:asciiTheme="minorHAnsi" w:hAnsiTheme="minorHAnsi"/>
        </w:rPr>
        <w:t xml:space="preserve"> </w:t>
      </w:r>
    </w:p>
    <w:bookmarkEnd w:id="9"/>
    <w:p w14:paraId="56E79639" w14:textId="0E3AA16E" w:rsidR="00281C23" w:rsidRDefault="006F740E" w:rsidP="00803470">
      <w:r w:rsidRPr="00F01CEB">
        <w:rPr>
          <w:b/>
        </w:rPr>
        <w:t>P</w:t>
      </w:r>
      <w:r>
        <w:rPr>
          <w:b/>
        </w:rPr>
        <w:t xml:space="preserve">ublic </w:t>
      </w:r>
      <w:r w:rsidRPr="00F01CEB">
        <w:rPr>
          <w:b/>
        </w:rPr>
        <w:t>H</w:t>
      </w:r>
      <w:r>
        <w:rPr>
          <w:b/>
        </w:rPr>
        <w:t>ousing Authorities</w:t>
      </w:r>
      <w:r w:rsidRPr="00F01CEB">
        <w:rPr>
          <w:b/>
        </w:rPr>
        <w:t>:</w:t>
      </w:r>
      <w:r w:rsidRPr="00F01CEB">
        <w:t xml:space="preserve"> </w:t>
      </w:r>
      <w:r w:rsidRPr="00D044E3">
        <w:t>After receiving</w:t>
      </w:r>
      <w:r>
        <w:t xml:space="preserve"> the</w:t>
      </w:r>
      <w:r w:rsidRPr="00D044E3">
        <w:t xml:space="preserve"> initial application packet from </w:t>
      </w:r>
      <w:r w:rsidR="00BA35C4">
        <w:t>HCS</w:t>
      </w:r>
      <w:r w:rsidRPr="00D044E3">
        <w:t xml:space="preserve">, </w:t>
      </w:r>
      <w:r>
        <w:t>they</w:t>
      </w:r>
      <w:r w:rsidRPr="00D044E3">
        <w:t xml:space="preserve"> will screen </w:t>
      </w:r>
      <w:r>
        <w:t xml:space="preserve">the </w:t>
      </w:r>
      <w:r w:rsidRPr="00D044E3">
        <w:t xml:space="preserve">applicants </w:t>
      </w:r>
      <w:r>
        <w:t>on their</w:t>
      </w:r>
      <w:r w:rsidRPr="00D044E3">
        <w:t xml:space="preserve"> prior tenant history, </w:t>
      </w:r>
      <w:r>
        <w:t xml:space="preserve">conduct </w:t>
      </w:r>
      <w:r w:rsidRPr="00D044E3">
        <w:t xml:space="preserve">criminal background checks, rental history, </w:t>
      </w:r>
      <w:r>
        <w:t>and</w:t>
      </w:r>
      <w:r w:rsidRPr="00D044E3">
        <w:t xml:space="preserve">, </w:t>
      </w:r>
      <w:r>
        <w:t>and screen for</w:t>
      </w:r>
      <w:r w:rsidRPr="00D044E3">
        <w:t xml:space="preserve"> other criteria. Each PHA is then responsible for administering th</w:t>
      </w:r>
      <w:r>
        <w:t xml:space="preserve">eir </w:t>
      </w:r>
      <w:r w:rsidRPr="00D044E3">
        <w:t xml:space="preserve">program in accordance with </w:t>
      </w:r>
      <w:r>
        <w:t>their</w:t>
      </w:r>
      <w:r w:rsidRPr="00D044E3">
        <w:t xml:space="preserve"> housing plan</w:t>
      </w:r>
      <w:r>
        <w:t xml:space="preserve">. </w:t>
      </w:r>
    </w:p>
    <w:p w14:paraId="36F2C167" w14:textId="77777777" w:rsidR="009A5F1D" w:rsidRDefault="009A5F1D" w:rsidP="00803470"/>
    <w:p w14:paraId="3DF65C74" w14:textId="187B8D47" w:rsidR="006F740E" w:rsidRPr="00942A7D" w:rsidRDefault="006F740E" w:rsidP="00803470">
      <w:pPr>
        <w:rPr>
          <w:rFonts w:cstheme="minorHAnsi"/>
          <w:b/>
          <w:sz w:val="26"/>
          <w:szCs w:val="26"/>
          <w:u w:val="single"/>
        </w:rPr>
      </w:pPr>
      <w:r>
        <w:rPr>
          <w:rFonts w:cstheme="minorHAnsi"/>
          <w:b/>
          <w:sz w:val="26"/>
          <w:szCs w:val="26"/>
          <w:u w:val="single"/>
        </w:rPr>
        <w:t>What is the process to refer a client for permanent HUD vouchers</w:t>
      </w:r>
      <w:r w:rsidRPr="00DD3C74">
        <w:rPr>
          <w:rFonts w:cstheme="minorHAnsi"/>
          <w:b/>
          <w:sz w:val="26"/>
          <w:szCs w:val="26"/>
          <w:u w:val="single"/>
        </w:rPr>
        <w:t xml:space="preserve">? </w:t>
      </w:r>
    </w:p>
    <w:p w14:paraId="2F45A91B" w14:textId="7A4FC16A" w:rsidR="006F740E" w:rsidRPr="00EB74F2" w:rsidRDefault="006F740E" w:rsidP="0066742B">
      <w:pPr>
        <w:pStyle w:val="ListParagraph"/>
        <w:widowControl w:val="0"/>
        <w:numPr>
          <w:ilvl w:val="0"/>
          <w:numId w:val="24"/>
        </w:numPr>
        <w:spacing w:before="240" w:after="240"/>
        <w:contextualSpacing/>
        <w:rPr>
          <w:rFonts w:asciiTheme="minorHAnsi" w:hAnsiTheme="minorHAnsi" w:cstheme="minorHAnsi"/>
        </w:rPr>
      </w:pPr>
      <w:r w:rsidRPr="00EB74F2">
        <w:rPr>
          <w:rFonts w:asciiTheme="minorHAnsi" w:hAnsiTheme="minorHAnsi" w:cstheme="minorHAnsi"/>
          <w:b/>
          <w:bCs/>
        </w:rPr>
        <w:t xml:space="preserve">Contact your </w:t>
      </w:r>
      <w:hyperlink r:id="rId15" w:history="1">
        <w:r w:rsidRPr="00EB74F2">
          <w:rPr>
            <w:rStyle w:val="Hyperlink"/>
            <w:rFonts w:asciiTheme="minorHAnsi" w:hAnsiTheme="minorHAnsi" w:cstheme="minorHAnsi"/>
            <w:b/>
            <w:bCs/>
          </w:rPr>
          <w:t xml:space="preserve">Regional </w:t>
        </w:r>
        <w:r w:rsidR="00BA35C4">
          <w:rPr>
            <w:rStyle w:val="Hyperlink"/>
            <w:rFonts w:asciiTheme="minorHAnsi" w:hAnsiTheme="minorHAnsi" w:cstheme="minorHAnsi"/>
            <w:b/>
            <w:bCs/>
          </w:rPr>
          <w:t>HCS</w:t>
        </w:r>
        <w:r w:rsidRPr="00EB74F2">
          <w:rPr>
            <w:rStyle w:val="Hyperlink"/>
            <w:rFonts w:asciiTheme="minorHAnsi" w:hAnsiTheme="minorHAnsi" w:cstheme="minorHAnsi"/>
            <w:b/>
            <w:bCs/>
          </w:rPr>
          <w:t xml:space="preserve"> Housing Program Manager</w:t>
        </w:r>
      </w:hyperlink>
      <w:r w:rsidRPr="00EB74F2">
        <w:rPr>
          <w:rFonts w:asciiTheme="minorHAnsi" w:hAnsiTheme="minorHAnsi" w:cstheme="minorHAnsi"/>
          <w:b/>
          <w:bCs/>
        </w:rPr>
        <w:t xml:space="preserve"> (HPM) with the client’s name and ACES ID</w:t>
      </w:r>
    </w:p>
    <w:p w14:paraId="1E7537EB" w14:textId="77777777" w:rsidR="006F740E" w:rsidRPr="00EB74F2" w:rsidRDefault="006F740E" w:rsidP="0066742B">
      <w:pPr>
        <w:pStyle w:val="ListParagraph"/>
        <w:widowControl w:val="0"/>
        <w:numPr>
          <w:ilvl w:val="1"/>
          <w:numId w:val="24"/>
        </w:numPr>
        <w:spacing w:before="240" w:after="240"/>
        <w:contextualSpacing/>
        <w:rPr>
          <w:rFonts w:asciiTheme="minorHAnsi" w:hAnsiTheme="minorHAnsi" w:cstheme="minorHAnsi"/>
        </w:rPr>
      </w:pPr>
      <w:r w:rsidRPr="00EB74F2">
        <w:rPr>
          <w:rFonts w:asciiTheme="minorHAnsi" w:hAnsiTheme="minorHAnsi" w:cstheme="minorHAnsi"/>
        </w:rPr>
        <w:t>HPM will prescreen the client and determine if the client is eligible to apply.</w:t>
      </w:r>
    </w:p>
    <w:p w14:paraId="11EEF450" w14:textId="77777777" w:rsidR="006F740E" w:rsidRPr="00EB74F2" w:rsidRDefault="006F740E" w:rsidP="0066742B">
      <w:pPr>
        <w:pStyle w:val="ListParagraph"/>
        <w:widowControl w:val="0"/>
        <w:numPr>
          <w:ilvl w:val="1"/>
          <w:numId w:val="24"/>
        </w:numPr>
        <w:spacing w:before="240" w:after="240"/>
        <w:contextualSpacing/>
        <w:rPr>
          <w:rFonts w:asciiTheme="minorHAnsi" w:hAnsiTheme="minorHAnsi" w:cstheme="minorHAnsi"/>
        </w:rPr>
      </w:pPr>
      <w:r w:rsidRPr="00EB74F2">
        <w:rPr>
          <w:rFonts w:asciiTheme="minorHAnsi" w:hAnsiTheme="minorHAnsi" w:cstheme="minorHAnsi"/>
        </w:rPr>
        <w:t>If client is found eligible, HPM will email the housing application to the NFCM and</w:t>
      </w:r>
      <w:r>
        <w:rPr>
          <w:rFonts w:asciiTheme="minorHAnsi" w:hAnsiTheme="minorHAnsi" w:cstheme="minorHAnsi"/>
        </w:rPr>
        <w:t xml:space="preserve"> cc</w:t>
      </w:r>
      <w:r w:rsidRPr="00EB74F2">
        <w:rPr>
          <w:rFonts w:asciiTheme="minorHAnsi" w:hAnsiTheme="minorHAnsi" w:cstheme="minorHAnsi"/>
        </w:rPr>
        <w:t xml:space="preserve"> </w:t>
      </w:r>
      <w:r>
        <w:rPr>
          <w:rFonts w:asciiTheme="minorHAnsi" w:hAnsiTheme="minorHAnsi" w:cstheme="minorHAnsi"/>
        </w:rPr>
        <w:t>s</w:t>
      </w:r>
      <w:r w:rsidRPr="00EB74F2">
        <w:rPr>
          <w:rFonts w:asciiTheme="minorHAnsi" w:hAnsiTheme="minorHAnsi" w:cstheme="minorHAnsi"/>
        </w:rPr>
        <w:t>upervisor.</w:t>
      </w:r>
    </w:p>
    <w:p w14:paraId="171F4E8C" w14:textId="77777777" w:rsidR="006F740E" w:rsidRPr="00EB74F2" w:rsidRDefault="006F740E" w:rsidP="0066742B">
      <w:pPr>
        <w:pStyle w:val="ListParagraph"/>
        <w:widowControl w:val="0"/>
        <w:numPr>
          <w:ilvl w:val="1"/>
          <w:numId w:val="24"/>
        </w:numPr>
        <w:spacing w:before="240" w:after="240"/>
        <w:contextualSpacing/>
        <w:rPr>
          <w:rFonts w:asciiTheme="minorHAnsi" w:hAnsiTheme="minorHAnsi" w:cstheme="minorHAnsi"/>
        </w:rPr>
      </w:pPr>
      <w:r w:rsidRPr="00EB74F2">
        <w:rPr>
          <w:rFonts w:asciiTheme="minorHAnsi" w:hAnsiTheme="minorHAnsi" w:cstheme="minorHAnsi"/>
        </w:rPr>
        <w:t>This is the time to make a CCG referral -- if one hasn’t been made yet.</w:t>
      </w:r>
    </w:p>
    <w:p w14:paraId="27150E27" w14:textId="77777777" w:rsidR="006F740E" w:rsidRPr="00EB74F2" w:rsidRDefault="006F740E" w:rsidP="0066742B">
      <w:pPr>
        <w:pStyle w:val="ListParagraph"/>
        <w:widowControl w:val="0"/>
        <w:numPr>
          <w:ilvl w:val="0"/>
          <w:numId w:val="24"/>
        </w:numPr>
        <w:spacing w:before="240" w:after="240"/>
        <w:contextualSpacing/>
        <w:rPr>
          <w:rFonts w:asciiTheme="minorHAnsi" w:hAnsiTheme="minorHAnsi" w:cstheme="minorHAnsi"/>
        </w:rPr>
      </w:pPr>
      <w:r w:rsidRPr="00EB74F2">
        <w:rPr>
          <w:rFonts w:asciiTheme="minorHAnsi" w:hAnsiTheme="minorHAnsi" w:cstheme="minorHAnsi"/>
          <w:b/>
          <w:bCs/>
        </w:rPr>
        <w:t>Complete the application and provide supporting documentation</w:t>
      </w:r>
    </w:p>
    <w:p w14:paraId="6DCCB7F8" w14:textId="77777777" w:rsidR="006F740E" w:rsidRPr="00EB74F2" w:rsidRDefault="006F740E" w:rsidP="0066742B">
      <w:pPr>
        <w:pStyle w:val="ListParagraph"/>
        <w:widowControl w:val="0"/>
        <w:numPr>
          <w:ilvl w:val="1"/>
          <w:numId w:val="24"/>
        </w:numPr>
        <w:spacing w:before="240" w:after="240"/>
        <w:contextualSpacing/>
        <w:rPr>
          <w:rFonts w:asciiTheme="minorHAnsi" w:hAnsiTheme="minorHAnsi" w:cstheme="minorHAnsi"/>
        </w:rPr>
      </w:pPr>
      <w:r w:rsidRPr="00EB74F2">
        <w:rPr>
          <w:rFonts w:asciiTheme="minorHAnsi" w:hAnsiTheme="minorHAnsi" w:cstheme="minorHAnsi"/>
        </w:rPr>
        <w:t xml:space="preserve">If the client needs support completing the application and gathering documents, this can be provided by the NFCM, SNF Social Worker, or </w:t>
      </w:r>
      <w:r>
        <w:rPr>
          <w:rFonts w:asciiTheme="minorHAnsi" w:hAnsiTheme="minorHAnsi" w:cstheme="minorHAnsi"/>
        </w:rPr>
        <w:t>contracted provider.</w:t>
      </w:r>
    </w:p>
    <w:p w14:paraId="61BAA213" w14:textId="77777777" w:rsidR="006F740E" w:rsidRPr="00EB74F2" w:rsidRDefault="006F740E" w:rsidP="0066742B">
      <w:pPr>
        <w:pStyle w:val="ListParagraph"/>
        <w:widowControl w:val="0"/>
        <w:numPr>
          <w:ilvl w:val="0"/>
          <w:numId w:val="24"/>
        </w:numPr>
        <w:spacing w:before="240" w:after="240"/>
        <w:contextualSpacing/>
        <w:rPr>
          <w:rFonts w:asciiTheme="minorHAnsi" w:hAnsiTheme="minorHAnsi" w:cstheme="minorHAnsi"/>
        </w:rPr>
      </w:pPr>
      <w:r w:rsidRPr="00EB74F2">
        <w:rPr>
          <w:rFonts w:asciiTheme="minorHAnsi" w:hAnsiTheme="minorHAnsi" w:cstheme="minorHAnsi"/>
          <w:b/>
          <w:bCs/>
        </w:rPr>
        <w:t>Submit completed application to HPM</w:t>
      </w:r>
    </w:p>
    <w:p w14:paraId="4FE88BD7" w14:textId="77777777" w:rsidR="006F740E" w:rsidRPr="00EB74F2" w:rsidRDefault="006F740E" w:rsidP="0066742B">
      <w:pPr>
        <w:pStyle w:val="ListParagraph"/>
        <w:widowControl w:val="0"/>
        <w:numPr>
          <w:ilvl w:val="1"/>
          <w:numId w:val="24"/>
        </w:numPr>
        <w:spacing w:before="240" w:after="240"/>
        <w:contextualSpacing/>
        <w:rPr>
          <w:rFonts w:asciiTheme="minorHAnsi" w:hAnsiTheme="minorHAnsi" w:cstheme="minorHAnsi"/>
        </w:rPr>
      </w:pPr>
      <w:r w:rsidRPr="00EB74F2">
        <w:rPr>
          <w:rFonts w:asciiTheme="minorHAnsi" w:hAnsiTheme="minorHAnsi" w:cstheme="minorHAnsi"/>
        </w:rPr>
        <w:t>HPM will review the documents and submit to the PHA.</w:t>
      </w:r>
    </w:p>
    <w:p w14:paraId="2749A840" w14:textId="77777777" w:rsidR="006F740E" w:rsidRPr="00EB74F2" w:rsidRDefault="006F740E" w:rsidP="0066742B">
      <w:pPr>
        <w:pStyle w:val="ListParagraph"/>
        <w:widowControl w:val="0"/>
        <w:numPr>
          <w:ilvl w:val="1"/>
          <w:numId w:val="24"/>
        </w:numPr>
        <w:spacing w:before="240" w:after="240"/>
        <w:contextualSpacing/>
        <w:rPr>
          <w:rFonts w:asciiTheme="minorHAnsi" w:hAnsiTheme="minorHAnsi" w:cstheme="minorHAnsi"/>
        </w:rPr>
      </w:pPr>
      <w:r w:rsidRPr="00EB74F2">
        <w:rPr>
          <w:rFonts w:asciiTheme="minorHAnsi" w:hAnsiTheme="minorHAnsi" w:cstheme="minorHAnsi"/>
        </w:rPr>
        <w:t>PHAs will schedule briefing appointment with client and/or contact.</w:t>
      </w:r>
    </w:p>
    <w:p w14:paraId="4FC85D5D" w14:textId="77777777" w:rsidR="006F740E" w:rsidRPr="00EB74F2" w:rsidRDefault="006F740E" w:rsidP="0066742B">
      <w:pPr>
        <w:pStyle w:val="ListParagraph"/>
        <w:widowControl w:val="0"/>
        <w:numPr>
          <w:ilvl w:val="0"/>
          <w:numId w:val="24"/>
        </w:numPr>
        <w:spacing w:before="240" w:after="240"/>
        <w:contextualSpacing/>
        <w:rPr>
          <w:rFonts w:asciiTheme="minorHAnsi" w:hAnsiTheme="minorHAnsi" w:cstheme="minorHAnsi"/>
        </w:rPr>
      </w:pPr>
      <w:r w:rsidRPr="00EB74F2">
        <w:rPr>
          <w:rFonts w:asciiTheme="minorHAnsi" w:hAnsiTheme="minorHAnsi" w:cstheme="minorHAnsi"/>
          <w:b/>
          <w:bCs/>
        </w:rPr>
        <w:t xml:space="preserve">HPM will work with </w:t>
      </w:r>
      <w:r>
        <w:rPr>
          <w:rFonts w:asciiTheme="minorHAnsi" w:hAnsiTheme="minorHAnsi" w:cstheme="minorHAnsi"/>
          <w:b/>
          <w:bCs/>
        </w:rPr>
        <w:t>contracted provider</w:t>
      </w:r>
      <w:r w:rsidRPr="00EB74F2">
        <w:rPr>
          <w:rFonts w:asciiTheme="minorHAnsi" w:hAnsiTheme="minorHAnsi" w:cstheme="minorHAnsi"/>
          <w:b/>
          <w:bCs/>
        </w:rPr>
        <w:t xml:space="preserve"> and PHA on housing search and lease up process.</w:t>
      </w:r>
    </w:p>
    <w:p w14:paraId="54B2A8E0" w14:textId="77777777" w:rsidR="006F740E" w:rsidRPr="00EB74F2" w:rsidRDefault="006F740E" w:rsidP="0066742B">
      <w:pPr>
        <w:pStyle w:val="ListParagraph"/>
        <w:widowControl w:val="0"/>
        <w:numPr>
          <w:ilvl w:val="0"/>
          <w:numId w:val="24"/>
        </w:numPr>
        <w:spacing w:before="240" w:after="240"/>
        <w:contextualSpacing/>
        <w:rPr>
          <w:rFonts w:asciiTheme="minorHAnsi" w:hAnsiTheme="minorHAnsi" w:cstheme="minorHAnsi"/>
          <w:b/>
          <w:bCs/>
        </w:rPr>
      </w:pPr>
      <w:r w:rsidRPr="00EB74F2">
        <w:rPr>
          <w:rFonts w:asciiTheme="minorHAnsi" w:hAnsiTheme="minorHAnsi" w:cstheme="minorHAnsi"/>
          <w:b/>
          <w:bCs/>
        </w:rPr>
        <w:t>Clients must remain in the SNF until the voucher is issued by the PHA. Once client has signed the lease, a transition date can be set, and client can move.</w:t>
      </w:r>
    </w:p>
    <w:p w14:paraId="65058F63" w14:textId="77777777" w:rsidR="006F740E" w:rsidRDefault="006F740E" w:rsidP="006F740E">
      <w:pPr>
        <w:widowControl w:val="0"/>
        <w:rPr>
          <w:b/>
          <w:sz w:val="26"/>
          <w:szCs w:val="26"/>
          <w:u w:val="single"/>
        </w:rPr>
      </w:pPr>
      <w:r w:rsidRPr="00942A7D">
        <w:rPr>
          <w:b/>
          <w:sz w:val="26"/>
          <w:szCs w:val="26"/>
          <w:u w:val="single"/>
        </w:rPr>
        <w:t>What is the required documentation for my client to apply?</w:t>
      </w:r>
    </w:p>
    <w:p w14:paraId="1A9A4371" w14:textId="77777777" w:rsidR="002C0236" w:rsidRPr="00942A7D" w:rsidRDefault="002C0236" w:rsidP="006F740E">
      <w:pPr>
        <w:widowControl w:val="0"/>
        <w:rPr>
          <w:b/>
          <w:sz w:val="26"/>
          <w:szCs w:val="26"/>
        </w:rPr>
      </w:pPr>
    </w:p>
    <w:p w14:paraId="215AA607" w14:textId="77777777" w:rsidR="006F740E" w:rsidRPr="003E2DB1" w:rsidRDefault="006F740E" w:rsidP="006F740E">
      <w:pPr>
        <w:widowControl w:val="0"/>
        <w:rPr>
          <w:rFonts w:cstheme="minorHAnsi"/>
        </w:rPr>
      </w:pPr>
      <w:r w:rsidRPr="003E2DB1">
        <w:rPr>
          <w:rFonts w:cstheme="minorHAnsi"/>
        </w:rPr>
        <w:t xml:space="preserve">Depending on the PHA, the required application materials can vary. However, the following is a list of common items required. Ask your Regional Housing Program Manager </w:t>
      </w:r>
      <w:r>
        <w:rPr>
          <w:rFonts w:cstheme="minorHAnsi"/>
        </w:rPr>
        <w:t>about the</w:t>
      </w:r>
      <w:r w:rsidRPr="003E2DB1">
        <w:rPr>
          <w:rFonts w:cstheme="minorHAnsi"/>
        </w:rPr>
        <w:t xml:space="preserve"> specific documents required for your client’s application:</w:t>
      </w:r>
    </w:p>
    <w:p w14:paraId="2DA024F3" w14:textId="77777777" w:rsidR="006F740E" w:rsidRPr="00942A7D" w:rsidRDefault="006F740E" w:rsidP="0066742B">
      <w:pPr>
        <w:pStyle w:val="ListParagraph"/>
        <w:widowControl w:val="0"/>
        <w:numPr>
          <w:ilvl w:val="0"/>
          <w:numId w:val="18"/>
        </w:numPr>
        <w:contextualSpacing/>
        <w:rPr>
          <w:rFonts w:asciiTheme="minorHAnsi" w:hAnsiTheme="minorHAnsi" w:cstheme="minorHAnsi"/>
        </w:rPr>
      </w:pPr>
      <w:r w:rsidRPr="00942A7D">
        <w:rPr>
          <w:rFonts w:asciiTheme="minorHAnsi" w:hAnsiTheme="minorHAnsi" w:cstheme="minorHAnsi"/>
        </w:rPr>
        <w:t>Current state issued photo ID. PHAs will not accept expired ID.</w:t>
      </w:r>
    </w:p>
    <w:p w14:paraId="73B63FE9" w14:textId="77777777" w:rsidR="006F740E" w:rsidRPr="00942A7D" w:rsidRDefault="006F740E" w:rsidP="0066742B">
      <w:pPr>
        <w:pStyle w:val="ListParagraph"/>
        <w:widowControl w:val="0"/>
        <w:numPr>
          <w:ilvl w:val="0"/>
          <w:numId w:val="18"/>
        </w:numPr>
        <w:contextualSpacing/>
        <w:rPr>
          <w:rFonts w:asciiTheme="minorHAnsi" w:hAnsiTheme="minorHAnsi" w:cstheme="minorHAnsi"/>
        </w:rPr>
      </w:pPr>
      <w:r w:rsidRPr="00942A7D">
        <w:rPr>
          <w:rFonts w:asciiTheme="minorHAnsi" w:hAnsiTheme="minorHAnsi" w:cstheme="minorHAnsi"/>
        </w:rPr>
        <w:t xml:space="preserve">Copies of Social Security </w:t>
      </w:r>
      <w:r>
        <w:rPr>
          <w:rFonts w:asciiTheme="minorHAnsi" w:hAnsiTheme="minorHAnsi" w:cstheme="minorHAnsi"/>
        </w:rPr>
        <w:t>c</w:t>
      </w:r>
      <w:r w:rsidRPr="00942A7D">
        <w:rPr>
          <w:rFonts w:asciiTheme="minorHAnsi" w:hAnsiTheme="minorHAnsi" w:cstheme="minorHAnsi"/>
        </w:rPr>
        <w:t>ard(s)</w:t>
      </w:r>
      <w:r>
        <w:rPr>
          <w:rFonts w:asciiTheme="minorHAnsi" w:hAnsiTheme="minorHAnsi" w:cstheme="minorHAnsi"/>
        </w:rPr>
        <w:t>.</w:t>
      </w:r>
    </w:p>
    <w:p w14:paraId="31BED258" w14:textId="77777777" w:rsidR="006F740E" w:rsidRPr="00942A7D" w:rsidRDefault="006F740E" w:rsidP="0066742B">
      <w:pPr>
        <w:pStyle w:val="ListParagraph"/>
        <w:widowControl w:val="0"/>
        <w:numPr>
          <w:ilvl w:val="0"/>
          <w:numId w:val="18"/>
        </w:numPr>
        <w:contextualSpacing/>
        <w:rPr>
          <w:rFonts w:asciiTheme="minorHAnsi" w:hAnsiTheme="minorHAnsi" w:cstheme="minorHAnsi"/>
        </w:rPr>
      </w:pPr>
      <w:r>
        <w:rPr>
          <w:rFonts w:asciiTheme="minorHAnsi" w:hAnsiTheme="minorHAnsi" w:cstheme="minorHAnsi"/>
        </w:rPr>
        <w:t>Copies of current year Social Security award letters or other first-party income verification. In some circumstances, HPM may be able to</w:t>
      </w:r>
      <w:r w:rsidRPr="00942A7D">
        <w:rPr>
          <w:rFonts w:asciiTheme="minorHAnsi" w:hAnsiTheme="minorHAnsi" w:cstheme="minorHAnsi"/>
        </w:rPr>
        <w:t xml:space="preserve"> provide income </w:t>
      </w:r>
      <w:r>
        <w:rPr>
          <w:rFonts w:asciiTheme="minorHAnsi" w:hAnsiTheme="minorHAnsi" w:cstheme="minorHAnsi"/>
        </w:rPr>
        <w:t>verification via ACES.</w:t>
      </w:r>
    </w:p>
    <w:p w14:paraId="009847D3" w14:textId="77777777" w:rsidR="006F740E" w:rsidRPr="00EB74F2" w:rsidRDefault="006F740E" w:rsidP="0066742B">
      <w:pPr>
        <w:pStyle w:val="ListParagraph"/>
        <w:widowControl w:val="0"/>
        <w:numPr>
          <w:ilvl w:val="0"/>
          <w:numId w:val="18"/>
        </w:numPr>
      </w:pPr>
      <w:r w:rsidRPr="00942A7D">
        <w:rPr>
          <w:rFonts w:asciiTheme="minorHAnsi" w:hAnsiTheme="minorHAnsi" w:cstheme="minorHAnsi"/>
        </w:rPr>
        <w:t>Copies of bank statements if clients have checking or savings accounts.</w:t>
      </w:r>
    </w:p>
    <w:p w14:paraId="6D081290" w14:textId="77777777" w:rsidR="006F740E" w:rsidRDefault="006F740E" w:rsidP="0066742B">
      <w:pPr>
        <w:pStyle w:val="ListParagraph"/>
        <w:widowControl w:val="0"/>
        <w:numPr>
          <w:ilvl w:val="0"/>
          <w:numId w:val="18"/>
        </w:numPr>
      </w:pPr>
      <w:r>
        <w:rPr>
          <w:rFonts w:asciiTheme="minorHAnsi" w:hAnsiTheme="minorHAnsi" w:cstheme="minorHAnsi"/>
        </w:rPr>
        <w:t>Disability verification if client is not receiving income based on their disability.</w:t>
      </w:r>
    </w:p>
    <w:p w14:paraId="75D1D9A3" w14:textId="77777777" w:rsidR="000760EA" w:rsidRDefault="006F740E" w:rsidP="006F740E">
      <w:pPr>
        <w:spacing w:before="240" w:after="240"/>
        <w:rPr>
          <w:b/>
          <w:sz w:val="26"/>
          <w:szCs w:val="26"/>
          <w:u w:val="single"/>
        </w:rPr>
      </w:pPr>
      <w:r w:rsidRPr="003E2DB1">
        <w:rPr>
          <w:b/>
          <w:sz w:val="26"/>
          <w:szCs w:val="26"/>
          <w:u w:val="single"/>
        </w:rPr>
        <w:t xml:space="preserve">How will I know if there are </w:t>
      </w:r>
      <w:r>
        <w:rPr>
          <w:b/>
          <w:sz w:val="26"/>
          <w:szCs w:val="26"/>
          <w:u w:val="single"/>
        </w:rPr>
        <w:t>permanent HUD</w:t>
      </w:r>
      <w:r w:rsidRPr="003E2DB1">
        <w:rPr>
          <w:b/>
          <w:sz w:val="26"/>
          <w:szCs w:val="26"/>
          <w:u w:val="single"/>
        </w:rPr>
        <w:t xml:space="preserve"> vouchers available?</w:t>
      </w:r>
    </w:p>
    <w:p w14:paraId="128B81D1" w14:textId="231EF60B" w:rsidR="006F740E" w:rsidRPr="000760EA" w:rsidRDefault="006F740E" w:rsidP="006F740E">
      <w:pPr>
        <w:spacing w:before="240" w:after="240"/>
        <w:rPr>
          <w:b/>
          <w:sz w:val="26"/>
          <w:szCs w:val="26"/>
          <w:u w:val="single"/>
        </w:rPr>
      </w:pPr>
      <w:r>
        <w:t xml:space="preserve">At times, there may be immediate availability of vouchers, and when those situations arise, the announcements about openings are distributed statewide via regular emails to HCS supervisors, Program Managers and RCL Specialists so the information can be dispersed to HCS Case Managers. </w:t>
      </w:r>
    </w:p>
    <w:p w14:paraId="0CFFF49D" w14:textId="77777777" w:rsidR="006F740E" w:rsidRDefault="006F740E" w:rsidP="006F740E">
      <w:pPr>
        <w:rPr>
          <w:b/>
          <w:sz w:val="26"/>
          <w:szCs w:val="26"/>
          <w:u w:val="single"/>
        </w:rPr>
      </w:pPr>
      <w:r w:rsidRPr="00DD3C74">
        <w:rPr>
          <w:b/>
          <w:sz w:val="26"/>
          <w:szCs w:val="26"/>
          <w:u w:val="single"/>
        </w:rPr>
        <w:t>Is there a waitlist for</w:t>
      </w:r>
      <w:r>
        <w:rPr>
          <w:b/>
          <w:sz w:val="26"/>
          <w:szCs w:val="26"/>
          <w:u w:val="single"/>
        </w:rPr>
        <w:t xml:space="preserve"> permanent HUD</w:t>
      </w:r>
      <w:r w:rsidRPr="00DD3C74">
        <w:rPr>
          <w:b/>
          <w:sz w:val="26"/>
          <w:szCs w:val="26"/>
          <w:u w:val="single"/>
        </w:rPr>
        <w:t xml:space="preserve"> vouchers?</w:t>
      </w:r>
    </w:p>
    <w:p w14:paraId="59A58E2B" w14:textId="77777777" w:rsidR="000760EA" w:rsidRDefault="000760EA" w:rsidP="006F740E"/>
    <w:p w14:paraId="5257DBAA" w14:textId="0E9733A9" w:rsidR="006F740E" w:rsidRDefault="006F740E" w:rsidP="006F740E">
      <w:r>
        <w:t xml:space="preserve">Regional HPMs maintain short waitlists of eligible applicants.  When there are enough applicants on a waitlist, the HPM will no longer accept additional applications. Because the turnover in vouchers is not predictable, the HPMs will not be able to predict how long a person may need to wait for an available voucher. </w:t>
      </w:r>
    </w:p>
    <w:p w14:paraId="012E2038" w14:textId="77777777" w:rsidR="008B6996" w:rsidRDefault="008B6996" w:rsidP="00651643"/>
    <w:p w14:paraId="4D38C8AC" w14:textId="47C3B977" w:rsidR="00DB757E" w:rsidRPr="00DE1516" w:rsidRDefault="00DB757E" w:rsidP="00DB757E">
      <w:pPr>
        <w:pStyle w:val="Heading2"/>
        <w:rPr>
          <w:caps w:val="0"/>
        </w:rPr>
      </w:pPr>
      <w:bookmarkStart w:id="10" w:name="_Toc193277367"/>
      <w:r>
        <w:t>811 Units: Project Based Rental Assistance (PRA)</w:t>
      </w:r>
      <w:bookmarkEnd w:id="10"/>
      <w:r>
        <w:t xml:space="preserve"> </w:t>
      </w:r>
    </w:p>
    <w:p w14:paraId="03920641" w14:textId="60BBF225" w:rsidR="005C41E6" w:rsidRDefault="005C41E6" w:rsidP="005C41E6">
      <w:r>
        <w:t>Funding for the 811 Project Based Rental Assistance (PRA) apartment units were created by a grant from HUD. The grant provides project-based subsidies for newly built or converted housing units statewide, providing an increase in the number of permanent, affordable housing units for non-elderly clients with disabilities. HUD administers this grant through the Washington State Department of Commerce, which partners with DSHS-</w:t>
      </w:r>
      <w:r w:rsidR="00BA35C4">
        <w:t>HCS</w:t>
      </w:r>
      <w:r>
        <w:t xml:space="preserve"> to make referrals to the units and coordinate services for residents. </w:t>
      </w:r>
    </w:p>
    <w:p w14:paraId="23059824" w14:textId="77777777" w:rsidR="008031CE" w:rsidRDefault="008031CE" w:rsidP="005C41E6"/>
    <w:p w14:paraId="1406B053" w14:textId="77777777" w:rsidR="005C41E6" w:rsidRDefault="005C41E6" w:rsidP="005C41E6">
      <w:pPr>
        <w:autoSpaceDE w:val="0"/>
        <w:autoSpaceDN w:val="0"/>
        <w:adjustRightInd w:val="0"/>
        <w:spacing w:line="276" w:lineRule="auto"/>
        <w:ind w:right="1440"/>
        <w:jc w:val="both"/>
        <w:rPr>
          <w:b/>
          <w:sz w:val="26"/>
          <w:szCs w:val="26"/>
          <w:u w:val="single"/>
        </w:rPr>
      </w:pPr>
      <w:r w:rsidRPr="006B559C">
        <w:rPr>
          <w:b/>
          <w:sz w:val="26"/>
          <w:szCs w:val="26"/>
          <w:u w:val="single"/>
        </w:rPr>
        <w:t>What is the definition of</w:t>
      </w:r>
      <w:r>
        <w:rPr>
          <w:b/>
          <w:sz w:val="26"/>
          <w:szCs w:val="26"/>
          <w:u w:val="single"/>
        </w:rPr>
        <w:t xml:space="preserve"> an</w:t>
      </w:r>
      <w:r w:rsidRPr="006B559C">
        <w:rPr>
          <w:b/>
          <w:sz w:val="26"/>
          <w:szCs w:val="26"/>
          <w:u w:val="single"/>
        </w:rPr>
        <w:t xml:space="preserve"> “811 P</w:t>
      </w:r>
      <w:r>
        <w:rPr>
          <w:b/>
          <w:sz w:val="26"/>
          <w:szCs w:val="26"/>
          <w:u w:val="single"/>
        </w:rPr>
        <w:t>RA unit</w:t>
      </w:r>
      <w:r w:rsidRPr="006B559C">
        <w:rPr>
          <w:b/>
          <w:sz w:val="26"/>
          <w:szCs w:val="26"/>
          <w:u w:val="single"/>
        </w:rPr>
        <w:t>”?</w:t>
      </w:r>
    </w:p>
    <w:p w14:paraId="60093B86" w14:textId="77777777" w:rsidR="000760EA" w:rsidRDefault="000760EA" w:rsidP="005C41E6">
      <w:pPr>
        <w:autoSpaceDE w:val="0"/>
        <w:autoSpaceDN w:val="0"/>
        <w:adjustRightInd w:val="0"/>
      </w:pPr>
    </w:p>
    <w:p w14:paraId="5FA72948" w14:textId="3F4BF52B" w:rsidR="005C41E6" w:rsidRDefault="005C41E6" w:rsidP="005C41E6">
      <w:pPr>
        <w:autoSpaceDE w:val="0"/>
        <w:autoSpaceDN w:val="0"/>
        <w:adjustRightInd w:val="0"/>
      </w:pPr>
      <w:r>
        <w:t xml:space="preserve">An 811 Project Based Rental Assistance (PRA) unit is created through a contract between the Washington State Department of Commerce and a housing provider. The subsidy is paid to the housing provider and cannot be transferred to another apartment or otherwise follow a client when they move. When a client moves from an 811 unit, the rental assistance does not move with them to the new location. The 811 PRA units are permanent housing, and tenants may live there if they continue to meet the annual eligibility criteria and remain in compliance with their lease agreement. </w:t>
      </w:r>
    </w:p>
    <w:p w14:paraId="34BEA39C" w14:textId="77777777" w:rsidR="00FD0A32" w:rsidRPr="00351466" w:rsidRDefault="00FD0A32" w:rsidP="005C41E6">
      <w:pPr>
        <w:autoSpaceDE w:val="0"/>
        <w:autoSpaceDN w:val="0"/>
        <w:adjustRightInd w:val="0"/>
      </w:pPr>
    </w:p>
    <w:p w14:paraId="2AE793C9" w14:textId="77777777" w:rsidR="005C41E6" w:rsidRDefault="005C41E6" w:rsidP="005C41E6">
      <w:pPr>
        <w:rPr>
          <w:b/>
          <w:sz w:val="26"/>
          <w:szCs w:val="26"/>
          <w:u w:val="single"/>
        </w:rPr>
      </w:pPr>
      <w:r>
        <w:rPr>
          <w:b/>
          <w:sz w:val="26"/>
          <w:szCs w:val="26"/>
          <w:u w:val="single"/>
        </w:rPr>
        <w:t>What locations</w:t>
      </w:r>
      <w:r w:rsidRPr="006B559C">
        <w:rPr>
          <w:b/>
          <w:sz w:val="26"/>
          <w:szCs w:val="26"/>
          <w:u w:val="single"/>
        </w:rPr>
        <w:t xml:space="preserve"> in Washington State have 811 </w:t>
      </w:r>
      <w:r>
        <w:rPr>
          <w:b/>
          <w:sz w:val="26"/>
          <w:szCs w:val="26"/>
          <w:u w:val="single"/>
        </w:rPr>
        <w:t xml:space="preserve">PRA </w:t>
      </w:r>
      <w:r w:rsidRPr="006B559C">
        <w:rPr>
          <w:b/>
          <w:sz w:val="26"/>
          <w:szCs w:val="26"/>
          <w:u w:val="single"/>
        </w:rPr>
        <w:t>units?</w:t>
      </w:r>
    </w:p>
    <w:p w14:paraId="08FF2BE3" w14:textId="77777777" w:rsidR="002C0236" w:rsidRDefault="002C0236" w:rsidP="005C41E6">
      <w:pPr>
        <w:rPr>
          <w:b/>
          <w:sz w:val="26"/>
          <w:szCs w:val="26"/>
          <w:u w:val="single"/>
        </w:rPr>
      </w:pPr>
    </w:p>
    <w:p w14:paraId="111D5DB0" w14:textId="77777777" w:rsidR="005C41E6" w:rsidRPr="00663F44" w:rsidRDefault="005C41E6" w:rsidP="005C41E6">
      <w:r>
        <w:t>The following areas have 811 units:</w:t>
      </w:r>
    </w:p>
    <w:p w14:paraId="2E9FF058" w14:textId="77777777" w:rsidR="005C41E6" w:rsidRPr="00494EC0" w:rsidRDefault="005C41E6" w:rsidP="0066742B">
      <w:pPr>
        <w:pStyle w:val="ListParagraph"/>
        <w:numPr>
          <w:ilvl w:val="0"/>
          <w:numId w:val="20"/>
        </w:numPr>
        <w:contextualSpacing/>
        <w:rPr>
          <w:rFonts w:asciiTheme="minorHAnsi" w:hAnsiTheme="minorHAnsi" w:cstheme="minorHAnsi"/>
          <w:u w:val="single"/>
        </w:rPr>
      </w:pPr>
      <w:r w:rsidRPr="00494EC0">
        <w:rPr>
          <w:rFonts w:asciiTheme="minorHAnsi" w:hAnsiTheme="minorHAnsi" w:cstheme="minorHAnsi"/>
          <w:u w:val="single"/>
        </w:rPr>
        <w:t>Region 1:</w:t>
      </w:r>
    </w:p>
    <w:p w14:paraId="48D43DC7" w14:textId="77777777" w:rsidR="005C41E6" w:rsidRPr="00494EC0" w:rsidRDefault="005C41E6" w:rsidP="0066742B">
      <w:pPr>
        <w:pStyle w:val="ListParagraph"/>
        <w:numPr>
          <w:ilvl w:val="0"/>
          <w:numId w:val="21"/>
        </w:numPr>
        <w:contextualSpacing/>
        <w:rPr>
          <w:rFonts w:asciiTheme="minorHAnsi" w:hAnsiTheme="minorHAnsi" w:cstheme="minorHAnsi"/>
        </w:rPr>
      </w:pPr>
      <w:r>
        <w:rPr>
          <w:rFonts w:asciiTheme="minorHAnsi" w:hAnsiTheme="minorHAnsi" w:cstheme="minorHAnsi"/>
        </w:rPr>
        <w:t>Spokane County: Spokane and Spokane Valley</w:t>
      </w:r>
    </w:p>
    <w:p w14:paraId="1152E505" w14:textId="77777777" w:rsidR="005C41E6" w:rsidRPr="00494EC0" w:rsidRDefault="005C41E6" w:rsidP="0066742B">
      <w:pPr>
        <w:pStyle w:val="ListParagraph"/>
        <w:numPr>
          <w:ilvl w:val="0"/>
          <w:numId w:val="21"/>
        </w:numPr>
        <w:autoSpaceDE w:val="0"/>
        <w:autoSpaceDN w:val="0"/>
        <w:adjustRightInd w:val="0"/>
        <w:contextualSpacing/>
        <w:rPr>
          <w:rFonts w:asciiTheme="minorHAnsi" w:hAnsiTheme="minorHAnsi" w:cstheme="minorHAnsi"/>
        </w:rPr>
      </w:pPr>
      <w:r>
        <w:rPr>
          <w:rFonts w:asciiTheme="minorHAnsi" w:hAnsiTheme="minorHAnsi" w:cstheme="minorHAnsi"/>
        </w:rPr>
        <w:t xml:space="preserve">Chelan County: Wenatchee </w:t>
      </w:r>
      <w:r w:rsidRPr="00494EC0">
        <w:rPr>
          <w:rFonts w:asciiTheme="minorHAnsi" w:hAnsiTheme="minorHAnsi" w:cstheme="minorHAnsi"/>
        </w:rPr>
        <w:t xml:space="preserve"> </w:t>
      </w:r>
    </w:p>
    <w:p w14:paraId="3428AF9B" w14:textId="77777777" w:rsidR="005C41E6" w:rsidRDefault="005C41E6" w:rsidP="0066742B">
      <w:pPr>
        <w:pStyle w:val="ListParagraph"/>
        <w:numPr>
          <w:ilvl w:val="0"/>
          <w:numId w:val="21"/>
        </w:numPr>
        <w:autoSpaceDE w:val="0"/>
        <w:autoSpaceDN w:val="0"/>
        <w:adjustRightInd w:val="0"/>
        <w:contextualSpacing/>
        <w:rPr>
          <w:rFonts w:asciiTheme="minorHAnsi" w:hAnsiTheme="minorHAnsi" w:cstheme="minorHAnsi"/>
        </w:rPr>
      </w:pPr>
      <w:r>
        <w:rPr>
          <w:rFonts w:asciiTheme="minorHAnsi" w:hAnsiTheme="minorHAnsi" w:cstheme="minorHAnsi"/>
        </w:rPr>
        <w:t>Benton County: Kennewick and Richland</w:t>
      </w:r>
    </w:p>
    <w:p w14:paraId="17E5AF64" w14:textId="77777777" w:rsidR="005C41E6" w:rsidRDefault="005C41E6" w:rsidP="0066742B">
      <w:pPr>
        <w:pStyle w:val="ListParagraph"/>
        <w:numPr>
          <w:ilvl w:val="0"/>
          <w:numId w:val="21"/>
        </w:numPr>
        <w:autoSpaceDE w:val="0"/>
        <w:autoSpaceDN w:val="0"/>
        <w:adjustRightInd w:val="0"/>
        <w:contextualSpacing/>
        <w:rPr>
          <w:rFonts w:asciiTheme="minorHAnsi" w:hAnsiTheme="minorHAnsi" w:cstheme="minorHAnsi"/>
        </w:rPr>
      </w:pPr>
      <w:r>
        <w:rPr>
          <w:rFonts w:asciiTheme="minorHAnsi" w:hAnsiTheme="minorHAnsi" w:cstheme="minorHAnsi"/>
        </w:rPr>
        <w:t>Franklin County: Pasco</w:t>
      </w:r>
    </w:p>
    <w:p w14:paraId="61866040" w14:textId="77777777" w:rsidR="005C41E6" w:rsidRPr="00494EC0" w:rsidRDefault="005C41E6" w:rsidP="005C41E6">
      <w:pPr>
        <w:pStyle w:val="ListParagraph"/>
        <w:autoSpaceDE w:val="0"/>
        <w:autoSpaceDN w:val="0"/>
        <w:adjustRightInd w:val="0"/>
        <w:ind w:left="1080"/>
        <w:rPr>
          <w:rFonts w:asciiTheme="minorHAnsi" w:hAnsiTheme="minorHAnsi" w:cstheme="minorHAnsi"/>
        </w:rPr>
      </w:pPr>
    </w:p>
    <w:p w14:paraId="7B2757AE" w14:textId="77777777" w:rsidR="005C41E6" w:rsidRPr="00494EC0" w:rsidRDefault="005C41E6" w:rsidP="0066742B">
      <w:pPr>
        <w:pStyle w:val="ListParagraph"/>
        <w:numPr>
          <w:ilvl w:val="0"/>
          <w:numId w:val="20"/>
        </w:numPr>
        <w:contextualSpacing/>
        <w:rPr>
          <w:rFonts w:asciiTheme="minorHAnsi" w:hAnsiTheme="minorHAnsi" w:cstheme="minorHAnsi"/>
          <w:u w:val="single"/>
        </w:rPr>
      </w:pPr>
      <w:r w:rsidRPr="00494EC0">
        <w:rPr>
          <w:rFonts w:asciiTheme="minorHAnsi" w:hAnsiTheme="minorHAnsi" w:cstheme="minorHAnsi"/>
          <w:u w:val="single"/>
        </w:rPr>
        <w:t>Region 2:</w:t>
      </w:r>
    </w:p>
    <w:p w14:paraId="2F5BA5A6" w14:textId="77777777" w:rsidR="005C41E6" w:rsidRPr="00494EC0" w:rsidRDefault="005C41E6" w:rsidP="0066742B">
      <w:pPr>
        <w:pStyle w:val="ListParagraph"/>
        <w:numPr>
          <w:ilvl w:val="0"/>
          <w:numId w:val="22"/>
        </w:numPr>
        <w:contextualSpacing/>
        <w:rPr>
          <w:rFonts w:asciiTheme="minorHAnsi" w:hAnsiTheme="minorHAnsi" w:cstheme="minorHAnsi"/>
          <w:b/>
          <w:u w:val="single"/>
        </w:rPr>
      </w:pPr>
      <w:r>
        <w:rPr>
          <w:rFonts w:asciiTheme="minorHAnsi" w:hAnsiTheme="minorHAnsi" w:cstheme="minorHAnsi"/>
        </w:rPr>
        <w:t>King County: Seattle, Renton and Auburn</w:t>
      </w:r>
    </w:p>
    <w:p w14:paraId="69EE9975" w14:textId="77777777" w:rsidR="005C41E6" w:rsidRPr="004B5C44" w:rsidRDefault="005C41E6" w:rsidP="005C41E6">
      <w:pPr>
        <w:pStyle w:val="ListParagraph"/>
        <w:autoSpaceDE w:val="0"/>
        <w:autoSpaceDN w:val="0"/>
        <w:adjustRightInd w:val="0"/>
        <w:ind w:left="1080"/>
        <w:rPr>
          <w:rFonts w:asciiTheme="minorHAnsi" w:hAnsiTheme="minorHAnsi" w:cstheme="minorHAnsi"/>
        </w:rPr>
      </w:pPr>
    </w:p>
    <w:p w14:paraId="01821AA3" w14:textId="77777777" w:rsidR="005C41E6" w:rsidRPr="00494EC0" w:rsidRDefault="005C41E6" w:rsidP="0066742B">
      <w:pPr>
        <w:pStyle w:val="ListParagraph"/>
        <w:numPr>
          <w:ilvl w:val="0"/>
          <w:numId w:val="20"/>
        </w:numPr>
        <w:contextualSpacing/>
        <w:rPr>
          <w:rFonts w:asciiTheme="minorHAnsi" w:hAnsiTheme="minorHAnsi" w:cstheme="minorHAnsi"/>
          <w:u w:val="single"/>
        </w:rPr>
      </w:pPr>
      <w:r w:rsidRPr="00494EC0">
        <w:rPr>
          <w:rFonts w:asciiTheme="minorHAnsi" w:hAnsiTheme="minorHAnsi" w:cstheme="minorHAnsi"/>
          <w:u w:val="single"/>
        </w:rPr>
        <w:t>Region 3:</w:t>
      </w:r>
    </w:p>
    <w:p w14:paraId="77449FBA" w14:textId="77777777" w:rsidR="005C41E6" w:rsidRPr="00494EC0" w:rsidRDefault="005C41E6" w:rsidP="0066742B">
      <w:pPr>
        <w:pStyle w:val="ListParagraph"/>
        <w:numPr>
          <w:ilvl w:val="0"/>
          <w:numId w:val="23"/>
        </w:numPr>
        <w:rPr>
          <w:rFonts w:asciiTheme="minorHAnsi" w:hAnsiTheme="minorHAnsi" w:cstheme="minorHAnsi"/>
          <w:b/>
          <w:u w:val="single"/>
        </w:rPr>
      </w:pPr>
      <w:r>
        <w:rPr>
          <w:rFonts w:asciiTheme="minorHAnsi" w:hAnsiTheme="minorHAnsi" w:cstheme="minorHAnsi"/>
        </w:rPr>
        <w:t>Thurston County: Olympia</w:t>
      </w:r>
    </w:p>
    <w:p w14:paraId="1EB08B79" w14:textId="77777777" w:rsidR="005C41E6" w:rsidRPr="00494EC0" w:rsidRDefault="005C41E6" w:rsidP="0066742B">
      <w:pPr>
        <w:pStyle w:val="ListParagraph"/>
        <w:numPr>
          <w:ilvl w:val="0"/>
          <w:numId w:val="23"/>
        </w:numPr>
        <w:autoSpaceDE w:val="0"/>
        <w:autoSpaceDN w:val="0"/>
        <w:adjustRightInd w:val="0"/>
        <w:rPr>
          <w:rFonts w:asciiTheme="minorHAnsi" w:hAnsiTheme="minorHAnsi" w:cstheme="minorHAnsi"/>
        </w:rPr>
      </w:pPr>
      <w:r>
        <w:rPr>
          <w:rFonts w:asciiTheme="minorHAnsi" w:hAnsiTheme="minorHAnsi" w:cstheme="minorHAnsi"/>
        </w:rPr>
        <w:t>Clark County: Vancouver</w:t>
      </w:r>
    </w:p>
    <w:p w14:paraId="75E36B5C" w14:textId="77777777" w:rsidR="005C41E6" w:rsidRPr="00150076" w:rsidRDefault="005C41E6" w:rsidP="0066742B">
      <w:pPr>
        <w:pStyle w:val="ListParagraph"/>
        <w:numPr>
          <w:ilvl w:val="0"/>
          <w:numId w:val="23"/>
        </w:numPr>
        <w:autoSpaceDE w:val="0"/>
        <w:autoSpaceDN w:val="0"/>
        <w:adjustRightInd w:val="0"/>
        <w:rPr>
          <w:rFonts w:asciiTheme="minorHAnsi" w:hAnsiTheme="minorHAnsi" w:cstheme="minorBidi"/>
        </w:rPr>
      </w:pPr>
      <w:r>
        <w:rPr>
          <w:rFonts w:asciiTheme="minorHAnsi" w:hAnsiTheme="minorHAnsi" w:cstheme="minorHAnsi"/>
        </w:rPr>
        <w:t>Clallam County: Port Angeles</w:t>
      </w:r>
    </w:p>
    <w:p w14:paraId="309A906C" w14:textId="77777777" w:rsidR="005C41E6" w:rsidRPr="00BF59B4" w:rsidRDefault="005C41E6" w:rsidP="005C41E6">
      <w:pPr>
        <w:autoSpaceDE w:val="0"/>
        <w:autoSpaceDN w:val="0"/>
        <w:adjustRightInd w:val="0"/>
        <w:spacing w:before="240" w:after="240"/>
        <w:rPr>
          <w:b/>
          <w:sz w:val="26"/>
          <w:szCs w:val="26"/>
          <w:u w:val="single"/>
        </w:rPr>
      </w:pPr>
      <w:r w:rsidRPr="00BF59B4">
        <w:rPr>
          <w:b/>
          <w:sz w:val="26"/>
          <w:szCs w:val="26"/>
          <w:u w:val="single"/>
        </w:rPr>
        <w:t xml:space="preserve">Does an individual have to live in the city or county where the </w:t>
      </w:r>
      <w:r w:rsidRPr="006B559C">
        <w:rPr>
          <w:b/>
          <w:sz w:val="26"/>
          <w:szCs w:val="26"/>
          <w:u w:val="single"/>
        </w:rPr>
        <w:t xml:space="preserve">811 </w:t>
      </w:r>
      <w:r>
        <w:rPr>
          <w:b/>
          <w:sz w:val="26"/>
          <w:szCs w:val="26"/>
          <w:u w:val="single"/>
        </w:rPr>
        <w:t xml:space="preserve">PRA </w:t>
      </w:r>
      <w:r w:rsidRPr="006B559C">
        <w:rPr>
          <w:b/>
          <w:sz w:val="26"/>
          <w:szCs w:val="26"/>
          <w:u w:val="single"/>
        </w:rPr>
        <w:t>unit</w:t>
      </w:r>
      <w:r w:rsidRPr="00BF59B4" w:rsidDel="00BF59B4">
        <w:rPr>
          <w:b/>
          <w:sz w:val="26"/>
          <w:szCs w:val="26"/>
          <w:u w:val="single"/>
        </w:rPr>
        <w:t xml:space="preserve"> </w:t>
      </w:r>
      <w:r w:rsidRPr="00BF59B4">
        <w:rPr>
          <w:b/>
          <w:sz w:val="26"/>
          <w:szCs w:val="26"/>
          <w:u w:val="single"/>
        </w:rPr>
        <w:t>is located?</w:t>
      </w:r>
    </w:p>
    <w:p w14:paraId="34A35D92" w14:textId="77777777" w:rsidR="005C41E6" w:rsidRDefault="005C41E6" w:rsidP="005C41E6">
      <w:pPr>
        <w:spacing w:before="240" w:after="240"/>
      </w:pPr>
      <w:r w:rsidRPr="004A51AF">
        <w:t>The current location of a client is not a bar</w:t>
      </w:r>
      <w:r>
        <w:t>rier to applying to</w:t>
      </w:r>
      <w:r w:rsidRPr="004A51AF">
        <w:t xml:space="preserve"> any</w:t>
      </w:r>
      <w:r>
        <w:t xml:space="preserve"> of the properties that have 811 PRA units. Property managers allow eligible applicants</w:t>
      </w:r>
      <w:r w:rsidRPr="004A51AF">
        <w:t xml:space="preserve"> to apply</w:t>
      </w:r>
      <w:r>
        <w:t xml:space="preserve"> for available units</w:t>
      </w:r>
      <w:r w:rsidRPr="004A51AF">
        <w:t xml:space="preserve"> </w:t>
      </w:r>
      <w:r>
        <w:t xml:space="preserve">regardless of an applicant’s </w:t>
      </w:r>
      <w:r w:rsidRPr="004A51AF">
        <w:t>current location or residence</w:t>
      </w:r>
      <w:r>
        <w:t>.</w:t>
      </w:r>
    </w:p>
    <w:p w14:paraId="7A4977D0" w14:textId="77777777" w:rsidR="005C41E6" w:rsidRDefault="005C41E6" w:rsidP="005C41E6">
      <w:pPr>
        <w:autoSpaceDE w:val="0"/>
        <w:autoSpaceDN w:val="0"/>
        <w:spacing w:before="240" w:after="240"/>
        <w:rPr>
          <w:rFonts w:eastAsia="Calibri"/>
          <w:b/>
          <w:sz w:val="26"/>
          <w:szCs w:val="26"/>
          <w:u w:val="single"/>
        </w:rPr>
      </w:pPr>
      <w:r w:rsidRPr="00DE30A3">
        <w:rPr>
          <w:rFonts w:eastAsia="Calibri"/>
          <w:b/>
          <w:sz w:val="26"/>
          <w:szCs w:val="26"/>
          <w:u w:val="single"/>
        </w:rPr>
        <w:t xml:space="preserve">What are the basic eligibility standards for </w:t>
      </w:r>
      <w:r w:rsidRPr="006B559C">
        <w:rPr>
          <w:b/>
          <w:sz w:val="26"/>
          <w:szCs w:val="26"/>
          <w:u w:val="single"/>
        </w:rPr>
        <w:t xml:space="preserve">811 </w:t>
      </w:r>
      <w:r>
        <w:rPr>
          <w:b/>
          <w:sz w:val="26"/>
          <w:szCs w:val="26"/>
          <w:u w:val="single"/>
        </w:rPr>
        <w:t xml:space="preserve">PRA </w:t>
      </w:r>
      <w:r w:rsidRPr="006B559C">
        <w:rPr>
          <w:b/>
          <w:sz w:val="26"/>
          <w:szCs w:val="26"/>
          <w:u w:val="single"/>
        </w:rPr>
        <w:t>units</w:t>
      </w:r>
      <w:r w:rsidRPr="00DE30A3">
        <w:rPr>
          <w:rFonts w:eastAsia="Calibri"/>
          <w:b/>
          <w:sz w:val="26"/>
          <w:szCs w:val="26"/>
          <w:u w:val="single"/>
        </w:rPr>
        <w:t xml:space="preserve">? </w:t>
      </w:r>
    </w:p>
    <w:p w14:paraId="6F86553B" w14:textId="77777777" w:rsidR="005C41E6" w:rsidRPr="00BF75FC" w:rsidRDefault="005C41E6" w:rsidP="005C41E6">
      <w:pPr>
        <w:autoSpaceDE w:val="0"/>
        <w:autoSpaceDN w:val="0"/>
        <w:spacing w:before="240" w:after="240"/>
        <w:rPr>
          <w:rFonts w:eastAsia="Calibri"/>
        </w:rPr>
      </w:pPr>
      <w:r w:rsidRPr="00BF75FC">
        <w:rPr>
          <w:rFonts w:eastAsia="Calibri"/>
        </w:rPr>
        <w:t>A household must:</w:t>
      </w:r>
    </w:p>
    <w:p w14:paraId="0F809D37" w14:textId="77777777" w:rsidR="005C41E6" w:rsidRPr="00B675E1" w:rsidRDefault="005C41E6" w:rsidP="0066742B">
      <w:pPr>
        <w:pStyle w:val="ListParagraph"/>
        <w:numPr>
          <w:ilvl w:val="0"/>
          <w:numId w:val="15"/>
        </w:numPr>
        <w:spacing w:after="200" w:line="276" w:lineRule="auto"/>
        <w:contextualSpacing/>
        <w:rPr>
          <w:rFonts w:asciiTheme="minorHAnsi" w:hAnsiTheme="minorHAnsi" w:cstheme="minorHAnsi"/>
        </w:rPr>
      </w:pPr>
      <w:r w:rsidRPr="00B675E1">
        <w:rPr>
          <w:rFonts w:asciiTheme="minorHAnsi" w:hAnsiTheme="minorHAnsi" w:cstheme="minorHAnsi"/>
        </w:rPr>
        <w:t>Be extremely low-income. A household’s income must be at or below 30 percent of the area-wide median income as determined by HUD. Each year, HUD publishes these income limits for every housing market across the nation</w:t>
      </w:r>
      <w:r>
        <w:rPr>
          <w:rFonts w:asciiTheme="minorHAnsi" w:hAnsiTheme="minorHAnsi" w:cstheme="minorHAnsi"/>
        </w:rPr>
        <w:t>:</w:t>
      </w:r>
      <w:r w:rsidRPr="00B675E1">
        <w:rPr>
          <w:rFonts w:cstheme="minorHAnsi"/>
        </w:rPr>
        <w:t xml:space="preserve"> </w:t>
      </w:r>
      <w:hyperlink r:id="rId16" w:history="1">
        <w:r w:rsidRPr="00B675E1">
          <w:rPr>
            <w:rStyle w:val="Hyperlink"/>
            <w:rFonts w:asciiTheme="minorHAnsi" w:hAnsiTheme="minorHAnsi" w:cstheme="minorHAnsi"/>
          </w:rPr>
          <w:t>https://www.huduser.gov/portal/datasets/il.html</w:t>
        </w:r>
      </w:hyperlink>
      <w:r w:rsidRPr="00B675E1">
        <w:rPr>
          <w:rFonts w:cstheme="minorHAnsi"/>
        </w:rPr>
        <w:t xml:space="preserve"> </w:t>
      </w:r>
    </w:p>
    <w:p w14:paraId="541C064B" w14:textId="77777777" w:rsidR="005C41E6" w:rsidRPr="00B675E1" w:rsidRDefault="005C41E6" w:rsidP="0066742B">
      <w:pPr>
        <w:pStyle w:val="ListParagraph"/>
        <w:numPr>
          <w:ilvl w:val="0"/>
          <w:numId w:val="15"/>
        </w:numPr>
        <w:spacing w:after="200" w:line="276" w:lineRule="auto"/>
        <w:contextualSpacing/>
        <w:rPr>
          <w:rFonts w:asciiTheme="minorHAnsi" w:hAnsiTheme="minorHAnsi" w:cstheme="minorHAnsi"/>
        </w:rPr>
      </w:pPr>
      <w:r w:rsidRPr="00FA6F62">
        <w:rPr>
          <w:rFonts w:asciiTheme="minorHAnsi" w:hAnsiTheme="minorHAnsi" w:cstheme="minorHAnsi"/>
        </w:rPr>
        <w:t>A</w:t>
      </w:r>
      <w:r w:rsidRPr="00B675E1">
        <w:rPr>
          <w:rFonts w:asciiTheme="minorHAnsi" w:hAnsiTheme="minorHAnsi" w:cstheme="minorHAnsi"/>
        </w:rPr>
        <w:t>pplicant must be between the ages of 18-61 at the time of lease signing</w:t>
      </w:r>
      <w:r>
        <w:rPr>
          <w:rFonts w:asciiTheme="minorHAnsi" w:hAnsiTheme="minorHAnsi" w:cstheme="minorHAnsi"/>
        </w:rPr>
        <w:t>.</w:t>
      </w:r>
    </w:p>
    <w:p w14:paraId="522A57BE" w14:textId="77777777" w:rsidR="005C41E6" w:rsidRPr="00B675E1" w:rsidRDefault="005C41E6" w:rsidP="0066742B">
      <w:pPr>
        <w:pStyle w:val="ListParagraph"/>
        <w:numPr>
          <w:ilvl w:val="0"/>
          <w:numId w:val="15"/>
        </w:numPr>
        <w:spacing w:after="200" w:line="276" w:lineRule="auto"/>
        <w:contextualSpacing/>
        <w:rPr>
          <w:rFonts w:asciiTheme="minorHAnsi" w:hAnsiTheme="minorHAnsi" w:cstheme="minorHAnsi"/>
        </w:rPr>
      </w:pPr>
      <w:r w:rsidRPr="00B675E1">
        <w:rPr>
          <w:rFonts w:asciiTheme="minorHAnsi" w:hAnsiTheme="minorHAnsi" w:cstheme="minorHAnsi"/>
        </w:rPr>
        <w:t>Be a citizen or a non-citizen with “eligible immigration status</w:t>
      </w:r>
      <w:r>
        <w:rPr>
          <w:rFonts w:asciiTheme="minorHAnsi" w:hAnsiTheme="minorHAnsi" w:cstheme="minorHAnsi"/>
        </w:rPr>
        <w:t>,</w:t>
      </w:r>
      <w:r w:rsidRPr="00B675E1">
        <w:rPr>
          <w:rFonts w:asciiTheme="minorHAnsi" w:hAnsiTheme="minorHAnsi" w:cstheme="minorHAnsi"/>
        </w:rPr>
        <w:t xml:space="preserve">” and </w:t>
      </w:r>
    </w:p>
    <w:p w14:paraId="3D74EE76" w14:textId="77777777" w:rsidR="005C41E6" w:rsidRPr="00B675E1" w:rsidRDefault="005C41E6" w:rsidP="0066742B">
      <w:pPr>
        <w:pStyle w:val="ListParagraph"/>
        <w:numPr>
          <w:ilvl w:val="0"/>
          <w:numId w:val="15"/>
        </w:numPr>
        <w:spacing w:after="200" w:line="276" w:lineRule="auto"/>
        <w:contextualSpacing/>
        <w:rPr>
          <w:rFonts w:asciiTheme="minorHAnsi" w:hAnsiTheme="minorHAnsi" w:cstheme="minorHAnsi"/>
        </w:rPr>
      </w:pPr>
      <w:r w:rsidRPr="00B675E1">
        <w:rPr>
          <w:rFonts w:asciiTheme="minorHAnsi" w:hAnsiTheme="minorHAnsi" w:cstheme="minorHAnsi"/>
        </w:rPr>
        <w:t>Be in good standing with federal housing programs. Specifically, a household must not have:</w:t>
      </w:r>
    </w:p>
    <w:p w14:paraId="49ED07EC" w14:textId="77777777" w:rsidR="005C41E6" w:rsidRPr="00B675E1" w:rsidRDefault="005C41E6" w:rsidP="0066742B">
      <w:pPr>
        <w:pStyle w:val="ListParagraph"/>
        <w:numPr>
          <w:ilvl w:val="1"/>
          <w:numId w:val="15"/>
        </w:numPr>
        <w:spacing w:after="200" w:line="276" w:lineRule="auto"/>
        <w:contextualSpacing/>
        <w:rPr>
          <w:rFonts w:asciiTheme="minorHAnsi" w:hAnsiTheme="minorHAnsi" w:cstheme="minorHAnsi"/>
        </w:rPr>
      </w:pPr>
      <w:r w:rsidRPr="00B675E1">
        <w:rPr>
          <w:rFonts w:asciiTheme="minorHAnsi" w:hAnsiTheme="minorHAnsi" w:cstheme="minorHAnsi"/>
        </w:rPr>
        <w:t>Been evicted from federally assisted housing for illegal drug activity within 3 years.</w:t>
      </w:r>
    </w:p>
    <w:p w14:paraId="2555C785" w14:textId="77777777" w:rsidR="005C41E6" w:rsidRPr="00B675E1" w:rsidRDefault="005C41E6" w:rsidP="0066742B">
      <w:pPr>
        <w:pStyle w:val="ListParagraph"/>
        <w:numPr>
          <w:ilvl w:val="1"/>
          <w:numId w:val="15"/>
        </w:numPr>
        <w:spacing w:after="200" w:line="276" w:lineRule="auto"/>
        <w:contextualSpacing/>
        <w:rPr>
          <w:rFonts w:asciiTheme="minorHAnsi" w:hAnsiTheme="minorHAnsi" w:cstheme="minorHAnsi"/>
        </w:rPr>
      </w:pPr>
      <w:r w:rsidRPr="00B675E1">
        <w:rPr>
          <w:rFonts w:asciiTheme="minorHAnsi" w:hAnsiTheme="minorHAnsi" w:cstheme="minorHAnsi"/>
        </w:rPr>
        <w:t>Be</w:t>
      </w:r>
      <w:r>
        <w:rPr>
          <w:rFonts w:asciiTheme="minorHAnsi" w:hAnsiTheme="minorHAnsi" w:cstheme="minorHAnsi"/>
        </w:rPr>
        <w:t>en</w:t>
      </w:r>
      <w:r w:rsidRPr="00B675E1">
        <w:rPr>
          <w:rFonts w:asciiTheme="minorHAnsi" w:hAnsiTheme="minorHAnsi" w:cstheme="minorHAnsi"/>
        </w:rPr>
        <w:t xml:space="preserve"> required to register as a sex offender.</w:t>
      </w:r>
    </w:p>
    <w:p w14:paraId="66D40A89" w14:textId="77777777" w:rsidR="005C41E6" w:rsidRPr="00B675E1" w:rsidRDefault="005C41E6" w:rsidP="0066742B">
      <w:pPr>
        <w:pStyle w:val="ListParagraph"/>
        <w:numPr>
          <w:ilvl w:val="1"/>
          <w:numId w:val="15"/>
        </w:numPr>
        <w:spacing w:after="200" w:line="276" w:lineRule="auto"/>
        <w:contextualSpacing/>
        <w:rPr>
          <w:rFonts w:asciiTheme="minorHAnsi" w:hAnsiTheme="minorHAnsi" w:cstheme="minorHAnsi"/>
        </w:rPr>
      </w:pPr>
      <w:r w:rsidRPr="00B675E1">
        <w:rPr>
          <w:rFonts w:asciiTheme="minorHAnsi" w:hAnsiTheme="minorHAnsi" w:cstheme="minorHAnsi"/>
        </w:rPr>
        <w:t xml:space="preserve">A </w:t>
      </w:r>
      <w:r>
        <w:rPr>
          <w:rFonts w:asciiTheme="minorHAnsi" w:hAnsiTheme="minorHAnsi" w:cstheme="minorHAnsi"/>
        </w:rPr>
        <w:t xml:space="preserve">felony </w:t>
      </w:r>
      <w:r w:rsidRPr="00B675E1">
        <w:rPr>
          <w:rFonts w:asciiTheme="minorHAnsi" w:hAnsiTheme="minorHAnsi" w:cstheme="minorHAnsi"/>
        </w:rPr>
        <w:t>conviction for the manufacturing or production of methamphetamine</w:t>
      </w:r>
      <w:r>
        <w:rPr>
          <w:rFonts w:asciiTheme="minorHAnsi" w:hAnsiTheme="minorHAnsi" w:cstheme="minorHAnsi"/>
        </w:rPr>
        <w:t>.</w:t>
      </w:r>
      <w:r w:rsidRPr="00B675E1">
        <w:rPr>
          <w:rFonts w:asciiTheme="minorHAnsi" w:hAnsiTheme="minorHAnsi" w:cstheme="minorHAnsi"/>
        </w:rPr>
        <w:t xml:space="preserve"> </w:t>
      </w:r>
    </w:p>
    <w:p w14:paraId="6FA52613" w14:textId="77777777" w:rsidR="005C41E6" w:rsidRPr="00B675E1" w:rsidRDefault="005C41E6" w:rsidP="0066742B">
      <w:pPr>
        <w:pStyle w:val="ListParagraph"/>
        <w:numPr>
          <w:ilvl w:val="0"/>
          <w:numId w:val="15"/>
        </w:numPr>
        <w:spacing w:after="200" w:line="276" w:lineRule="auto"/>
        <w:contextualSpacing/>
        <w:rPr>
          <w:rFonts w:eastAsia="Calibri"/>
        </w:rPr>
      </w:pPr>
      <w:r w:rsidRPr="00B675E1">
        <w:rPr>
          <w:rFonts w:asciiTheme="minorHAnsi" w:hAnsiTheme="minorHAnsi" w:cstheme="minorHAnsi"/>
        </w:rPr>
        <w:t xml:space="preserve">A criminal history may disqualify an applicant from an 811 unit. </w:t>
      </w:r>
      <w:r>
        <w:rPr>
          <w:rFonts w:asciiTheme="minorHAnsi" w:hAnsiTheme="minorHAnsi" w:cstheme="minorHAnsi"/>
        </w:rPr>
        <w:t>Denials</w:t>
      </w:r>
      <w:r w:rsidRPr="00B675E1">
        <w:rPr>
          <w:rFonts w:asciiTheme="minorHAnsi" w:hAnsiTheme="minorHAnsi" w:cstheme="minorHAnsi"/>
        </w:rPr>
        <w:t xml:space="preserve"> can be appealed</w:t>
      </w:r>
      <w:r w:rsidRPr="00BF2B56">
        <w:rPr>
          <w:rFonts w:asciiTheme="minorHAnsi" w:hAnsiTheme="minorHAnsi" w:cstheme="minorHAnsi"/>
        </w:rPr>
        <w:t xml:space="preserve"> </w:t>
      </w:r>
      <w:r>
        <w:rPr>
          <w:rFonts w:asciiTheme="minorHAnsi" w:hAnsiTheme="minorHAnsi" w:cstheme="minorHAnsi"/>
        </w:rPr>
        <w:t>on</w:t>
      </w:r>
      <w:r w:rsidRPr="00B675E1">
        <w:rPr>
          <w:rFonts w:asciiTheme="minorHAnsi" w:hAnsiTheme="minorHAnsi" w:cstheme="minorHAnsi"/>
        </w:rPr>
        <w:t xml:space="preserve"> a case-by-case basis</w:t>
      </w:r>
      <w:r>
        <w:rPr>
          <w:rFonts w:asciiTheme="minorHAnsi" w:hAnsiTheme="minorHAnsi" w:cstheme="minorHAnsi"/>
        </w:rPr>
        <w:t xml:space="preserve"> except for</w:t>
      </w:r>
      <w:r w:rsidRPr="00B675E1">
        <w:rPr>
          <w:rFonts w:asciiTheme="minorHAnsi" w:hAnsiTheme="minorHAnsi" w:cstheme="minorHAnsi"/>
        </w:rPr>
        <w:t xml:space="preserve"> the above three categories.</w:t>
      </w:r>
    </w:p>
    <w:p w14:paraId="2DB28DDB" w14:textId="77777777" w:rsidR="005C41E6" w:rsidRPr="00B675E1" w:rsidRDefault="005C41E6" w:rsidP="0066742B">
      <w:pPr>
        <w:pStyle w:val="ListParagraph"/>
        <w:numPr>
          <w:ilvl w:val="0"/>
          <w:numId w:val="15"/>
        </w:numPr>
        <w:spacing w:after="200" w:line="276" w:lineRule="auto"/>
        <w:contextualSpacing/>
        <w:rPr>
          <w:rFonts w:eastAsia="Calibri"/>
        </w:rPr>
      </w:pPr>
      <w:r w:rsidRPr="00B675E1">
        <w:rPr>
          <w:rFonts w:asciiTheme="minorHAnsi" w:hAnsiTheme="minorHAnsi" w:cstheme="minorHAnsi"/>
        </w:rPr>
        <w:t>Applicant must be active on a DSHS caseload</w:t>
      </w:r>
      <w:r>
        <w:rPr>
          <w:rFonts w:asciiTheme="minorHAnsi" w:hAnsiTheme="minorHAnsi" w:cstheme="minorHAnsi"/>
        </w:rPr>
        <w:t xml:space="preserve"> upon move into the unit but are not required to maintain LTSS to retain the housing.</w:t>
      </w:r>
      <w:r w:rsidRPr="00B675E1">
        <w:t xml:space="preserve"> </w:t>
      </w:r>
    </w:p>
    <w:p w14:paraId="35F8D437" w14:textId="77777777" w:rsidR="005C41E6" w:rsidRPr="00DE30A3" w:rsidRDefault="005C41E6" w:rsidP="005C41E6">
      <w:pPr>
        <w:rPr>
          <w:b/>
          <w:sz w:val="26"/>
          <w:szCs w:val="26"/>
          <w:u w:val="single"/>
        </w:rPr>
      </w:pPr>
      <w:r w:rsidRPr="00DE30A3">
        <w:rPr>
          <w:b/>
          <w:sz w:val="26"/>
          <w:szCs w:val="26"/>
          <w:u w:val="single"/>
        </w:rPr>
        <w:t xml:space="preserve">What settings do people need to be transitioning from to be eligible for </w:t>
      </w:r>
      <w:r w:rsidRPr="006B559C">
        <w:rPr>
          <w:b/>
          <w:sz w:val="26"/>
          <w:szCs w:val="26"/>
          <w:u w:val="single"/>
        </w:rPr>
        <w:t xml:space="preserve">811 </w:t>
      </w:r>
      <w:r>
        <w:rPr>
          <w:b/>
          <w:sz w:val="26"/>
          <w:szCs w:val="26"/>
          <w:u w:val="single"/>
        </w:rPr>
        <w:t xml:space="preserve">PRA </w:t>
      </w:r>
      <w:r w:rsidRPr="006B559C">
        <w:rPr>
          <w:b/>
          <w:sz w:val="26"/>
          <w:szCs w:val="26"/>
          <w:u w:val="single"/>
        </w:rPr>
        <w:t>units</w:t>
      </w:r>
      <w:r w:rsidRPr="00DE30A3">
        <w:rPr>
          <w:b/>
          <w:sz w:val="26"/>
          <w:szCs w:val="26"/>
          <w:u w:val="single"/>
        </w:rPr>
        <w:t xml:space="preserve">? </w:t>
      </w:r>
    </w:p>
    <w:p w14:paraId="5A8AC186" w14:textId="77777777" w:rsidR="00544F2C" w:rsidRDefault="00544F2C" w:rsidP="005C41E6">
      <w:pPr>
        <w:rPr>
          <w:rFonts w:cstheme="minorHAnsi"/>
        </w:rPr>
      </w:pPr>
    </w:p>
    <w:p w14:paraId="25F20AAA" w14:textId="20C5AD01" w:rsidR="005C41E6" w:rsidRPr="0038701F" w:rsidRDefault="005C41E6" w:rsidP="005C41E6">
      <w:pPr>
        <w:rPr>
          <w:rFonts w:cstheme="minorHAnsi"/>
        </w:rPr>
      </w:pPr>
      <w:r>
        <w:rPr>
          <w:rFonts w:cstheme="minorHAnsi"/>
        </w:rPr>
        <w:t>The 811 program follows an eligibility priority:</w:t>
      </w:r>
    </w:p>
    <w:p w14:paraId="518FD693" w14:textId="77777777" w:rsidR="005C41E6" w:rsidRPr="00DE30A3" w:rsidRDefault="005C41E6" w:rsidP="0066742B">
      <w:pPr>
        <w:pStyle w:val="ListParagraph"/>
        <w:numPr>
          <w:ilvl w:val="0"/>
          <w:numId w:val="26"/>
        </w:numPr>
        <w:spacing w:line="276" w:lineRule="auto"/>
        <w:contextualSpacing/>
        <w:rPr>
          <w:rFonts w:asciiTheme="minorHAnsi" w:hAnsiTheme="minorHAnsi" w:cstheme="minorHAnsi"/>
        </w:rPr>
      </w:pPr>
      <w:r w:rsidRPr="00DE30A3">
        <w:rPr>
          <w:rFonts w:asciiTheme="minorHAnsi" w:hAnsiTheme="minorHAnsi" w:cstheme="minorHAnsi"/>
        </w:rPr>
        <w:t>1</w:t>
      </w:r>
      <w:r w:rsidRPr="00DE30A3">
        <w:rPr>
          <w:rFonts w:asciiTheme="minorHAnsi" w:hAnsiTheme="minorHAnsi" w:cstheme="minorHAnsi"/>
          <w:vertAlign w:val="superscript"/>
        </w:rPr>
        <w:t>st</w:t>
      </w:r>
      <w:r w:rsidRPr="00DE30A3">
        <w:rPr>
          <w:rFonts w:asciiTheme="minorHAnsi" w:hAnsiTheme="minorHAnsi" w:cstheme="minorHAnsi"/>
        </w:rPr>
        <w:t xml:space="preserve"> priority: People living in institutional settings and those that are homeless</w:t>
      </w:r>
      <w:r>
        <w:rPr>
          <w:rFonts w:asciiTheme="minorHAnsi" w:hAnsiTheme="minorHAnsi" w:cstheme="minorHAnsi"/>
        </w:rPr>
        <w:t>.</w:t>
      </w:r>
    </w:p>
    <w:p w14:paraId="1627B5CC" w14:textId="77777777" w:rsidR="005C41E6" w:rsidRPr="00DE30A3" w:rsidRDefault="005C41E6" w:rsidP="0066742B">
      <w:pPr>
        <w:pStyle w:val="ListParagraph"/>
        <w:numPr>
          <w:ilvl w:val="0"/>
          <w:numId w:val="26"/>
        </w:numPr>
        <w:spacing w:line="276" w:lineRule="auto"/>
        <w:contextualSpacing/>
        <w:rPr>
          <w:rFonts w:asciiTheme="minorHAnsi" w:hAnsiTheme="minorHAnsi" w:cstheme="minorHAnsi"/>
        </w:rPr>
      </w:pPr>
      <w:r w:rsidRPr="00DE30A3">
        <w:rPr>
          <w:rFonts w:asciiTheme="minorHAnsi" w:hAnsiTheme="minorHAnsi" w:cstheme="minorHAnsi"/>
        </w:rPr>
        <w:t>2</w:t>
      </w:r>
      <w:r w:rsidRPr="00DE30A3">
        <w:rPr>
          <w:rFonts w:asciiTheme="minorHAnsi" w:hAnsiTheme="minorHAnsi" w:cstheme="minorHAnsi"/>
          <w:vertAlign w:val="superscript"/>
        </w:rPr>
        <w:t>nd</w:t>
      </w:r>
      <w:r w:rsidRPr="00DE30A3">
        <w:rPr>
          <w:rFonts w:asciiTheme="minorHAnsi" w:hAnsiTheme="minorHAnsi" w:cstheme="minorHAnsi"/>
        </w:rPr>
        <w:t xml:space="preserve"> priority: Individuals wishing to move from residential settings</w:t>
      </w:r>
      <w:r>
        <w:rPr>
          <w:rFonts w:asciiTheme="minorHAnsi" w:hAnsiTheme="minorHAnsi" w:cstheme="minorHAnsi"/>
        </w:rPr>
        <w:t>.</w:t>
      </w:r>
    </w:p>
    <w:p w14:paraId="0C761846" w14:textId="77777777" w:rsidR="005C41E6" w:rsidRDefault="005C41E6" w:rsidP="0066742B">
      <w:pPr>
        <w:pStyle w:val="ListParagraph"/>
        <w:numPr>
          <w:ilvl w:val="0"/>
          <w:numId w:val="26"/>
        </w:numPr>
        <w:spacing w:line="276" w:lineRule="auto"/>
        <w:contextualSpacing/>
        <w:rPr>
          <w:rFonts w:asciiTheme="minorHAnsi" w:hAnsiTheme="minorHAnsi" w:cstheme="minorHAnsi"/>
        </w:rPr>
      </w:pPr>
      <w:r w:rsidRPr="00DE30A3">
        <w:rPr>
          <w:rFonts w:asciiTheme="minorHAnsi" w:hAnsiTheme="minorHAnsi" w:cstheme="minorHAnsi"/>
        </w:rPr>
        <w:t>3</w:t>
      </w:r>
      <w:r w:rsidRPr="00DE30A3">
        <w:rPr>
          <w:rFonts w:asciiTheme="minorHAnsi" w:hAnsiTheme="minorHAnsi" w:cstheme="minorHAnsi"/>
          <w:vertAlign w:val="superscript"/>
        </w:rPr>
        <w:t>rd</w:t>
      </w:r>
      <w:r w:rsidRPr="00DE30A3">
        <w:rPr>
          <w:rFonts w:asciiTheme="minorHAnsi" w:hAnsiTheme="minorHAnsi" w:cstheme="minorHAnsi"/>
        </w:rPr>
        <w:t xml:space="preserve"> priority: </w:t>
      </w:r>
      <w:r>
        <w:rPr>
          <w:rFonts w:asciiTheme="minorHAnsi" w:hAnsiTheme="minorHAnsi" w:cstheme="minorHAnsi"/>
        </w:rPr>
        <w:t>I</w:t>
      </w:r>
      <w:r w:rsidRPr="00DE30A3">
        <w:rPr>
          <w:rFonts w:asciiTheme="minorHAnsi" w:hAnsiTheme="minorHAnsi" w:cstheme="minorHAnsi"/>
        </w:rPr>
        <w:t>n-home clients needing other housing due to safety, accessibility or rent burden issue</w:t>
      </w:r>
      <w:r>
        <w:rPr>
          <w:rFonts w:asciiTheme="minorHAnsi" w:hAnsiTheme="minorHAnsi" w:cstheme="minorHAnsi"/>
        </w:rPr>
        <w:t>/s.</w:t>
      </w:r>
    </w:p>
    <w:p w14:paraId="298DDBA5" w14:textId="77777777" w:rsidR="005C41E6" w:rsidRPr="0068088A" w:rsidRDefault="005C41E6" w:rsidP="005C41E6">
      <w:pPr>
        <w:spacing w:line="276" w:lineRule="auto"/>
        <w:rPr>
          <w:rFonts w:cstheme="minorHAnsi"/>
        </w:rPr>
      </w:pPr>
      <w:r w:rsidRPr="0038701F">
        <w:rPr>
          <w:rFonts w:cstheme="minorHAnsi"/>
        </w:rPr>
        <w:t>The Housing Program Managers will process 811 client appli</w:t>
      </w:r>
      <w:r>
        <w:rPr>
          <w:rFonts w:cstheme="minorHAnsi"/>
        </w:rPr>
        <w:t>cations in the order received, and w</w:t>
      </w:r>
      <w:r w:rsidRPr="0038701F">
        <w:rPr>
          <w:rFonts w:cstheme="minorHAnsi"/>
        </w:rPr>
        <w:t xml:space="preserve">hen there are multiple applications </w:t>
      </w:r>
      <w:r>
        <w:rPr>
          <w:rFonts w:cstheme="minorHAnsi"/>
        </w:rPr>
        <w:t>for limited units, the above priorities will apply.</w:t>
      </w:r>
    </w:p>
    <w:p w14:paraId="6215C540" w14:textId="77777777" w:rsidR="00544F2C" w:rsidRDefault="00544F2C" w:rsidP="00803470">
      <w:pPr>
        <w:rPr>
          <w:b/>
          <w:sz w:val="26"/>
          <w:szCs w:val="26"/>
          <w:u w:val="single"/>
        </w:rPr>
      </w:pPr>
    </w:p>
    <w:p w14:paraId="423014D8" w14:textId="25457259" w:rsidR="005C41E6" w:rsidRPr="00DE30A3" w:rsidRDefault="005C41E6" w:rsidP="00FB2CB9">
      <w:pPr>
        <w:rPr>
          <w:rFonts w:eastAsia="Calibri"/>
          <w:sz w:val="26"/>
          <w:szCs w:val="26"/>
          <w:u w:val="single"/>
        </w:rPr>
      </w:pPr>
      <w:r>
        <w:rPr>
          <w:b/>
          <w:sz w:val="26"/>
          <w:szCs w:val="26"/>
          <w:u w:val="single"/>
        </w:rPr>
        <w:t xml:space="preserve">What are </w:t>
      </w:r>
      <w:r w:rsidR="00BA35C4">
        <w:rPr>
          <w:b/>
          <w:sz w:val="26"/>
          <w:szCs w:val="26"/>
          <w:u w:val="single"/>
        </w:rPr>
        <w:t>HCS</w:t>
      </w:r>
      <w:r>
        <w:rPr>
          <w:b/>
          <w:sz w:val="26"/>
          <w:szCs w:val="26"/>
          <w:u w:val="single"/>
        </w:rPr>
        <w:t>’s</w:t>
      </w:r>
      <w:r w:rsidRPr="00DE30A3">
        <w:rPr>
          <w:b/>
          <w:sz w:val="26"/>
          <w:szCs w:val="26"/>
          <w:u w:val="single"/>
        </w:rPr>
        <w:t xml:space="preserve"> and </w:t>
      </w:r>
      <w:r>
        <w:rPr>
          <w:b/>
          <w:sz w:val="26"/>
          <w:szCs w:val="26"/>
          <w:u w:val="single"/>
        </w:rPr>
        <w:t xml:space="preserve">the </w:t>
      </w:r>
      <w:r w:rsidRPr="00DE30A3">
        <w:rPr>
          <w:b/>
          <w:sz w:val="26"/>
          <w:szCs w:val="26"/>
          <w:u w:val="single"/>
        </w:rPr>
        <w:t>Property Management agency</w:t>
      </w:r>
      <w:r>
        <w:rPr>
          <w:b/>
          <w:sz w:val="26"/>
          <w:szCs w:val="26"/>
          <w:u w:val="single"/>
        </w:rPr>
        <w:t>’s</w:t>
      </w:r>
      <w:r w:rsidRPr="00DE30A3">
        <w:rPr>
          <w:b/>
          <w:sz w:val="26"/>
          <w:szCs w:val="26"/>
          <w:u w:val="single"/>
        </w:rPr>
        <w:t xml:space="preserve"> responsibilities in the </w:t>
      </w:r>
      <w:r w:rsidRPr="006B559C">
        <w:rPr>
          <w:b/>
          <w:sz w:val="26"/>
          <w:szCs w:val="26"/>
          <w:u w:val="single"/>
        </w:rPr>
        <w:t xml:space="preserve">811 </w:t>
      </w:r>
      <w:r>
        <w:rPr>
          <w:b/>
          <w:sz w:val="26"/>
          <w:szCs w:val="26"/>
          <w:u w:val="single"/>
        </w:rPr>
        <w:t xml:space="preserve">PRA </w:t>
      </w:r>
      <w:r w:rsidRPr="006B559C">
        <w:rPr>
          <w:b/>
          <w:sz w:val="26"/>
          <w:szCs w:val="26"/>
          <w:u w:val="single"/>
        </w:rPr>
        <w:t>units’</w:t>
      </w:r>
      <w:r w:rsidRPr="00DE30A3">
        <w:rPr>
          <w:b/>
          <w:sz w:val="26"/>
          <w:szCs w:val="26"/>
          <w:u w:val="single"/>
        </w:rPr>
        <w:t xml:space="preserve"> eligibility process?</w:t>
      </w:r>
    </w:p>
    <w:p w14:paraId="499C7C62" w14:textId="7440924D" w:rsidR="005C41E6" w:rsidRPr="00F01CEB" w:rsidRDefault="005C41E6" w:rsidP="005C41E6">
      <w:pPr>
        <w:rPr>
          <w:rFonts w:eastAsia="Calibri"/>
        </w:rPr>
      </w:pPr>
      <w:r w:rsidRPr="00F01CEB">
        <w:rPr>
          <w:rFonts w:eastAsia="Calibri"/>
        </w:rPr>
        <w:t>There is a multi-level process for determinin</w:t>
      </w:r>
      <w:r>
        <w:rPr>
          <w:rFonts w:eastAsia="Calibri"/>
        </w:rPr>
        <w:t xml:space="preserve">g eligibility for 811 units.  Both </w:t>
      </w:r>
      <w:r w:rsidR="00BA35C4">
        <w:rPr>
          <w:rFonts w:eastAsia="Calibri"/>
        </w:rPr>
        <w:t>HCS</w:t>
      </w:r>
      <w:r>
        <w:rPr>
          <w:rFonts w:eastAsia="Calibri"/>
        </w:rPr>
        <w:t xml:space="preserve"> and Property Managers are responsible for determining client eligibility</w:t>
      </w:r>
      <w:r w:rsidRPr="00F01CEB">
        <w:rPr>
          <w:rFonts w:eastAsia="Calibri"/>
        </w:rPr>
        <w:t>.</w:t>
      </w:r>
      <w:r>
        <w:rPr>
          <w:rFonts w:eastAsia="Calibri"/>
        </w:rPr>
        <w:t xml:space="preserve"> Due to the complex funding strategies used to create the tax credit properties that 811 units are in, eligibility criteria may also vary by property.</w:t>
      </w:r>
    </w:p>
    <w:p w14:paraId="135C943F" w14:textId="5BDC991D" w:rsidR="005C41E6" w:rsidRDefault="00BA35C4" w:rsidP="0066742B">
      <w:pPr>
        <w:pStyle w:val="ListParagraph"/>
        <w:numPr>
          <w:ilvl w:val="0"/>
          <w:numId w:val="17"/>
        </w:numPr>
        <w:autoSpaceDE w:val="0"/>
        <w:autoSpaceDN w:val="0"/>
        <w:spacing w:before="120" w:after="120"/>
        <w:ind w:left="720"/>
        <w:rPr>
          <w:rFonts w:asciiTheme="minorHAnsi" w:hAnsiTheme="minorHAnsi"/>
        </w:rPr>
      </w:pPr>
      <w:r>
        <w:rPr>
          <w:rFonts w:asciiTheme="minorHAnsi" w:hAnsiTheme="minorHAnsi"/>
          <w:b/>
        </w:rPr>
        <w:t>HCS</w:t>
      </w:r>
      <w:r w:rsidR="005C41E6">
        <w:rPr>
          <w:rFonts w:asciiTheme="minorHAnsi" w:hAnsiTheme="minorHAnsi"/>
          <w:b/>
        </w:rPr>
        <w:t xml:space="preserve"> Housing Program Managers: </w:t>
      </w:r>
      <w:r w:rsidR="005C41E6" w:rsidRPr="00641854">
        <w:rPr>
          <w:rFonts w:asciiTheme="minorHAnsi" w:hAnsiTheme="minorHAnsi"/>
        </w:rPr>
        <w:t xml:space="preserve">Are responsible for screening and referring applicants </w:t>
      </w:r>
      <w:r w:rsidR="005C41E6">
        <w:rPr>
          <w:rFonts w:asciiTheme="minorHAnsi" w:hAnsiTheme="minorHAnsi"/>
        </w:rPr>
        <w:t xml:space="preserve">from </w:t>
      </w:r>
      <w:r w:rsidR="005C41E6" w:rsidRPr="00641854">
        <w:rPr>
          <w:rFonts w:asciiTheme="minorHAnsi" w:hAnsiTheme="minorHAnsi"/>
        </w:rPr>
        <w:t>case manager</w:t>
      </w:r>
      <w:r w:rsidR="005C41E6">
        <w:rPr>
          <w:rFonts w:asciiTheme="minorHAnsi" w:hAnsiTheme="minorHAnsi"/>
        </w:rPr>
        <w:t>s</w:t>
      </w:r>
      <w:r w:rsidR="005C41E6" w:rsidRPr="00641854">
        <w:rPr>
          <w:rFonts w:asciiTheme="minorHAnsi" w:hAnsiTheme="minorHAnsi"/>
        </w:rPr>
        <w:t xml:space="preserve"> </w:t>
      </w:r>
      <w:r w:rsidR="005C41E6">
        <w:rPr>
          <w:rFonts w:asciiTheme="minorHAnsi" w:hAnsiTheme="minorHAnsi"/>
        </w:rPr>
        <w:t>who</w:t>
      </w:r>
      <w:r w:rsidR="005C41E6" w:rsidRPr="00641854">
        <w:rPr>
          <w:rFonts w:asciiTheme="minorHAnsi" w:hAnsiTheme="minorHAnsi"/>
        </w:rPr>
        <w:t xml:space="preserve"> expressed </w:t>
      </w:r>
      <w:r w:rsidR="005C41E6">
        <w:rPr>
          <w:rFonts w:asciiTheme="minorHAnsi" w:hAnsiTheme="minorHAnsi"/>
        </w:rPr>
        <w:t>their client’s</w:t>
      </w:r>
      <w:r w:rsidR="005C41E6" w:rsidRPr="00641854">
        <w:rPr>
          <w:rFonts w:asciiTheme="minorHAnsi" w:hAnsiTheme="minorHAnsi"/>
        </w:rPr>
        <w:t xml:space="preserve"> need for </w:t>
      </w:r>
      <w:r w:rsidR="005C41E6">
        <w:rPr>
          <w:rFonts w:asciiTheme="minorHAnsi" w:hAnsiTheme="minorHAnsi"/>
        </w:rPr>
        <w:t>affordable</w:t>
      </w:r>
      <w:r w:rsidR="005C41E6" w:rsidRPr="00641854">
        <w:rPr>
          <w:rFonts w:asciiTheme="minorHAnsi" w:hAnsiTheme="minorHAnsi"/>
        </w:rPr>
        <w:t xml:space="preserve"> housing.  All referrals </w:t>
      </w:r>
      <w:r w:rsidR="005C41E6">
        <w:rPr>
          <w:rFonts w:asciiTheme="minorHAnsi" w:hAnsiTheme="minorHAnsi"/>
        </w:rPr>
        <w:t>are</w:t>
      </w:r>
      <w:r w:rsidR="005C41E6" w:rsidRPr="00641854">
        <w:rPr>
          <w:rFonts w:asciiTheme="minorHAnsi" w:hAnsiTheme="minorHAnsi"/>
        </w:rPr>
        <w:t xml:space="preserve"> made through </w:t>
      </w:r>
      <w:r>
        <w:rPr>
          <w:rFonts w:asciiTheme="minorHAnsi" w:hAnsiTheme="minorHAnsi"/>
        </w:rPr>
        <w:t>HCS</w:t>
      </w:r>
      <w:r w:rsidR="005C41E6" w:rsidRPr="00641854">
        <w:rPr>
          <w:rFonts w:asciiTheme="minorHAnsi" w:hAnsiTheme="minorHAnsi"/>
        </w:rPr>
        <w:t xml:space="preserve"> Housing Program Managers to </w:t>
      </w:r>
      <w:r w:rsidR="005C41E6">
        <w:rPr>
          <w:rFonts w:asciiTheme="minorHAnsi" w:hAnsiTheme="minorHAnsi"/>
        </w:rPr>
        <w:t>811 Property Managers</w:t>
      </w:r>
      <w:r w:rsidR="005C41E6" w:rsidRPr="00641854">
        <w:rPr>
          <w:rFonts w:asciiTheme="minorHAnsi" w:hAnsiTheme="minorHAnsi"/>
        </w:rPr>
        <w:t xml:space="preserve">; individuals contacting </w:t>
      </w:r>
      <w:r w:rsidR="005C41E6">
        <w:rPr>
          <w:rFonts w:asciiTheme="minorHAnsi" w:hAnsiTheme="minorHAnsi"/>
        </w:rPr>
        <w:t>these agencies</w:t>
      </w:r>
      <w:r w:rsidR="005C41E6" w:rsidRPr="00641854">
        <w:rPr>
          <w:rFonts w:asciiTheme="minorHAnsi" w:hAnsiTheme="minorHAnsi"/>
        </w:rPr>
        <w:t xml:space="preserve"> outside of this process will be directed to </w:t>
      </w:r>
      <w:r>
        <w:rPr>
          <w:rFonts w:asciiTheme="minorHAnsi" w:hAnsiTheme="minorHAnsi"/>
        </w:rPr>
        <w:t>HCS</w:t>
      </w:r>
      <w:r w:rsidR="005C41E6" w:rsidRPr="00641854">
        <w:rPr>
          <w:rFonts w:asciiTheme="minorHAnsi" w:hAnsiTheme="minorHAnsi"/>
        </w:rPr>
        <w:t xml:space="preserve"> Housing Program Managers.</w:t>
      </w:r>
    </w:p>
    <w:p w14:paraId="61AFE3CA" w14:textId="38EAD4B6" w:rsidR="005C41E6" w:rsidRPr="00844072" w:rsidRDefault="005C41E6" w:rsidP="0066742B">
      <w:pPr>
        <w:pStyle w:val="ListParagraph"/>
        <w:numPr>
          <w:ilvl w:val="0"/>
          <w:numId w:val="17"/>
        </w:numPr>
        <w:autoSpaceDE w:val="0"/>
        <w:autoSpaceDN w:val="0"/>
        <w:spacing w:before="120" w:after="120"/>
        <w:ind w:left="720"/>
        <w:contextualSpacing/>
        <w:rPr>
          <w:rFonts w:asciiTheme="minorHAnsi" w:hAnsiTheme="minorHAnsi"/>
        </w:rPr>
      </w:pPr>
      <w:r>
        <w:rPr>
          <w:rFonts w:asciiTheme="minorHAnsi" w:hAnsiTheme="minorHAnsi"/>
          <w:b/>
        </w:rPr>
        <w:t>HCS Case Managers:</w:t>
      </w:r>
      <w:r>
        <w:rPr>
          <w:rFonts w:asciiTheme="minorHAnsi" w:hAnsiTheme="minorHAnsi"/>
        </w:rPr>
        <w:t xml:space="preserve"> </w:t>
      </w:r>
      <w:r w:rsidRPr="00844072">
        <w:rPr>
          <w:rFonts w:asciiTheme="minorHAnsi" w:hAnsiTheme="minorHAnsi"/>
        </w:rPr>
        <w:t xml:space="preserve">Make referrals for </w:t>
      </w:r>
      <w:r w:rsidR="00BA35C4">
        <w:rPr>
          <w:rFonts w:asciiTheme="minorHAnsi" w:hAnsiTheme="minorHAnsi"/>
        </w:rPr>
        <w:t>HCS</w:t>
      </w:r>
      <w:r w:rsidRPr="00844072">
        <w:rPr>
          <w:rFonts w:asciiTheme="minorHAnsi" w:hAnsiTheme="minorHAnsi"/>
        </w:rPr>
        <w:t xml:space="preserve"> housing resources, create transition plans, and authorize transition goods and services.</w:t>
      </w:r>
    </w:p>
    <w:p w14:paraId="33C2B159" w14:textId="77777777" w:rsidR="005C41E6" w:rsidRPr="00EB74F2" w:rsidRDefault="005C41E6" w:rsidP="0066742B">
      <w:pPr>
        <w:pStyle w:val="ListParagraph"/>
        <w:numPr>
          <w:ilvl w:val="0"/>
          <w:numId w:val="17"/>
        </w:numPr>
        <w:autoSpaceDE w:val="0"/>
        <w:autoSpaceDN w:val="0"/>
        <w:spacing w:before="120" w:after="120"/>
        <w:ind w:left="720"/>
        <w:contextualSpacing/>
        <w:rPr>
          <w:rFonts w:asciiTheme="minorHAnsi" w:hAnsiTheme="minorHAnsi"/>
        </w:rPr>
      </w:pPr>
      <w:r w:rsidRPr="00F65824">
        <w:rPr>
          <w:rFonts w:asciiTheme="minorHAnsi" w:hAnsiTheme="minorHAnsi"/>
          <w:b/>
          <w:bCs/>
        </w:rPr>
        <w:t>Contracted Providers</w:t>
      </w:r>
      <w:r>
        <w:rPr>
          <w:rFonts w:asciiTheme="minorHAnsi" w:hAnsiTheme="minorHAnsi"/>
        </w:rPr>
        <w:t xml:space="preserve"> (Community Choice Guides or Supportive Housing Providers): </w:t>
      </w:r>
      <w:r w:rsidRPr="00844072">
        <w:rPr>
          <w:rFonts w:asciiTheme="minorHAnsi" w:hAnsiTheme="minorHAnsi"/>
        </w:rPr>
        <w:t xml:space="preserve">Complete tasks and purchases authorized by the </w:t>
      </w:r>
      <w:r>
        <w:rPr>
          <w:rFonts w:asciiTheme="minorHAnsi" w:hAnsiTheme="minorHAnsi"/>
        </w:rPr>
        <w:t>HCS Case Manager</w:t>
      </w:r>
      <w:r w:rsidRPr="00844072">
        <w:rPr>
          <w:rFonts w:asciiTheme="minorHAnsi" w:hAnsiTheme="minorHAnsi"/>
        </w:rPr>
        <w:t xml:space="preserve"> to support the client in reaching transition and/or stabilization goals.</w:t>
      </w:r>
    </w:p>
    <w:p w14:paraId="4EB3FF80" w14:textId="23EF2887" w:rsidR="00544F2C" w:rsidRPr="00FB2CB9" w:rsidRDefault="005C41E6" w:rsidP="0066742B">
      <w:pPr>
        <w:pStyle w:val="ListParagraph"/>
        <w:numPr>
          <w:ilvl w:val="0"/>
          <w:numId w:val="25"/>
        </w:numPr>
        <w:autoSpaceDE w:val="0"/>
        <w:autoSpaceDN w:val="0"/>
        <w:spacing w:before="120" w:after="120"/>
        <w:rPr>
          <w:rFonts w:cstheme="minorHAnsi"/>
          <w:b/>
          <w:sz w:val="26"/>
          <w:szCs w:val="26"/>
          <w:u w:val="single"/>
        </w:rPr>
      </w:pPr>
      <w:r w:rsidRPr="00EB74F2">
        <w:rPr>
          <w:rFonts w:asciiTheme="minorHAnsi" w:hAnsiTheme="minorHAnsi"/>
          <w:b/>
          <w:bCs/>
        </w:rPr>
        <w:t>Property Management Agencies</w:t>
      </w:r>
      <w:r>
        <w:rPr>
          <w:rFonts w:asciiTheme="minorHAnsi" w:hAnsiTheme="minorHAnsi"/>
        </w:rPr>
        <w:t xml:space="preserve">: </w:t>
      </w:r>
      <w:r w:rsidRPr="00F01CEB">
        <w:rPr>
          <w:rFonts w:asciiTheme="minorHAnsi" w:hAnsiTheme="minorHAnsi"/>
        </w:rPr>
        <w:t>After rece</w:t>
      </w:r>
      <w:r>
        <w:rPr>
          <w:rFonts w:asciiTheme="minorHAnsi" w:hAnsiTheme="minorHAnsi"/>
        </w:rPr>
        <w:t xml:space="preserve">iving initial application packets from </w:t>
      </w:r>
      <w:r w:rsidR="00BA35C4">
        <w:rPr>
          <w:rFonts w:asciiTheme="minorHAnsi" w:hAnsiTheme="minorHAnsi"/>
        </w:rPr>
        <w:t>HCS</w:t>
      </w:r>
      <w:r>
        <w:rPr>
          <w:rFonts w:asciiTheme="minorHAnsi" w:hAnsiTheme="minorHAnsi"/>
        </w:rPr>
        <w:t>, Property Managers</w:t>
      </w:r>
      <w:r w:rsidRPr="00F01CEB">
        <w:rPr>
          <w:rFonts w:asciiTheme="minorHAnsi" w:hAnsiTheme="minorHAnsi"/>
        </w:rPr>
        <w:t xml:space="preserve"> </w:t>
      </w:r>
      <w:r w:rsidRPr="00D044E3">
        <w:rPr>
          <w:rFonts w:asciiTheme="minorHAnsi" w:hAnsiTheme="minorHAnsi"/>
        </w:rPr>
        <w:t xml:space="preserve">will screen </w:t>
      </w:r>
      <w:r>
        <w:rPr>
          <w:rFonts w:asciiTheme="minorHAnsi" w:hAnsiTheme="minorHAnsi"/>
        </w:rPr>
        <w:t xml:space="preserve">the </w:t>
      </w:r>
      <w:r w:rsidRPr="00D044E3">
        <w:rPr>
          <w:rFonts w:asciiTheme="minorHAnsi" w:hAnsiTheme="minorHAnsi"/>
        </w:rPr>
        <w:t xml:space="preserve">applicants </w:t>
      </w:r>
      <w:r>
        <w:rPr>
          <w:rFonts w:asciiTheme="minorHAnsi" w:hAnsiTheme="minorHAnsi"/>
        </w:rPr>
        <w:t>on their</w:t>
      </w:r>
      <w:r w:rsidRPr="00D044E3">
        <w:rPr>
          <w:rFonts w:asciiTheme="minorHAnsi" w:hAnsiTheme="minorHAnsi"/>
        </w:rPr>
        <w:t xml:space="preserve"> prior tenant history, </w:t>
      </w:r>
      <w:r>
        <w:rPr>
          <w:rFonts w:asciiTheme="minorHAnsi" w:hAnsiTheme="minorHAnsi"/>
        </w:rPr>
        <w:t xml:space="preserve">conduct </w:t>
      </w:r>
      <w:r w:rsidRPr="00D044E3">
        <w:rPr>
          <w:rFonts w:asciiTheme="minorHAnsi" w:hAnsiTheme="minorHAnsi"/>
        </w:rPr>
        <w:t xml:space="preserve">criminal background checks, rental history, </w:t>
      </w:r>
      <w:r>
        <w:rPr>
          <w:rFonts w:asciiTheme="minorHAnsi" w:hAnsiTheme="minorHAnsi"/>
        </w:rPr>
        <w:t xml:space="preserve">and </w:t>
      </w:r>
      <w:r w:rsidRPr="00D044E3">
        <w:rPr>
          <w:rFonts w:asciiTheme="minorHAnsi" w:hAnsiTheme="minorHAnsi"/>
        </w:rPr>
        <w:t>credit history</w:t>
      </w:r>
      <w:r>
        <w:rPr>
          <w:rFonts w:asciiTheme="minorHAnsi" w:hAnsiTheme="minorHAnsi"/>
        </w:rPr>
        <w:t xml:space="preserve"> checks</w:t>
      </w:r>
      <w:r w:rsidRPr="00D044E3">
        <w:rPr>
          <w:rFonts w:asciiTheme="minorHAnsi" w:hAnsiTheme="minorHAnsi"/>
        </w:rPr>
        <w:t xml:space="preserve">, </w:t>
      </w:r>
      <w:r>
        <w:rPr>
          <w:rFonts w:asciiTheme="minorHAnsi" w:hAnsiTheme="minorHAnsi"/>
        </w:rPr>
        <w:t>and screen for</w:t>
      </w:r>
      <w:r w:rsidRPr="00D044E3">
        <w:rPr>
          <w:rFonts w:asciiTheme="minorHAnsi" w:hAnsiTheme="minorHAnsi"/>
        </w:rPr>
        <w:t xml:space="preserve"> other criteria. </w:t>
      </w:r>
      <w:r w:rsidRPr="00F01CEB">
        <w:rPr>
          <w:rFonts w:asciiTheme="minorHAnsi" w:hAnsiTheme="minorHAnsi"/>
        </w:rPr>
        <w:t xml:space="preserve">Each </w:t>
      </w:r>
      <w:r>
        <w:rPr>
          <w:rFonts w:asciiTheme="minorHAnsi" w:hAnsiTheme="minorHAnsi"/>
        </w:rPr>
        <w:t>agency</w:t>
      </w:r>
      <w:r w:rsidRPr="00F01CEB">
        <w:rPr>
          <w:rFonts w:asciiTheme="minorHAnsi" w:hAnsiTheme="minorHAnsi"/>
        </w:rPr>
        <w:t xml:space="preserve"> is then respo</w:t>
      </w:r>
      <w:r>
        <w:rPr>
          <w:rFonts w:asciiTheme="minorHAnsi" w:hAnsiTheme="minorHAnsi"/>
        </w:rPr>
        <w:t>nsible for administering the 811</w:t>
      </w:r>
      <w:r w:rsidRPr="00F01CEB">
        <w:rPr>
          <w:rFonts w:asciiTheme="minorHAnsi" w:hAnsiTheme="minorHAnsi"/>
        </w:rPr>
        <w:t xml:space="preserve"> progra</w:t>
      </w:r>
      <w:r>
        <w:rPr>
          <w:rFonts w:asciiTheme="minorHAnsi" w:hAnsiTheme="minorHAnsi"/>
        </w:rPr>
        <w:t>m in accordance with its tenant selection</w:t>
      </w:r>
      <w:r w:rsidRPr="00F01CEB">
        <w:rPr>
          <w:rFonts w:asciiTheme="minorHAnsi" w:hAnsiTheme="minorHAnsi"/>
        </w:rPr>
        <w:t xml:space="preserve"> plan.</w:t>
      </w:r>
    </w:p>
    <w:p w14:paraId="250D4B17" w14:textId="77777777" w:rsidR="00544F2C" w:rsidRDefault="00544F2C" w:rsidP="00FB2CB9">
      <w:pPr>
        <w:rPr>
          <w:rFonts w:cstheme="minorHAnsi"/>
          <w:b/>
          <w:sz w:val="26"/>
          <w:szCs w:val="26"/>
          <w:u w:val="single"/>
        </w:rPr>
      </w:pPr>
    </w:p>
    <w:p w14:paraId="053B1C1E" w14:textId="6A5DA199" w:rsidR="005C41E6" w:rsidRPr="00942A7D" w:rsidRDefault="005C41E6" w:rsidP="00CB5AD7">
      <w:pPr>
        <w:rPr>
          <w:rFonts w:cstheme="minorHAnsi"/>
          <w:b/>
          <w:sz w:val="26"/>
          <w:szCs w:val="26"/>
          <w:u w:val="single"/>
        </w:rPr>
      </w:pPr>
      <w:r w:rsidRPr="00DD3C74">
        <w:rPr>
          <w:rFonts w:cstheme="minorHAnsi"/>
          <w:b/>
          <w:sz w:val="26"/>
          <w:szCs w:val="26"/>
          <w:u w:val="single"/>
        </w:rPr>
        <w:t>How do I make a</w:t>
      </w:r>
      <w:r w:rsidRPr="00BF59B4">
        <w:rPr>
          <w:rFonts w:cstheme="minorHAnsi"/>
          <w:b/>
          <w:sz w:val="26"/>
          <w:szCs w:val="26"/>
          <w:u w:val="single"/>
        </w:rPr>
        <w:t xml:space="preserve"> </w:t>
      </w:r>
      <w:r w:rsidRPr="00DD3C74">
        <w:rPr>
          <w:rFonts w:cstheme="minorHAnsi"/>
          <w:b/>
          <w:sz w:val="26"/>
          <w:szCs w:val="26"/>
          <w:u w:val="single"/>
        </w:rPr>
        <w:t xml:space="preserve">client referral </w:t>
      </w:r>
      <w:r>
        <w:rPr>
          <w:rFonts w:cstheme="minorHAnsi"/>
          <w:b/>
          <w:sz w:val="26"/>
          <w:szCs w:val="26"/>
          <w:u w:val="single"/>
        </w:rPr>
        <w:t>for an 811 unit</w:t>
      </w:r>
      <w:r w:rsidRPr="00DD3C74">
        <w:rPr>
          <w:rFonts w:cstheme="minorHAnsi"/>
          <w:b/>
          <w:sz w:val="26"/>
          <w:szCs w:val="26"/>
          <w:u w:val="single"/>
        </w:rPr>
        <w:t xml:space="preserve">? </w:t>
      </w:r>
    </w:p>
    <w:p w14:paraId="47B26DCF" w14:textId="28F297CA" w:rsidR="005C41E6" w:rsidRPr="00F65824" w:rsidRDefault="005C41E6" w:rsidP="0066742B">
      <w:pPr>
        <w:pStyle w:val="ListParagraph"/>
        <w:widowControl w:val="0"/>
        <w:numPr>
          <w:ilvl w:val="0"/>
          <w:numId w:val="24"/>
        </w:numPr>
        <w:spacing w:before="240" w:after="240"/>
        <w:contextualSpacing/>
        <w:rPr>
          <w:rFonts w:asciiTheme="minorHAnsi" w:hAnsiTheme="minorHAnsi" w:cstheme="minorHAnsi"/>
        </w:rPr>
      </w:pPr>
      <w:r w:rsidRPr="00F65824">
        <w:rPr>
          <w:rFonts w:asciiTheme="minorHAnsi" w:hAnsiTheme="minorHAnsi" w:cstheme="minorHAnsi"/>
          <w:b/>
          <w:bCs/>
        </w:rPr>
        <w:t xml:space="preserve">Contact your </w:t>
      </w:r>
      <w:hyperlink r:id="rId17" w:history="1">
        <w:r w:rsidRPr="00F65824">
          <w:rPr>
            <w:rStyle w:val="Hyperlink"/>
            <w:rFonts w:asciiTheme="minorHAnsi" w:hAnsiTheme="minorHAnsi" w:cstheme="minorHAnsi"/>
            <w:b/>
            <w:bCs/>
          </w:rPr>
          <w:t xml:space="preserve">Regional </w:t>
        </w:r>
        <w:r w:rsidR="00BA35C4">
          <w:rPr>
            <w:rStyle w:val="Hyperlink"/>
            <w:rFonts w:asciiTheme="minorHAnsi" w:hAnsiTheme="minorHAnsi" w:cstheme="minorHAnsi"/>
            <w:b/>
            <w:bCs/>
          </w:rPr>
          <w:t>HCS</w:t>
        </w:r>
        <w:r w:rsidRPr="00F65824">
          <w:rPr>
            <w:rStyle w:val="Hyperlink"/>
            <w:rFonts w:asciiTheme="minorHAnsi" w:hAnsiTheme="minorHAnsi" w:cstheme="minorHAnsi"/>
            <w:b/>
            <w:bCs/>
          </w:rPr>
          <w:t xml:space="preserve"> Housing Program Manager</w:t>
        </w:r>
      </w:hyperlink>
      <w:r w:rsidRPr="00F65824">
        <w:rPr>
          <w:rFonts w:asciiTheme="minorHAnsi" w:hAnsiTheme="minorHAnsi" w:cstheme="minorHAnsi"/>
          <w:b/>
          <w:bCs/>
        </w:rPr>
        <w:t xml:space="preserve"> (HPM) with the client’s name and ACES ID</w:t>
      </w:r>
      <w:r w:rsidRPr="00F65824">
        <w:rPr>
          <w:rFonts w:asciiTheme="minorHAnsi" w:hAnsiTheme="minorHAnsi" w:cstheme="minorHAnsi"/>
        </w:rPr>
        <w:t>.</w:t>
      </w:r>
    </w:p>
    <w:p w14:paraId="232B7FE8" w14:textId="77777777" w:rsidR="005C41E6" w:rsidRPr="00F65824" w:rsidRDefault="005C41E6" w:rsidP="0066742B">
      <w:pPr>
        <w:pStyle w:val="ListParagraph"/>
        <w:widowControl w:val="0"/>
        <w:numPr>
          <w:ilvl w:val="1"/>
          <w:numId w:val="24"/>
        </w:numPr>
        <w:spacing w:before="240" w:after="240"/>
        <w:contextualSpacing/>
        <w:rPr>
          <w:rFonts w:asciiTheme="minorHAnsi" w:hAnsiTheme="minorHAnsi" w:cstheme="minorHAnsi"/>
        </w:rPr>
      </w:pPr>
      <w:r w:rsidRPr="00F65824">
        <w:rPr>
          <w:rFonts w:asciiTheme="minorHAnsi" w:hAnsiTheme="minorHAnsi" w:cstheme="minorHAnsi"/>
        </w:rPr>
        <w:t>HPM will prescreen the client and determine if the client is eligible to apply.</w:t>
      </w:r>
    </w:p>
    <w:p w14:paraId="56D6BBB9" w14:textId="77777777" w:rsidR="005C41E6" w:rsidRPr="00F65824" w:rsidRDefault="005C41E6" w:rsidP="0066742B">
      <w:pPr>
        <w:pStyle w:val="ListParagraph"/>
        <w:widowControl w:val="0"/>
        <w:numPr>
          <w:ilvl w:val="1"/>
          <w:numId w:val="24"/>
        </w:numPr>
        <w:spacing w:before="240" w:after="240"/>
        <w:contextualSpacing/>
        <w:rPr>
          <w:rFonts w:asciiTheme="minorHAnsi" w:hAnsiTheme="minorHAnsi" w:cstheme="minorHAnsi"/>
        </w:rPr>
      </w:pPr>
      <w:r w:rsidRPr="00F65824">
        <w:rPr>
          <w:rFonts w:asciiTheme="minorHAnsi" w:hAnsiTheme="minorHAnsi" w:cstheme="minorHAnsi"/>
        </w:rPr>
        <w:t>If client is found eligible, HPM will email the housing application to the NFCM and</w:t>
      </w:r>
      <w:r>
        <w:rPr>
          <w:rFonts w:asciiTheme="minorHAnsi" w:hAnsiTheme="minorHAnsi" w:cstheme="minorHAnsi"/>
        </w:rPr>
        <w:t xml:space="preserve"> cc</w:t>
      </w:r>
      <w:r w:rsidRPr="00F65824">
        <w:rPr>
          <w:rFonts w:asciiTheme="minorHAnsi" w:hAnsiTheme="minorHAnsi" w:cstheme="minorHAnsi"/>
        </w:rPr>
        <w:t xml:space="preserve"> Supervisor.</w:t>
      </w:r>
    </w:p>
    <w:p w14:paraId="06EC9D40" w14:textId="77777777" w:rsidR="005C41E6" w:rsidRPr="00F65824" w:rsidRDefault="005C41E6" w:rsidP="0066742B">
      <w:pPr>
        <w:pStyle w:val="ListParagraph"/>
        <w:widowControl w:val="0"/>
        <w:numPr>
          <w:ilvl w:val="1"/>
          <w:numId w:val="24"/>
        </w:numPr>
        <w:spacing w:before="240" w:after="240"/>
        <w:contextualSpacing/>
        <w:rPr>
          <w:rFonts w:asciiTheme="minorHAnsi" w:hAnsiTheme="minorHAnsi" w:cstheme="minorHAnsi"/>
        </w:rPr>
      </w:pPr>
      <w:r w:rsidRPr="00F65824">
        <w:rPr>
          <w:rFonts w:asciiTheme="minorHAnsi" w:hAnsiTheme="minorHAnsi" w:cstheme="minorHAnsi"/>
        </w:rPr>
        <w:t>This is the time to make a CCG referral -- if one hasn’t been made yet.</w:t>
      </w:r>
    </w:p>
    <w:p w14:paraId="3E594916" w14:textId="77777777" w:rsidR="005C41E6" w:rsidRPr="00F65824" w:rsidRDefault="005C41E6" w:rsidP="0066742B">
      <w:pPr>
        <w:pStyle w:val="ListParagraph"/>
        <w:widowControl w:val="0"/>
        <w:numPr>
          <w:ilvl w:val="0"/>
          <w:numId w:val="24"/>
        </w:numPr>
        <w:spacing w:before="240" w:after="240"/>
        <w:contextualSpacing/>
        <w:rPr>
          <w:rFonts w:asciiTheme="minorHAnsi" w:hAnsiTheme="minorHAnsi" w:cstheme="minorHAnsi"/>
        </w:rPr>
      </w:pPr>
      <w:r w:rsidRPr="00F65824">
        <w:rPr>
          <w:rFonts w:asciiTheme="minorHAnsi" w:hAnsiTheme="minorHAnsi" w:cstheme="minorHAnsi"/>
          <w:b/>
          <w:bCs/>
        </w:rPr>
        <w:t>Complete the application and provide supporting documentation</w:t>
      </w:r>
      <w:r>
        <w:rPr>
          <w:rFonts w:asciiTheme="minorHAnsi" w:hAnsiTheme="minorHAnsi" w:cstheme="minorHAnsi"/>
          <w:b/>
          <w:bCs/>
        </w:rPr>
        <w:t>.</w:t>
      </w:r>
    </w:p>
    <w:p w14:paraId="0255AA9C" w14:textId="77777777" w:rsidR="005C41E6" w:rsidRPr="00F65824" w:rsidRDefault="005C41E6" w:rsidP="0066742B">
      <w:pPr>
        <w:pStyle w:val="ListParagraph"/>
        <w:widowControl w:val="0"/>
        <w:numPr>
          <w:ilvl w:val="1"/>
          <w:numId w:val="24"/>
        </w:numPr>
        <w:spacing w:before="240" w:after="240"/>
        <w:contextualSpacing/>
        <w:rPr>
          <w:rFonts w:asciiTheme="minorHAnsi" w:hAnsiTheme="minorHAnsi" w:cstheme="minorHAnsi"/>
        </w:rPr>
      </w:pPr>
      <w:r w:rsidRPr="00F65824">
        <w:rPr>
          <w:rFonts w:asciiTheme="minorHAnsi" w:hAnsiTheme="minorHAnsi" w:cstheme="minorHAnsi"/>
        </w:rPr>
        <w:t xml:space="preserve">If the client needs support completing the application and gathering documents, this can be provided by the </w:t>
      </w:r>
      <w:r>
        <w:rPr>
          <w:rFonts w:asciiTheme="minorHAnsi" w:hAnsiTheme="minorHAnsi" w:cstheme="minorHAnsi"/>
        </w:rPr>
        <w:t>HCS CM, AAA CM</w:t>
      </w:r>
      <w:r w:rsidRPr="00F65824">
        <w:rPr>
          <w:rFonts w:asciiTheme="minorHAnsi" w:hAnsiTheme="minorHAnsi" w:cstheme="minorHAnsi"/>
        </w:rPr>
        <w:t xml:space="preserve">, SNF Social Worker, or </w:t>
      </w:r>
      <w:r>
        <w:rPr>
          <w:rFonts w:asciiTheme="minorHAnsi" w:hAnsiTheme="minorHAnsi" w:cstheme="minorHAnsi"/>
        </w:rPr>
        <w:t>contracted provider.</w:t>
      </w:r>
    </w:p>
    <w:p w14:paraId="2B7EDF71" w14:textId="77777777" w:rsidR="005C41E6" w:rsidRPr="00F65824" w:rsidRDefault="005C41E6" w:rsidP="0066742B">
      <w:pPr>
        <w:pStyle w:val="ListParagraph"/>
        <w:widowControl w:val="0"/>
        <w:numPr>
          <w:ilvl w:val="0"/>
          <w:numId w:val="24"/>
        </w:numPr>
        <w:spacing w:before="240" w:after="240"/>
        <w:contextualSpacing/>
        <w:rPr>
          <w:rFonts w:asciiTheme="minorHAnsi" w:hAnsiTheme="minorHAnsi" w:cstheme="minorHAnsi"/>
        </w:rPr>
      </w:pPr>
      <w:r w:rsidRPr="00F65824">
        <w:rPr>
          <w:rFonts w:asciiTheme="minorHAnsi" w:hAnsiTheme="minorHAnsi" w:cstheme="minorHAnsi"/>
          <w:b/>
          <w:bCs/>
        </w:rPr>
        <w:t>Submit completed application to HPM</w:t>
      </w:r>
      <w:r>
        <w:rPr>
          <w:rFonts w:asciiTheme="minorHAnsi" w:hAnsiTheme="minorHAnsi" w:cstheme="minorHAnsi"/>
          <w:b/>
          <w:bCs/>
        </w:rPr>
        <w:t>.</w:t>
      </w:r>
    </w:p>
    <w:p w14:paraId="3D4EB171" w14:textId="77777777" w:rsidR="005C41E6" w:rsidRPr="00F65824" w:rsidRDefault="005C41E6" w:rsidP="0066742B">
      <w:pPr>
        <w:pStyle w:val="ListParagraph"/>
        <w:widowControl w:val="0"/>
        <w:numPr>
          <w:ilvl w:val="1"/>
          <w:numId w:val="24"/>
        </w:numPr>
        <w:spacing w:before="240" w:after="240"/>
        <w:contextualSpacing/>
        <w:rPr>
          <w:rFonts w:asciiTheme="minorHAnsi" w:hAnsiTheme="minorHAnsi" w:cstheme="minorHAnsi"/>
        </w:rPr>
      </w:pPr>
      <w:r w:rsidRPr="00F65824">
        <w:rPr>
          <w:rFonts w:asciiTheme="minorHAnsi" w:hAnsiTheme="minorHAnsi" w:cstheme="minorHAnsi"/>
        </w:rPr>
        <w:t>HPM will review the documents and submit to the P</w:t>
      </w:r>
      <w:r>
        <w:rPr>
          <w:rFonts w:asciiTheme="minorHAnsi" w:hAnsiTheme="minorHAnsi" w:cstheme="minorHAnsi"/>
        </w:rPr>
        <w:t>roperty Manager.</w:t>
      </w:r>
    </w:p>
    <w:p w14:paraId="0EFA2029" w14:textId="77777777" w:rsidR="005C41E6" w:rsidRPr="00EB74F2" w:rsidRDefault="005C41E6" w:rsidP="0066742B">
      <w:pPr>
        <w:pStyle w:val="ListParagraph"/>
        <w:widowControl w:val="0"/>
        <w:numPr>
          <w:ilvl w:val="1"/>
          <w:numId w:val="24"/>
        </w:numPr>
        <w:spacing w:before="240" w:after="240"/>
        <w:contextualSpacing/>
        <w:rPr>
          <w:rFonts w:asciiTheme="minorHAnsi" w:hAnsiTheme="minorHAnsi" w:cstheme="minorHAnsi"/>
        </w:rPr>
      </w:pPr>
      <w:r w:rsidRPr="00F65824">
        <w:rPr>
          <w:rFonts w:asciiTheme="minorHAnsi" w:hAnsiTheme="minorHAnsi" w:cstheme="minorHAnsi"/>
        </w:rPr>
        <w:t>P</w:t>
      </w:r>
      <w:r>
        <w:rPr>
          <w:rFonts w:asciiTheme="minorHAnsi" w:hAnsiTheme="minorHAnsi" w:cstheme="minorHAnsi"/>
        </w:rPr>
        <w:t>roperty Managers</w:t>
      </w:r>
      <w:r w:rsidRPr="00F65824">
        <w:rPr>
          <w:rFonts w:asciiTheme="minorHAnsi" w:hAnsiTheme="minorHAnsi" w:cstheme="minorHAnsi"/>
        </w:rPr>
        <w:t xml:space="preserve"> will schedule briefing appointment with client and/or contact.</w:t>
      </w:r>
      <w:r>
        <w:rPr>
          <w:rFonts w:asciiTheme="minorHAnsi" w:hAnsiTheme="minorHAnsi" w:cstheme="minorHAnsi"/>
        </w:rPr>
        <w:t xml:space="preserve"> </w:t>
      </w:r>
      <w:r w:rsidRPr="00EB74F2">
        <w:rPr>
          <w:rFonts w:asciiTheme="minorHAnsi" w:hAnsiTheme="minorHAnsi" w:cstheme="minorHAnsi"/>
        </w:rPr>
        <w:t>Once client has signed the lease, a move</w:t>
      </w:r>
      <w:r>
        <w:rPr>
          <w:rFonts w:asciiTheme="minorHAnsi" w:hAnsiTheme="minorHAnsi" w:cstheme="minorHAnsi"/>
        </w:rPr>
        <w:t>-</w:t>
      </w:r>
      <w:r w:rsidRPr="00EB74F2">
        <w:rPr>
          <w:rFonts w:asciiTheme="minorHAnsi" w:hAnsiTheme="minorHAnsi" w:cstheme="minorHAnsi"/>
        </w:rPr>
        <w:t>in date can be set and client can move.</w:t>
      </w:r>
    </w:p>
    <w:p w14:paraId="2CB06BC9" w14:textId="77777777" w:rsidR="005C41E6" w:rsidRPr="00942A7D" w:rsidRDefault="005C41E6" w:rsidP="005C41E6">
      <w:pPr>
        <w:widowControl w:val="0"/>
        <w:spacing w:before="240" w:after="240"/>
        <w:rPr>
          <w:b/>
          <w:sz w:val="26"/>
          <w:szCs w:val="26"/>
        </w:rPr>
      </w:pPr>
      <w:r w:rsidRPr="00942A7D">
        <w:rPr>
          <w:b/>
          <w:sz w:val="26"/>
          <w:szCs w:val="26"/>
          <w:u w:val="single"/>
        </w:rPr>
        <w:t>What is the required documentation for my client to apply?</w:t>
      </w:r>
    </w:p>
    <w:p w14:paraId="0723BBEA" w14:textId="77777777" w:rsidR="005C41E6" w:rsidRPr="00105EB3" w:rsidRDefault="005C41E6" w:rsidP="005C41E6">
      <w:pPr>
        <w:widowControl w:val="0"/>
        <w:spacing w:before="240" w:after="240"/>
      </w:pPr>
      <w:r>
        <w:t xml:space="preserve">Depending on the Property Management agency, the </w:t>
      </w:r>
      <w:r w:rsidRPr="00F364B6">
        <w:t>required applic</w:t>
      </w:r>
      <w:r>
        <w:t>ation materials can vary</w:t>
      </w:r>
      <w:r w:rsidRPr="00F364B6">
        <w:t>. However, the following is a list of common</w:t>
      </w:r>
      <w:r>
        <w:t>ly</w:t>
      </w:r>
      <w:r w:rsidRPr="00F364B6">
        <w:t xml:space="preserve"> items required. Ask your </w:t>
      </w:r>
      <w:r>
        <w:t>regional HPM</w:t>
      </w:r>
      <w:r w:rsidRPr="00F364B6">
        <w:t xml:space="preserve"> for spec</w:t>
      </w:r>
      <w:r>
        <w:t>ific documents</w:t>
      </w:r>
      <w:r w:rsidRPr="00F364B6">
        <w:t xml:space="preserve"> required for your client</w:t>
      </w:r>
      <w:r>
        <w:t>’s application:</w:t>
      </w:r>
    </w:p>
    <w:p w14:paraId="00ECB4D6" w14:textId="77777777" w:rsidR="005C41E6" w:rsidRPr="00942A7D" w:rsidRDefault="005C41E6" w:rsidP="0066742B">
      <w:pPr>
        <w:pStyle w:val="ListParagraph"/>
        <w:widowControl w:val="0"/>
        <w:numPr>
          <w:ilvl w:val="0"/>
          <w:numId w:val="18"/>
        </w:numPr>
        <w:rPr>
          <w:rFonts w:asciiTheme="minorHAnsi" w:hAnsiTheme="minorHAnsi" w:cstheme="minorHAnsi"/>
        </w:rPr>
      </w:pPr>
      <w:r w:rsidRPr="00942A7D">
        <w:rPr>
          <w:rFonts w:asciiTheme="minorHAnsi" w:hAnsiTheme="minorHAnsi" w:cstheme="minorHAnsi"/>
        </w:rPr>
        <w:t>Current state</w:t>
      </w:r>
      <w:r>
        <w:rPr>
          <w:rFonts w:asciiTheme="minorHAnsi" w:hAnsiTheme="minorHAnsi" w:cstheme="minorHAnsi"/>
        </w:rPr>
        <w:t>-</w:t>
      </w:r>
      <w:r w:rsidRPr="00942A7D">
        <w:rPr>
          <w:rFonts w:asciiTheme="minorHAnsi" w:hAnsiTheme="minorHAnsi" w:cstheme="minorHAnsi"/>
        </w:rPr>
        <w:t xml:space="preserve">issued </w:t>
      </w:r>
      <w:r>
        <w:rPr>
          <w:rFonts w:asciiTheme="minorHAnsi" w:hAnsiTheme="minorHAnsi" w:cstheme="minorHAnsi"/>
        </w:rPr>
        <w:t>photo ID. E</w:t>
      </w:r>
      <w:r w:rsidRPr="00942A7D">
        <w:rPr>
          <w:rFonts w:asciiTheme="minorHAnsi" w:hAnsiTheme="minorHAnsi" w:cstheme="minorHAnsi"/>
        </w:rPr>
        <w:t>xpired ID</w:t>
      </w:r>
      <w:r>
        <w:rPr>
          <w:rFonts w:asciiTheme="minorHAnsi" w:hAnsiTheme="minorHAnsi" w:cstheme="minorHAnsi"/>
        </w:rPr>
        <w:t xml:space="preserve"> will not be accepted.</w:t>
      </w:r>
    </w:p>
    <w:p w14:paraId="13E22B65" w14:textId="77777777" w:rsidR="005C41E6" w:rsidRPr="00942A7D" w:rsidRDefault="005C41E6" w:rsidP="0066742B">
      <w:pPr>
        <w:pStyle w:val="ListParagraph"/>
        <w:widowControl w:val="0"/>
        <w:numPr>
          <w:ilvl w:val="0"/>
          <w:numId w:val="18"/>
        </w:numPr>
        <w:rPr>
          <w:rFonts w:asciiTheme="minorHAnsi" w:hAnsiTheme="minorHAnsi" w:cstheme="minorHAnsi"/>
        </w:rPr>
      </w:pPr>
      <w:r w:rsidRPr="00942A7D">
        <w:rPr>
          <w:rFonts w:asciiTheme="minorHAnsi" w:hAnsiTheme="minorHAnsi" w:cstheme="minorHAnsi"/>
        </w:rPr>
        <w:t>Copies of Social Security Card(s)</w:t>
      </w:r>
    </w:p>
    <w:p w14:paraId="66A77744" w14:textId="77777777" w:rsidR="005C41E6" w:rsidRDefault="005C41E6" w:rsidP="0066742B">
      <w:pPr>
        <w:pStyle w:val="ListParagraph"/>
        <w:widowControl w:val="0"/>
        <w:numPr>
          <w:ilvl w:val="0"/>
          <w:numId w:val="18"/>
        </w:numPr>
        <w:rPr>
          <w:rFonts w:asciiTheme="minorHAnsi" w:hAnsiTheme="minorHAnsi" w:cstheme="minorHAnsi"/>
        </w:rPr>
      </w:pPr>
      <w:r>
        <w:rPr>
          <w:rFonts w:asciiTheme="minorHAnsi" w:hAnsiTheme="minorHAnsi" w:cstheme="minorHAnsi"/>
        </w:rPr>
        <w:t>Copies of current years Social Security award letters or other first party income verification</w:t>
      </w:r>
    </w:p>
    <w:p w14:paraId="3231C6B5" w14:textId="537A0958" w:rsidR="009A5F1D" w:rsidRPr="009A5F1D" w:rsidRDefault="009A5F1D" w:rsidP="0066742B">
      <w:pPr>
        <w:widowControl w:val="0"/>
        <w:numPr>
          <w:ilvl w:val="0"/>
          <w:numId w:val="18"/>
        </w:numPr>
        <w:spacing w:after="160" w:line="259" w:lineRule="auto"/>
        <w:rPr>
          <w:rFonts w:ascii="Times New Roman" w:eastAsia="Times New Roman" w:hAnsi="Times New Roman"/>
          <w:sz w:val="24"/>
          <w:szCs w:val="24"/>
        </w:rPr>
      </w:pPr>
      <w:r>
        <w:rPr>
          <w:rFonts w:asciiTheme="minorHAnsi" w:hAnsiTheme="minorHAnsi" w:cstheme="minorHAnsi"/>
        </w:rPr>
        <w:t xml:space="preserve"> </w:t>
      </w:r>
      <w:r w:rsidRPr="4A1FFFB7">
        <w:rPr>
          <w:rFonts w:eastAsia="Times New Roman" w:cs="Calibri"/>
        </w:rPr>
        <w:t>Copies of bank statements if clients have checking or savings accounts.</w:t>
      </w:r>
    </w:p>
    <w:p w14:paraId="41974C2C" w14:textId="77777777" w:rsidR="005C41E6" w:rsidRPr="00105EB3" w:rsidRDefault="005C41E6" w:rsidP="005C41E6">
      <w:pPr>
        <w:spacing w:before="240" w:after="240"/>
        <w:rPr>
          <w:b/>
          <w:sz w:val="26"/>
          <w:szCs w:val="26"/>
          <w:u w:val="single"/>
        </w:rPr>
      </w:pPr>
      <w:r w:rsidRPr="00105EB3">
        <w:rPr>
          <w:b/>
          <w:sz w:val="26"/>
          <w:szCs w:val="26"/>
          <w:u w:val="single"/>
        </w:rPr>
        <w:t xml:space="preserve">How will I know </w:t>
      </w:r>
      <w:r>
        <w:rPr>
          <w:b/>
          <w:sz w:val="26"/>
          <w:szCs w:val="26"/>
          <w:u w:val="single"/>
        </w:rPr>
        <w:t>when</w:t>
      </w:r>
      <w:r w:rsidRPr="00105EB3">
        <w:rPr>
          <w:b/>
          <w:sz w:val="26"/>
          <w:szCs w:val="26"/>
          <w:u w:val="single"/>
        </w:rPr>
        <w:t xml:space="preserve"> there is an 811 unit available?</w:t>
      </w:r>
    </w:p>
    <w:p w14:paraId="64521BAF" w14:textId="77777777" w:rsidR="005C41E6" w:rsidRDefault="005C41E6" w:rsidP="005C41E6">
      <w:pPr>
        <w:spacing w:before="240" w:after="240"/>
      </w:pPr>
      <w:r>
        <w:t xml:space="preserve">At times, there may be immediate 811-unit availability, and when those situations arise, the openings will be announced to the field via email notifications. </w:t>
      </w:r>
    </w:p>
    <w:p w14:paraId="3CFCF166" w14:textId="77777777" w:rsidR="005C41E6" w:rsidRDefault="005C41E6" w:rsidP="005C41E6">
      <w:pPr>
        <w:spacing w:before="240" w:after="240"/>
        <w:rPr>
          <w:b/>
          <w:sz w:val="26"/>
          <w:szCs w:val="26"/>
          <w:u w:val="single"/>
        </w:rPr>
      </w:pPr>
      <w:r w:rsidRPr="00105EB3">
        <w:rPr>
          <w:b/>
          <w:sz w:val="26"/>
          <w:szCs w:val="26"/>
          <w:u w:val="single"/>
        </w:rPr>
        <w:t>Is there a waitlist for 811 units?</w:t>
      </w:r>
    </w:p>
    <w:p w14:paraId="4EC5B450" w14:textId="77777777" w:rsidR="005C41E6" w:rsidRPr="00126B96" w:rsidRDefault="005C41E6" w:rsidP="005C41E6">
      <w:pPr>
        <w:spacing w:before="240" w:after="240"/>
      </w:pPr>
      <w:r w:rsidRPr="00126B96">
        <w:t xml:space="preserve">Regional HPMs maintain short waitlists of eligible applicants.  When there are enough applicants on a waitlist, the HPM will no longer accept additional applications. Because the turnover in 811 PRA units is not predictable, the HPMs will not be able to predict how long a person may need to wait for an available 811 PRA unit. </w:t>
      </w:r>
      <w:bookmarkStart w:id="11" w:name="_5b.4_ALTSA_Bridge"/>
      <w:bookmarkEnd w:id="11"/>
    </w:p>
    <w:p w14:paraId="739B001D" w14:textId="39A3F445" w:rsidR="00EB321D" w:rsidRDefault="00EB321D" w:rsidP="00EB321D">
      <w:bookmarkStart w:id="12" w:name="_The_ALTSA_Bridge"/>
      <w:bookmarkStart w:id="13" w:name="_The_ALTSA_GOSH"/>
      <w:bookmarkStart w:id="14" w:name="AcuteCareHospital"/>
      <w:bookmarkEnd w:id="12"/>
      <w:bookmarkEnd w:id="13"/>
      <w:bookmarkEnd w:id="14"/>
    </w:p>
    <w:p w14:paraId="35EE8B35" w14:textId="5EA4F461" w:rsidR="00EB321D" w:rsidRDefault="00EB321D" w:rsidP="00EB321D"/>
    <w:p w14:paraId="51C9F5D4" w14:textId="7DB5E490" w:rsidR="00B015AD" w:rsidRPr="000F302E" w:rsidRDefault="00CC2E18" w:rsidP="00B015AD">
      <w:pPr>
        <w:pStyle w:val="Heading2"/>
        <w:rPr>
          <w:color w:val="193F6F"/>
        </w:rPr>
      </w:pPr>
      <w:bookmarkStart w:id="15" w:name="_Toc193277369"/>
      <w:r>
        <w:rPr>
          <w:color w:val="193F6F"/>
        </w:rPr>
        <w:t xml:space="preserve">Inactivate clients who are receiving permanent federal vouchers coordinated through </w:t>
      </w:r>
      <w:r w:rsidR="00BA35C4">
        <w:rPr>
          <w:color w:val="193F6F"/>
        </w:rPr>
        <w:t>HCS</w:t>
      </w:r>
      <w:r>
        <w:rPr>
          <w:color w:val="193F6F"/>
        </w:rPr>
        <w:t xml:space="preserve"> </w:t>
      </w:r>
      <w:bookmarkEnd w:id="15"/>
    </w:p>
    <w:p w14:paraId="45DF5D2E" w14:textId="362F4004" w:rsidR="009A5F1D" w:rsidRPr="002C2D48" w:rsidRDefault="009A5F1D" w:rsidP="009A5F1D">
      <w:pPr>
        <w:rPr>
          <w:rFonts w:asciiTheme="minorHAnsi" w:eastAsia="Calibri" w:hAnsiTheme="minorHAnsi" w:cstheme="minorHAnsi"/>
        </w:rPr>
      </w:pPr>
      <w:r w:rsidRPr="002C2D48">
        <w:rPr>
          <w:rFonts w:asciiTheme="minorHAnsi" w:eastAsia="Calibri" w:hAnsiTheme="minorHAnsi" w:cstheme="minorHAnsi"/>
        </w:rPr>
        <w:t xml:space="preserve">Clients who originally had their housing resource coordinated through </w:t>
      </w:r>
      <w:r w:rsidR="00BA35C4">
        <w:rPr>
          <w:rFonts w:asciiTheme="minorHAnsi" w:eastAsia="Calibri" w:hAnsiTheme="minorHAnsi" w:cstheme="minorHAnsi"/>
        </w:rPr>
        <w:t>HCS</w:t>
      </w:r>
      <w:r w:rsidRPr="002C2D48">
        <w:rPr>
          <w:rFonts w:asciiTheme="minorHAnsi" w:eastAsia="Calibri" w:hAnsiTheme="minorHAnsi" w:cstheme="minorHAnsi"/>
        </w:rPr>
        <w:t xml:space="preserve"> but were inactivated from LTSS can still access LTSS housing and employment stabilization services when needed. </w:t>
      </w:r>
    </w:p>
    <w:p w14:paraId="25068F1F" w14:textId="77777777" w:rsidR="009A5F1D" w:rsidRPr="002C2D48" w:rsidRDefault="009A5F1D" w:rsidP="009A5F1D">
      <w:pPr>
        <w:rPr>
          <w:rFonts w:asciiTheme="minorHAnsi" w:eastAsia="Calibri" w:hAnsiTheme="minorHAnsi" w:cstheme="minorHAnsi"/>
        </w:rPr>
      </w:pPr>
    </w:p>
    <w:p w14:paraId="07AD50D6" w14:textId="77777777" w:rsidR="009A5F1D" w:rsidRDefault="009A5F1D" w:rsidP="009A5F1D">
      <w:pPr>
        <w:rPr>
          <w:rFonts w:asciiTheme="minorHAnsi" w:eastAsia="Calibri" w:hAnsiTheme="minorHAnsi" w:cstheme="minorHAnsi"/>
        </w:rPr>
      </w:pPr>
      <w:r w:rsidRPr="002C2D48">
        <w:rPr>
          <w:rFonts w:asciiTheme="minorHAnsi" w:eastAsia="Calibri" w:hAnsiTheme="minorHAnsi" w:cstheme="minorHAnsi"/>
        </w:rPr>
        <w:t xml:space="preserve">No action is </w:t>
      </w:r>
      <w:r w:rsidRPr="002C2D48">
        <w:rPr>
          <w:rFonts w:asciiTheme="minorHAnsi" w:eastAsia="Times New Roman" w:hAnsiTheme="minorHAnsi" w:cstheme="minorHAnsi"/>
        </w:rPr>
        <w:t>required of the HCS/AAA until individuals are identified. Individuals could be identified in a variety of ways:</w:t>
      </w:r>
      <w:r w:rsidRPr="002C2D48">
        <w:rPr>
          <w:rFonts w:asciiTheme="minorHAnsi" w:eastAsia="Calibri" w:hAnsiTheme="minorHAnsi" w:cstheme="minorHAnsi"/>
        </w:rPr>
        <w:t xml:space="preserve"> </w:t>
      </w:r>
    </w:p>
    <w:p w14:paraId="20646A04" w14:textId="77777777" w:rsidR="001E33D7" w:rsidRPr="002C2D48" w:rsidRDefault="001E33D7" w:rsidP="009A5F1D">
      <w:pPr>
        <w:rPr>
          <w:rFonts w:asciiTheme="minorHAnsi" w:eastAsia="Calibri" w:hAnsiTheme="minorHAnsi" w:cstheme="minorHAnsi"/>
        </w:rPr>
      </w:pPr>
    </w:p>
    <w:p w14:paraId="1F02DA8A" w14:textId="1B495737" w:rsidR="009A5F1D" w:rsidRPr="002C2D48" w:rsidRDefault="009A5F1D" w:rsidP="0066742B">
      <w:pPr>
        <w:pStyle w:val="ListParagraph"/>
        <w:numPr>
          <w:ilvl w:val="0"/>
          <w:numId w:val="31"/>
        </w:numPr>
        <w:rPr>
          <w:rFonts w:asciiTheme="minorHAnsi" w:eastAsia="Calibri" w:hAnsiTheme="minorHAnsi" w:cstheme="minorHAnsi"/>
        </w:rPr>
      </w:pPr>
      <w:r w:rsidRPr="002C2D48">
        <w:rPr>
          <w:rFonts w:asciiTheme="minorHAnsi" w:eastAsia="Calibri" w:hAnsiTheme="minorHAnsi" w:cstheme="minorHAnsi"/>
        </w:rPr>
        <w:t xml:space="preserve">The public housing authority/landlord could contact the </w:t>
      </w:r>
      <w:r w:rsidR="00BA35C4">
        <w:rPr>
          <w:rFonts w:asciiTheme="minorHAnsi" w:eastAsia="Calibri" w:hAnsiTheme="minorHAnsi" w:cstheme="minorHAnsi"/>
        </w:rPr>
        <w:t>HCS</w:t>
      </w:r>
      <w:r w:rsidRPr="002C2D48">
        <w:rPr>
          <w:rFonts w:asciiTheme="minorHAnsi" w:eastAsia="Calibri" w:hAnsiTheme="minorHAnsi" w:cstheme="minorHAnsi"/>
        </w:rPr>
        <w:t xml:space="preserve"> Housing Program Manager </w:t>
      </w:r>
      <w:r w:rsidRPr="002C2D48">
        <w:rPr>
          <w:rFonts w:asciiTheme="minorHAnsi" w:eastAsia="Times New Roman" w:hAnsiTheme="minorHAnsi" w:cstheme="minorHAnsi"/>
        </w:rPr>
        <w:t xml:space="preserve">regarding an issue or crisis, at which point the </w:t>
      </w:r>
      <w:r w:rsidR="00BA35C4">
        <w:rPr>
          <w:rFonts w:asciiTheme="minorHAnsi" w:eastAsia="Times New Roman" w:hAnsiTheme="minorHAnsi" w:cstheme="minorHAnsi"/>
        </w:rPr>
        <w:t>HCS</w:t>
      </w:r>
      <w:r w:rsidRPr="002C2D48">
        <w:rPr>
          <w:rFonts w:asciiTheme="minorHAnsi" w:eastAsia="Times New Roman" w:hAnsiTheme="minorHAnsi" w:cstheme="minorHAnsi"/>
        </w:rPr>
        <w:t xml:space="preserve"> Housing Program Manager will make the referral to the local HCS office; or</w:t>
      </w:r>
      <w:r w:rsidRPr="002C2D48">
        <w:rPr>
          <w:rFonts w:asciiTheme="minorHAnsi" w:eastAsia="Calibri" w:hAnsiTheme="minorHAnsi" w:cstheme="minorHAnsi"/>
        </w:rPr>
        <w:t xml:space="preserve"> </w:t>
      </w:r>
    </w:p>
    <w:p w14:paraId="4B86ADD5" w14:textId="77777777" w:rsidR="009A5F1D" w:rsidRPr="002C2D48" w:rsidRDefault="009A5F1D" w:rsidP="0066742B">
      <w:pPr>
        <w:pStyle w:val="ListParagraph"/>
        <w:numPr>
          <w:ilvl w:val="0"/>
          <w:numId w:val="31"/>
        </w:numPr>
        <w:rPr>
          <w:rFonts w:asciiTheme="minorHAnsi" w:eastAsia="Calibri" w:hAnsiTheme="minorHAnsi" w:cstheme="minorHAnsi"/>
        </w:rPr>
      </w:pPr>
      <w:r w:rsidRPr="002C2D48">
        <w:rPr>
          <w:rFonts w:asciiTheme="minorHAnsi" w:eastAsia="Calibri" w:hAnsiTheme="minorHAnsi" w:cstheme="minorHAnsi"/>
        </w:rPr>
        <w:t>The individual may contact an office (HCS or AAA) directly if services are being requested</w:t>
      </w:r>
      <w:r w:rsidRPr="002C2D48">
        <w:rPr>
          <w:rFonts w:asciiTheme="minorHAnsi" w:eastAsia="Times New Roman" w:hAnsiTheme="minorHAnsi" w:cstheme="minorHAnsi"/>
        </w:rPr>
        <w:t xml:space="preserve">.  </w:t>
      </w:r>
      <w:r w:rsidRPr="002C2D48">
        <w:rPr>
          <w:rFonts w:asciiTheme="minorHAnsi" w:eastAsia="Calibri" w:hAnsiTheme="minorHAnsi" w:cstheme="minorHAnsi"/>
        </w:rPr>
        <w:t xml:space="preserve"> </w:t>
      </w:r>
    </w:p>
    <w:p w14:paraId="08C7AC15" w14:textId="67A38EDA" w:rsidR="009A5F1D" w:rsidRPr="002C2D48" w:rsidRDefault="009A5F1D" w:rsidP="0066742B">
      <w:pPr>
        <w:pStyle w:val="ListParagraph"/>
        <w:numPr>
          <w:ilvl w:val="0"/>
          <w:numId w:val="31"/>
        </w:numPr>
        <w:rPr>
          <w:rFonts w:asciiTheme="minorHAnsi" w:eastAsia="Calibri" w:hAnsiTheme="minorHAnsi" w:cstheme="minorHAnsi"/>
        </w:rPr>
      </w:pPr>
      <w:r w:rsidRPr="002C2D48">
        <w:rPr>
          <w:rFonts w:asciiTheme="minorHAnsi" w:eastAsia="Calibri" w:hAnsiTheme="minorHAnsi" w:cstheme="minorHAnsi"/>
        </w:rPr>
        <w:t xml:space="preserve">HCS/AAAs can contact the </w:t>
      </w:r>
      <w:r w:rsidR="00BA35C4">
        <w:rPr>
          <w:rFonts w:asciiTheme="minorHAnsi" w:eastAsia="Calibri" w:hAnsiTheme="minorHAnsi" w:cstheme="minorHAnsi"/>
        </w:rPr>
        <w:t>HCS</w:t>
      </w:r>
      <w:r w:rsidRPr="002C2D48">
        <w:rPr>
          <w:rFonts w:asciiTheme="minorHAnsi" w:eastAsia="Calibri" w:hAnsiTheme="minorHAnsi" w:cstheme="minorHAnsi"/>
        </w:rPr>
        <w:t xml:space="preserve"> Program Manager and request a list of individuals </w:t>
      </w:r>
      <w:r w:rsidRPr="002C2D48">
        <w:rPr>
          <w:rFonts w:asciiTheme="minorHAnsi" w:eastAsia="Times New Roman" w:hAnsiTheme="minorHAnsi" w:cstheme="minorHAnsi"/>
        </w:rPr>
        <w:t>residing in their PSA who are utilizing a housing voucher.</w:t>
      </w:r>
      <w:r w:rsidRPr="002C2D48">
        <w:rPr>
          <w:rFonts w:asciiTheme="minorHAnsi" w:eastAsia="Calibri" w:hAnsiTheme="minorHAnsi" w:cstheme="minorHAnsi"/>
        </w:rPr>
        <w:t xml:space="preserve"> </w:t>
      </w:r>
    </w:p>
    <w:p w14:paraId="6F216416" w14:textId="08AC320B" w:rsidR="009A5F1D" w:rsidRPr="002C2D48" w:rsidRDefault="009A5F1D" w:rsidP="0066742B">
      <w:pPr>
        <w:pStyle w:val="ListParagraph"/>
        <w:numPr>
          <w:ilvl w:val="0"/>
          <w:numId w:val="31"/>
        </w:numPr>
        <w:rPr>
          <w:rFonts w:asciiTheme="minorHAnsi" w:eastAsia="Calibri" w:hAnsiTheme="minorHAnsi" w:cstheme="minorHAnsi"/>
        </w:rPr>
      </w:pPr>
      <w:r w:rsidRPr="002C2D48">
        <w:rPr>
          <w:rFonts w:asciiTheme="minorHAnsi" w:eastAsia="Calibri" w:hAnsiTheme="minorHAnsi" w:cstheme="minorHAnsi"/>
        </w:rPr>
        <w:t xml:space="preserve">Once the individual is identified as a person whose housing was coordinated through </w:t>
      </w:r>
      <w:r w:rsidR="00BA35C4">
        <w:rPr>
          <w:rFonts w:asciiTheme="minorHAnsi" w:eastAsia="Calibri" w:hAnsiTheme="minorHAnsi" w:cstheme="minorHAnsi"/>
        </w:rPr>
        <w:t>HCS</w:t>
      </w:r>
      <w:r w:rsidRPr="002C2D48">
        <w:rPr>
          <w:rFonts w:asciiTheme="minorHAnsi" w:eastAsia="Calibri" w:hAnsiTheme="minorHAnsi" w:cstheme="minorHAnsi"/>
        </w:rPr>
        <w:t xml:space="preserve"> and there is a need for </w:t>
      </w:r>
      <w:r w:rsidRPr="00CA040F">
        <w:rPr>
          <w:rFonts w:asciiTheme="minorHAnsi" w:eastAsia="Times New Roman" w:hAnsiTheme="minorHAnsi" w:cstheme="minorHAnsi"/>
        </w:rPr>
        <w:t>Housing &amp; Employment Stabilization</w:t>
      </w:r>
      <w:r w:rsidR="00CA040F" w:rsidRPr="00CA040F">
        <w:rPr>
          <w:rFonts w:asciiTheme="minorHAnsi" w:eastAsia="Times New Roman" w:hAnsiTheme="minorHAnsi" w:cstheme="minorHAnsi"/>
        </w:rPr>
        <w:t xml:space="preserve"> </w:t>
      </w:r>
      <w:r w:rsidR="00CA040F">
        <w:rPr>
          <w:rFonts w:asciiTheme="minorHAnsi" w:eastAsia="Times New Roman" w:hAnsiTheme="minorHAnsi" w:cstheme="minorHAnsi"/>
        </w:rPr>
        <w:t>S</w:t>
      </w:r>
      <w:r w:rsidRPr="00CA040F">
        <w:rPr>
          <w:rFonts w:asciiTheme="minorHAnsi" w:eastAsia="Times New Roman" w:hAnsiTheme="minorHAnsi" w:cstheme="minorHAnsi"/>
        </w:rPr>
        <w:t>ervices:</w:t>
      </w:r>
      <w:r w:rsidRPr="002C2D48">
        <w:rPr>
          <w:rFonts w:asciiTheme="minorHAnsi" w:eastAsia="Calibri" w:hAnsiTheme="minorHAnsi" w:cstheme="minorHAnsi"/>
        </w:rPr>
        <w:t xml:space="preserve"> </w:t>
      </w:r>
    </w:p>
    <w:p w14:paraId="6F09A49D" w14:textId="5F4D34BF" w:rsidR="009A5F1D" w:rsidRPr="002C2D48" w:rsidRDefault="009A5F1D" w:rsidP="0066742B">
      <w:pPr>
        <w:pStyle w:val="ListParagraph"/>
        <w:numPr>
          <w:ilvl w:val="0"/>
          <w:numId w:val="31"/>
        </w:numPr>
        <w:rPr>
          <w:rFonts w:asciiTheme="minorHAnsi" w:eastAsia="Calibri" w:hAnsiTheme="minorHAnsi" w:cstheme="minorHAnsi"/>
        </w:rPr>
      </w:pPr>
      <w:r w:rsidRPr="002C2D48">
        <w:rPr>
          <w:rFonts w:asciiTheme="minorHAnsi" w:eastAsia="Calibri" w:hAnsiTheme="minorHAnsi" w:cstheme="minorHAnsi"/>
        </w:rPr>
        <w:t>Activate the case in CARE.</w:t>
      </w:r>
    </w:p>
    <w:p w14:paraId="5FFD085B" w14:textId="26CBA025" w:rsidR="009A5F1D" w:rsidRPr="002C2D48" w:rsidRDefault="009A5F1D" w:rsidP="0066742B">
      <w:pPr>
        <w:pStyle w:val="ListParagraph"/>
        <w:numPr>
          <w:ilvl w:val="0"/>
          <w:numId w:val="31"/>
        </w:numPr>
        <w:rPr>
          <w:rFonts w:asciiTheme="minorHAnsi" w:eastAsia="Times New Roman" w:hAnsiTheme="minorHAnsi" w:cstheme="minorHAnsi"/>
        </w:rPr>
      </w:pPr>
      <w:r w:rsidRPr="002C2D48">
        <w:rPr>
          <w:rFonts w:asciiTheme="minorHAnsi" w:eastAsia="Calibri" w:hAnsiTheme="minorHAnsi" w:cstheme="minorHAnsi"/>
        </w:rPr>
        <w:t xml:space="preserve">Housing &amp; Employment Stabilization </w:t>
      </w:r>
      <w:r w:rsidR="00BC3AF0">
        <w:rPr>
          <w:rFonts w:asciiTheme="minorHAnsi" w:eastAsia="Calibri" w:hAnsiTheme="minorHAnsi" w:cstheme="minorHAnsi"/>
        </w:rPr>
        <w:t>S</w:t>
      </w:r>
      <w:r w:rsidRPr="002C2D48">
        <w:rPr>
          <w:rFonts w:asciiTheme="minorHAnsi" w:eastAsia="Calibri" w:hAnsiTheme="minorHAnsi" w:cstheme="minorHAnsi"/>
        </w:rPr>
        <w:t>ervices can be authorized as soon as the case is activated in CARE</w:t>
      </w:r>
      <w:r w:rsidRPr="002C2D48">
        <w:rPr>
          <w:rFonts w:asciiTheme="minorHAnsi" w:eastAsia="Times New Roman" w:hAnsiTheme="minorHAnsi" w:cstheme="minorHAnsi"/>
        </w:rPr>
        <w:t>.</w:t>
      </w:r>
    </w:p>
    <w:p w14:paraId="09366580" w14:textId="32ADAA2D" w:rsidR="009A5F1D" w:rsidRPr="002C2D48" w:rsidRDefault="009A5F1D" w:rsidP="0066742B">
      <w:pPr>
        <w:pStyle w:val="ListParagraph"/>
        <w:numPr>
          <w:ilvl w:val="0"/>
          <w:numId w:val="31"/>
        </w:numPr>
        <w:rPr>
          <w:rFonts w:asciiTheme="minorHAnsi" w:eastAsia="Times New Roman" w:hAnsiTheme="minorHAnsi" w:cstheme="minorHAnsi"/>
        </w:rPr>
      </w:pPr>
      <w:r w:rsidRPr="002C2D48">
        <w:rPr>
          <w:rFonts w:asciiTheme="minorHAnsi" w:eastAsia="Calibri" w:hAnsiTheme="minorHAnsi" w:cstheme="minorHAnsi"/>
        </w:rPr>
        <w:t xml:space="preserve">If the AAA is the first point of contact and there is need for a new Assessment, per policy, the AAA should contact the HCS office if </w:t>
      </w:r>
      <w:r w:rsidRPr="002C2D48">
        <w:rPr>
          <w:rFonts w:asciiTheme="minorHAnsi" w:eastAsia="Times New Roman" w:hAnsiTheme="minorHAnsi" w:cstheme="minorHAnsi"/>
        </w:rPr>
        <w:t>an Initial or Initial/Reapply assessment is required. Once the Initial or Initial/Reapply assessment is complete, the case is transferred back to the AAA.</w:t>
      </w:r>
    </w:p>
    <w:p w14:paraId="0B23F95D" w14:textId="77777777" w:rsidR="009A5F1D" w:rsidRDefault="009A5F1D" w:rsidP="009A5F1D">
      <w:pPr>
        <w:ind w:left="720"/>
        <w:rPr>
          <w:rFonts w:eastAsia="Calibri" w:cs="Calibri"/>
        </w:rPr>
      </w:pPr>
    </w:p>
    <w:p w14:paraId="06E09C32" w14:textId="338439FF" w:rsidR="009A5F1D" w:rsidRPr="002C2D48" w:rsidRDefault="009A5F1D" w:rsidP="001E33D7">
      <w:pPr>
        <w:rPr>
          <w:rFonts w:asciiTheme="minorHAnsi" w:eastAsia="Calibri" w:hAnsiTheme="minorHAnsi" w:cstheme="minorHAnsi"/>
          <w:b/>
          <w:bCs/>
          <w:color w:val="0078D4"/>
        </w:rPr>
      </w:pPr>
      <w:r w:rsidRPr="002C2D48">
        <w:rPr>
          <w:rFonts w:asciiTheme="minorHAnsi" w:eastAsia="Calibri" w:hAnsiTheme="minorHAnsi" w:cstheme="minorHAnsi"/>
          <w:b/>
          <w:bCs/>
        </w:rPr>
        <w:t xml:space="preserve">Do not delay authorizing Housing &amp; Employment Stabilization </w:t>
      </w:r>
      <w:r w:rsidR="00BC3AF0">
        <w:rPr>
          <w:rFonts w:asciiTheme="minorHAnsi" w:eastAsia="Calibri" w:hAnsiTheme="minorHAnsi" w:cstheme="minorHAnsi"/>
          <w:b/>
          <w:bCs/>
        </w:rPr>
        <w:t>S</w:t>
      </w:r>
      <w:r w:rsidRPr="002C2D48">
        <w:rPr>
          <w:rFonts w:asciiTheme="minorHAnsi" w:eastAsia="Calibri" w:hAnsiTheme="minorHAnsi" w:cstheme="minorHAnsi"/>
          <w:b/>
          <w:bCs/>
        </w:rPr>
        <w:t xml:space="preserve">ervices for an immediate need during completion of the assessment process. If the client does not want to </w:t>
      </w:r>
      <w:r w:rsidRPr="002C2D48">
        <w:rPr>
          <w:rFonts w:asciiTheme="minorHAnsi" w:eastAsia="Times New Roman" w:hAnsiTheme="minorHAnsi" w:cstheme="minorHAnsi"/>
          <w:b/>
          <w:bCs/>
        </w:rPr>
        <w:t xml:space="preserve">proceed with an assessment, </w:t>
      </w:r>
      <w:r w:rsidR="00205961">
        <w:rPr>
          <w:rFonts w:asciiTheme="minorHAnsi" w:eastAsia="Times New Roman" w:hAnsiTheme="minorHAnsi" w:cstheme="minorHAnsi"/>
          <w:b/>
          <w:bCs/>
        </w:rPr>
        <w:t xml:space="preserve">Housing </w:t>
      </w:r>
      <w:r w:rsidR="00BB46DC">
        <w:rPr>
          <w:rFonts w:asciiTheme="minorHAnsi" w:eastAsia="Times New Roman" w:hAnsiTheme="minorHAnsi" w:cstheme="minorHAnsi"/>
          <w:b/>
          <w:bCs/>
        </w:rPr>
        <w:t>&amp; Employment Stabilization Services</w:t>
      </w:r>
      <w:r w:rsidRPr="002C2D48">
        <w:rPr>
          <w:rFonts w:asciiTheme="minorHAnsi" w:eastAsia="Times New Roman" w:hAnsiTheme="minorHAnsi" w:cstheme="minorHAnsi"/>
          <w:b/>
          <w:bCs/>
        </w:rPr>
        <w:t xml:space="preserve"> can still be authorized. </w:t>
      </w:r>
    </w:p>
    <w:p w14:paraId="07DF61FC" w14:textId="77777777" w:rsidR="00715CCE" w:rsidRDefault="00715CCE" w:rsidP="002C2D48">
      <w:pPr>
        <w:pStyle w:val="Numbering1"/>
        <w:numPr>
          <w:ilvl w:val="0"/>
          <w:numId w:val="0"/>
        </w:numPr>
      </w:pPr>
    </w:p>
    <w:p w14:paraId="1993A041" w14:textId="77777777" w:rsidR="005B39E0" w:rsidRDefault="005B39E0" w:rsidP="005B39E0">
      <w:pPr>
        <w:pStyle w:val="Numbering1"/>
        <w:numPr>
          <w:ilvl w:val="0"/>
          <w:numId w:val="0"/>
        </w:numPr>
        <w:ind w:left="720"/>
      </w:pPr>
    </w:p>
    <w:p w14:paraId="395F0D05" w14:textId="77777777" w:rsidR="005B39E0" w:rsidRDefault="005B39E0" w:rsidP="005B39E0">
      <w:pPr>
        <w:pStyle w:val="Numbering1"/>
        <w:numPr>
          <w:ilvl w:val="0"/>
          <w:numId w:val="0"/>
        </w:numPr>
        <w:ind w:left="720"/>
      </w:pPr>
    </w:p>
    <w:p w14:paraId="5D0FBF55" w14:textId="77777777" w:rsidR="005B39E0" w:rsidRDefault="005B39E0" w:rsidP="005B39E0">
      <w:pPr>
        <w:pStyle w:val="Numbering1"/>
        <w:numPr>
          <w:ilvl w:val="0"/>
          <w:numId w:val="0"/>
        </w:numPr>
        <w:ind w:left="720"/>
      </w:pPr>
    </w:p>
    <w:p w14:paraId="4C019CAE" w14:textId="77777777" w:rsidR="007676F4" w:rsidRPr="000F302E" w:rsidRDefault="007676F4" w:rsidP="007676F4">
      <w:pPr>
        <w:pStyle w:val="Heading2"/>
        <w:rPr>
          <w:color w:val="193F6F"/>
        </w:rPr>
      </w:pPr>
      <w:bookmarkStart w:id="16" w:name="_Toc525727013"/>
      <w:bookmarkStart w:id="17" w:name="_Toc525727113"/>
      <w:bookmarkStart w:id="18" w:name="_Toc528758280"/>
      <w:bookmarkStart w:id="19" w:name="_Toc528759428"/>
      <w:bookmarkStart w:id="20" w:name="_Toc528760023"/>
      <w:bookmarkStart w:id="21" w:name="_Toc193277390"/>
      <w:r w:rsidRPr="000F302E">
        <w:rPr>
          <w:color w:val="193F6F"/>
        </w:rPr>
        <w:t>Resources</w:t>
      </w:r>
      <w:bookmarkEnd w:id="16"/>
      <w:bookmarkEnd w:id="17"/>
      <w:bookmarkEnd w:id="18"/>
      <w:bookmarkEnd w:id="19"/>
      <w:bookmarkEnd w:id="20"/>
      <w:bookmarkEnd w:id="21"/>
    </w:p>
    <w:p w14:paraId="7D455E2B" w14:textId="76397C41" w:rsidR="00B0378F" w:rsidRPr="009C4565" w:rsidRDefault="00B0378F" w:rsidP="00564D9C">
      <w:pPr>
        <w:pStyle w:val="Heading3"/>
        <w:rPr>
          <w:rStyle w:val="Hyperlink"/>
          <w:rFonts w:cstheme="minorHAnsi"/>
          <w:b w:val="0"/>
          <w:szCs w:val="26"/>
          <w:u w:val="none"/>
        </w:rPr>
      </w:pPr>
      <w:bookmarkStart w:id="22" w:name="_Toc193277391"/>
      <w:bookmarkStart w:id="23" w:name="_Toc525727014"/>
      <w:bookmarkStart w:id="24" w:name="_Toc525727114"/>
      <w:bookmarkStart w:id="25" w:name="_Toc528758281"/>
      <w:bookmarkStart w:id="26" w:name="_Toc528759429"/>
      <w:bookmarkStart w:id="27" w:name="_Toc528760024"/>
      <w:r w:rsidRPr="003A1EC4">
        <w:rPr>
          <w:rFonts w:cstheme="minorHAnsi"/>
          <w:b w:val="0"/>
          <w:bCs/>
          <w:szCs w:val="26"/>
        </w:rPr>
        <w:t>Housing</w:t>
      </w:r>
      <w:bookmarkStart w:id="28" w:name="_Hlk127963008"/>
      <w:r w:rsidRPr="003A1EC4">
        <w:rPr>
          <w:rFonts w:cstheme="minorHAnsi"/>
          <w:b w:val="0"/>
          <w:bCs/>
          <w:szCs w:val="26"/>
        </w:rPr>
        <w:t xml:space="preserve"> Team </w:t>
      </w:r>
      <w:bookmarkEnd w:id="28"/>
      <w:r w:rsidRPr="003A1EC4">
        <w:rPr>
          <w:rFonts w:cstheme="minorHAnsi"/>
          <w:b w:val="0"/>
          <w:bCs/>
          <w:szCs w:val="26"/>
        </w:rPr>
        <w:t>Contacts</w:t>
      </w:r>
      <w:r w:rsidRPr="009C4565">
        <w:rPr>
          <w:rFonts w:cstheme="minorHAnsi"/>
          <w:szCs w:val="26"/>
          <w:u w:val="none"/>
        </w:rPr>
        <w:t xml:space="preserve"> </w:t>
      </w:r>
      <w:r w:rsidRPr="009C4565">
        <w:rPr>
          <w:rFonts w:cstheme="minorHAnsi"/>
          <w:b w:val="0"/>
          <w:bCs/>
          <w:szCs w:val="26"/>
          <w:u w:val="none"/>
        </w:rPr>
        <w:t>can be found on the</w:t>
      </w:r>
      <w:r w:rsidRPr="009C4565">
        <w:rPr>
          <w:rFonts w:cstheme="minorHAnsi"/>
          <w:szCs w:val="26"/>
          <w:u w:val="none"/>
        </w:rPr>
        <w:t xml:space="preserve"> </w:t>
      </w:r>
      <w:hyperlink r:id="rId18" w:history="1">
        <w:r w:rsidRPr="009C4565">
          <w:rPr>
            <w:rStyle w:val="Hyperlink"/>
            <w:rFonts w:cstheme="minorHAnsi"/>
            <w:szCs w:val="26"/>
            <w:u w:val="none"/>
          </w:rPr>
          <w:t>RCL Housing Resources Website</w:t>
        </w:r>
      </w:hyperlink>
      <w:bookmarkStart w:id="29" w:name="_Related_WACs:"/>
      <w:bookmarkEnd w:id="29"/>
      <w:r w:rsidR="003A1EC4">
        <w:rPr>
          <w:u w:val="none"/>
        </w:rPr>
        <w:t>.</w:t>
      </w:r>
      <w:bookmarkEnd w:id="22"/>
    </w:p>
    <w:p w14:paraId="693A9A85" w14:textId="77777777" w:rsidR="00B0378F" w:rsidRDefault="00B0378F" w:rsidP="00B0378F">
      <w:pPr>
        <w:pStyle w:val="BodyText"/>
        <w:ind w:left="0"/>
        <w:rPr>
          <w:rFonts w:ascii="Calibri" w:eastAsia="Aptos" w:hAnsi="Calibri" w:cs="Calibri"/>
          <w:sz w:val="26"/>
          <w:szCs w:val="26"/>
          <w14:ligatures w14:val="standardContextual"/>
        </w:rPr>
      </w:pPr>
      <w:r w:rsidRPr="003A1EC4">
        <w:rPr>
          <w:rFonts w:ascii="Calibri" w:eastAsia="Aptos" w:hAnsi="Calibri" w:cs="Calibri"/>
          <w:sz w:val="26"/>
          <w:szCs w:val="26"/>
          <w14:ligatures w14:val="standardContextual"/>
        </w:rPr>
        <w:t>Office of Housing and Employment website:</w:t>
      </w:r>
      <w:r w:rsidRPr="00360C65">
        <w:rPr>
          <w:rFonts w:ascii="Calibri" w:eastAsia="Aptos" w:hAnsi="Calibri" w:cs="Calibri"/>
          <w:b/>
          <w:bCs/>
          <w:sz w:val="26"/>
          <w:szCs w:val="26"/>
          <w14:ligatures w14:val="standardContextual"/>
        </w:rPr>
        <w:t xml:space="preserve"> </w:t>
      </w:r>
      <w:r w:rsidRPr="00360C65">
        <w:rPr>
          <w:rFonts w:ascii="Calibri" w:eastAsia="Aptos" w:hAnsi="Calibri" w:cs="Calibri"/>
          <w:sz w:val="26"/>
          <w:szCs w:val="26"/>
          <w14:ligatures w14:val="standardContextual"/>
        </w:rPr>
        <w:t xml:space="preserve"> </w:t>
      </w:r>
      <w:hyperlink r:id="rId19" w:history="1">
        <w:r w:rsidRPr="00360C65">
          <w:rPr>
            <w:rFonts w:ascii="Calibri" w:eastAsia="Aptos" w:hAnsi="Calibri" w:cs="Calibri"/>
            <w:color w:val="467886"/>
            <w:sz w:val="26"/>
            <w:szCs w:val="26"/>
            <w:u w:val="single"/>
            <w14:ligatures w14:val="standardContextual"/>
          </w:rPr>
          <w:t>Office of Housing and Employment</w:t>
        </w:r>
      </w:hyperlink>
    </w:p>
    <w:p w14:paraId="0846C6BF" w14:textId="77777777" w:rsidR="00B0378F" w:rsidRPr="009C4565" w:rsidRDefault="00B0378F" w:rsidP="00564D9C">
      <w:pPr>
        <w:pStyle w:val="BodyText"/>
        <w:ind w:left="0"/>
        <w:outlineLvl w:val="2"/>
        <w:rPr>
          <w:rFonts w:asciiTheme="minorHAnsi" w:hAnsiTheme="minorHAnsi" w:cstheme="minorHAnsi"/>
          <w:bCs/>
          <w:sz w:val="26"/>
          <w:szCs w:val="26"/>
          <w:u w:val="single"/>
        </w:rPr>
      </w:pPr>
      <w:bookmarkStart w:id="30" w:name="_Toc193277392"/>
      <w:r w:rsidRPr="009C4565">
        <w:rPr>
          <w:rFonts w:asciiTheme="minorHAnsi" w:hAnsiTheme="minorHAnsi" w:cstheme="minorHAnsi"/>
          <w:bCs/>
          <w:sz w:val="26"/>
          <w:szCs w:val="26"/>
          <w:u w:val="single"/>
        </w:rPr>
        <w:t>Brochures and Videos</w:t>
      </w:r>
      <w:bookmarkEnd w:id="30"/>
    </w:p>
    <w:p w14:paraId="1E434C7B" w14:textId="5108723D" w:rsidR="00B0378F" w:rsidRDefault="00BA35C4" w:rsidP="00B0378F">
      <w:pPr>
        <w:pStyle w:val="BodyText"/>
        <w:ind w:left="0"/>
        <w:rPr>
          <w:rFonts w:asciiTheme="minorHAnsi" w:hAnsiTheme="minorHAnsi" w:cstheme="minorHAnsi"/>
          <w:b/>
          <w:sz w:val="26"/>
          <w:szCs w:val="26"/>
          <w:u w:val="single"/>
        </w:rPr>
      </w:pPr>
      <w:hyperlink r:id="rId20" w:history="1">
        <w:r>
          <w:rPr>
            <w:rFonts w:asciiTheme="minorHAnsi" w:eastAsiaTheme="minorHAnsi" w:hAnsiTheme="minorHAnsi" w:cstheme="minorBidi"/>
            <w:color w:val="0000FF"/>
            <w:szCs w:val="22"/>
            <w:u w:val="single"/>
          </w:rPr>
          <w:t>HCS</w:t>
        </w:r>
        <w:r w:rsidR="00B0378F">
          <w:rPr>
            <w:rFonts w:asciiTheme="minorHAnsi" w:eastAsiaTheme="minorHAnsi" w:hAnsiTheme="minorHAnsi" w:cstheme="minorBidi"/>
            <w:color w:val="0000FF"/>
            <w:szCs w:val="22"/>
            <w:u w:val="single"/>
          </w:rPr>
          <w:t xml:space="preserve"> Housing Resources</w:t>
        </w:r>
      </w:hyperlink>
    </w:p>
    <w:p w14:paraId="16D9BBEA" w14:textId="77777777" w:rsidR="00B0378F" w:rsidRPr="00417BB7" w:rsidRDefault="00B0378F" w:rsidP="00B0378F">
      <w:pPr>
        <w:pStyle w:val="BodyText"/>
        <w:ind w:left="0"/>
        <w:rPr>
          <w:rFonts w:asciiTheme="minorHAnsi" w:hAnsiTheme="minorHAnsi" w:cstheme="minorHAnsi"/>
          <w:bCs/>
          <w:szCs w:val="22"/>
        </w:rPr>
      </w:pPr>
      <w:hyperlink r:id="rId21" w:history="1">
        <w:r>
          <w:rPr>
            <w:rStyle w:val="Hyperlink"/>
            <w:rFonts w:asciiTheme="minorHAnsi" w:hAnsiTheme="minorHAnsi" w:cstheme="minorHAnsi"/>
            <w:bCs/>
            <w:szCs w:val="22"/>
          </w:rPr>
          <w:t>Federal Vouchers One-Pager</w:t>
        </w:r>
      </w:hyperlink>
    </w:p>
    <w:p w14:paraId="3A0AC072" w14:textId="77777777" w:rsidR="00B0378F" w:rsidRDefault="00B0378F" w:rsidP="00B0378F">
      <w:pPr>
        <w:pStyle w:val="BodyText"/>
        <w:ind w:left="0"/>
        <w:rPr>
          <w:rFonts w:asciiTheme="minorHAnsi" w:hAnsiTheme="minorHAnsi" w:cstheme="minorHAnsi"/>
          <w:bCs/>
          <w:color w:val="0000FF"/>
          <w:szCs w:val="22"/>
          <w:u w:val="single"/>
        </w:rPr>
      </w:pPr>
      <w:hyperlink r:id="rId22" w:history="1">
        <w:r>
          <w:rPr>
            <w:rStyle w:val="Hyperlink"/>
            <w:rFonts w:asciiTheme="minorHAnsi" w:hAnsiTheme="minorHAnsi" w:cstheme="minorHAnsi"/>
            <w:bCs/>
            <w:szCs w:val="22"/>
          </w:rPr>
          <w:t>811 Units One-Pager</w:t>
        </w:r>
      </w:hyperlink>
    </w:p>
    <w:p w14:paraId="4985B758" w14:textId="77777777" w:rsidR="00B0378F" w:rsidRPr="00A955D0" w:rsidRDefault="00B0378F" w:rsidP="00B0378F">
      <w:pPr>
        <w:pStyle w:val="BodyText"/>
        <w:ind w:left="0"/>
        <w:rPr>
          <w:rFonts w:cstheme="minorHAnsi"/>
          <w:bCs/>
          <w:color w:val="0000FF"/>
          <w:u w:val="single"/>
        </w:rPr>
      </w:pPr>
      <w:hyperlink r:id="rId23" w:history="1">
        <w:r w:rsidRPr="00A955D0">
          <w:rPr>
            <w:rStyle w:val="Hyperlink"/>
            <w:rFonts w:cstheme="minorHAnsi"/>
            <w:bCs/>
          </w:rPr>
          <w:t>LTSS One-Pager</w:t>
        </w:r>
      </w:hyperlink>
      <w:r w:rsidRPr="00A955D0">
        <w:rPr>
          <w:rFonts w:cstheme="minorHAnsi"/>
          <w:bCs/>
          <w:color w:val="0000FF"/>
          <w:u w:val="single"/>
        </w:rPr>
        <w:t xml:space="preserve"> </w:t>
      </w:r>
    </w:p>
    <w:p w14:paraId="4E61D01A" w14:textId="77777777" w:rsidR="00B0378F" w:rsidRPr="006F1E12" w:rsidRDefault="00B0378F" w:rsidP="00B0378F">
      <w:pPr>
        <w:pStyle w:val="BodyText"/>
        <w:ind w:left="0"/>
        <w:rPr>
          <w:rStyle w:val="Hyperlink"/>
          <w:rFonts w:asciiTheme="minorHAnsi" w:hAnsiTheme="minorHAnsi" w:cstheme="minorHAnsi"/>
          <w:bCs/>
          <w:szCs w:val="22"/>
        </w:rPr>
      </w:pPr>
      <w:hyperlink r:id="rId24" w:history="1">
        <w:r>
          <w:rPr>
            <w:rFonts w:asciiTheme="minorHAnsi" w:eastAsiaTheme="minorHAnsi" w:hAnsiTheme="minorHAnsi" w:cstheme="minorBidi"/>
            <w:color w:val="0000FF"/>
            <w:szCs w:val="22"/>
            <w:u w:val="single"/>
          </w:rPr>
          <w:t>Zero Income One-Pager</w:t>
        </w:r>
      </w:hyperlink>
      <w:r>
        <w:rPr>
          <w:rFonts w:asciiTheme="minorHAnsi" w:hAnsiTheme="minorHAnsi" w:cstheme="minorHAnsi"/>
          <w:bCs/>
          <w:szCs w:val="22"/>
        </w:rPr>
        <w:fldChar w:fldCharType="begin"/>
      </w:r>
      <w:r>
        <w:rPr>
          <w:rFonts w:asciiTheme="minorHAnsi" w:hAnsiTheme="minorHAnsi" w:cstheme="minorHAnsi"/>
          <w:bCs/>
          <w:szCs w:val="22"/>
        </w:rPr>
        <w:instrText>HYPERLINK "https://www.dshs.wa.gov/sites/default/files/ALTSA/stakeholders/documents/RCL/Zero%20Income.pdf"</w:instrText>
      </w:r>
      <w:r>
        <w:rPr>
          <w:rFonts w:asciiTheme="minorHAnsi" w:hAnsiTheme="minorHAnsi" w:cstheme="minorHAnsi"/>
          <w:bCs/>
          <w:szCs w:val="22"/>
        </w:rPr>
      </w:r>
      <w:r>
        <w:rPr>
          <w:rFonts w:asciiTheme="minorHAnsi" w:hAnsiTheme="minorHAnsi" w:cstheme="minorHAnsi"/>
          <w:bCs/>
          <w:szCs w:val="22"/>
        </w:rPr>
        <w:fldChar w:fldCharType="separate"/>
      </w:r>
    </w:p>
    <w:p w14:paraId="197945C5" w14:textId="77777777" w:rsidR="00B0378F" w:rsidRDefault="00B0378F" w:rsidP="00B0378F">
      <w:pPr>
        <w:pStyle w:val="BodyText"/>
        <w:ind w:left="0"/>
        <w:rPr>
          <w:rFonts w:asciiTheme="minorHAnsi" w:hAnsiTheme="minorHAnsi" w:cstheme="minorHAnsi"/>
          <w:bCs/>
          <w:szCs w:val="22"/>
        </w:rPr>
      </w:pPr>
      <w:r>
        <w:rPr>
          <w:rFonts w:asciiTheme="minorHAnsi" w:hAnsiTheme="minorHAnsi" w:cstheme="minorHAnsi"/>
          <w:bCs/>
          <w:szCs w:val="22"/>
        </w:rPr>
        <w:fldChar w:fldCharType="end"/>
      </w:r>
      <w:hyperlink r:id="rId25" w:history="1">
        <w:r>
          <w:rPr>
            <w:rStyle w:val="Hyperlink"/>
            <w:rFonts w:asciiTheme="minorHAnsi" w:hAnsiTheme="minorHAnsi" w:cstheme="minorHAnsi"/>
            <w:bCs/>
            <w:szCs w:val="22"/>
          </w:rPr>
          <w:t>Income Discrimination Flyer Income Discrimination Flyer Tenants: New Legal Protection from Discrimination Based on Source of Income</w:t>
        </w:r>
      </w:hyperlink>
    </w:p>
    <w:p w14:paraId="45252A13" w14:textId="2F036A9B" w:rsidR="00B0378F" w:rsidRPr="00360C65" w:rsidRDefault="00B0378F" w:rsidP="00B0378F">
      <w:pPr>
        <w:pStyle w:val="BodyText"/>
        <w:ind w:left="0"/>
        <w:rPr>
          <w:rFonts w:asciiTheme="minorHAnsi" w:hAnsiTheme="minorHAnsi" w:cstheme="minorHAnsi"/>
          <w:bCs/>
          <w:color w:val="0000FF"/>
          <w:szCs w:val="22"/>
          <w:u w:val="single"/>
        </w:rPr>
      </w:pPr>
      <w:hyperlink r:id="rId26" w:history="1">
        <w:r>
          <w:rPr>
            <w:rFonts w:asciiTheme="minorHAnsi" w:eastAsiaTheme="minorHAnsi" w:hAnsiTheme="minorHAnsi" w:cstheme="minorBidi"/>
            <w:color w:val="0000FF"/>
            <w:szCs w:val="22"/>
            <w:u w:val="single"/>
          </w:rPr>
          <w:t xml:space="preserve"> </w:t>
        </w:r>
      </w:hyperlink>
    </w:p>
    <w:p w14:paraId="3DCC0646" w14:textId="77777777" w:rsidR="00B0378F" w:rsidRDefault="00B0378F" w:rsidP="00B0378F">
      <w:pPr>
        <w:pStyle w:val="BodyText"/>
        <w:ind w:left="0"/>
      </w:pPr>
      <w:r w:rsidRPr="028A1A81">
        <w:rPr>
          <w:rFonts w:asciiTheme="minorHAnsi" w:hAnsiTheme="minorHAnsi" w:cstheme="minorBidi"/>
        </w:rPr>
        <w:t xml:space="preserve">Video: </w:t>
      </w:r>
      <w:hyperlink r:id="rId27">
        <w:r w:rsidRPr="028A1A81">
          <w:rPr>
            <w:rStyle w:val="Hyperlink"/>
            <w:rFonts w:asciiTheme="minorHAnsi" w:hAnsiTheme="minorHAnsi" w:cstheme="minorBidi"/>
          </w:rPr>
          <w:t>Options for Housing Through Long-Term Care Services</w:t>
        </w:r>
      </w:hyperlink>
    </w:p>
    <w:p w14:paraId="59BFC614" w14:textId="0D30E0C9" w:rsidR="009A5F1D" w:rsidRDefault="4CB677D1" w:rsidP="028A1A81">
      <w:r>
        <w:rPr>
          <w:noProof/>
        </w:rPr>
        <w:drawing>
          <wp:inline distT="0" distB="0" distL="0" distR="0" wp14:anchorId="4954ABA0" wp14:editId="1905E27A">
            <wp:extent cx="5944116" cy="2780017"/>
            <wp:effectExtent l="0" t="0" r="0" b="0"/>
            <wp:docPr id="123589457" name="Picture 123589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5944116" cy="2780017"/>
                    </a:xfrm>
                    <a:prstGeom prst="rect">
                      <a:avLst/>
                    </a:prstGeom>
                  </pic:spPr>
                </pic:pic>
              </a:graphicData>
            </a:graphic>
          </wp:inline>
        </w:drawing>
      </w:r>
    </w:p>
    <w:p w14:paraId="1EA21A15" w14:textId="77777777" w:rsidR="009A5F1D" w:rsidRPr="00FF6127" w:rsidRDefault="009A5F1D" w:rsidP="009A5F1D">
      <w:pPr>
        <w:kinsoku w:val="0"/>
        <w:overflowPunct w:val="0"/>
        <w:autoSpaceDE w:val="0"/>
        <w:autoSpaceDN w:val="0"/>
        <w:adjustRightInd w:val="0"/>
        <w:spacing w:before="6"/>
        <w:rPr>
          <w:rFonts w:ascii="Times New Roman" w:hAnsi="Times New Roman"/>
          <w:sz w:val="13"/>
          <w:szCs w:val="13"/>
        </w:rPr>
      </w:pPr>
    </w:p>
    <w:p w14:paraId="6A6E9E84" w14:textId="77777777" w:rsidR="009A5F1D" w:rsidRDefault="009A5F1D" w:rsidP="009A5F1D">
      <w:pPr>
        <w:overflowPunct w:val="0"/>
        <w:autoSpaceDE w:val="0"/>
        <w:autoSpaceDN w:val="0"/>
        <w:adjustRightInd w:val="0"/>
        <w:spacing w:before="120" w:after="120" w:line="220" w:lineRule="atLeast"/>
        <w:textAlignment w:val="baseline"/>
        <w:rPr>
          <w:rFonts w:eastAsia="Times New Roman" w:cs="Calibri"/>
          <w:bCs/>
          <w:color w:val="0000FF"/>
          <w:u w:val="single"/>
        </w:rPr>
      </w:pPr>
    </w:p>
    <w:p w14:paraId="08BEC755" w14:textId="77777777" w:rsidR="009A5F1D" w:rsidRDefault="009A5F1D" w:rsidP="00B0378F">
      <w:pPr>
        <w:pStyle w:val="BodyText"/>
        <w:ind w:left="0"/>
        <w:rPr>
          <w:rStyle w:val="Hyperlink"/>
          <w:rFonts w:asciiTheme="minorHAnsi" w:hAnsiTheme="minorHAnsi" w:cstheme="minorHAnsi"/>
          <w:bCs/>
          <w:szCs w:val="22"/>
        </w:rPr>
      </w:pPr>
    </w:p>
    <w:p w14:paraId="256D0E0A" w14:textId="77777777" w:rsidR="001E33D7" w:rsidRDefault="001E33D7" w:rsidP="001E33D7">
      <w:pPr>
        <w:pStyle w:val="BodyText"/>
        <w:ind w:left="0"/>
        <w:outlineLvl w:val="2"/>
        <w:rPr>
          <w:rFonts w:asciiTheme="minorHAnsi" w:hAnsiTheme="minorHAnsi" w:cstheme="minorHAnsi"/>
          <w:b/>
          <w:sz w:val="26"/>
          <w:szCs w:val="26"/>
          <w:u w:val="single"/>
        </w:rPr>
      </w:pPr>
      <w:bookmarkStart w:id="31" w:name="_Toc193277393"/>
      <w:r w:rsidRPr="009108B9">
        <w:rPr>
          <w:rFonts w:asciiTheme="minorHAnsi" w:hAnsiTheme="minorHAnsi" w:cstheme="minorHAnsi"/>
          <w:b/>
          <w:sz w:val="26"/>
          <w:szCs w:val="26"/>
          <w:u w:val="single"/>
        </w:rPr>
        <w:t>Housing Resource Chart</w:t>
      </w:r>
    </w:p>
    <w:p w14:paraId="271D7825"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RAC 3132: Health Related Social Needs - Federal</w:t>
      </w:r>
      <w:r w:rsidRPr="005704EC">
        <w:rPr>
          <w:rFonts w:eastAsia="Times New Roman" w:cs="Calibri"/>
          <w:color w:val="1F3763"/>
          <w:sz w:val="26"/>
          <w:szCs w:val="26"/>
        </w:rPr>
        <w:t> </w:t>
      </w:r>
    </w:p>
    <w:p w14:paraId="3096E022" w14:textId="77777777" w:rsidR="00A217BF" w:rsidRPr="005704EC" w:rsidRDefault="00A217BF" w:rsidP="00A217BF">
      <w:pPr>
        <w:textAlignment w:val="baseline"/>
        <w:rPr>
          <w:rFonts w:ascii="Segoe UI" w:eastAsia="Times New Roman" w:hAnsi="Segoe UI" w:cs="Segoe UI"/>
          <w:sz w:val="18"/>
          <w:szCs w:val="18"/>
        </w:rPr>
      </w:pPr>
    </w:p>
    <w:p w14:paraId="27215723"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SA294u1</w:t>
      </w:r>
      <w:r w:rsidRPr="005704EC">
        <w:rPr>
          <w:rFonts w:eastAsia="Times New Roman" w:cs="Calibri"/>
          <w:color w:val="1F3763"/>
          <w:sz w:val="26"/>
          <w:szCs w:val="26"/>
        </w:rPr>
        <w:t> </w:t>
      </w:r>
    </w:p>
    <w:p w14:paraId="4518AAF0" w14:textId="77777777" w:rsidR="00A217BF" w:rsidRPr="005704EC" w:rsidRDefault="00A217BF" w:rsidP="00A217B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A217BF" w:rsidRPr="005704EC" w14:paraId="083C4832" w14:textId="77777777" w:rsidTr="001F552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E628F2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Federal MIST is funded via the 1115 waiver in which the Washington State Health Related Social Needs Services Program (HRSN) will allow Medicaid enrollees to receive evidence-based, non-medical services to address an individual’s unmet, adverse social conditions that contribute to poor health. This includes temporary housing. </w:t>
            </w:r>
          </w:p>
          <w:p w14:paraId="0619CBF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26B1A60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tc>
      </w:tr>
      <w:tr w:rsidR="00A217BF" w:rsidRPr="005704EC" w14:paraId="21FB48A9" w14:textId="77777777" w:rsidTr="001F5522">
        <w:trPr>
          <w:trHeight w:val="133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AA693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23939F5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71550BE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66B645FA" w14:textId="4C136860" w:rsidR="00A217BF" w:rsidRPr="008F4951" w:rsidRDefault="00BA35C4" w:rsidP="0066742B">
            <w:pPr>
              <w:pStyle w:val="ListParagraph"/>
              <w:numPr>
                <w:ilvl w:val="0"/>
                <w:numId w:val="32"/>
              </w:numPr>
              <w:textAlignment w:val="baseline"/>
              <w:rPr>
                <w:rFonts w:eastAsia="Times New Roman" w:cs="Calibri"/>
              </w:rPr>
            </w:pPr>
            <w:r>
              <w:rPr>
                <w:rFonts w:eastAsia="Times New Roman" w:cs="Calibri"/>
                <w:b/>
                <w:bCs/>
                <w:color w:val="000000"/>
              </w:rPr>
              <w:t>HCS</w:t>
            </w:r>
            <w:r w:rsidR="00A217BF" w:rsidRPr="008F4951">
              <w:rPr>
                <w:rFonts w:eastAsia="Times New Roman" w:cs="Calibri"/>
                <w:b/>
                <w:bCs/>
                <w:color w:val="000000"/>
              </w:rPr>
              <w:t xml:space="preserve"> Subsidy (Bridge &amp; Acute Care Hospital)</w:t>
            </w:r>
            <w:r w:rsidR="00A217BF" w:rsidRPr="008F4951">
              <w:rPr>
                <w:rFonts w:eastAsia="Times New Roman" w:cs="Calibri"/>
                <w:color w:val="000000"/>
              </w:rPr>
              <w:t> </w:t>
            </w:r>
          </w:p>
          <w:p w14:paraId="79A77656" w14:textId="1F97F907" w:rsidR="00A217BF" w:rsidRPr="008F4951" w:rsidRDefault="00A217BF" w:rsidP="0066742B">
            <w:pPr>
              <w:pStyle w:val="ListParagraph"/>
              <w:numPr>
                <w:ilvl w:val="0"/>
                <w:numId w:val="33"/>
              </w:numPr>
              <w:textAlignment w:val="baseline"/>
              <w:rPr>
                <w:rFonts w:eastAsia="Times New Roman" w:cs="Calibri"/>
              </w:rPr>
            </w:pPr>
            <w:r w:rsidRPr="008F4951">
              <w:rPr>
                <w:rFonts w:eastAsia="Times New Roman" w:cs="Calibri"/>
                <w:color w:val="000000"/>
              </w:rPr>
              <w:t xml:space="preserve">Bridge Subsidy: </w:t>
            </w:r>
            <w:r w:rsidR="00BA35C4">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2873BE60" w14:textId="24394654" w:rsidR="00A217BF" w:rsidRPr="008F4951" w:rsidRDefault="00A217BF" w:rsidP="0066742B">
            <w:pPr>
              <w:pStyle w:val="ListParagraph"/>
              <w:numPr>
                <w:ilvl w:val="0"/>
                <w:numId w:val="33"/>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BA35C4">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7B5B2989" w14:textId="444BD49D" w:rsidR="00A217BF" w:rsidRPr="008F4951" w:rsidRDefault="00A217BF" w:rsidP="0066742B">
            <w:pPr>
              <w:pStyle w:val="ListParagraph"/>
              <w:numPr>
                <w:ilvl w:val="0"/>
                <w:numId w:val="32"/>
              </w:numPr>
              <w:textAlignment w:val="baseline"/>
              <w:rPr>
                <w:rFonts w:eastAsia="Times New Roman" w:cs="Calibri"/>
              </w:rPr>
            </w:pPr>
            <w:r w:rsidRPr="008F4951">
              <w:rPr>
                <w:rFonts w:eastAsia="Times New Roman" w:cs="Calibri"/>
                <w:b/>
                <w:bCs/>
                <w:color w:val="000000"/>
              </w:rPr>
              <w:t>GOSH Program:</w:t>
            </w:r>
            <w:r w:rsidRPr="008F4951">
              <w:rPr>
                <w:rFonts w:eastAsia="Times New Roman" w:cs="Calibri"/>
                <w:color w:val="000000"/>
              </w:rPr>
              <w:t xml:space="preserve">  </w:t>
            </w:r>
            <w:r w:rsidR="00BA35C4">
              <w:rPr>
                <w:rFonts w:eastAsia="Times New Roman" w:cs="Calibri"/>
                <w:color w:val="000000"/>
              </w:rPr>
              <w:t>HCS</w:t>
            </w:r>
            <w:r w:rsidRPr="008F4951">
              <w:rPr>
                <w:rFonts w:eastAsia="Times New Roman" w:cs="Calibri"/>
                <w:color w:val="000000"/>
              </w:rPr>
              <w:t xml:space="preserve"> clients who are enrolled in the Governor’s Opportunity for Supportive Housing (GOSH) and are at risk of or experiencing homelessness.  </w:t>
            </w:r>
          </w:p>
          <w:p w14:paraId="7355639A" w14:textId="77777777" w:rsidR="00A217BF" w:rsidRPr="008F4951" w:rsidRDefault="00A217BF" w:rsidP="0066742B">
            <w:pPr>
              <w:pStyle w:val="ListParagraph"/>
              <w:numPr>
                <w:ilvl w:val="0"/>
                <w:numId w:val="32"/>
              </w:numPr>
              <w:textAlignment w:val="baseline"/>
              <w:rPr>
                <w:rFonts w:eastAsia="Times New Roman" w:cs="Calibri"/>
              </w:rPr>
            </w:pPr>
            <w:r w:rsidRPr="008F4951">
              <w:rPr>
                <w:rFonts w:eastAsia="Times New Roman" w:cs="Calibri"/>
                <w:b/>
                <w:bCs/>
                <w:color w:val="000000"/>
              </w:rPr>
              <w:t>Other Housing Resource: </w:t>
            </w:r>
            <w:r w:rsidRPr="008F4951">
              <w:rPr>
                <w:rFonts w:eastAsia="Times New Roman" w:cs="Calibri"/>
                <w:color w:val="000000"/>
              </w:rPr>
              <w:t> </w:t>
            </w:r>
          </w:p>
          <w:p w14:paraId="2DDB0E72" w14:textId="2C286B8B" w:rsidR="00A217BF" w:rsidRPr="008F4951" w:rsidRDefault="00BA35C4" w:rsidP="0066742B">
            <w:pPr>
              <w:pStyle w:val="ListParagraph"/>
              <w:numPr>
                <w:ilvl w:val="0"/>
                <w:numId w:val="34"/>
              </w:numPr>
              <w:textAlignment w:val="baseline"/>
              <w:rPr>
                <w:rFonts w:eastAsia="Times New Roman" w:cs="Calibri"/>
              </w:rPr>
            </w:pPr>
            <w:r>
              <w:rPr>
                <w:rFonts w:eastAsia="Times New Roman" w:cs="Calibri"/>
                <w:color w:val="000000"/>
              </w:rPr>
              <w:t>HCS</w:t>
            </w:r>
            <w:r w:rsidR="00A217BF" w:rsidRPr="008F4951">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47C5FCDC" w14:textId="25B28B8A" w:rsidR="00A217BF" w:rsidRPr="008F4951" w:rsidRDefault="00BA35C4" w:rsidP="0066742B">
            <w:pPr>
              <w:pStyle w:val="ListParagraph"/>
              <w:numPr>
                <w:ilvl w:val="0"/>
                <w:numId w:val="34"/>
              </w:numPr>
              <w:textAlignment w:val="baseline"/>
              <w:rPr>
                <w:rFonts w:eastAsia="Times New Roman" w:cs="Calibri"/>
              </w:rPr>
            </w:pPr>
            <w:r>
              <w:rPr>
                <w:rFonts w:eastAsia="Times New Roman" w:cs="Calibri"/>
                <w:color w:val="000000"/>
              </w:rPr>
              <w:t>HCS</w:t>
            </w:r>
            <w:r w:rsidR="00A217BF" w:rsidRPr="008F4951">
              <w:rPr>
                <w:rFonts w:eastAsia="Times New Roman" w:cs="Calibri"/>
                <w:color w:val="000000"/>
              </w:rPr>
              <w:t xml:space="preserve"> clients who have been approved for a project-based resource </w:t>
            </w:r>
            <w:r w:rsidR="00A217BF" w:rsidRPr="008F4951">
              <w:rPr>
                <w:rFonts w:eastAsia="Times New Roman" w:cs="Calibri"/>
                <w:color w:val="000000"/>
                <w:u w:val="single"/>
              </w:rPr>
              <w:t>and</w:t>
            </w:r>
            <w:r w:rsidR="00A217BF" w:rsidRPr="008F4951">
              <w:rPr>
                <w:rFonts w:eastAsia="Times New Roman" w:cs="Calibri"/>
                <w:color w:val="000000"/>
              </w:rPr>
              <w:t xml:space="preserve"> have a move-in-date. Examples might include Tax Credit units, 811 units, or Permanent Supportive Housing Unit from homeless service agency. </w:t>
            </w:r>
          </w:p>
          <w:p w14:paraId="11826EC6" w14:textId="4D9FF104" w:rsidR="00A217BF" w:rsidRPr="008F4951" w:rsidRDefault="00A217BF" w:rsidP="0066742B">
            <w:pPr>
              <w:pStyle w:val="ListParagraph"/>
              <w:numPr>
                <w:ilvl w:val="0"/>
                <w:numId w:val="32"/>
              </w:numPr>
              <w:textAlignment w:val="baseline"/>
              <w:rPr>
                <w:rFonts w:eastAsia="Times New Roman" w:cs="Calibri"/>
              </w:rPr>
            </w:pPr>
            <w:r w:rsidRPr="008F4951">
              <w:rPr>
                <w:rFonts w:eastAsia="Times New Roman" w:cs="Calibri"/>
                <w:b/>
                <w:bCs/>
                <w:color w:val="000000"/>
              </w:rPr>
              <w:t>In-Home Short-Term Displacement:</w:t>
            </w:r>
            <w:r w:rsidRPr="008F4951">
              <w:rPr>
                <w:rFonts w:eastAsia="Times New Roman" w:cs="Calibri"/>
                <w:color w:val="000000"/>
              </w:rPr>
              <w:t xml:space="preserve"> </w:t>
            </w:r>
            <w:r w:rsidR="00BA35C4">
              <w:rPr>
                <w:rFonts w:eastAsia="Times New Roman" w:cs="Calibri"/>
                <w:color w:val="000000"/>
              </w:rPr>
              <w:t>HCS</w:t>
            </w:r>
            <w:r w:rsidRPr="008F4951">
              <w:rPr>
                <w:rFonts w:eastAsia="Times New Roman" w:cs="Calibri"/>
                <w:color w:val="000000"/>
              </w:rPr>
              <w:t xml:space="preserve"> clients who have their own home </w:t>
            </w:r>
            <w:r w:rsidRPr="008F4951">
              <w:rPr>
                <w:rFonts w:eastAsia="Times New Roman" w:cs="Calibri"/>
                <w:b/>
                <w:bCs/>
                <w:color w:val="000000"/>
                <w:u w:val="single"/>
              </w:rPr>
              <w:t>and</w:t>
            </w:r>
            <w:r w:rsidRPr="008F4951">
              <w:rPr>
                <w:rFonts w:eastAsia="Times New Roman" w:cs="Calibri"/>
                <w:b/>
                <w:bCs/>
                <w:color w:val="000000"/>
              </w:rPr>
              <w:t xml:space="preserve"> </w:t>
            </w:r>
            <w:r w:rsidRPr="008F4951">
              <w:rPr>
                <w:rFonts w:eastAsia="Times New Roman" w:cs="Calibri"/>
                <w:color w:val="000000"/>
              </w:rPr>
              <w:t>a short-term situation that requires them to temporarily vacate. Ex: Pest control or eradication, fire, or flooding.  </w:t>
            </w:r>
          </w:p>
          <w:p w14:paraId="53E05627" w14:textId="0BEE1606" w:rsidR="00A217BF" w:rsidRPr="008F4951" w:rsidRDefault="00A217BF" w:rsidP="0066742B">
            <w:pPr>
              <w:pStyle w:val="ListParagraph"/>
              <w:numPr>
                <w:ilvl w:val="0"/>
                <w:numId w:val="32"/>
              </w:numPr>
              <w:textAlignment w:val="baseline"/>
              <w:rPr>
                <w:rFonts w:ascii="Times New Roman" w:eastAsia="Times New Roman" w:hAnsi="Times New Roman"/>
                <w:sz w:val="24"/>
                <w:szCs w:val="24"/>
              </w:rPr>
            </w:pPr>
            <w:r w:rsidRPr="008F4951">
              <w:rPr>
                <w:rFonts w:eastAsia="Times New Roman" w:cs="Calibri"/>
                <w:b/>
                <w:bCs/>
                <w:color w:val="000000"/>
              </w:rPr>
              <w:t xml:space="preserve">Experiencing Homelessness: </w:t>
            </w:r>
            <w:r w:rsidR="00BA35C4">
              <w:rPr>
                <w:rFonts w:eastAsia="Times New Roman" w:cs="Calibri"/>
                <w:color w:val="000000"/>
              </w:rPr>
              <w:t>HCS</w:t>
            </w:r>
            <w:r w:rsidRPr="008F4951">
              <w:rPr>
                <w:rFonts w:eastAsia="Times New Roman" w:cs="Calibri"/>
                <w:color w:val="000000"/>
              </w:rPr>
              <w:t xml:space="preserve"> clients experiencing homelessness. Ex: staying in a car, park, abandoned building, tent, shelter, or couch surfing. </w:t>
            </w:r>
          </w:p>
          <w:p w14:paraId="6056072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5F5D866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28AF0AD" w14:textId="77777777" w:rsidTr="001F5522">
        <w:trPr>
          <w:trHeight w:val="142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01F4A4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294u1?</w:t>
            </w:r>
            <w:r w:rsidRPr="005704EC">
              <w:rPr>
                <w:rFonts w:eastAsia="Times New Roman" w:cs="Calibri"/>
                <w:color w:val="000000"/>
              </w:rPr>
              <w:t> </w:t>
            </w:r>
          </w:p>
          <w:p w14:paraId="0B72035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FF760F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04F082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2F934C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1D6BC53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A79848E" w14:textId="47CFA96A" w:rsidR="00A217BF" w:rsidRPr="004A2728" w:rsidRDefault="00A217BF" w:rsidP="0066742B">
            <w:pPr>
              <w:pStyle w:val="ListParagraph"/>
              <w:numPr>
                <w:ilvl w:val="0"/>
                <w:numId w:val="35"/>
              </w:numPr>
              <w:textAlignment w:val="baseline"/>
              <w:rPr>
                <w:rFonts w:eastAsia="Times New Roman" w:cs="Calibri"/>
              </w:rPr>
            </w:pPr>
            <w:r w:rsidRPr="004A2728">
              <w:rPr>
                <w:rFonts w:eastAsia="Times New Roman" w:cs="Calibri"/>
              </w:rPr>
              <w:t xml:space="preserve">Payment for up to 6-month period for a Medicaid </w:t>
            </w:r>
            <w:r w:rsidR="00BA35C4">
              <w:rPr>
                <w:rFonts w:eastAsia="Times New Roman" w:cs="Calibri"/>
              </w:rPr>
              <w:t>HCS</w:t>
            </w:r>
            <w:r w:rsidRPr="004A2728">
              <w:rPr>
                <w:rFonts w:eastAsia="Times New Roman" w:cs="Calibri"/>
              </w:rPr>
              <w:t xml:space="preserve"> client to stay at a motel/hotel. </w:t>
            </w:r>
          </w:p>
          <w:p w14:paraId="32DF108E" w14:textId="77777777" w:rsidR="00A217BF" w:rsidRPr="004A2728" w:rsidRDefault="00A217BF" w:rsidP="0066742B">
            <w:pPr>
              <w:pStyle w:val="ListParagraph"/>
              <w:numPr>
                <w:ilvl w:val="0"/>
                <w:numId w:val="35"/>
              </w:numPr>
              <w:textAlignment w:val="baseline"/>
              <w:rPr>
                <w:rFonts w:eastAsia="Times New Roman" w:cs="Calibri"/>
              </w:rPr>
            </w:pPr>
            <w:r w:rsidRPr="004A2728">
              <w:rPr>
                <w:rFonts w:eastAsia="Times New Roman" w:cs="Calibri"/>
              </w:rPr>
              <w:t>Damages upon HQ approval- Please contact Supportive Housing Program Manager</w:t>
            </w:r>
          </w:p>
        </w:tc>
      </w:tr>
      <w:tr w:rsidR="00A217BF" w:rsidRPr="005704EC" w14:paraId="24BDDA00"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73FF59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BBC718E" w14:textId="77777777" w:rsidR="00A217BF" w:rsidRPr="00734235" w:rsidRDefault="00A217BF" w:rsidP="0066742B">
            <w:pPr>
              <w:pStyle w:val="ListParagraph"/>
              <w:numPr>
                <w:ilvl w:val="0"/>
                <w:numId w:val="36"/>
              </w:numPr>
              <w:spacing w:line="259" w:lineRule="auto"/>
              <w:rPr>
                <w:rFonts w:eastAsia="Calibri" w:cs="Calibri"/>
              </w:rPr>
            </w:pPr>
            <w:r w:rsidRPr="00734235">
              <w:rPr>
                <w:rFonts w:eastAsia="Times New Roman" w:cs="Calibri"/>
              </w:rPr>
              <w:t xml:space="preserve">Deposits </w:t>
            </w:r>
          </w:p>
          <w:p w14:paraId="575CF8B3" w14:textId="77777777" w:rsidR="00A217BF" w:rsidRPr="005704EC" w:rsidRDefault="00A217BF" w:rsidP="001F5522">
            <w:pPr>
              <w:spacing w:line="259" w:lineRule="auto"/>
              <w:rPr>
                <w:rFonts w:eastAsia="Times New Roman" w:cs="Calibri"/>
              </w:rPr>
            </w:pPr>
          </w:p>
        </w:tc>
      </w:tr>
      <w:tr w:rsidR="00A217BF" w:rsidRPr="005704EC" w14:paraId="21649826"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260E5D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A5EAA58" w14:textId="77777777" w:rsidR="00A217BF" w:rsidRPr="00734235" w:rsidRDefault="00A217BF" w:rsidP="0066742B">
            <w:pPr>
              <w:pStyle w:val="ListParagraph"/>
              <w:numPr>
                <w:ilvl w:val="0"/>
                <w:numId w:val="37"/>
              </w:numPr>
              <w:textAlignment w:val="baseline"/>
              <w:rPr>
                <w:rFonts w:eastAsia="Times New Roman" w:cs="Calibri"/>
              </w:rPr>
            </w:pPr>
            <w:r w:rsidRPr="00734235">
              <w:rPr>
                <w:rFonts w:eastAsia="Times New Roman" w:cs="Calibri"/>
              </w:rPr>
              <w:t>Up to $4000 per month for a total of six months.</w:t>
            </w:r>
          </w:p>
          <w:p w14:paraId="1CB9DD1E" w14:textId="77777777" w:rsidR="00A217BF" w:rsidRPr="00BD27F9" w:rsidRDefault="00A217BF" w:rsidP="0066742B">
            <w:pPr>
              <w:pStyle w:val="ListParagraph"/>
              <w:numPr>
                <w:ilvl w:val="0"/>
                <w:numId w:val="38"/>
              </w:numPr>
              <w:textAlignment w:val="baseline"/>
              <w:rPr>
                <w:rFonts w:eastAsia="Times New Roman" w:cs="Calibri"/>
              </w:rPr>
            </w:pPr>
            <w:r w:rsidRPr="00BD27F9">
              <w:rPr>
                <w:rFonts w:eastAsia="Times New Roman" w:cs="Calibri"/>
              </w:rPr>
              <w:t>Note: not to exceed six month</w:t>
            </w:r>
          </w:p>
        </w:tc>
      </w:tr>
      <w:tr w:rsidR="00A217BF" w:rsidRPr="005704EC" w14:paraId="2442491C"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B2DB1E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30E2144" w14:textId="77777777" w:rsidR="00A217BF" w:rsidRPr="00BD27F9" w:rsidRDefault="00A217BF" w:rsidP="001F5522">
            <w:pPr>
              <w:textAlignment w:val="baseline"/>
              <w:rPr>
                <w:rFonts w:ascii="Times New Roman" w:eastAsia="Times New Roman" w:hAnsi="Times New Roman"/>
                <w:b/>
                <w:bCs/>
                <w:sz w:val="24"/>
                <w:szCs w:val="24"/>
              </w:rPr>
            </w:pPr>
            <w:r w:rsidRPr="00BD27F9">
              <w:rPr>
                <w:rFonts w:eastAsia="Times New Roman" w:cs="Calibri"/>
                <w:b/>
                <w:bCs/>
              </w:rPr>
              <w:t>Yes.  </w:t>
            </w:r>
          </w:p>
          <w:p w14:paraId="201EF257" w14:textId="77777777" w:rsidR="00A217BF" w:rsidRPr="0054683C" w:rsidRDefault="00A217BF" w:rsidP="0066742B">
            <w:pPr>
              <w:pStyle w:val="ListParagraph"/>
              <w:numPr>
                <w:ilvl w:val="0"/>
                <w:numId w:val="39"/>
              </w:numPr>
              <w:textAlignment w:val="baseline"/>
              <w:rPr>
                <w:rFonts w:eastAsia="Times New Roman" w:cs="Calibri"/>
              </w:rPr>
            </w:pPr>
            <w:r w:rsidRPr="0054683C">
              <w:rPr>
                <w:rFonts w:eastAsia="Times New Roman" w:cs="Calibri"/>
                <w:color w:val="000000"/>
              </w:rPr>
              <w:t xml:space="preserve">The HCS/AAA CM will need to coordinate with the Contracted Provider and notify them that the client has been authorized for Motel Interim </w:t>
            </w:r>
            <w:r w:rsidRPr="0054683C">
              <w:rPr>
                <w:rFonts w:eastAsia="Times New Roman" w:cs="Calibri"/>
              </w:rPr>
              <w:t>Stay</w:t>
            </w:r>
            <w:r w:rsidRPr="0054683C">
              <w:rPr>
                <w:rFonts w:eastAsia="Times New Roman" w:cs="Calibri"/>
                <w:color w:val="000000"/>
              </w:rPr>
              <w:t xml:space="preserve"> for Transitions for a period of up to 6 months. </w:t>
            </w:r>
          </w:p>
          <w:p w14:paraId="5E43B5C4" w14:textId="77777777" w:rsidR="00A217BF" w:rsidRPr="0054683C" w:rsidRDefault="00A217BF" w:rsidP="0066742B">
            <w:pPr>
              <w:pStyle w:val="ListParagraph"/>
              <w:numPr>
                <w:ilvl w:val="0"/>
                <w:numId w:val="39"/>
              </w:numPr>
              <w:textAlignment w:val="baseline"/>
              <w:rPr>
                <w:rFonts w:eastAsia="Times New Roman" w:cs="Calibri"/>
              </w:rPr>
            </w:pPr>
            <w:r w:rsidRPr="0054683C">
              <w:rPr>
                <w:rFonts w:eastAsia="Times New Roman" w:cs="Calibri"/>
                <w:color w:val="000000"/>
              </w:rPr>
              <w:t>The Contracted Provider should be authorized for the duration of the MIST authorization period. </w:t>
            </w:r>
          </w:p>
          <w:p w14:paraId="66A108F3" w14:textId="77777777" w:rsidR="00A217BF" w:rsidRPr="0054683C" w:rsidRDefault="00A217BF" w:rsidP="0066742B">
            <w:pPr>
              <w:pStyle w:val="ListParagraph"/>
              <w:numPr>
                <w:ilvl w:val="0"/>
                <w:numId w:val="39"/>
              </w:numPr>
              <w:textAlignment w:val="baseline"/>
              <w:rPr>
                <w:rFonts w:eastAsia="Times New Roman" w:cs="Calibri"/>
              </w:rPr>
            </w:pPr>
            <w:r w:rsidRPr="0054683C">
              <w:rPr>
                <w:rFonts w:eastAsia="Times New Roman" w:cs="Calibri"/>
                <w:color w:val="000000"/>
              </w:rPr>
              <w:t>The Contracted Provider should make periodic visits to the client to provide support and assist in a housing search, as needed. </w:t>
            </w:r>
          </w:p>
          <w:p w14:paraId="4AE14FE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p w14:paraId="40C44EC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460E0E2A" w14:textId="77777777" w:rsidR="00A217BF" w:rsidRPr="005704EC" w:rsidRDefault="00A217BF" w:rsidP="001F5522">
            <w:pPr>
              <w:ind w:left="675"/>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0E747AA6"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DFB879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58CC20E" w14:textId="77777777" w:rsidR="00A217BF" w:rsidRPr="00A21B91" w:rsidRDefault="00A217BF" w:rsidP="0066742B">
            <w:pPr>
              <w:pStyle w:val="ListParagraph"/>
              <w:numPr>
                <w:ilvl w:val="0"/>
                <w:numId w:val="40"/>
              </w:numPr>
              <w:textAlignment w:val="baseline"/>
              <w:rPr>
                <w:rFonts w:eastAsia="Times New Roman" w:cs="Calibri"/>
              </w:rPr>
            </w:pPr>
            <w:r w:rsidRPr="00A21B91">
              <w:rPr>
                <w:rFonts w:eastAsia="Times New Roman" w:cs="Calibri"/>
                <w:color w:val="000000"/>
              </w:rPr>
              <w:t>Upon receiving approval for MIST, the HCS/AAA CM should open RAC 3132. </w:t>
            </w:r>
          </w:p>
          <w:p w14:paraId="13FD8102" w14:textId="77777777" w:rsidR="00A217BF" w:rsidRPr="00A21B91" w:rsidRDefault="00A217BF" w:rsidP="0066742B">
            <w:pPr>
              <w:pStyle w:val="ListParagraph"/>
              <w:numPr>
                <w:ilvl w:val="0"/>
                <w:numId w:val="40"/>
              </w:numPr>
              <w:textAlignment w:val="baseline"/>
              <w:rPr>
                <w:rFonts w:eastAsia="Times New Roman" w:cs="Calibri"/>
              </w:rPr>
            </w:pPr>
            <w:r w:rsidRPr="00A21B91">
              <w:rPr>
                <w:rFonts w:eastAsia="Times New Roman" w:cs="Calibri"/>
                <w:color w:val="000000"/>
              </w:rPr>
              <w:t>Use Service Code SA294,U1 to reimburse the contracted provider for the expenses incurred. </w:t>
            </w:r>
          </w:p>
          <w:p w14:paraId="7F4AEF1B" w14:textId="77777777" w:rsidR="00A217BF" w:rsidRPr="00A21B91" w:rsidRDefault="00A217BF" w:rsidP="0066742B">
            <w:pPr>
              <w:pStyle w:val="ListParagraph"/>
              <w:numPr>
                <w:ilvl w:val="0"/>
                <w:numId w:val="40"/>
              </w:numPr>
              <w:textAlignment w:val="baseline"/>
              <w:rPr>
                <w:rFonts w:eastAsia="Times New Roman" w:cs="Calibri"/>
              </w:rPr>
            </w:pPr>
            <w:r w:rsidRPr="00A21B91">
              <w:rPr>
                <w:rFonts w:eastAsia="Times New Roman" w:cs="Calibri"/>
                <w:color w:val="000000"/>
              </w:rPr>
              <w:t xml:space="preserve">HCS/AAA CM will reimburse contracted provider on a two-week timeline for a period of up to six months. </w:t>
            </w:r>
            <w:r w:rsidRPr="00A21B91">
              <w:rPr>
                <w:rFonts w:eastAsia="Times New Roman" w:cs="Calibri"/>
                <w:b/>
                <w:bCs/>
                <w:color w:val="000000"/>
              </w:rPr>
              <w:t>Note: do not submit authorization to ProviderOne until receipt/s have been received.</w:t>
            </w:r>
            <w:r w:rsidRPr="00A21B91">
              <w:rPr>
                <w:rFonts w:eastAsia="Times New Roman" w:cs="Calibri"/>
                <w:color w:val="000000"/>
              </w:rPr>
              <w:t> </w:t>
            </w:r>
          </w:p>
          <w:p w14:paraId="78C3E6A7" w14:textId="77777777" w:rsidR="00A217BF" w:rsidRPr="005704EC" w:rsidRDefault="00A217BF" w:rsidP="001F5522">
            <w:pPr>
              <w:ind w:left="675"/>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C2D6ED0"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591EE0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A652D1A" w14:textId="77777777" w:rsidR="00A217BF" w:rsidRPr="00981A7A" w:rsidRDefault="00A217BF" w:rsidP="0066742B">
            <w:pPr>
              <w:pStyle w:val="ListParagraph"/>
              <w:numPr>
                <w:ilvl w:val="0"/>
                <w:numId w:val="41"/>
              </w:numPr>
              <w:textAlignment w:val="baseline"/>
              <w:rPr>
                <w:rFonts w:ascii="Times New Roman" w:eastAsia="Times New Roman" w:hAnsi="Times New Roman"/>
                <w:sz w:val="24"/>
                <w:szCs w:val="24"/>
              </w:rPr>
            </w:pPr>
            <w:r w:rsidRPr="00981A7A">
              <w:rPr>
                <w:rFonts w:eastAsia="Times New Roman" w:cs="Calibri"/>
              </w:rPr>
              <w:t>MIST should only be authorized after a referral has been submitted and approved by the Supportive Housing Program Manager and a hotel/motel have been found. </w:t>
            </w:r>
          </w:p>
          <w:p w14:paraId="46801EE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B1FC4F8"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600E99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C0D4EDE" w14:textId="77777777" w:rsidR="00A217BF" w:rsidRDefault="00A217BF" w:rsidP="001F5522">
            <w:pPr>
              <w:textAlignment w:val="baseline"/>
              <w:rPr>
                <w:rFonts w:eastAsia="Times New Roman" w:cs="Calibri"/>
              </w:rPr>
            </w:pPr>
            <w:r w:rsidRPr="00981A7A">
              <w:rPr>
                <w:rFonts w:eastAsia="Times New Roman" w:cs="Calibri"/>
                <w:b/>
                <w:bCs/>
              </w:rPr>
              <w:t>No.</w:t>
            </w:r>
            <w:r w:rsidRPr="005704EC">
              <w:rPr>
                <w:rFonts w:eastAsia="Times New Roman" w:cs="Calibri"/>
              </w:rPr>
              <w:t xml:space="preserve"> </w:t>
            </w:r>
          </w:p>
          <w:p w14:paraId="059789C5" w14:textId="77777777" w:rsidR="00A217BF" w:rsidRPr="00981A7A" w:rsidRDefault="00A217BF" w:rsidP="0066742B">
            <w:pPr>
              <w:pStyle w:val="ListParagraph"/>
              <w:numPr>
                <w:ilvl w:val="0"/>
                <w:numId w:val="42"/>
              </w:numPr>
              <w:textAlignment w:val="baseline"/>
              <w:rPr>
                <w:rFonts w:ascii="Times New Roman" w:eastAsia="Times New Roman" w:hAnsi="Times New Roman"/>
                <w:sz w:val="24"/>
                <w:szCs w:val="24"/>
              </w:rPr>
            </w:pPr>
            <w:r w:rsidRPr="00981A7A">
              <w:rPr>
                <w:rFonts w:eastAsia="Times New Roman" w:cs="Calibri"/>
              </w:rPr>
              <w:t>When the approved MIST amount is above $2000, this will generate an error message in CARE and will require the HCS/AAA CM to reach out to the Housing Program Manager to force the error. </w:t>
            </w:r>
          </w:p>
          <w:p w14:paraId="218D0C5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bl>
    <w:p w14:paraId="4CD423A0" w14:textId="77777777" w:rsidR="00A217BF" w:rsidRDefault="00A217BF" w:rsidP="00A217BF">
      <w:pPr>
        <w:textAlignment w:val="baseline"/>
        <w:rPr>
          <w:rFonts w:eastAsia="Times New Roman" w:cs="Calibri"/>
          <w:b/>
          <w:bCs/>
          <w:color w:val="1F3763"/>
          <w:sz w:val="26"/>
          <w:szCs w:val="26"/>
          <w:u w:val="single"/>
        </w:rPr>
      </w:pPr>
    </w:p>
    <w:p w14:paraId="0167A08C"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7F86D227" w14:textId="77777777" w:rsidR="00A217BF" w:rsidRPr="005704EC" w:rsidRDefault="00A217BF" w:rsidP="00A217BF">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A217BF" w:rsidRPr="005704EC" w14:paraId="5AFE702B" w14:textId="77777777" w:rsidTr="0019297A">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hideMark/>
          </w:tcPr>
          <w:p w14:paraId="72392451" w14:textId="04A31B0F"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xml:space="preserve">Emergency Rental Assistance (ERA) </w:t>
            </w:r>
            <w:r w:rsidRPr="005704EC">
              <w:rPr>
                <w:rFonts w:eastAsia="Times New Roman" w:cs="Calibri"/>
                <w:color w:val="000000"/>
              </w:rPr>
              <w:t xml:space="preserve">can be used as a one-time payment made directly to landlords on behalf of an </w:t>
            </w:r>
            <w:r w:rsidR="00BA35C4">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r w:rsidRPr="005704EC">
              <w:rPr>
                <w:rFonts w:eastAsia="Times New Roman" w:cs="Calibri"/>
              </w:rPr>
              <w:t>  </w:t>
            </w:r>
          </w:p>
          <w:p w14:paraId="15333070" w14:textId="77777777" w:rsidR="00A217BF" w:rsidRPr="005704EC" w:rsidRDefault="00A217BF" w:rsidP="001F5522">
            <w:pPr>
              <w:textAlignment w:val="baseline"/>
              <w:rPr>
                <w:rFonts w:ascii="Times New Roman" w:eastAsia="Times New Roman" w:hAnsi="Times New Roman"/>
                <w:sz w:val="24"/>
                <w:szCs w:val="24"/>
              </w:rPr>
            </w:pPr>
            <w:r w:rsidRPr="005704EC">
              <w:rPr>
                <w:rFonts w:ascii="Aptos" w:eastAsia="Times New Roman" w:hAnsi="Aptos"/>
                <w:color w:val="000000"/>
              </w:rPr>
              <w:t>Federal Emergency Rental Assistance is funded via the 1115 waiver, in which the Washington State Health Related Social Needs Services Program (HRSN) will allow Medicaid enrollees to receive evidence-based, non-medical services to address an individual’s unmet, adverse social conditions that contribute to poor health. These includes rent. </w:t>
            </w:r>
          </w:p>
          <w:p w14:paraId="67D5F9A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16D741A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tc>
      </w:tr>
      <w:tr w:rsidR="00A217BF" w:rsidRPr="005704EC" w14:paraId="66A982E6" w14:textId="77777777" w:rsidTr="0019297A">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6E220CE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ERA?</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2B567168" w14:textId="0051AFDF" w:rsidR="00A217BF" w:rsidRPr="00981A7A" w:rsidRDefault="00A217BF" w:rsidP="0066742B">
            <w:pPr>
              <w:pStyle w:val="ListParagraph"/>
              <w:numPr>
                <w:ilvl w:val="0"/>
                <w:numId w:val="43"/>
              </w:numPr>
              <w:textAlignment w:val="baseline"/>
              <w:rPr>
                <w:rFonts w:ascii="Times New Roman" w:eastAsia="Times New Roman" w:hAnsi="Times New Roman"/>
                <w:sz w:val="24"/>
                <w:szCs w:val="24"/>
              </w:rPr>
            </w:pPr>
            <w:r w:rsidRPr="00981A7A">
              <w:rPr>
                <w:rFonts w:eastAsia="Times New Roman" w:cs="Calibri"/>
              </w:rPr>
              <w:t>An</w:t>
            </w:r>
            <w:r w:rsidRPr="00981A7A">
              <w:rPr>
                <w:rFonts w:eastAsia="Times New Roman" w:cs="Calibri"/>
                <w:color w:val="000000"/>
              </w:rPr>
              <w:t xml:space="preserve"> </w:t>
            </w:r>
            <w:r w:rsidR="00BA35C4">
              <w:rPr>
                <w:rFonts w:eastAsia="Times New Roman" w:cs="Calibri"/>
                <w:color w:val="000000"/>
              </w:rPr>
              <w:t>HCS</w:t>
            </w:r>
            <w:r w:rsidRPr="00981A7A">
              <w:rPr>
                <w:rFonts w:eastAsia="Times New Roman" w:cs="Calibri"/>
                <w:color w:val="000000"/>
              </w:rPr>
              <w:t xml:space="preserve"> client who is experiencing or at risk of experiencing homelessness, including facing an immediate eviction due to non-payment of rent. </w:t>
            </w:r>
          </w:p>
          <w:p w14:paraId="2E497B20"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p w14:paraId="5405340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B3D60AF" w14:textId="77777777" w:rsidTr="0019297A">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100F9EA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2463220" w14:textId="58D4B1F0" w:rsidR="00A217BF" w:rsidRPr="00E37172" w:rsidRDefault="00A217BF" w:rsidP="0066742B">
            <w:pPr>
              <w:pStyle w:val="ListParagraph"/>
              <w:numPr>
                <w:ilvl w:val="0"/>
                <w:numId w:val="44"/>
              </w:numPr>
              <w:textAlignment w:val="baseline"/>
              <w:rPr>
                <w:rFonts w:ascii="Times New Roman" w:eastAsia="Times New Roman" w:hAnsi="Times New Roman"/>
                <w:sz w:val="24"/>
                <w:szCs w:val="24"/>
              </w:rPr>
            </w:pPr>
            <w:r w:rsidRPr="00E37172">
              <w:rPr>
                <w:rFonts w:eastAsia="Times New Roman" w:cs="Calibri"/>
                <w:color w:val="000000"/>
              </w:rPr>
              <w:t xml:space="preserve">A one-time payment made directly to landlords on behalf of an </w:t>
            </w:r>
            <w:r w:rsidR="00BA35C4">
              <w:rPr>
                <w:rFonts w:eastAsia="Times New Roman" w:cs="Calibri"/>
                <w:color w:val="000000"/>
              </w:rPr>
              <w:t>HCS</w:t>
            </w:r>
            <w:r w:rsidRPr="00E37172">
              <w:rPr>
                <w:rFonts w:eastAsia="Times New Roman" w:cs="Calibri"/>
                <w:color w:val="000000"/>
              </w:rPr>
              <w:t xml:space="preserve"> client who is facing an immediate eviction due to non-payment of rent. </w:t>
            </w:r>
          </w:p>
          <w:p w14:paraId="19FDDE14" w14:textId="77777777" w:rsidR="00A217BF" w:rsidRPr="00E37172" w:rsidRDefault="00A217BF" w:rsidP="001F5522">
            <w:pPr>
              <w:pStyle w:val="ListParagraph"/>
              <w:numPr>
                <w:ilvl w:val="0"/>
                <w:numId w:val="0"/>
              </w:numPr>
              <w:ind w:left="720"/>
              <w:textAlignment w:val="baseline"/>
              <w:rPr>
                <w:rFonts w:ascii="Times New Roman" w:eastAsia="Times New Roman" w:hAnsi="Times New Roman"/>
                <w:sz w:val="24"/>
                <w:szCs w:val="24"/>
              </w:rPr>
            </w:pPr>
          </w:p>
        </w:tc>
      </w:tr>
      <w:tr w:rsidR="00A217BF" w:rsidRPr="005704EC" w14:paraId="317760EE" w14:textId="77777777" w:rsidTr="0019297A">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3CB2F4FD"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86D5877" w14:textId="77777777" w:rsidR="00A217BF" w:rsidRPr="00E37172" w:rsidRDefault="00A217BF" w:rsidP="0066742B">
            <w:pPr>
              <w:pStyle w:val="ListParagraph"/>
              <w:numPr>
                <w:ilvl w:val="0"/>
                <w:numId w:val="45"/>
              </w:numPr>
              <w:textAlignment w:val="baseline"/>
              <w:rPr>
                <w:rFonts w:ascii="Times New Roman" w:eastAsia="Times New Roman" w:hAnsi="Times New Roman"/>
                <w:sz w:val="24"/>
                <w:szCs w:val="24"/>
              </w:rPr>
            </w:pPr>
            <w:r w:rsidRPr="00E37172">
              <w:rPr>
                <w:rFonts w:eastAsia="Times New Roman" w:cs="Calibri"/>
                <w:color w:val="000000"/>
              </w:rPr>
              <w:t>ERA does not include pre-tenancy deposits or move-in costs required at move in. ERA cannot pay in excess of 150% Fair Market Rent per month and can only pay for a total of six months back rent. </w:t>
            </w:r>
          </w:p>
          <w:p w14:paraId="55E79CCE" w14:textId="77777777" w:rsidR="00A217BF" w:rsidRPr="005704EC" w:rsidRDefault="00A217BF" w:rsidP="001F5522">
            <w:pPr>
              <w:ind w:firstLine="45"/>
              <w:textAlignment w:val="baseline"/>
              <w:rPr>
                <w:rFonts w:ascii="Times New Roman" w:eastAsia="Times New Roman" w:hAnsi="Times New Roman"/>
                <w:sz w:val="24"/>
                <w:szCs w:val="24"/>
              </w:rPr>
            </w:pPr>
          </w:p>
        </w:tc>
      </w:tr>
      <w:tr w:rsidR="00A217BF" w:rsidRPr="005704EC" w14:paraId="221BE56B" w14:textId="77777777" w:rsidTr="0019297A">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4BCE58F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638A32C" w14:textId="77777777" w:rsidR="00A217BF" w:rsidRPr="00A16558" w:rsidRDefault="00A217BF" w:rsidP="0066742B">
            <w:pPr>
              <w:pStyle w:val="ListParagraph"/>
              <w:numPr>
                <w:ilvl w:val="0"/>
                <w:numId w:val="46"/>
              </w:numPr>
              <w:textAlignment w:val="baseline"/>
              <w:rPr>
                <w:rFonts w:ascii="Times New Roman" w:eastAsia="Times New Roman" w:hAnsi="Times New Roman"/>
                <w:sz w:val="24"/>
                <w:szCs w:val="24"/>
              </w:rPr>
            </w:pPr>
            <w:r w:rsidRPr="00A16558">
              <w:rPr>
                <w:rFonts w:eastAsia="Times New Roman" w:cs="Calibri"/>
              </w:rPr>
              <w:t>The HCS/AAA case manager will need to authorize a Contracted Provider (Community Choice Guide or GOSH Supportive Housing Provider) to make the ERA payment on the clients’ behalf.  </w:t>
            </w:r>
          </w:p>
          <w:p w14:paraId="05D8B0D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65050A7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i/>
                <w:iCs/>
              </w:rPr>
              <w:t>Could change dependent on SHA.</w:t>
            </w:r>
            <w:r w:rsidRPr="005704EC">
              <w:rPr>
                <w:rFonts w:eastAsia="Times New Roman" w:cs="Calibri"/>
              </w:rPr>
              <w:t>  </w:t>
            </w:r>
          </w:p>
          <w:p w14:paraId="0D7023D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56EE057D" w14:textId="77777777" w:rsidTr="0019297A">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233D0C7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8132B55" w14:textId="77777777" w:rsidR="00A217BF" w:rsidRPr="00A16558" w:rsidRDefault="00A217BF" w:rsidP="0066742B">
            <w:pPr>
              <w:pStyle w:val="ListParagraph"/>
              <w:numPr>
                <w:ilvl w:val="0"/>
                <w:numId w:val="47"/>
              </w:numPr>
              <w:textAlignment w:val="baseline"/>
              <w:rPr>
                <w:rFonts w:eastAsia="Times New Roman" w:cs="Calibri"/>
              </w:rPr>
            </w:pPr>
            <w:r w:rsidRPr="00A16558">
              <w:rPr>
                <w:rFonts w:eastAsia="Times New Roman" w:cs="Calibri"/>
              </w:rPr>
              <w:t>Use RAC 3132. </w:t>
            </w:r>
          </w:p>
          <w:p w14:paraId="12724562" w14:textId="24A4CBF2" w:rsidR="00A217BF" w:rsidRPr="00A16558" w:rsidRDefault="00A217BF" w:rsidP="0066742B">
            <w:pPr>
              <w:pStyle w:val="ListParagraph"/>
              <w:numPr>
                <w:ilvl w:val="0"/>
                <w:numId w:val="47"/>
              </w:numPr>
              <w:textAlignment w:val="baseline"/>
              <w:rPr>
                <w:rFonts w:eastAsia="Times New Roman" w:cs="Calibri"/>
              </w:rPr>
            </w:pPr>
            <w:r w:rsidRPr="00A16558">
              <w:rPr>
                <w:rFonts w:eastAsia="Times New Roman" w:cs="Calibri"/>
              </w:rPr>
              <w:t xml:space="preserve">Use Service Code </w:t>
            </w:r>
            <w:r w:rsidR="002045E5">
              <w:rPr>
                <w:rFonts w:eastAsia="Times New Roman" w:cs="Calibri"/>
              </w:rPr>
              <w:t>SA</w:t>
            </w:r>
            <w:r w:rsidRPr="002045E5">
              <w:rPr>
                <w:rFonts w:eastAsia="Times New Roman" w:cs="Calibri"/>
              </w:rPr>
              <w:t>298</w:t>
            </w:r>
            <w:r w:rsidRPr="00A16558">
              <w:rPr>
                <w:rFonts w:eastAsia="Times New Roman" w:cs="Calibri"/>
              </w:rPr>
              <w:t xml:space="preserve"> to reimburse the contracted provider for the ERA payment amount approved by the HPM.  </w:t>
            </w:r>
          </w:p>
          <w:p w14:paraId="44DC6A7D"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4928A77F" w14:textId="77777777" w:rsidTr="0019297A">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0455829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5F7F0609" w14:textId="77777777" w:rsidR="00A217BF" w:rsidRPr="003D306A" w:rsidRDefault="00A217BF" w:rsidP="0066742B">
            <w:pPr>
              <w:pStyle w:val="ListParagraph"/>
              <w:numPr>
                <w:ilvl w:val="0"/>
                <w:numId w:val="48"/>
              </w:numPr>
              <w:textAlignment w:val="baseline"/>
              <w:rPr>
                <w:rFonts w:ascii="Times New Roman" w:eastAsia="Times New Roman" w:hAnsi="Times New Roman"/>
                <w:sz w:val="24"/>
                <w:szCs w:val="24"/>
              </w:rPr>
            </w:pPr>
            <w:r w:rsidRPr="003D306A">
              <w:rPr>
                <w:rFonts w:eastAsia="Times New Roman" w:cs="Calibri"/>
              </w:rPr>
              <w:t>ERA should only be authorized after an ERA referral has been submitted and approved by the Housing Program Manager.  </w:t>
            </w:r>
          </w:p>
          <w:p w14:paraId="27176FC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7B716240" w14:textId="77777777" w:rsidTr="0019297A">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37AE8A6E"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the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E0168E4" w14:textId="77777777" w:rsidR="00A217BF" w:rsidRPr="003D306A" w:rsidRDefault="00A217BF" w:rsidP="001F5522">
            <w:pPr>
              <w:textAlignment w:val="baseline"/>
              <w:rPr>
                <w:rFonts w:ascii="Times New Roman" w:eastAsia="Times New Roman" w:hAnsi="Times New Roman"/>
                <w:b/>
                <w:bCs/>
                <w:sz w:val="24"/>
                <w:szCs w:val="24"/>
              </w:rPr>
            </w:pPr>
            <w:r w:rsidRPr="003D306A">
              <w:rPr>
                <w:rFonts w:eastAsia="Times New Roman" w:cs="Calibri"/>
                <w:b/>
                <w:bCs/>
              </w:rPr>
              <w:t>No. </w:t>
            </w:r>
          </w:p>
          <w:p w14:paraId="5721BEE1" w14:textId="77777777" w:rsidR="00A217BF" w:rsidRPr="003D306A" w:rsidRDefault="00A217BF" w:rsidP="0066742B">
            <w:pPr>
              <w:pStyle w:val="ListParagraph"/>
              <w:numPr>
                <w:ilvl w:val="0"/>
                <w:numId w:val="49"/>
              </w:numPr>
              <w:textAlignment w:val="baseline"/>
              <w:rPr>
                <w:rFonts w:ascii="Times New Roman" w:eastAsia="Times New Roman" w:hAnsi="Times New Roman"/>
                <w:sz w:val="24"/>
                <w:szCs w:val="24"/>
              </w:rPr>
            </w:pPr>
            <w:r w:rsidRPr="003D306A">
              <w:rPr>
                <w:rFonts w:eastAsia="Times New Roman" w:cs="Calibri"/>
              </w:rPr>
              <w:t>note: When the approved ERA amount is above $4000, this will generate an error message in CARE and will require the HCS/AAA CM to reach out to the Housing Program Manager to force the error. </w:t>
            </w:r>
          </w:p>
          <w:p w14:paraId="44A4A59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bl>
    <w:p w14:paraId="47D32DA1"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0B8A6769"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rPr>
        <w:t> </w:t>
      </w:r>
    </w:p>
    <w:p w14:paraId="57ADEC87"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rPr>
        <w:t> </w:t>
      </w:r>
    </w:p>
    <w:p w14:paraId="4657D886"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b/>
          <w:bCs/>
          <w:color w:val="1F3763"/>
          <w:sz w:val="26"/>
          <w:szCs w:val="26"/>
          <w:u w:val="single"/>
        </w:rPr>
        <w:t>RAC 3131: Long-Term Services and Supports Housing Stabilization – State Funds</w:t>
      </w:r>
      <w:r w:rsidRPr="005704EC">
        <w:rPr>
          <w:rFonts w:eastAsia="Times New Roman" w:cs="Calibri"/>
          <w:color w:val="1F3763"/>
          <w:sz w:val="26"/>
          <w:szCs w:val="26"/>
        </w:rPr>
        <w:t> </w:t>
      </w:r>
    </w:p>
    <w:p w14:paraId="331A7295"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18AA992B"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Pre-Tenancy SA299u1</w:t>
      </w:r>
      <w:r w:rsidRPr="005704EC">
        <w:rPr>
          <w:rFonts w:eastAsia="Times New Roman" w:cs="Calibri"/>
          <w:color w:val="1F3763"/>
          <w:sz w:val="26"/>
          <w:szCs w:val="26"/>
        </w:rPr>
        <w:t> </w:t>
      </w:r>
    </w:p>
    <w:p w14:paraId="63C2D4B2" w14:textId="77777777" w:rsidR="00A217BF" w:rsidRPr="005704EC" w:rsidRDefault="00A217BF" w:rsidP="00A217B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A217BF" w:rsidRPr="005704EC" w14:paraId="2E68F6B1" w14:textId="77777777" w:rsidTr="001F552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46694D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Pre-Tenancy</w:t>
            </w:r>
            <w:r w:rsidRPr="005704EC">
              <w:rPr>
                <w:rFonts w:eastAsia="Times New Roman" w:cs="Calibri"/>
                <w:color w:val="000000"/>
              </w:rPr>
              <w:t> </w:t>
            </w:r>
          </w:p>
        </w:tc>
      </w:tr>
      <w:tr w:rsidR="00A217BF" w:rsidRPr="005704EC" w14:paraId="26ECF52E" w14:textId="77777777" w:rsidTr="001F5522">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CC9E1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43D8F41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w:t>
            </w:r>
            <w:r w:rsidRPr="005704EC">
              <w:rPr>
                <w:rFonts w:eastAsia="Times New Roman" w:cs="Calibri"/>
                <w:color w:val="000000"/>
              </w:rPr>
              <w:t>  are choosing In-Home setting and: </w:t>
            </w:r>
          </w:p>
          <w:p w14:paraId="751961EF" w14:textId="77777777" w:rsidR="00A217BF" w:rsidRPr="00EA1FA6" w:rsidRDefault="00A217BF" w:rsidP="0066742B">
            <w:pPr>
              <w:pStyle w:val="ListParagraph"/>
              <w:numPr>
                <w:ilvl w:val="0"/>
                <w:numId w:val="50"/>
              </w:numPr>
              <w:jc w:val="both"/>
              <w:textAlignment w:val="baseline"/>
              <w:rPr>
                <w:rFonts w:eastAsia="Times New Roman" w:cs="Calibri"/>
              </w:rPr>
            </w:pPr>
            <w:r w:rsidRPr="00EA1FA6">
              <w:rPr>
                <w:rFonts w:eastAsia="Times New Roman" w:cs="Calibri"/>
                <w:color w:val="000000"/>
              </w:rPr>
              <w:t xml:space="preserve">are willing to work with a Supportive Housing Provider, </w:t>
            </w:r>
            <w:r w:rsidRPr="00CE0E54">
              <w:rPr>
                <w:rFonts w:eastAsia="Times New Roman" w:cs="Calibri"/>
                <w:b/>
                <w:bCs/>
                <w:color w:val="000000"/>
              </w:rPr>
              <w:t>and </w:t>
            </w:r>
          </w:p>
          <w:p w14:paraId="69CEFB84" w14:textId="72BB194E" w:rsidR="00A217BF" w:rsidRPr="00EA1FA6" w:rsidRDefault="00A217BF" w:rsidP="0066742B">
            <w:pPr>
              <w:pStyle w:val="ListParagraph"/>
              <w:numPr>
                <w:ilvl w:val="0"/>
                <w:numId w:val="50"/>
              </w:numPr>
              <w:jc w:val="both"/>
              <w:textAlignment w:val="baseline"/>
              <w:rPr>
                <w:rFonts w:eastAsia="Times New Roman" w:cs="Calibri"/>
              </w:rPr>
            </w:pPr>
            <w:r w:rsidRPr="00EA1FA6">
              <w:rPr>
                <w:rFonts w:eastAsia="Times New Roman" w:cs="Calibri"/>
                <w:color w:val="000000"/>
              </w:rPr>
              <w:t xml:space="preserve">qualify for </w:t>
            </w:r>
            <w:r w:rsidR="00BA35C4">
              <w:rPr>
                <w:rFonts w:eastAsia="Times New Roman" w:cs="Calibri"/>
                <w:color w:val="000000"/>
              </w:rPr>
              <w:t>HCS</w:t>
            </w:r>
            <w:r w:rsidRPr="00EA1FA6">
              <w:rPr>
                <w:rFonts w:eastAsia="Times New Roman" w:cs="Calibri"/>
                <w:color w:val="000000"/>
              </w:rPr>
              <w:t xml:space="preserve"> services (financially &amp; functionally eligible), </w:t>
            </w:r>
            <w:r w:rsidRPr="00CE0E54">
              <w:rPr>
                <w:rFonts w:eastAsia="Times New Roman" w:cs="Calibri"/>
                <w:b/>
                <w:bCs/>
                <w:color w:val="000000"/>
              </w:rPr>
              <w:t>and</w:t>
            </w:r>
            <w:r w:rsidRPr="00EA1FA6">
              <w:rPr>
                <w:rFonts w:eastAsia="Times New Roman" w:cs="Calibri"/>
                <w:color w:val="000000"/>
              </w:rPr>
              <w:t>  </w:t>
            </w:r>
          </w:p>
          <w:p w14:paraId="4493F429" w14:textId="77777777" w:rsidR="00A217BF" w:rsidRPr="00EA1FA6" w:rsidRDefault="00A217BF" w:rsidP="0066742B">
            <w:pPr>
              <w:pStyle w:val="ListParagraph"/>
              <w:numPr>
                <w:ilvl w:val="0"/>
                <w:numId w:val="50"/>
              </w:numPr>
              <w:jc w:val="both"/>
              <w:textAlignment w:val="baseline"/>
              <w:rPr>
                <w:rFonts w:eastAsia="Times New Roman" w:cs="Calibri"/>
              </w:rPr>
            </w:pPr>
            <w:r w:rsidRPr="00EA1FA6">
              <w:rPr>
                <w:rFonts w:eastAsia="Times New Roman" w:cs="Calibri"/>
                <w:color w:val="000000"/>
              </w:rPr>
              <w:t>are discharging or being diverted from Eastern or Western State Hospitals, </w:t>
            </w:r>
          </w:p>
          <w:p w14:paraId="7B0A905F" w14:textId="77777777" w:rsidR="00A217BF" w:rsidRPr="00EA1FA6" w:rsidRDefault="00A217BF" w:rsidP="0066742B">
            <w:pPr>
              <w:pStyle w:val="ListParagraph"/>
              <w:numPr>
                <w:ilvl w:val="0"/>
                <w:numId w:val="50"/>
              </w:numPr>
              <w:textAlignment w:val="baseline"/>
              <w:rPr>
                <w:rFonts w:eastAsia="Times New Roman" w:cs="Calibri"/>
              </w:rPr>
            </w:pPr>
            <w:r w:rsidRPr="00EA1FA6">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5F5197A7" w14:textId="0EC6BAC0" w:rsidR="00A217BF" w:rsidRPr="00EA1FA6" w:rsidRDefault="00BA35C4" w:rsidP="0066742B">
            <w:pPr>
              <w:pStyle w:val="ListParagraph"/>
              <w:numPr>
                <w:ilvl w:val="0"/>
                <w:numId w:val="50"/>
              </w:numPr>
              <w:textAlignment w:val="baseline"/>
              <w:rPr>
                <w:rFonts w:eastAsia="Times New Roman" w:cs="Calibri"/>
              </w:rPr>
            </w:pPr>
            <w:r>
              <w:rPr>
                <w:rFonts w:eastAsia="Times New Roman" w:cs="Calibri"/>
                <w:color w:val="000000"/>
              </w:rPr>
              <w:t>HCS</w:t>
            </w:r>
            <w:r w:rsidR="00A217BF" w:rsidRPr="00EA1FA6">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A217BF" w:rsidRPr="00EA1FA6">
              <w:rPr>
                <w:rFonts w:eastAsia="Times New Roman" w:cs="Calibri"/>
              </w:rPr>
              <w:t>  </w:t>
            </w:r>
          </w:p>
          <w:p w14:paraId="5833C758" w14:textId="77777777" w:rsidR="00A217BF" w:rsidRPr="005704EC" w:rsidRDefault="00A217BF" w:rsidP="001F5522">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5573677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47551AA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7259783F"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B869E2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GOSH SA299u1?</w:t>
            </w:r>
            <w:r w:rsidRPr="005704EC">
              <w:rPr>
                <w:rFonts w:eastAsia="Times New Roman" w:cs="Calibri"/>
                <w:color w:val="000000"/>
              </w:rPr>
              <w:t> </w:t>
            </w:r>
          </w:p>
          <w:p w14:paraId="266D4F9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A92905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3B866E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451353E"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A74465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9BB6800" w14:textId="77777777" w:rsidR="00A217BF" w:rsidRPr="005704EC" w:rsidRDefault="00A217BF" w:rsidP="001F5522">
            <w:pPr>
              <w:textAlignment w:val="baseline"/>
              <w:rPr>
                <w:rFonts w:eastAsia="Times New Roman" w:cs="Calibri"/>
              </w:rPr>
            </w:pPr>
            <w:r w:rsidRPr="005704EC">
              <w:rPr>
                <w:rFonts w:eastAsia="Times New Roman" w:cs="Calibri"/>
              </w:rPr>
              <w:t>Services that support an individual’s ability to prepare for and transition to housing, including direct and collateral services:  </w:t>
            </w:r>
          </w:p>
          <w:p w14:paraId="45918D29"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Screening and housing assessment for individuals’ preferences and barriers.  </w:t>
            </w:r>
          </w:p>
          <w:p w14:paraId="7BE12A78"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Developing an individual housing support plan: identifying goals, addressing barriers,</w:t>
            </w:r>
            <w:r w:rsidRPr="002B27DB">
              <w:rPr>
                <w:rFonts w:ascii="Segoe UI" w:eastAsia="Times New Roman" w:hAnsi="Segoe UI" w:cs="Segoe UI"/>
                <w:sz w:val="21"/>
                <w:szCs w:val="21"/>
              </w:rPr>
              <w:t xml:space="preserve"> </w:t>
            </w:r>
            <w:r w:rsidRPr="002B27DB">
              <w:rPr>
                <w:rFonts w:eastAsia="Times New Roman" w:cs="Calibri"/>
              </w:rPr>
              <w:t>establishing approaches to meet goals, including identifying available services and resources.  </w:t>
            </w:r>
          </w:p>
          <w:p w14:paraId="08272FDD"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Assisting with eligibility determination, housing applications, subsidy applications, and housing searches.  </w:t>
            </w:r>
          </w:p>
          <w:p w14:paraId="6263E4E9"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Identifying resources for modifications and/or one-time move-in needs.  </w:t>
            </w:r>
          </w:p>
          <w:p w14:paraId="2D519E41"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Assisting in arranging for and supporting details of moving into housing.  </w:t>
            </w:r>
          </w:p>
          <w:p w14:paraId="2F30F4C3"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Training on roles, responsibilities, and rights of tenant and landlord.  </w:t>
            </w:r>
          </w:p>
          <w:p w14:paraId="042AABD1"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Developing housing support crisis plan.  </w:t>
            </w:r>
          </w:p>
          <w:p w14:paraId="740E35A2" w14:textId="77777777" w:rsidR="00A217BF" w:rsidRPr="002B27DB" w:rsidRDefault="00A217BF" w:rsidP="0066742B">
            <w:pPr>
              <w:pStyle w:val="ListParagraph"/>
              <w:numPr>
                <w:ilvl w:val="0"/>
                <w:numId w:val="51"/>
              </w:numPr>
              <w:textAlignment w:val="baseline"/>
              <w:rPr>
                <w:rFonts w:ascii="Segoe UI" w:eastAsia="Times New Roman" w:hAnsi="Segoe UI" w:cs="Segoe UI"/>
              </w:rPr>
            </w:pPr>
            <w:r w:rsidRPr="002B27DB">
              <w:rPr>
                <w:rFonts w:eastAsia="Times New Roman" w:cs="Calibri"/>
              </w:rPr>
              <w:t>Maintaining participant and collateral contacts, and timely completion of supportive housing deliverables as outlined in ‘Service Standards for Providers’. </w:t>
            </w:r>
          </w:p>
          <w:p w14:paraId="602C7758" w14:textId="77777777" w:rsidR="00A217BF" w:rsidRPr="005704EC" w:rsidRDefault="00A217BF" w:rsidP="001F5522">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p>
          <w:p w14:paraId="24EB4F99" w14:textId="77777777" w:rsidR="00A217BF" w:rsidRPr="005704EC" w:rsidRDefault="00A217BF" w:rsidP="001F5522">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r w:rsidRPr="005704EC">
              <w:rPr>
                <w:rFonts w:eastAsia="Times New Roman" w:cs="Calibri"/>
              </w:rPr>
              <w:t>  </w:t>
            </w:r>
          </w:p>
        </w:tc>
      </w:tr>
      <w:tr w:rsidR="00A217BF" w:rsidRPr="005704EC" w14:paraId="4CB71FE2"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D66F6A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21168EB" w14:textId="77777777" w:rsidR="00A217BF" w:rsidRPr="002B27DB" w:rsidRDefault="00A217BF" w:rsidP="0066742B">
            <w:pPr>
              <w:pStyle w:val="ListParagraph"/>
              <w:numPr>
                <w:ilvl w:val="0"/>
                <w:numId w:val="52"/>
              </w:numPr>
              <w:textAlignment w:val="baseline"/>
              <w:rPr>
                <w:rFonts w:ascii="Times New Roman" w:eastAsia="Times New Roman" w:hAnsi="Times New Roman"/>
                <w:sz w:val="24"/>
                <w:szCs w:val="24"/>
              </w:rPr>
            </w:pPr>
            <w:r w:rsidRPr="002B27DB">
              <w:rPr>
                <w:rFonts w:eastAsia="Times New Roman" w:cs="Calibri"/>
              </w:rPr>
              <w:t>Rent  </w:t>
            </w:r>
          </w:p>
          <w:p w14:paraId="10F2C9C7" w14:textId="77777777" w:rsidR="00A217BF" w:rsidRPr="002B27DB" w:rsidRDefault="00A217BF" w:rsidP="0066742B">
            <w:pPr>
              <w:pStyle w:val="ListParagraph"/>
              <w:numPr>
                <w:ilvl w:val="0"/>
                <w:numId w:val="52"/>
              </w:numPr>
              <w:textAlignment w:val="baseline"/>
              <w:rPr>
                <w:rFonts w:ascii="Times New Roman" w:eastAsia="Times New Roman" w:hAnsi="Times New Roman"/>
                <w:sz w:val="24"/>
                <w:szCs w:val="24"/>
              </w:rPr>
            </w:pPr>
            <w:r w:rsidRPr="002B27DB">
              <w:rPr>
                <w:rFonts w:eastAsia="Times New Roman" w:cs="Calibri"/>
              </w:rPr>
              <w:t>Move-in-costs </w:t>
            </w:r>
          </w:p>
          <w:p w14:paraId="4D3398EE" w14:textId="77777777" w:rsidR="00A217BF" w:rsidRPr="002B27DB" w:rsidRDefault="00A217BF" w:rsidP="0066742B">
            <w:pPr>
              <w:pStyle w:val="ListParagraph"/>
              <w:numPr>
                <w:ilvl w:val="0"/>
                <w:numId w:val="52"/>
              </w:numPr>
              <w:textAlignment w:val="baseline"/>
              <w:rPr>
                <w:rFonts w:ascii="Times New Roman" w:eastAsia="Times New Roman" w:hAnsi="Times New Roman"/>
                <w:sz w:val="24"/>
                <w:szCs w:val="24"/>
              </w:rPr>
            </w:pPr>
            <w:r w:rsidRPr="002B27DB">
              <w:rPr>
                <w:rFonts w:eastAsia="Times New Roman" w:cs="Calibri"/>
              </w:rPr>
              <w:t>Utilities  </w:t>
            </w:r>
          </w:p>
          <w:p w14:paraId="4F7EC0C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7A617EB3"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84F0FC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C1CDD44" w14:textId="77777777" w:rsidR="00A217BF" w:rsidRPr="009F7FC1" w:rsidRDefault="00A217BF" w:rsidP="0066742B">
            <w:pPr>
              <w:pStyle w:val="ListParagraph"/>
              <w:numPr>
                <w:ilvl w:val="0"/>
                <w:numId w:val="53"/>
              </w:numPr>
              <w:textAlignment w:val="baseline"/>
              <w:rPr>
                <w:rFonts w:ascii="Times New Roman" w:eastAsia="Times New Roman" w:hAnsi="Times New Roman"/>
                <w:sz w:val="24"/>
                <w:szCs w:val="24"/>
              </w:rPr>
            </w:pPr>
            <w:r w:rsidRPr="009F7FC1">
              <w:rPr>
                <w:rFonts w:eastAsia="Times New Roman" w:cs="Calibri"/>
              </w:rPr>
              <w:t>160 units per month  </w:t>
            </w:r>
          </w:p>
        </w:tc>
      </w:tr>
      <w:tr w:rsidR="00A217BF" w:rsidRPr="005704EC" w14:paraId="2653D230"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94682C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112E4FA" w14:textId="77777777" w:rsidR="00A217BF" w:rsidRPr="009F7FC1" w:rsidRDefault="00A217BF" w:rsidP="001F5522">
            <w:pPr>
              <w:textAlignment w:val="baseline"/>
              <w:rPr>
                <w:rFonts w:ascii="Times New Roman" w:eastAsia="Times New Roman" w:hAnsi="Times New Roman"/>
                <w:b/>
                <w:bCs/>
                <w:sz w:val="24"/>
                <w:szCs w:val="24"/>
              </w:rPr>
            </w:pPr>
            <w:r w:rsidRPr="009F7FC1">
              <w:rPr>
                <w:rFonts w:eastAsia="Times New Roman" w:cs="Calibri"/>
                <w:b/>
                <w:bCs/>
              </w:rPr>
              <w:t>Yes.  </w:t>
            </w:r>
          </w:p>
          <w:p w14:paraId="7CE733DE" w14:textId="77777777" w:rsidR="00A217BF" w:rsidRPr="009F7FC1" w:rsidRDefault="00A217BF" w:rsidP="0066742B">
            <w:pPr>
              <w:pStyle w:val="ListParagraph"/>
              <w:numPr>
                <w:ilvl w:val="0"/>
                <w:numId w:val="54"/>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4CBDBEF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1E430DE0"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8B347B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0D30DE0"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Once the referral has been accepted by the SHPM: </w:t>
            </w:r>
          </w:p>
          <w:p w14:paraId="0BC80E7D" w14:textId="77777777" w:rsidR="00A217BF" w:rsidRPr="009F7FC1" w:rsidRDefault="00A217BF" w:rsidP="0066742B">
            <w:pPr>
              <w:pStyle w:val="ListParagraph"/>
              <w:numPr>
                <w:ilvl w:val="0"/>
                <w:numId w:val="55"/>
              </w:numPr>
              <w:textAlignment w:val="baseline"/>
              <w:rPr>
                <w:rFonts w:eastAsia="Times New Roman" w:cs="Calibri"/>
              </w:rPr>
            </w:pPr>
            <w:r w:rsidRPr="009F7FC1">
              <w:rPr>
                <w:rFonts w:eastAsia="Times New Roman" w:cs="Calibri"/>
                <w:color w:val="000000"/>
              </w:rPr>
              <w:t>The SHPM will open RAC 3131 – LTSS Housing Stabilization and then the pre-tenancy Supportive Housing service code, SA299-U1, to open the SH authorization in CARE.  </w:t>
            </w:r>
          </w:p>
          <w:p w14:paraId="14E08929" w14:textId="77777777" w:rsidR="00A217BF" w:rsidRPr="009F7FC1" w:rsidRDefault="00A217BF" w:rsidP="0066742B">
            <w:pPr>
              <w:pStyle w:val="ListParagraph"/>
              <w:numPr>
                <w:ilvl w:val="0"/>
                <w:numId w:val="55"/>
              </w:numPr>
              <w:textAlignment w:val="baseline"/>
              <w:rPr>
                <w:rFonts w:eastAsia="Times New Roman" w:cs="Calibri"/>
              </w:rPr>
            </w:pPr>
            <w:r w:rsidRPr="009F7FC1">
              <w:rPr>
                <w:rFonts w:eastAsia="Times New Roman" w:cs="Calibri"/>
                <w:color w:val="000000"/>
              </w:rPr>
              <w:t>It is the SHPM’s responsibility to open, extend and close authorizations for service code SA299, U1. </w:t>
            </w:r>
          </w:p>
          <w:p w14:paraId="04FAA2C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77463B37"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D78079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0C8150E" w14:textId="77777777" w:rsidR="00A217BF" w:rsidRPr="009F7FC1" w:rsidRDefault="00A217BF" w:rsidP="0066742B">
            <w:pPr>
              <w:pStyle w:val="ListParagraph"/>
              <w:numPr>
                <w:ilvl w:val="0"/>
                <w:numId w:val="56"/>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26DC94D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159A667D"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C5AA1A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BF809BD" w14:textId="77777777" w:rsidR="00A217BF" w:rsidRPr="009F7FC1" w:rsidRDefault="00A217BF" w:rsidP="001F5522">
            <w:pPr>
              <w:textAlignment w:val="baseline"/>
              <w:rPr>
                <w:rFonts w:ascii="Times New Roman" w:eastAsia="Times New Roman" w:hAnsi="Times New Roman"/>
                <w:b/>
                <w:bCs/>
                <w:sz w:val="24"/>
                <w:szCs w:val="24"/>
              </w:rPr>
            </w:pPr>
            <w:r w:rsidRPr="009F7FC1">
              <w:rPr>
                <w:rFonts w:eastAsia="Times New Roman" w:cs="Calibri"/>
                <w:b/>
                <w:bCs/>
              </w:rPr>
              <w:t>No.  </w:t>
            </w:r>
          </w:p>
        </w:tc>
      </w:tr>
      <w:tr w:rsidR="00A217BF" w14:paraId="343C3C6F"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F5A802E" w14:textId="77777777" w:rsidR="00A217BF" w:rsidRDefault="00A217BF" w:rsidP="001F5522">
            <w:pPr>
              <w:rPr>
                <w:rFonts w:eastAsia="Times New Roman" w:cs="Calibri"/>
                <w:b/>
                <w:bCs/>
                <w:color w:val="000000" w:themeColor="text1"/>
              </w:rPr>
            </w:pPr>
            <w:r w:rsidRPr="038EDC18">
              <w:rPr>
                <w:rFonts w:eastAsia="Times New Roman" w:cs="Calibri"/>
                <w:b/>
                <w:bCs/>
                <w:color w:val="000000" w:themeColor="text1"/>
              </w:rPr>
              <w:t>What about SA299,U1 for Civil Transitions Program?</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DF45C73" w14:textId="77777777" w:rsidR="00A217BF" w:rsidRPr="005739E5" w:rsidRDefault="00A217BF" w:rsidP="0066742B">
            <w:pPr>
              <w:pStyle w:val="ListParagraph"/>
              <w:numPr>
                <w:ilvl w:val="0"/>
                <w:numId w:val="57"/>
              </w:numPr>
              <w:rPr>
                <w:rFonts w:eastAsia="Calibri" w:cs="Calibri"/>
              </w:rPr>
            </w:pPr>
            <w:r w:rsidRPr="005739E5">
              <w:rPr>
                <w:rFonts w:eastAsia="Calibri" w:cs="Calibri"/>
              </w:rPr>
              <w:t>Supportive Housing services are available through GOSH for those who meet Civil Transition Program eligibility (see Chapter 9b).</w:t>
            </w:r>
          </w:p>
          <w:p w14:paraId="128B654C" w14:textId="77777777" w:rsidR="00A217BF" w:rsidRPr="005739E5" w:rsidRDefault="00A217BF" w:rsidP="0066742B">
            <w:pPr>
              <w:pStyle w:val="ListParagraph"/>
              <w:numPr>
                <w:ilvl w:val="0"/>
                <w:numId w:val="57"/>
              </w:numPr>
              <w:rPr>
                <w:rFonts w:eastAsia="Calibri" w:cs="Calibri"/>
              </w:rPr>
            </w:pPr>
            <w:r w:rsidRPr="005739E5">
              <w:rPr>
                <w:rFonts w:eastAsia="Calibri" w:cs="Calibri"/>
              </w:rPr>
              <w:t>For clients meeting Civil Transition Program (CTP) eligibility only, use the appropriate CTP RAC and then authorize SA299u1 with the Reason Code “Civil Transitions Program”.</w:t>
            </w:r>
          </w:p>
          <w:p w14:paraId="08B9CCF6" w14:textId="77777777" w:rsidR="00A217BF" w:rsidRPr="005739E5" w:rsidRDefault="00A217BF" w:rsidP="0066742B">
            <w:pPr>
              <w:pStyle w:val="ListParagraph"/>
              <w:numPr>
                <w:ilvl w:val="0"/>
                <w:numId w:val="57"/>
              </w:numPr>
              <w:rPr>
                <w:rFonts w:eastAsia="Calibri" w:cs="Calibri"/>
              </w:rPr>
            </w:pPr>
            <w:r w:rsidRPr="005739E5">
              <w:rPr>
                <w:rFonts w:eastAsia="Calibri" w:cs="Calibri"/>
              </w:rPr>
              <w:t>If a Civil Transition Program client ends up eligible for LTSS:</w:t>
            </w:r>
          </w:p>
          <w:p w14:paraId="5AF89D42" w14:textId="77777777" w:rsidR="00A217BF" w:rsidRPr="00665940" w:rsidRDefault="00A217BF" w:rsidP="001F5522">
            <w:pPr>
              <w:pStyle w:val="ListParagraph"/>
              <w:rPr>
                <w:rFonts w:eastAsia="Calibri" w:cs="Calibri"/>
              </w:rPr>
            </w:pPr>
            <w:r w:rsidRPr="00665940">
              <w:rPr>
                <w:rFonts w:eastAsia="Calibri" w:cs="Calibri"/>
              </w:rPr>
              <w:t>End CTP RAC</w:t>
            </w:r>
          </w:p>
          <w:p w14:paraId="0EB5C70B" w14:textId="77777777" w:rsidR="00A217BF" w:rsidRPr="00665940" w:rsidRDefault="00A217BF" w:rsidP="001F5522">
            <w:pPr>
              <w:pStyle w:val="ListParagraph"/>
              <w:rPr>
                <w:rFonts w:eastAsia="Calibri" w:cs="Calibri"/>
              </w:rPr>
            </w:pPr>
            <w:r w:rsidRPr="00665940">
              <w:rPr>
                <w:rFonts w:eastAsia="Calibri" w:cs="Calibri"/>
              </w:rPr>
              <w:t>End SA299,u1 authorization, then:</w:t>
            </w:r>
          </w:p>
          <w:p w14:paraId="6EA1B135" w14:textId="77777777" w:rsidR="00A217BF" w:rsidRPr="00665940" w:rsidRDefault="00A217BF" w:rsidP="001F5522">
            <w:pPr>
              <w:pStyle w:val="ListParagraph"/>
              <w:rPr>
                <w:rFonts w:eastAsia="Calibri" w:cs="Calibri"/>
              </w:rPr>
            </w:pPr>
            <w:r w:rsidRPr="00665940">
              <w:rPr>
                <w:rFonts w:eastAsia="Calibri" w:cs="Calibri"/>
              </w:rPr>
              <w:t xml:space="preserve">Open RAC 3131 LTSS Housing Stabilization </w:t>
            </w:r>
          </w:p>
          <w:p w14:paraId="4C1831A5" w14:textId="6CAE52B1" w:rsidR="00A217BF" w:rsidRPr="00665940" w:rsidRDefault="00A217BF" w:rsidP="001F5522">
            <w:pPr>
              <w:pStyle w:val="ListParagraph"/>
              <w:rPr>
                <w:rFonts w:eastAsia="Calibri" w:cs="Calibri"/>
              </w:rPr>
            </w:pPr>
            <w:r w:rsidRPr="00665940">
              <w:rPr>
                <w:rFonts w:eastAsia="Calibri" w:cs="Calibri"/>
              </w:rPr>
              <w:t xml:space="preserve">Open SA299u1 and use Reason Code </w:t>
            </w:r>
            <w:r w:rsidR="00BB46DC" w:rsidRPr="00665940">
              <w:rPr>
                <w:rFonts w:eastAsia="Calibri" w:cs="Calibri"/>
              </w:rPr>
              <w:t>“5440</w:t>
            </w:r>
            <w:r w:rsidRPr="00665940">
              <w:rPr>
                <w:rFonts w:eastAsia="Calibri" w:cs="Calibri"/>
              </w:rPr>
              <w:t xml:space="preserve"> FEFE”, which stands for 5440 Functionally Eligible Financially Eligible.</w:t>
            </w:r>
          </w:p>
          <w:p w14:paraId="5735564A" w14:textId="77777777" w:rsidR="00A217BF" w:rsidRDefault="00A217BF" w:rsidP="001F5522">
            <w:pPr>
              <w:rPr>
                <w:rFonts w:eastAsia="Times New Roman" w:cs="Calibri"/>
              </w:rPr>
            </w:pPr>
          </w:p>
        </w:tc>
      </w:tr>
    </w:tbl>
    <w:p w14:paraId="05E74937" w14:textId="77777777" w:rsidR="00A217BF" w:rsidRPr="005704EC" w:rsidRDefault="00A217BF" w:rsidP="00A217BF">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14F0831F"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Tenancy H0044</w:t>
      </w:r>
      <w:r w:rsidRPr="005704EC">
        <w:rPr>
          <w:rFonts w:eastAsia="Times New Roman" w:cs="Calibri"/>
          <w:color w:val="1F3763"/>
          <w:sz w:val="26"/>
          <w:szCs w:val="26"/>
        </w:rPr>
        <w:t> </w:t>
      </w:r>
    </w:p>
    <w:p w14:paraId="69E30251" w14:textId="77777777" w:rsidR="00A217BF" w:rsidRPr="005704EC" w:rsidRDefault="00A217BF" w:rsidP="00A217B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A217BF" w:rsidRPr="005704EC" w14:paraId="673AE627" w14:textId="77777777" w:rsidTr="001F552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4DCD74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Tenancy</w:t>
            </w:r>
            <w:r w:rsidRPr="005704EC">
              <w:rPr>
                <w:rFonts w:eastAsia="Times New Roman" w:cs="Calibri"/>
                <w:color w:val="000000"/>
              </w:rPr>
              <w:t> </w:t>
            </w:r>
          </w:p>
        </w:tc>
      </w:tr>
      <w:tr w:rsidR="00A217BF" w:rsidRPr="005704EC" w14:paraId="3B887E67" w14:textId="77777777" w:rsidTr="001F5522">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99C449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5AFFB682" w14:textId="77777777" w:rsidR="00A217BF" w:rsidRPr="00646B1F" w:rsidRDefault="00A217BF" w:rsidP="0066742B">
            <w:pPr>
              <w:pStyle w:val="ListParagraph"/>
              <w:numPr>
                <w:ilvl w:val="0"/>
                <w:numId w:val="58"/>
              </w:numPr>
              <w:textAlignment w:val="baseline"/>
              <w:rPr>
                <w:rFonts w:ascii="Times New Roman" w:eastAsia="Times New Roman" w:hAnsi="Times New Roman"/>
                <w:sz w:val="24"/>
                <w:szCs w:val="24"/>
              </w:rPr>
            </w:pPr>
            <w:r w:rsidRPr="00646B1F">
              <w:rPr>
                <w:rFonts w:eastAsia="Times New Roman" w:cs="Calibri"/>
              </w:rPr>
              <w:t>HCS/AAA clients who are receiving Medicaid long-term services who:</w:t>
            </w:r>
            <w:r w:rsidRPr="00646B1F">
              <w:rPr>
                <w:rFonts w:eastAsia="Times New Roman" w:cs="Calibri"/>
                <w:color w:val="000000"/>
              </w:rPr>
              <w:t xml:space="preserve"> are choosing In-Home setting and: </w:t>
            </w:r>
          </w:p>
          <w:p w14:paraId="1F0983C7" w14:textId="77777777" w:rsidR="00A217BF" w:rsidRPr="00646B1F" w:rsidRDefault="00A217BF" w:rsidP="0066742B">
            <w:pPr>
              <w:pStyle w:val="ListParagraph"/>
              <w:numPr>
                <w:ilvl w:val="0"/>
                <w:numId w:val="58"/>
              </w:numPr>
              <w:jc w:val="both"/>
              <w:textAlignment w:val="baseline"/>
              <w:rPr>
                <w:rFonts w:eastAsia="Times New Roman" w:cs="Calibri"/>
              </w:rPr>
            </w:pPr>
            <w:r w:rsidRPr="00646B1F">
              <w:rPr>
                <w:rFonts w:eastAsia="Times New Roman" w:cs="Calibri"/>
                <w:color w:val="000000"/>
              </w:rPr>
              <w:t>are willing to work with a Supportive Housing Provider, and </w:t>
            </w:r>
          </w:p>
          <w:p w14:paraId="4B112802" w14:textId="78F72380" w:rsidR="00A217BF" w:rsidRPr="00646B1F" w:rsidRDefault="00A217BF" w:rsidP="0066742B">
            <w:pPr>
              <w:pStyle w:val="ListParagraph"/>
              <w:numPr>
                <w:ilvl w:val="0"/>
                <w:numId w:val="58"/>
              </w:numPr>
              <w:jc w:val="both"/>
              <w:textAlignment w:val="baseline"/>
              <w:rPr>
                <w:rFonts w:eastAsia="Times New Roman" w:cs="Calibri"/>
              </w:rPr>
            </w:pPr>
            <w:r w:rsidRPr="00646B1F">
              <w:rPr>
                <w:rFonts w:eastAsia="Times New Roman" w:cs="Calibri"/>
                <w:color w:val="000000"/>
              </w:rPr>
              <w:t xml:space="preserve">qualify for </w:t>
            </w:r>
            <w:r w:rsidR="00BA35C4">
              <w:rPr>
                <w:rFonts w:eastAsia="Times New Roman" w:cs="Calibri"/>
                <w:color w:val="000000"/>
              </w:rPr>
              <w:t>HCS</w:t>
            </w:r>
            <w:r w:rsidRPr="00646B1F">
              <w:rPr>
                <w:rFonts w:eastAsia="Times New Roman" w:cs="Calibri"/>
                <w:color w:val="000000"/>
              </w:rPr>
              <w:t xml:space="preserve"> services (financially &amp; functionally eligible), and  </w:t>
            </w:r>
          </w:p>
          <w:p w14:paraId="6C38AFD6" w14:textId="77777777" w:rsidR="00A217BF" w:rsidRPr="00646B1F" w:rsidRDefault="00A217BF" w:rsidP="0066742B">
            <w:pPr>
              <w:pStyle w:val="ListParagraph"/>
              <w:numPr>
                <w:ilvl w:val="0"/>
                <w:numId w:val="58"/>
              </w:numPr>
              <w:jc w:val="both"/>
              <w:textAlignment w:val="baseline"/>
              <w:rPr>
                <w:rFonts w:eastAsia="Times New Roman" w:cs="Calibri"/>
              </w:rPr>
            </w:pPr>
            <w:r w:rsidRPr="00646B1F">
              <w:rPr>
                <w:rFonts w:eastAsia="Times New Roman" w:cs="Calibri"/>
                <w:color w:val="000000"/>
              </w:rPr>
              <w:t>are discharging or being diverted from Eastern or Western State Hospitals, </w:t>
            </w:r>
          </w:p>
          <w:p w14:paraId="55BEA026" w14:textId="77777777" w:rsidR="00A217BF" w:rsidRPr="00646B1F" w:rsidRDefault="00A217BF" w:rsidP="0066742B">
            <w:pPr>
              <w:pStyle w:val="ListParagraph"/>
              <w:numPr>
                <w:ilvl w:val="0"/>
                <w:numId w:val="58"/>
              </w:numPr>
              <w:textAlignment w:val="baseline"/>
              <w:rPr>
                <w:rFonts w:eastAsia="Times New Roman" w:cs="Calibri"/>
              </w:rPr>
            </w:pPr>
            <w:r w:rsidRPr="00646B1F">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0D12B1F1" w14:textId="3C19D7D7" w:rsidR="00A217BF" w:rsidRPr="00646B1F" w:rsidRDefault="00BA35C4" w:rsidP="0066742B">
            <w:pPr>
              <w:pStyle w:val="ListParagraph"/>
              <w:numPr>
                <w:ilvl w:val="0"/>
                <w:numId w:val="58"/>
              </w:numPr>
              <w:textAlignment w:val="baseline"/>
              <w:rPr>
                <w:rFonts w:eastAsia="Times New Roman" w:cs="Calibri"/>
              </w:rPr>
            </w:pPr>
            <w:r>
              <w:rPr>
                <w:rFonts w:eastAsia="Times New Roman" w:cs="Calibri"/>
                <w:color w:val="000000"/>
              </w:rPr>
              <w:t>HCS</w:t>
            </w:r>
            <w:r w:rsidR="00A217BF" w:rsidRPr="00646B1F">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A217BF" w:rsidRPr="00646B1F">
              <w:rPr>
                <w:rFonts w:eastAsia="Times New Roman" w:cs="Calibri"/>
              </w:rPr>
              <w:t>  </w:t>
            </w:r>
          </w:p>
          <w:p w14:paraId="21411FC1" w14:textId="77777777" w:rsidR="00A217BF" w:rsidRPr="005704EC" w:rsidRDefault="00A217BF" w:rsidP="001F5522">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5A6BE13D"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77ACCED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F9616A5"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E65FCF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GOSH H0044?</w:t>
            </w:r>
            <w:r w:rsidRPr="005704EC">
              <w:rPr>
                <w:rFonts w:eastAsia="Times New Roman" w:cs="Calibri"/>
                <w:color w:val="000000"/>
              </w:rPr>
              <w:t> </w:t>
            </w:r>
          </w:p>
          <w:p w14:paraId="29A6C83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E5B548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10C6662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649DF7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B0F281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F818287" w14:textId="77777777" w:rsidR="00A217BF" w:rsidRPr="005704EC" w:rsidRDefault="00A217BF" w:rsidP="001F5522">
            <w:pPr>
              <w:textAlignment w:val="baseline"/>
              <w:rPr>
                <w:rFonts w:eastAsia="Times New Roman" w:cs="Calibri"/>
              </w:rPr>
            </w:pPr>
            <w:r w:rsidRPr="005704EC">
              <w:rPr>
                <w:rFonts w:eastAsia="Times New Roman" w:cs="Calibri"/>
              </w:rPr>
              <w:t>Services to support individuals to maintain tenancy once housing is secured, such as:  </w:t>
            </w:r>
          </w:p>
          <w:p w14:paraId="767920DF" w14:textId="77777777" w:rsidR="00A217BF" w:rsidRPr="00A578A9" w:rsidRDefault="00A217BF" w:rsidP="0066742B">
            <w:pPr>
              <w:pStyle w:val="ListParagraph"/>
              <w:numPr>
                <w:ilvl w:val="0"/>
                <w:numId w:val="59"/>
              </w:numPr>
              <w:textAlignment w:val="baseline"/>
              <w:rPr>
                <w:rFonts w:eastAsia="Times New Roman" w:cs="Calibri"/>
              </w:rPr>
            </w:pPr>
            <w:r w:rsidRPr="00A578A9">
              <w:rPr>
                <w:rFonts w:eastAsia="Times New Roman" w:cs="Calibri"/>
              </w:rPr>
              <w:t>Early intervention for behaviors that might jeopardize housing, e.g., late rent payment, lease violations, etc.  </w:t>
            </w:r>
          </w:p>
          <w:p w14:paraId="1FEF152F" w14:textId="77777777" w:rsidR="00A217BF" w:rsidRPr="00A578A9" w:rsidRDefault="00A217BF" w:rsidP="0066742B">
            <w:pPr>
              <w:pStyle w:val="ListParagraph"/>
              <w:numPr>
                <w:ilvl w:val="0"/>
                <w:numId w:val="59"/>
              </w:numPr>
              <w:textAlignment w:val="baseline"/>
              <w:rPr>
                <w:rFonts w:eastAsia="Times New Roman" w:cs="Calibri"/>
              </w:rPr>
            </w:pPr>
            <w:r w:rsidRPr="00A578A9">
              <w:rPr>
                <w:rFonts w:eastAsia="Times New Roman" w:cs="Calibri"/>
              </w:rPr>
              <w:t>Training on responsibilities and rights of tenant and landlord.  </w:t>
            </w:r>
          </w:p>
          <w:p w14:paraId="320C5D74" w14:textId="77777777" w:rsidR="00A217BF" w:rsidRPr="00A578A9" w:rsidRDefault="00A217BF" w:rsidP="0066742B">
            <w:pPr>
              <w:pStyle w:val="ListParagraph"/>
              <w:numPr>
                <w:ilvl w:val="0"/>
                <w:numId w:val="59"/>
              </w:numPr>
              <w:textAlignment w:val="baseline"/>
              <w:rPr>
                <w:rFonts w:eastAsia="Times New Roman" w:cs="Calibri"/>
              </w:rPr>
            </w:pPr>
            <w:r w:rsidRPr="00A578A9">
              <w:rPr>
                <w:rFonts w:eastAsia="Times New Roman" w:cs="Calibri"/>
              </w:rPr>
              <w:t>Coaching on relationship building with landlords, property managers, and neighbors, and assisting in dispute resolution. </w:t>
            </w:r>
          </w:p>
          <w:p w14:paraId="1F69F985" w14:textId="77777777" w:rsidR="00A217BF" w:rsidRPr="00A578A9" w:rsidRDefault="00A217BF" w:rsidP="0066742B">
            <w:pPr>
              <w:pStyle w:val="ListParagraph"/>
              <w:numPr>
                <w:ilvl w:val="0"/>
                <w:numId w:val="59"/>
              </w:numPr>
              <w:textAlignment w:val="baseline"/>
              <w:rPr>
                <w:rFonts w:eastAsia="Times New Roman" w:cs="Calibri"/>
              </w:rPr>
            </w:pPr>
            <w:r w:rsidRPr="00A578A9">
              <w:rPr>
                <w:rFonts w:eastAsia="Times New Roman" w:cs="Calibri"/>
              </w:rPr>
              <w:t>Linking with community resources to prevent eviction </w:t>
            </w:r>
          </w:p>
        </w:tc>
      </w:tr>
      <w:tr w:rsidR="00A217BF" w:rsidRPr="005704EC" w14:paraId="7C9A01F6"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BEF7BA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D687D7B" w14:textId="77777777" w:rsidR="00A217BF" w:rsidRPr="00A578A9" w:rsidRDefault="00A217BF" w:rsidP="0066742B">
            <w:pPr>
              <w:pStyle w:val="ListParagraph"/>
              <w:numPr>
                <w:ilvl w:val="0"/>
                <w:numId w:val="60"/>
              </w:numPr>
              <w:textAlignment w:val="baseline"/>
              <w:rPr>
                <w:rFonts w:eastAsia="Times New Roman" w:cs="Calibri"/>
              </w:rPr>
            </w:pPr>
            <w:r w:rsidRPr="00A578A9">
              <w:rPr>
                <w:rFonts w:eastAsia="Times New Roman" w:cs="Calibri"/>
              </w:rPr>
              <w:t>Rent  </w:t>
            </w:r>
          </w:p>
          <w:p w14:paraId="1CA2A53D" w14:textId="77777777" w:rsidR="00A217BF" w:rsidRPr="00A578A9" w:rsidRDefault="00A217BF" w:rsidP="0066742B">
            <w:pPr>
              <w:pStyle w:val="ListParagraph"/>
              <w:numPr>
                <w:ilvl w:val="0"/>
                <w:numId w:val="60"/>
              </w:numPr>
              <w:textAlignment w:val="baseline"/>
              <w:rPr>
                <w:rFonts w:eastAsia="Times New Roman" w:cs="Calibri"/>
              </w:rPr>
            </w:pPr>
            <w:r w:rsidRPr="00A578A9">
              <w:rPr>
                <w:rFonts w:eastAsia="Times New Roman" w:cs="Calibri"/>
              </w:rPr>
              <w:t>Move-in-costs </w:t>
            </w:r>
          </w:p>
          <w:p w14:paraId="26A9C890" w14:textId="77777777" w:rsidR="00A217BF" w:rsidRPr="00A578A9" w:rsidRDefault="00A217BF" w:rsidP="0066742B">
            <w:pPr>
              <w:pStyle w:val="ListParagraph"/>
              <w:numPr>
                <w:ilvl w:val="0"/>
                <w:numId w:val="60"/>
              </w:numPr>
              <w:textAlignment w:val="baseline"/>
              <w:rPr>
                <w:rFonts w:eastAsia="Times New Roman" w:cs="Calibri"/>
              </w:rPr>
            </w:pPr>
            <w:r w:rsidRPr="00A578A9">
              <w:rPr>
                <w:rFonts w:eastAsia="Times New Roman" w:cs="Calibri"/>
              </w:rPr>
              <w:t>Utilities </w:t>
            </w:r>
          </w:p>
          <w:p w14:paraId="5A80070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514904DF"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B4A2E9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7E9D97B" w14:textId="77777777" w:rsidR="00A217BF" w:rsidRPr="00C37192" w:rsidRDefault="00A217BF" w:rsidP="0066742B">
            <w:pPr>
              <w:pStyle w:val="ListParagraph"/>
              <w:numPr>
                <w:ilvl w:val="0"/>
                <w:numId w:val="61"/>
              </w:numPr>
              <w:textAlignment w:val="baseline"/>
              <w:rPr>
                <w:rFonts w:ascii="Times New Roman" w:eastAsia="Times New Roman" w:hAnsi="Times New Roman"/>
                <w:sz w:val="24"/>
                <w:szCs w:val="24"/>
              </w:rPr>
            </w:pPr>
            <w:r w:rsidRPr="00C37192">
              <w:rPr>
                <w:rFonts w:eastAsia="Times New Roman" w:cs="Calibri"/>
              </w:rPr>
              <w:t>1 unit per month (rate $575) </w:t>
            </w:r>
          </w:p>
        </w:tc>
      </w:tr>
      <w:tr w:rsidR="00A217BF" w:rsidRPr="005704EC" w14:paraId="74EC9741"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94CB9E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F84930F" w14:textId="77777777" w:rsidR="00A217BF" w:rsidRPr="00C37192" w:rsidRDefault="00A217BF" w:rsidP="001F5522">
            <w:pPr>
              <w:textAlignment w:val="baseline"/>
              <w:rPr>
                <w:rFonts w:ascii="Times New Roman" w:eastAsia="Times New Roman" w:hAnsi="Times New Roman"/>
                <w:b/>
                <w:bCs/>
                <w:sz w:val="24"/>
                <w:szCs w:val="24"/>
              </w:rPr>
            </w:pPr>
            <w:r w:rsidRPr="00C37192">
              <w:rPr>
                <w:rFonts w:eastAsia="Times New Roman" w:cs="Calibri"/>
                <w:b/>
                <w:bCs/>
              </w:rPr>
              <w:t>Yes.  </w:t>
            </w:r>
          </w:p>
          <w:p w14:paraId="6C0A6C81" w14:textId="77777777" w:rsidR="00A217BF" w:rsidRPr="00C37192" w:rsidRDefault="00A217BF" w:rsidP="0066742B">
            <w:pPr>
              <w:pStyle w:val="ListParagraph"/>
              <w:numPr>
                <w:ilvl w:val="0"/>
                <w:numId w:val="62"/>
              </w:numPr>
              <w:textAlignment w:val="baseline"/>
              <w:rPr>
                <w:rFonts w:ascii="Times New Roman" w:eastAsia="Times New Roman" w:hAnsi="Times New Roman"/>
                <w:sz w:val="24"/>
                <w:szCs w:val="24"/>
              </w:rPr>
            </w:pPr>
            <w:r w:rsidRPr="00C37192">
              <w:rPr>
                <w:rFonts w:eastAsia="Times New Roman" w:cs="Calibri"/>
              </w:rPr>
              <w:t>After a referral has been submitted and approved for GOSH Services, the SHPM will contract a GOSH SHP to work with the client. </w:t>
            </w:r>
          </w:p>
          <w:p w14:paraId="66F18AB2" w14:textId="77777777" w:rsidR="00A217BF" w:rsidRPr="005704EC" w:rsidRDefault="00A217BF" w:rsidP="001F5522">
            <w:pPr>
              <w:ind w:firstLine="45"/>
              <w:textAlignment w:val="baseline"/>
              <w:rPr>
                <w:rFonts w:ascii="Times New Roman" w:eastAsia="Times New Roman" w:hAnsi="Times New Roman"/>
                <w:sz w:val="24"/>
                <w:szCs w:val="24"/>
              </w:rPr>
            </w:pPr>
          </w:p>
          <w:p w14:paraId="5B62B5FD"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6D8F0998"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3738B7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2BAB2B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7F66154D" w14:textId="77777777" w:rsidR="00A217BF" w:rsidRPr="00C37192" w:rsidRDefault="00A217BF" w:rsidP="0066742B">
            <w:pPr>
              <w:pStyle w:val="ListParagraph"/>
              <w:numPr>
                <w:ilvl w:val="0"/>
                <w:numId w:val="63"/>
              </w:numPr>
              <w:textAlignment w:val="baseline"/>
              <w:rPr>
                <w:rFonts w:eastAsia="Times New Roman" w:cs="Calibri"/>
              </w:rPr>
            </w:pPr>
            <w:r>
              <w:rPr>
                <w:rFonts w:eastAsia="Times New Roman" w:cs="Calibri"/>
                <w:color w:val="000000"/>
              </w:rPr>
              <w:t>T</w:t>
            </w:r>
            <w:r w:rsidRPr="00C37192">
              <w:rPr>
                <w:rFonts w:eastAsia="Times New Roman" w:cs="Calibri"/>
                <w:color w:val="000000"/>
              </w:rPr>
              <w:t>he SHPM will ensure RAC 3131 – LTSS Housing Stabilization’s end date matches the CARE Plan end date. </w:t>
            </w:r>
          </w:p>
          <w:p w14:paraId="0A4C257C" w14:textId="77777777" w:rsidR="00A217BF" w:rsidRPr="00C37192" w:rsidRDefault="00A217BF" w:rsidP="0066742B">
            <w:pPr>
              <w:pStyle w:val="ListParagraph"/>
              <w:numPr>
                <w:ilvl w:val="0"/>
                <w:numId w:val="63"/>
              </w:numPr>
              <w:textAlignment w:val="baseline"/>
              <w:rPr>
                <w:rFonts w:eastAsia="Times New Roman" w:cs="Calibri"/>
              </w:rPr>
            </w:pPr>
            <w:r w:rsidRPr="00C37192">
              <w:rPr>
                <w:rFonts w:eastAsia="Times New Roman" w:cs="Calibri"/>
                <w:color w:val="000000"/>
              </w:rPr>
              <w:t>The SHPM will close pre-tenancy service code SA299, U1, and open tenancy service code H0044.  </w:t>
            </w:r>
          </w:p>
          <w:p w14:paraId="2646B8ED" w14:textId="77777777" w:rsidR="00A217BF" w:rsidRPr="00C37192" w:rsidRDefault="00A217BF" w:rsidP="0066742B">
            <w:pPr>
              <w:pStyle w:val="ListParagraph"/>
              <w:numPr>
                <w:ilvl w:val="0"/>
                <w:numId w:val="63"/>
              </w:numPr>
              <w:textAlignment w:val="baseline"/>
              <w:rPr>
                <w:rFonts w:eastAsia="Times New Roman" w:cs="Calibri"/>
              </w:rPr>
            </w:pPr>
            <w:r w:rsidRPr="00C37192">
              <w:rPr>
                <w:rFonts w:eastAsia="Times New Roman" w:cs="Calibri"/>
                <w:color w:val="000000"/>
              </w:rPr>
              <w:t>It is the responsibility of the SHPM to close the authorization for SA299, U1 and open an authorization for H0044. </w:t>
            </w:r>
          </w:p>
          <w:p w14:paraId="02311C64" w14:textId="77777777" w:rsidR="00A217BF" w:rsidRPr="00C37192" w:rsidRDefault="00A217BF" w:rsidP="0066742B">
            <w:pPr>
              <w:pStyle w:val="ListParagraph"/>
              <w:numPr>
                <w:ilvl w:val="0"/>
                <w:numId w:val="63"/>
              </w:numPr>
              <w:textAlignment w:val="baseline"/>
              <w:rPr>
                <w:rFonts w:eastAsia="Times New Roman" w:cs="Calibri"/>
              </w:rPr>
            </w:pPr>
            <w:r w:rsidRPr="00C37192">
              <w:rPr>
                <w:rFonts w:eastAsia="Times New Roman" w:cs="Calibri"/>
                <w:color w:val="000000"/>
              </w:rPr>
              <w:t>The SHPM will update the tenancy service code, H0044, on an annual basis. If there are any concerns around client eligibility, staff with the SHPM. </w:t>
            </w:r>
          </w:p>
          <w:p w14:paraId="311AD5F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58D45361"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3700B2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C687F4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GOSH Services should only be authorized after a referral has been submitted and approved by the Supportive Housing Program Manager.</w:t>
            </w:r>
            <w:r w:rsidRPr="005704EC">
              <w:rPr>
                <w:rFonts w:eastAsia="Times New Roman" w:cs="Calibri"/>
                <w:color w:val="000000"/>
              </w:rPr>
              <w:t>  </w:t>
            </w:r>
          </w:p>
          <w:p w14:paraId="6FE6C14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02915A0C" w14:textId="77777777" w:rsidR="00A217BF" w:rsidRPr="005704EC" w:rsidRDefault="00A217BF" w:rsidP="0066742B">
            <w:pPr>
              <w:numPr>
                <w:ilvl w:val="0"/>
                <w:numId w:val="29"/>
              </w:numPr>
              <w:ind w:left="1080" w:firstLine="0"/>
              <w:textAlignment w:val="baseline"/>
              <w:rPr>
                <w:rFonts w:eastAsia="Times New Roman" w:cs="Calibri"/>
              </w:rPr>
            </w:pPr>
            <w:r w:rsidRPr="005704EC">
              <w:rPr>
                <w:rFonts w:eastAsia="Times New Roman" w:cs="Calibri"/>
                <w:color w:val="000000"/>
              </w:rPr>
              <w:t>The SHPM will ensure RAC 3131 – LTSS Housing Stabilization’s end date matches the CARE Plan end date. </w:t>
            </w:r>
          </w:p>
          <w:p w14:paraId="1D383A14" w14:textId="77777777" w:rsidR="00A217BF" w:rsidRPr="005704EC" w:rsidRDefault="00A217BF" w:rsidP="0066742B">
            <w:pPr>
              <w:numPr>
                <w:ilvl w:val="0"/>
                <w:numId w:val="30"/>
              </w:numPr>
              <w:ind w:left="1080" w:firstLine="0"/>
              <w:textAlignment w:val="baseline"/>
              <w:rPr>
                <w:rFonts w:eastAsia="Times New Roman" w:cs="Calibri"/>
              </w:rPr>
            </w:pPr>
            <w:r w:rsidRPr="005704EC">
              <w:rPr>
                <w:rFonts w:eastAsia="Times New Roman" w:cs="Calibri"/>
                <w:color w:val="000000"/>
              </w:rPr>
              <w:t>The SHPM will close pre-tenancy service code SA299, U1, and open tenancy service code H0044. Please note, the date when the tenancy service code, H0044, is opened will vary based on the terms of the SHP’s contract: </w:t>
            </w:r>
          </w:p>
          <w:p w14:paraId="1118E23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02AA42E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743B15B6"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48F9F6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4E4451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No.  </w:t>
            </w:r>
          </w:p>
        </w:tc>
      </w:tr>
      <w:tr w:rsidR="00A217BF" w14:paraId="5795C71F"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9BCD44A" w14:textId="77777777" w:rsidR="00A217BF" w:rsidRDefault="00A217BF" w:rsidP="001F5522">
            <w:pPr>
              <w:rPr>
                <w:rFonts w:eastAsia="Times New Roman" w:cs="Calibri"/>
                <w:b/>
                <w:bCs/>
                <w:color w:val="000000" w:themeColor="text1"/>
              </w:rPr>
            </w:pPr>
            <w:r w:rsidRPr="038EDC18">
              <w:rPr>
                <w:rFonts w:eastAsia="Times New Roman" w:cs="Calibri"/>
                <w:b/>
                <w:bCs/>
                <w:color w:val="000000" w:themeColor="text1"/>
              </w:rPr>
              <w:t xml:space="preserve">What about H0044 FOR Civil Transitions program?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C28E762" w14:textId="77777777" w:rsidR="00A217BF" w:rsidRPr="00882058" w:rsidRDefault="00A217BF" w:rsidP="0066742B">
            <w:pPr>
              <w:pStyle w:val="ListParagraph"/>
              <w:numPr>
                <w:ilvl w:val="0"/>
                <w:numId w:val="64"/>
              </w:numPr>
              <w:rPr>
                <w:rFonts w:eastAsia="Calibri" w:cs="Calibri"/>
              </w:rPr>
            </w:pPr>
            <w:r w:rsidRPr="00882058">
              <w:rPr>
                <w:rFonts w:eastAsia="Calibri" w:cs="Calibri"/>
              </w:rPr>
              <w:t>H0044 should not be used for a client only eligible for the Civil Transition Program.</w:t>
            </w:r>
          </w:p>
          <w:p w14:paraId="484185E6" w14:textId="77777777" w:rsidR="00A217BF" w:rsidRPr="00882058" w:rsidRDefault="00A217BF" w:rsidP="0066742B">
            <w:pPr>
              <w:pStyle w:val="ListParagraph"/>
              <w:numPr>
                <w:ilvl w:val="0"/>
                <w:numId w:val="64"/>
              </w:numPr>
              <w:rPr>
                <w:rFonts w:eastAsia="Calibri" w:cs="Calibri"/>
              </w:rPr>
            </w:pPr>
            <w:r w:rsidRPr="00882058">
              <w:rPr>
                <w:rFonts w:eastAsia="Calibri" w:cs="Calibri"/>
              </w:rPr>
              <w:t>If a Supportive Housing client who was originally Civil Transition Program client ended up eligible for LTSS and secures housing use Reason Code “5440 FEFE”, which stands for 5440 Functionally Eligible Financially Eligible.</w:t>
            </w:r>
          </w:p>
          <w:p w14:paraId="14BAA698" w14:textId="77777777" w:rsidR="00A217BF" w:rsidRDefault="00A217BF" w:rsidP="001F5522">
            <w:pPr>
              <w:rPr>
                <w:rFonts w:eastAsia="Times New Roman" w:cs="Calibri"/>
              </w:rPr>
            </w:pPr>
          </w:p>
        </w:tc>
      </w:tr>
    </w:tbl>
    <w:p w14:paraId="2804C90E" w14:textId="77777777" w:rsidR="00A217BF" w:rsidRPr="005704EC" w:rsidRDefault="00A217BF" w:rsidP="00A217BF">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5AA1DAED"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0E58A2D2"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SA294u2</w:t>
      </w:r>
      <w:r w:rsidRPr="005704EC">
        <w:rPr>
          <w:rFonts w:eastAsia="Times New Roman" w:cs="Calibri"/>
          <w:color w:val="1F3763"/>
          <w:sz w:val="26"/>
          <w:szCs w:val="26"/>
        </w:rPr>
        <w:t> </w:t>
      </w:r>
    </w:p>
    <w:p w14:paraId="796B1B44" w14:textId="77777777" w:rsidR="00A217BF" w:rsidRPr="005704EC" w:rsidRDefault="00A217BF" w:rsidP="00A217BF">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A217BF" w:rsidRPr="005704EC" w14:paraId="704A7E75" w14:textId="77777777" w:rsidTr="001F552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D01FCC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w:t>
            </w:r>
            <w:r w:rsidRPr="005704EC">
              <w:rPr>
                <w:rFonts w:eastAsia="Times New Roman" w:cs="Calibri"/>
              </w:rPr>
              <w:t>  </w:t>
            </w:r>
          </w:p>
        </w:tc>
      </w:tr>
      <w:tr w:rsidR="00A217BF" w:rsidRPr="005704EC" w14:paraId="3DB95C72" w14:textId="77777777" w:rsidTr="001F5522">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4E2427D"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state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271DBC8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3AD58DE2" w14:textId="467A3423" w:rsidR="00A217BF" w:rsidRPr="00D70B12" w:rsidRDefault="00BA35C4" w:rsidP="0066742B">
            <w:pPr>
              <w:pStyle w:val="ListParagraph"/>
              <w:numPr>
                <w:ilvl w:val="0"/>
                <w:numId w:val="65"/>
              </w:numPr>
              <w:textAlignment w:val="baseline"/>
              <w:rPr>
                <w:rFonts w:ascii="Times New Roman" w:eastAsia="Times New Roman" w:hAnsi="Times New Roman"/>
                <w:sz w:val="24"/>
                <w:szCs w:val="24"/>
              </w:rPr>
            </w:pPr>
            <w:r>
              <w:rPr>
                <w:rFonts w:eastAsia="Times New Roman" w:cs="Calibri"/>
                <w:b/>
                <w:bCs/>
                <w:color w:val="000000"/>
              </w:rPr>
              <w:t>HCS</w:t>
            </w:r>
            <w:r w:rsidR="00A217BF" w:rsidRPr="00D70B12">
              <w:rPr>
                <w:rFonts w:eastAsia="Times New Roman" w:cs="Calibri"/>
                <w:b/>
                <w:bCs/>
                <w:color w:val="000000"/>
              </w:rPr>
              <w:t xml:space="preserve"> Subsidy (Bridge &amp; Acute Care Hospital)</w:t>
            </w:r>
            <w:r w:rsidR="00A217BF" w:rsidRPr="00D70B12">
              <w:rPr>
                <w:rFonts w:eastAsia="Times New Roman" w:cs="Calibri"/>
                <w:color w:val="000000"/>
              </w:rPr>
              <w:t> </w:t>
            </w:r>
          </w:p>
          <w:p w14:paraId="2DB0FBF5" w14:textId="592F052B" w:rsidR="00A217BF" w:rsidRPr="008F4951" w:rsidRDefault="00A217BF" w:rsidP="0066742B">
            <w:pPr>
              <w:pStyle w:val="ListParagraph"/>
              <w:numPr>
                <w:ilvl w:val="0"/>
                <w:numId w:val="33"/>
              </w:numPr>
              <w:textAlignment w:val="baseline"/>
              <w:rPr>
                <w:rFonts w:eastAsia="Times New Roman" w:cs="Calibri"/>
              </w:rPr>
            </w:pPr>
            <w:r w:rsidRPr="000950F6">
              <w:rPr>
                <w:rFonts w:eastAsia="Times New Roman" w:cs="Calibri"/>
                <w:color w:val="000000"/>
              </w:rPr>
              <w:t xml:space="preserve">    </w:t>
            </w:r>
            <w:r w:rsidRPr="008F4951">
              <w:rPr>
                <w:rFonts w:eastAsia="Times New Roman" w:cs="Calibri"/>
                <w:color w:val="000000"/>
              </w:rPr>
              <w:t xml:space="preserve">Bridge Subsidy: </w:t>
            </w:r>
            <w:r w:rsidR="00BA35C4">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79BEAC35" w14:textId="7BE63662" w:rsidR="00A217BF" w:rsidRPr="008F4951" w:rsidRDefault="00A217BF" w:rsidP="0066742B">
            <w:pPr>
              <w:pStyle w:val="ListParagraph"/>
              <w:numPr>
                <w:ilvl w:val="0"/>
                <w:numId w:val="33"/>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BA35C4">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22E17507" w14:textId="49C13FCB" w:rsidR="00A217BF" w:rsidRPr="005322B0" w:rsidRDefault="00A217BF" w:rsidP="0066742B">
            <w:pPr>
              <w:pStyle w:val="ListParagraph"/>
              <w:numPr>
                <w:ilvl w:val="0"/>
                <w:numId w:val="65"/>
              </w:numPr>
              <w:textAlignment w:val="baseline"/>
              <w:rPr>
                <w:rFonts w:eastAsia="Times New Roman" w:cs="Calibri"/>
              </w:rPr>
            </w:pPr>
            <w:r w:rsidRPr="005322B0">
              <w:rPr>
                <w:rFonts w:eastAsia="Times New Roman" w:cs="Calibri"/>
                <w:b/>
                <w:bCs/>
                <w:color w:val="000000"/>
              </w:rPr>
              <w:t>GOSH Program:</w:t>
            </w:r>
            <w:r w:rsidRPr="005322B0">
              <w:rPr>
                <w:rFonts w:eastAsia="Times New Roman" w:cs="Calibri"/>
                <w:color w:val="000000"/>
              </w:rPr>
              <w:t xml:space="preserve">  </w:t>
            </w:r>
            <w:r w:rsidR="00BA35C4">
              <w:rPr>
                <w:rFonts w:eastAsia="Times New Roman" w:cs="Calibri"/>
                <w:color w:val="000000"/>
              </w:rPr>
              <w:t>HCS</w:t>
            </w:r>
            <w:r w:rsidRPr="005322B0">
              <w:rPr>
                <w:rFonts w:eastAsia="Times New Roman" w:cs="Calibri"/>
                <w:color w:val="000000"/>
              </w:rPr>
              <w:t xml:space="preserve"> clients who are enrolled in the Governor’s Opportunity for Supportive Housing (GOSH) and are at risk of or experiencing homelessness.  </w:t>
            </w:r>
          </w:p>
          <w:p w14:paraId="3E53461D" w14:textId="77777777" w:rsidR="00A217BF" w:rsidRPr="00D70B12" w:rsidRDefault="00A217BF" w:rsidP="0066742B">
            <w:pPr>
              <w:pStyle w:val="ListParagraph"/>
              <w:numPr>
                <w:ilvl w:val="0"/>
                <w:numId w:val="65"/>
              </w:numPr>
              <w:textAlignment w:val="baseline"/>
              <w:rPr>
                <w:rFonts w:eastAsia="Times New Roman" w:cs="Calibri"/>
              </w:rPr>
            </w:pPr>
            <w:r w:rsidRPr="00D70B12">
              <w:rPr>
                <w:rFonts w:eastAsia="Times New Roman" w:cs="Calibri"/>
                <w:b/>
                <w:bCs/>
                <w:color w:val="000000"/>
              </w:rPr>
              <w:t>Other Housing Resource: </w:t>
            </w:r>
            <w:r w:rsidRPr="00D70B12">
              <w:rPr>
                <w:rFonts w:eastAsia="Times New Roman" w:cs="Calibri"/>
                <w:color w:val="000000"/>
              </w:rPr>
              <w:t> </w:t>
            </w:r>
          </w:p>
          <w:p w14:paraId="1BB5A5B2" w14:textId="15B921B2" w:rsidR="00A217BF" w:rsidRPr="00D70B12" w:rsidRDefault="00BA35C4" w:rsidP="0066742B">
            <w:pPr>
              <w:pStyle w:val="ListParagraph"/>
              <w:numPr>
                <w:ilvl w:val="0"/>
                <w:numId w:val="66"/>
              </w:numPr>
              <w:textAlignment w:val="baseline"/>
              <w:rPr>
                <w:rFonts w:eastAsia="Times New Roman" w:cs="Calibri"/>
              </w:rPr>
            </w:pPr>
            <w:r>
              <w:rPr>
                <w:rFonts w:eastAsia="Times New Roman" w:cs="Calibri"/>
                <w:color w:val="000000"/>
              </w:rPr>
              <w:t>HCS</w:t>
            </w:r>
            <w:r w:rsidR="00A217BF" w:rsidRPr="00D70B12">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22A26B5E" w14:textId="7A4E600F" w:rsidR="00A217BF" w:rsidRPr="00D70B12" w:rsidRDefault="00BA35C4" w:rsidP="0066742B">
            <w:pPr>
              <w:pStyle w:val="ListParagraph"/>
              <w:numPr>
                <w:ilvl w:val="0"/>
                <w:numId w:val="66"/>
              </w:numPr>
              <w:textAlignment w:val="baseline"/>
              <w:rPr>
                <w:rFonts w:eastAsia="Times New Roman" w:cs="Calibri"/>
              </w:rPr>
            </w:pPr>
            <w:r>
              <w:rPr>
                <w:rFonts w:eastAsia="Times New Roman" w:cs="Calibri"/>
                <w:color w:val="000000"/>
              </w:rPr>
              <w:t>HCS</w:t>
            </w:r>
            <w:r w:rsidR="00A217BF" w:rsidRPr="00D70B12">
              <w:rPr>
                <w:rFonts w:eastAsia="Times New Roman" w:cs="Calibri"/>
                <w:color w:val="000000"/>
              </w:rPr>
              <w:t xml:space="preserve"> clients who have been approved for a project-based resource </w:t>
            </w:r>
            <w:r w:rsidR="00A217BF" w:rsidRPr="00D70B12">
              <w:rPr>
                <w:rFonts w:eastAsia="Times New Roman" w:cs="Calibri"/>
                <w:color w:val="000000"/>
                <w:u w:val="single"/>
              </w:rPr>
              <w:t>and</w:t>
            </w:r>
            <w:r w:rsidR="00A217BF" w:rsidRPr="00D70B12">
              <w:rPr>
                <w:rFonts w:eastAsia="Times New Roman" w:cs="Calibri"/>
                <w:color w:val="000000"/>
              </w:rPr>
              <w:t xml:space="preserve"> have a move-in-date. Examples might include Tax Credit units, 811 units, or Permanent Supportive Housing Unit from homeless service agency. </w:t>
            </w:r>
          </w:p>
          <w:p w14:paraId="4BFDB67C" w14:textId="2BC81AB5" w:rsidR="00A217BF" w:rsidRPr="00D70B12" w:rsidRDefault="00A217BF" w:rsidP="0066742B">
            <w:pPr>
              <w:pStyle w:val="ListParagraph"/>
              <w:numPr>
                <w:ilvl w:val="0"/>
                <w:numId w:val="65"/>
              </w:numPr>
              <w:textAlignment w:val="baseline"/>
              <w:rPr>
                <w:rFonts w:eastAsia="Times New Roman" w:cs="Calibri"/>
                <w:color w:val="000000"/>
              </w:rPr>
            </w:pPr>
            <w:r w:rsidRPr="00D70B12">
              <w:rPr>
                <w:rFonts w:eastAsia="Times New Roman" w:cs="Calibri"/>
                <w:b/>
                <w:bCs/>
                <w:color w:val="000000"/>
              </w:rPr>
              <w:t>In-Home Short-Term Displacement:</w:t>
            </w:r>
            <w:r w:rsidRPr="00D70B12">
              <w:rPr>
                <w:rFonts w:eastAsia="Times New Roman" w:cs="Calibri"/>
                <w:color w:val="000000"/>
              </w:rPr>
              <w:t xml:space="preserve"> </w:t>
            </w:r>
            <w:r w:rsidR="00BA35C4">
              <w:rPr>
                <w:rFonts w:eastAsia="Times New Roman" w:cs="Calibri"/>
                <w:color w:val="000000"/>
              </w:rPr>
              <w:t>HCS</w:t>
            </w:r>
            <w:r w:rsidRPr="00D70B12">
              <w:rPr>
                <w:rFonts w:eastAsia="Times New Roman" w:cs="Calibri"/>
                <w:color w:val="000000"/>
              </w:rPr>
              <w:t xml:space="preserve"> clients who have their own home </w:t>
            </w:r>
            <w:r w:rsidRPr="00D70B12">
              <w:rPr>
                <w:rFonts w:eastAsia="Times New Roman" w:cs="Calibri"/>
                <w:b/>
                <w:bCs/>
                <w:color w:val="000000"/>
                <w:u w:val="single"/>
              </w:rPr>
              <w:t>and</w:t>
            </w:r>
            <w:r w:rsidRPr="00D70B12">
              <w:rPr>
                <w:rFonts w:eastAsia="Times New Roman" w:cs="Calibri"/>
                <w:b/>
                <w:bCs/>
                <w:color w:val="000000"/>
              </w:rPr>
              <w:t xml:space="preserve"> </w:t>
            </w:r>
            <w:r w:rsidRPr="00D70B12">
              <w:rPr>
                <w:rFonts w:eastAsia="Times New Roman" w:cs="Calibri"/>
                <w:color w:val="000000"/>
              </w:rPr>
              <w:t xml:space="preserve">a short-term situation that requires them to temporarily vacate. Ex: Pest control or eradication, fire, or flooding. </w:t>
            </w:r>
          </w:p>
          <w:p w14:paraId="5F4E9BDF" w14:textId="36B563F3" w:rsidR="00A217BF" w:rsidRPr="00D70B12" w:rsidRDefault="00A217BF" w:rsidP="0066742B">
            <w:pPr>
              <w:pStyle w:val="ListParagraph"/>
              <w:numPr>
                <w:ilvl w:val="0"/>
                <w:numId w:val="65"/>
              </w:numPr>
              <w:textAlignment w:val="baseline"/>
              <w:rPr>
                <w:rFonts w:eastAsia="Times New Roman" w:cs="Calibri"/>
              </w:rPr>
            </w:pPr>
            <w:r w:rsidRPr="00D70B12">
              <w:rPr>
                <w:rFonts w:eastAsia="Times New Roman" w:cs="Calibri"/>
                <w:b/>
                <w:bCs/>
                <w:color w:val="000000"/>
              </w:rPr>
              <w:t xml:space="preserve">Experiencing Homelessness: </w:t>
            </w:r>
            <w:r w:rsidR="00BA35C4">
              <w:rPr>
                <w:rFonts w:eastAsia="Times New Roman" w:cs="Calibri"/>
                <w:color w:val="000000"/>
              </w:rPr>
              <w:t>HCS</w:t>
            </w:r>
            <w:r w:rsidRPr="00D70B12">
              <w:rPr>
                <w:rFonts w:eastAsia="Times New Roman" w:cs="Calibri"/>
                <w:color w:val="000000"/>
              </w:rPr>
              <w:t xml:space="preserve"> clients experiencing homelessness. Ex: staying in a car, park, abandoned building, tent, shelter, or couch surfing. </w:t>
            </w:r>
          </w:p>
          <w:p w14:paraId="65BE984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p w14:paraId="5BE47C3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78D4"/>
              </w:rPr>
              <w:t> </w:t>
            </w:r>
          </w:p>
          <w:p w14:paraId="677EFC9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p w14:paraId="0DACEAD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026F2875"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1C594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294u2?</w:t>
            </w:r>
            <w:r w:rsidRPr="005704EC">
              <w:rPr>
                <w:rFonts w:eastAsia="Times New Roman" w:cs="Calibri"/>
                <w:color w:val="000000"/>
              </w:rPr>
              <w:t> </w:t>
            </w:r>
          </w:p>
          <w:p w14:paraId="599AE1A5"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5CF6EC1"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1D8A69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F7C162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66B609D"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0663D95" w14:textId="67C84514" w:rsidR="00A217BF" w:rsidRPr="005322B0" w:rsidRDefault="00A217BF" w:rsidP="0066742B">
            <w:pPr>
              <w:pStyle w:val="ListParagraph"/>
              <w:numPr>
                <w:ilvl w:val="0"/>
                <w:numId w:val="67"/>
              </w:numPr>
              <w:textAlignment w:val="baseline"/>
              <w:rPr>
                <w:rFonts w:ascii="Times New Roman" w:eastAsia="Times New Roman" w:hAnsi="Times New Roman"/>
                <w:sz w:val="24"/>
                <w:szCs w:val="24"/>
              </w:rPr>
            </w:pPr>
            <w:r w:rsidRPr="005322B0">
              <w:rPr>
                <w:rFonts w:eastAsia="Times New Roman" w:cs="Calibri"/>
              </w:rPr>
              <w:t xml:space="preserve">Payment for up to 6-month period for a Medicaid </w:t>
            </w:r>
            <w:r w:rsidR="00BA35C4">
              <w:rPr>
                <w:rFonts w:eastAsia="Times New Roman" w:cs="Calibri"/>
              </w:rPr>
              <w:t>HCS</w:t>
            </w:r>
            <w:r w:rsidRPr="005322B0">
              <w:rPr>
                <w:rFonts w:eastAsia="Times New Roman" w:cs="Calibri"/>
              </w:rPr>
              <w:t xml:space="preserve"> client to stay at a motel/hotel. </w:t>
            </w:r>
          </w:p>
          <w:p w14:paraId="6D5528BC" w14:textId="77777777" w:rsidR="00A217BF" w:rsidRPr="005322B0" w:rsidRDefault="00A217BF" w:rsidP="0066742B">
            <w:pPr>
              <w:pStyle w:val="ListParagraph"/>
              <w:numPr>
                <w:ilvl w:val="0"/>
                <w:numId w:val="67"/>
              </w:numPr>
              <w:textAlignment w:val="baseline"/>
              <w:rPr>
                <w:rFonts w:eastAsia="Times New Roman" w:cs="Calibri"/>
              </w:rPr>
            </w:pPr>
            <w:r w:rsidRPr="005322B0">
              <w:rPr>
                <w:rFonts w:eastAsia="Times New Roman" w:cs="Calibri"/>
              </w:rPr>
              <w:t>Deposits  </w:t>
            </w:r>
          </w:p>
          <w:p w14:paraId="7708A98F" w14:textId="77777777" w:rsidR="00A217BF" w:rsidRPr="005322B0" w:rsidRDefault="00A217BF" w:rsidP="0066742B">
            <w:pPr>
              <w:pStyle w:val="ListParagraph"/>
              <w:numPr>
                <w:ilvl w:val="0"/>
                <w:numId w:val="67"/>
              </w:numPr>
              <w:textAlignment w:val="baseline"/>
              <w:rPr>
                <w:rFonts w:eastAsia="Times New Roman" w:cs="Calibri"/>
              </w:rPr>
            </w:pPr>
            <w:r w:rsidRPr="005322B0">
              <w:rPr>
                <w:rFonts w:eastAsia="Times New Roman" w:cs="Calibri"/>
              </w:rPr>
              <w:t>Damages- (Requires HQ Approval. Please contact the Supportive Housing Program Manager)</w:t>
            </w:r>
          </w:p>
          <w:p w14:paraId="225DC58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122AD2CF"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D6FB94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294u2?</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223385A" w14:textId="77777777" w:rsidR="00A217BF" w:rsidRPr="00D060D9" w:rsidRDefault="00A217BF" w:rsidP="0066742B">
            <w:pPr>
              <w:pStyle w:val="ListParagraph"/>
              <w:numPr>
                <w:ilvl w:val="0"/>
                <w:numId w:val="68"/>
              </w:numPr>
              <w:textAlignment w:val="baseline"/>
              <w:rPr>
                <w:rFonts w:eastAsia="Times New Roman" w:cs="Calibri"/>
              </w:rPr>
            </w:pPr>
            <w:r w:rsidRPr="00D060D9">
              <w:rPr>
                <w:rFonts w:eastAsia="Times New Roman" w:cs="Calibri"/>
              </w:rPr>
              <w:t>Monthly payment that exceeds $4,000. </w:t>
            </w:r>
          </w:p>
          <w:p w14:paraId="5C35AC9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6F65A45"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FE5FA4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4BF8702" w14:textId="77777777" w:rsidR="00A217BF" w:rsidRPr="00D060D9" w:rsidRDefault="00A217BF" w:rsidP="0066742B">
            <w:pPr>
              <w:pStyle w:val="ListParagraph"/>
              <w:numPr>
                <w:ilvl w:val="0"/>
                <w:numId w:val="69"/>
              </w:numPr>
              <w:textAlignment w:val="baseline"/>
              <w:rPr>
                <w:rFonts w:ascii="Times New Roman" w:eastAsia="Times New Roman" w:hAnsi="Times New Roman"/>
                <w:sz w:val="24"/>
                <w:szCs w:val="24"/>
              </w:rPr>
            </w:pPr>
            <w:r w:rsidRPr="00D060D9">
              <w:rPr>
                <w:rFonts w:eastAsia="Times New Roman" w:cs="Calibri"/>
              </w:rPr>
              <w:t>Up to $4,000 per month for a total of six months. </w:t>
            </w:r>
          </w:p>
          <w:p w14:paraId="42AB0BF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5FD2E779"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3F1DF9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11C35A6" w14:textId="77777777" w:rsidR="00A217BF" w:rsidRPr="00D060D9" w:rsidRDefault="00A217BF" w:rsidP="001F5522">
            <w:pPr>
              <w:textAlignment w:val="baseline"/>
              <w:rPr>
                <w:rFonts w:ascii="Times New Roman" w:eastAsia="Times New Roman" w:hAnsi="Times New Roman"/>
                <w:b/>
                <w:bCs/>
                <w:sz w:val="24"/>
                <w:szCs w:val="24"/>
              </w:rPr>
            </w:pPr>
            <w:r w:rsidRPr="00D060D9">
              <w:rPr>
                <w:rFonts w:eastAsia="Times New Roman" w:cs="Calibri"/>
                <w:b/>
                <w:bCs/>
              </w:rPr>
              <w:t>Yes.  </w:t>
            </w:r>
          </w:p>
          <w:p w14:paraId="0242C9D8" w14:textId="77777777" w:rsidR="00A217BF" w:rsidRPr="00D060D9" w:rsidRDefault="00A217BF" w:rsidP="0066742B">
            <w:pPr>
              <w:pStyle w:val="ListParagraph"/>
              <w:numPr>
                <w:ilvl w:val="0"/>
                <w:numId w:val="70"/>
              </w:numPr>
              <w:textAlignment w:val="baseline"/>
              <w:rPr>
                <w:rFonts w:eastAsia="Times New Roman" w:cs="Calibri"/>
              </w:rPr>
            </w:pPr>
            <w:r w:rsidRPr="00D060D9">
              <w:rPr>
                <w:rFonts w:eastAsia="Times New Roman" w:cs="Calibri"/>
                <w:color w:val="000000"/>
              </w:rPr>
              <w:t xml:space="preserve">The HCS/AAA CM will need to coordinate with the Contracted Provider and notify them that the client has been authorized for Motel Interim </w:t>
            </w:r>
            <w:r w:rsidRPr="00D060D9">
              <w:rPr>
                <w:rFonts w:eastAsia="Times New Roman" w:cs="Calibri"/>
              </w:rPr>
              <w:t>Stay</w:t>
            </w:r>
            <w:r w:rsidRPr="00D060D9">
              <w:rPr>
                <w:rFonts w:eastAsia="Times New Roman" w:cs="Calibri"/>
                <w:color w:val="000000"/>
              </w:rPr>
              <w:t xml:space="preserve"> for Transitions for a period of up to 6 months. </w:t>
            </w:r>
          </w:p>
          <w:p w14:paraId="57462135" w14:textId="77777777" w:rsidR="00A217BF" w:rsidRPr="00D060D9" w:rsidRDefault="00A217BF" w:rsidP="0066742B">
            <w:pPr>
              <w:pStyle w:val="ListParagraph"/>
              <w:numPr>
                <w:ilvl w:val="0"/>
                <w:numId w:val="70"/>
              </w:numPr>
              <w:textAlignment w:val="baseline"/>
              <w:rPr>
                <w:rFonts w:eastAsia="Times New Roman" w:cs="Calibri"/>
              </w:rPr>
            </w:pPr>
            <w:r w:rsidRPr="00D060D9">
              <w:rPr>
                <w:rFonts w:eastAsia="Times New Roman" w:cs="Calibri"/>
                <w:color w:val="000000"/>
              </w:rPr>
              <w:t>The Contracted Provider should be authorized for the duration of the MIST authorization period. </w:t>
            </w:r>
          </w:p>
          <w:p w14:paraId="3874E1DF" w14:textId="77777777" w:rsidR="00A217BF" w:rsidRPr="00D060D9" w:rsidRDefault="00A217BF" w:rsidP="0066742B">
            <w:pPr>
              <w:pStyle w:val="ListParagraph"/>
              <w:numPr>
                <w:ilvl w:val="0"/>
                <w:numId w:val="70"/>
              </w:numPr>
              <w:textAlignment w:val="baseline"/>
              <w:rPr>
                <w:rFonts w:eastAsia="Times New Roman" w:cs="Calibri"/>
              </w:rPr>
            </w:pPr>
            <w:r w:rsidRPr="00D060D9">
              <w:rPr>
                <w:rFonts w:eastAsia="Times New Roman" w:cs="Calibri"/>
                <w:color w:val="000000"/>
              </w:rPr>
              <w:t>The Contracted Provider should make periodic visits to the client to provide support and assist in a housing search, as needed. </w:t>
            </w:r>
          </w:p>
          <w:p w14:paraId="7709FCE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p w14:paraId="5538226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658CA641" w14:textId="77777777" w:rsidR="00A217BF" w:rsidRPr="005704EC" w:rsidRDefault="00A217BF" w:rsidP="001F5522">
            <w:pPr>
              <w:ind w:left="675"/>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024DF4C0"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907015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CCA8400" w14:textId="77777777" w:rsidR="00A217BF" w:rsidRPr="00D060D9" w:rsidRDefault="00A217BF" w:rsidP="0066742B">
            <w:pPr>
              <w:pStyle w:val="ListParagraph"/>
              <w:numPr>
                <w:ilvl w:val="0"/>
                <w:numId w:val="71"/>
              </w:numPr>
              <w:textAlignment w:val="baseline"/>
              <w:rPr>
                <w:rFonts w:eastAsia="Times New Roman" w:cs="Calibri"/>
              </w:rPr>
            </w:pPr>
            <w:r w:rsidRPr="00D060D9">
              <w:rPr>
                <w:rFonts w:eastAsia="Times New Roman" w:cs="Calibri"/>
                <w:color w:val="000000"/>
              </w:rPr>
              <w:t>Upon receiving approval for MIST, the HCS/AAA CM should open RAC 3131. </w:t>
            </w:r>
          </w:p>
          <w:p w14:paraId="6036CC57" w14:textId="77777777" w:rsidR="00A217BF" w:rsidRPr="00D060D9" w:rsidRDefault="00A217BF" w:rsidP="0066742B">
            <w:pPr>
              <w:pStyle w:val="ListParagraph"/>
              <w:numPr>
                <w:ilvl w:val="0"/>
                <w:numId w:val="71"/>
              </w:numPr>
              <w:textAlignment w:val="baseline"/>
              <w:rPr>
                <w:rFonts w:eastAsia="Times New Roman" w:cs="Calibri"/>
              </w:rPr>
            </w:pPr>
            <w:r w:rsidRPr="00D060D9">
              <w:rPr>
                <w:rFonts w:eastAsia="Times New Roman" w:cs="Calibri"/>
                <w:color w:val="000000"/>
              </w:rPr>
              <w:t>Use Service Code SA294,U2 to reimburse the contracted provider for the expenses incurred. </w:t>
            </w:r>
          </w:p>
          <w:p w14:paraId="314A055D" w14:textId="77777777" w:rsidR="00A217BF" w:rsidRPr="00D060D9" w:rsidRDefault="00A217BF" w:rsidP="0066742B">
            <w:pPr>
              <w:pStyle w:val="ListParagraph"/>
              <w:numPr>
                <w:ilvl w:val="0"/>
                <w:numId w:val="71"/>
              </w:numPr>
              <w:textAlignment w:val="baseline"/>
              <w:rPr>
                <w:rFonts w:eastAsia="Times New Roman" w:cs="Calibri"/>
              </w:rPr>
            </w:pPr>
            <w:r w:rsidRPr="00D060D9">
              <w:rPr>
                <w:rFonts w:eastAsia="Times New Roman" w:cs="Calibri"/>
                <w:color w:val="000000"/>
              </w:rPr>
              <w:t xml:space="preserve">HCS/AAA CM will reimburse contracted provider on a two-week timeline for a period of up to six months. </w:t>
            </w:r>
            <w:r w:rsidRPr="00D060D9">
              <w:rPr>
                <w:rFonts w:eastAsia="Times New Roman" w:cs="Calibri"/>
                <w:b/>
                <w:bCs/>
                <w:color w:val="000000"/>
              </w:rPr>
              <w:t>Note: do not submit authorization to ProviderOne until receipt/s have been received.</w:t>
            </w:r>
            <w:r w:rsidRPr="00D060D9">
              <w:rPr>
                <w:rFonts w:eastAsia="Times New Roman" w:cs="Calibri"/>
                <w:color w:val="000000"/>
              </w:rPr>
              <w:t> </w:t>
            </w:r>
          </w:p>
          <w:p w14:paraId="7FBC9FDE" w14:textId="7B9EB234" w:rsidR="00A217BF" w:rsidRPr="00D060D9" w:rsidRDefault="00A217BF" w:rsidP="0066742B">
            <w:pPr>
              <w:pStyle w:val="ListParagraph"/>
              <w:numPr>
                <w:ilvl w:val="0"/>
                <w:numId w:val="71"/>
              </w:numPr>
              <w:textAlignment w:val="baseline"/>
              <w:rPr>
                <w:rFonts w:eastAsia="Times New Roman" w:cs="Calibri"/>
              </w:rPr>
            </w:pPr>
            <w:r w:rsidRPr="00D060D9">
              <w:rPr>
                <w:rFonts w:eastAsia="Times New Roman" w:cs="Calibri"/>
              </w:rPr>
              <w:t xml:space="preserve">If a client is enrolled in GOSH services, HCS/AAA CM will need to select “2017 </w:t>
            </w:r>
            <w:r w:rsidR="00BB46DC" w:rsidRPr="00D060D9">
              <w:rPr>
                <w:rFonts w:eastAsia="Times New Roman" w:cs="Calibri"/>
              </w:rPr>
              <w:t>Governor’s</w:t>
            </w:r>
            <w:r w:rsidRPr="00D060D9">
              <w:rPr>
                <w:rFonts w:eastAsia="Times New Roman" w:cs="Calibri"/>
              </w:rPr>
              <w:t xml:space="preserve"> Request Supportive Housing” as the reason code. If client is not enrolled in GOSH Service, please select “No reason code needed” as the reason code. </w:t>
            </w:r>
          </w:p>
        </w:tc>
      </w:tr>
      <w:tr w:rsidR="00A217BF" w:rsidRPr="005704EC" w14:paraId="28AD02E5"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3B308D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6672EED" w14:textId="77777777" w:rsidR="00A217BF" w:rsidRPr="00D060D9" w:rsidRDefault="00A217BF" w:rsidP="0066742B">
            <w:pPr>
              <w:pStyle w:val="ListParagraph"/>
              <w:numPr>
                <w:ilvl w:val="0"/>
                <w:numId w:val="72"/>
              </w:numPr>
              <w:textAlignment w:val="baseline"/>
              <w:rPr>
                <w:rFonts w:ascii="Times New Roman" w:eastAsia="Times New Roman" w:hAnsi="Times New Roman"/>
                <w:sz w:val="24"/>
                <w:szCs w:val="24"/>
              </w:rPr>
            </w:pPr>
            <w:r w:rsidRPr="00D060D9">
              <w:rPr>
                <w:rFonts w:eastAsia="Times New Roman" w:cs="Calibri"/>
              </w:rPr>
              <w:t>MIST should only be authorized after a referral has been submitted and approved by the Supportive Housing Program Manager and a hotel/motel have been found. </w:t>
            </w:r>
          </w:p>
          <w:p w14:paraId="3F7FE62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0DFDBC06" w14:textId="77777777" w:rsidTr="001F552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054DBE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284855C" w14:textId="77777777" w:rsidR="00A217BF" w:rsidRPr="00D060D9" w:rsidRDefault="00A217BF" w:rsidP="001F5522">
            <w:pPr>
              <w:textAlignment w:val="baseline"/>
              <w:rPr>
                <w:rFonts w:ascii="Times New Roman" w:eastAsia="Times New Roman" w:hAnsi="Times New Roman"/>
                <w:b/>
                <w:bCs/>
                <w:sz w:val="24"/>
                <w:szCs w:val="24"/>
              </w:rPr>
            </w:pPr>
            <w:r w:rsidRPr="00D060D9">
              <w:rPr>
                <w:rFonts w:eastAsia="Times New Roman" w:cs="Calibri"/>
                <w:b/>
                <w:bCs/>
              </w:rPr>
              <w:t>No.  </w:t>
            </w:r>
          </w:p>
          <w:p w14:paraId="50FCD17E" w14:textId="77777777" w:rsidR="00A217BF" w:rsidRPr="00D060D9" w:rsidRDefault="00A217BF" w:rsidP="0066742B">
            <w:pPr>
              <w:pStyle w:val="ListParagraph"/>
              <w:numPr>
                <w:ilvl w:val="0"/>
                <w:numId w:val="73"/>
              </w:numPr>
              <w:textAlignment w:val="baseline"/>
              <w:rPr>
                <w:rFonts w:ascii="Times New Roman" w:eastAsia="Times New Roman" w:hAnsi="Times New Roman"/>
                <w:sz w:val="24"/>
                <w:szCs w:val="24"/>
              </w:rPr>
            </w:pPr>
            <w:r w:rsidRPr="00D060D9">
              <w:rPr>
                <w:rFonts w:eastAsia="Times New Roman" w:cs="Calibri"/>
              </w:rPr>
              <w:t>Note: When the approved MIST amount is above $2000, this will generate an error message in CARE and will require the HCS/AAA CM to reach out to the Housing Program Manager to force the error. </w:t>
            </w:r>
          </w:p>
        </w:tc>
      </w:tr>
    </w:tbl>
    <w:p w14:paraId="5A22DF36" w14:textId="77777777" w:rsidR="00A217BF" w:rsidRPr="005704EC" w:rsidRDefault="00A217BF" w:rsidP="00A217BF">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06D9FAD4"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rPr>
        <w:t> </w:t>
      </w:r>
    </w:p>
    <w:p w14:paraId="7378532E"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rPr>
        <w:t> </w:t>
      </w:r>
    </w:p>
    <w:p w14:paraId="6A1C0671"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Housing Subsidy - Purchasing SA294u4</w:t>
      </w:r>
      <w:r w:rsidRPr="005704EC">
        <w:rPr>
          <w:rFonts w:eastAsia="Times New Roman" w:cs="Calibri"/>
          <w:color w:val="1F3763"/>
          <w:sz w:val="26"/>
          <w:szCs w:val="26"/>
        </w:rPr>
        <w:t> </w:t>
      </w:r>
    </w:p>
    <w:p w14:paraId="50300B45" w14:textId="77777777" w:rsidR="00A217BF" w:rsidRPr="005704EC" w:rsidRDefault="00A217BF" w:rsidP="00A217BF">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A217BF" w:rsidRPr="005704EC" w14:paraId="07B03C27" w14:textId="77777777" w:rsidTr="008A178E">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E2D3752" w14:textId="090F0E60"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xml:space="preserve">Housing &amp; Employment Stabilization Services (H&amp;ES) These state funded services are intended to fill specific gaps to provide transitional or stabilizing supports for clients, who have received a housing or Supported Employment resource or had their housing/employment coordinated through </w:t>
            </w:r>
            <w:r w:rsidR="00BA35C4">
              <w:rPr>
                <w:rFonts w:eastAsia="Times New Roman" w:cs="Calibri"/>
              </w:rPr>
              <w:t>HCS</w:t>
            </w:r>
            <w:r w:rsidRPr="005704EC">
              <w:rPr>
                <w:rFonts w:eastAsia="Times New Roman" w:cs="Calibri"/>
              </w:rPr>
              <w:t xml:space="preserve"> to sustain community living.  </w:t>
            </w:r>
          </w:p>
        </w:tc>
      </w:tr>
      <w:tr w:rsidR="00A217BF" w:rsidRPr="005704EC" w14:paraId="5AE16BF8" w14:textId="77777777" w:rsidTr="008A178E">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F006536"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state H&amp;ES?</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1D376F35" w14:textId="21A720E4"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BA35C4">
              <w:rPr>
                <w:rFonts w:eastAsia="Times New Roman" w:cs="Calibri"/>
                <w:color w:val="000000"/>
              </w:rPr>
              <w:t>HCS</w:t>
            </w:r>
            <w:r w:rsidRPr="005704EC">
              <w:rPr>
                <w:rFonts w:eastAsia="Times New Roman" w:cs="Calibri"/>
                <w:color w:val="000000"/>
              </w:rPr>
              <w:t xml:space="preserve"> client meets these qualifications: </w:t>
            </w:r>
          </w:p>
          <w:p w14:paraId="72B20CA2" w14:textId="23A57E28" w:rsidR="00A217BF" w:rsidRPr="00F822AA" w:rsidRDefault="00A217BF" w:rsidP="0066742B">
            <w:pPr>
              <w:pStyle w:val="ListParagraph"/>
              <w:numPr>
                <w:ilvl w:val="0"/>
                <w:numId w:val="74"/>
              </w:numPr>
              <w:textAlignment w:val="baseline"/>
              <w:rPr>
                <w:rFonts w:ascii="Times New Roman" w:eastAsia="Times New Roman" w:hAnsi="Times New Roman"/>
                <w:sz w:val="24"/>
                <w:szCs w:val="24"/>
              </w:rPr>
            </w:pPr>
            <w:r w:rsidRPr="00F822AA">
              <w:rPr>
                <w:rFonts w:eastAsia="Times New Roman" w:cs="Calibri"/>
                <w:color w:val="000000"/>
              </w:rPr>
              <w:t xml:space="preserve">Received a housing resource or had their housing coordinated through </w:t>
            </w:r>
            <w:r w:rsidR="00BA35C4">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or </w:t>
            </w:r>
          </w:p>
          <w:p w14:paraId="339B8E86" w14:textId="1EE58845" w:rsidR="00A217BF" w:rsidRPr="00F822AA" w:rsidRDefault="00A217BF" w:rsidP="0066742B">
            <w:pPr>
              <w:pStyle w:val="ListParagraph"/>
              <w:numPr>
                <w:ilvl w:val="0"/>
                <w:numId w:val="74"/>
              </w:numPr>
              <w:textAlignment w:val="baseline"/>
              <w:rPr>
                <w:rFonts w:eastAsia="Times New Roman" w:cs="Calibri"/>
              </w:rPr>
            </w:pPr>
            <w:r w:rsidRPr="00F822AA">
              <w:rPr>
                <w:rFonts w:eastAsia="Times New Roman" w:cs="Calibri"/>
                <w:color w:val="000000"/>
              </w:rPr>
              <w:t xml:space="preserve">Enrolled with Supported Employment or had their employment coordinated through </w:t>
            </w:r>
            <w:r w:rsidR="00BA35C4">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and</w:t>
            </w:r>
            <w:r w:rsidRPr="00F822AA">
              <w:rPr>
                <w:rFonts w:eastAsia="Times New Roman" w:cs="Calibri"/>
                <w:color w:val="000000"/>
              </w:rPr>
              <w:t> </w:t>
            </w:r>
          </w:p>
          <w:p w14:paraId="71B78544" w14:textId="77777777" w:rsidR="00A217BF" w:rsidRPr="00F822AA" w:rsidRDefault="00A217BF" w:rsidP="0066742B">
            <w:pPr>
              <w:pStyle w:val="ListParagraph"/>
              <w:numPr>
                <w:ilvl w:val="0"/>
                <w:numId w:val="74"/>
              </w:numPr>
              <w:textAlignment w:val="baseline"/>
              <w:rPr>
                <w:rFonts w:eastAsia="Times New Roman" w:cs="Calibri"/>
              </w:rPr>
            </w:pPr>
            <w:r w:rsidRPr="00F822AA">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713327">
              <w:rPr>
                <w:rFonts w:eastAsia="Times New Roman" w:cs="Calibri"/>
                <w:b/>
                <w:bCs/>
                <w:color w:val="000000"/>
              </w:rPr>
              <w:t>and </w:t>
            </w:r>
          </w:p>
          <w:p w14:paraId="288072B2" w14:textId="77777777" w:rsidR="00A217BF" w:rsidRPr="00F822AA" w:rsidRDefault="00A217BF" w:rsidP="0066742B">
            <w:pPr>
              <w:pStyle w:val="ListParagraph"/>
              <w:numPr>
                <w:ilvl w:val="0"/>
                <w:numId w:val="74"/>
              </w:numPr>
              <w:textAlignment w:val="baseline"/>
              <w:rPr>
                <w:rFonts w:eastAsia="Times New Roman" w:cs="Calibri"/>
              </w:rPr>
            </w:pPr>
            <w:r w:rsidRPr="00F822AA">
              <w:rPr>
                <w:rFonts w:eastAsia="Times New Roman" w:cs="Calibri"/>
                <w:color w:val="000000"/>
              </w:rPr>
              <w:t xml:space="preserve">Do not have other programs, services, or resources to assist you with these costs; </w:t>
            </w:r>
            <w:r w:rsidRPr="00713327">
              <w:rPr>
                <w:rFonts w:eastAsia="Times New Roman" w:cs="Calibri"/>
                <w:b/>
                <w:bCs/>
                <w:color w:val="000000"/>
              </w:rPr>
              <w:t>and </w:t>
            </w:r>
          </w:p>
          <w:p w14:paraId="62BCED34" w14:textId="77777777" w:rsidR="00A217BF" w:rsidRPr="00F822AA" w:rsidRDefault="00A217BF" w:rsidP="0066742B">
            <w:pPr>
              <w:pStyle w:val="ListParagraph"/>
              <w:numPr>
                <w:ilvl w:val="0"/>
                <w:numId w:val="74"/>
              </w:numPr>
              <w:textAlignment w:val="baseline"/>
              <w:rPr>
                <w:rFonts w:eastAsia="Times New Roman" w:cs="Calibri"/>
              </w:rPr>
            </w:pPr>
            <w:r w:rsidRPr="00F822AA">
              <w:rPr>
                <w:rFonts w:eastAsia="Times New Roman" w:cs="Calibri"/>
                <w:color w:val="000000"/>
              </w:rPr>
              <w:t>Are not eligible for federal funding </w:t>
            </w:r>
          </w:p>
          <w:p w14:paraId="04E4DC3B"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2951F427"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4F7ED3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06538AC8"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First month’s rent, security deposits, safety deposits </w:t>
            </w:r>
          </w:p>
          <w:p w14:paraId="4DFFD88C"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Utility set-up fees or deposits </w:t>
            </w:r>
          </w:p>
          <w:p w14:paraId="6B234E0B"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Health and safety assurances, such as pest eradication, allergen control, or non-recurring cleaning fees prior or upon return to the home.   </w:t>
            </w:r>
          </w:p>
          <w:p w14:paraId="4475FE5F"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Moving services </w:t>
            </w:r>
          </w:p>
          <w:p w14:paraId="7DAC5E72"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Background check/application fees </w:t>
            </w:r>
          </w:p>
          <w:p w14:paraId="58B036BF"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Non-recurring rental insurance required for lease up. </w:t>
            </w:r>
          </w:p>
          <w:p w14:paraId="7B31169F"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Furniture, essential furnishings, and basic items essential for basic living outside the institution.  </w:t>
            </w:r>
          </w:p>
          <w:p w14:paraId="253DDEC7"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The provision of goods that increase independence or substitute for human assistance to the extent that expenditures would have been made for the human assistances, such as purchasing a microwave.  </w:t>
            </w:r>
          </w:p>
          <w:p w14:paraId="51984C70"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Cellphone </w:t>
            </w:r>
          </w:p>
          <w:p w14:paraId="5AB93DDA"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Household items </w:t>
            </w:r>
          </w:p>
          <w:p w14:paraId="0F86B3E2"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Bus pass </w:t>
            </w:r>
          </w:p>
          <w:p w14:paraId="3DAF96DB"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Food </w:t>
            </w:r>
          </w:p>
          <w:p w14:paraId="143B1A6A"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Food Handlers card </w:t>
            </w:r>
          </w:p>
          <w:p w14:paraId="3A711998"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Identification card </w:t>
            </w:r>
          </w:p>
          <w:p w14:paraId="1FEFA1D4"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Clothes (interview clothes, first set of uniforms to begin work) </w:t>
            </w:r>
          </w:p>
          <w:p w14:paraId="4720120A" w14:textId="77777777" w:rsidR="00A217BF" w:rsidRPr="00713327" w:rsidRDefault="00A217BF" w:rsidP="0066742B">
            <w:pPr>
              <w:pStyle w:val="ListParagraph"/>
              <w:numPr>
                <w:ilvl w:val="0"/>
                <w:numId w:val="75"/>
              </w:numPr>
              <w:textAlignment w:val="baseline"/>
              <w:rPr>
                <w:rFonts w:eastAsia="Times New Roman" w:cs="Calibri"/>
              </w:rPr>
            </w:pPr>
            <w:r w:rsidRPr="00713327">
              <w:rPr>
                <w:rFonts w:eastAsia="Times New Roman" w:cs="Calibri"/>
                <w:color w:val="000000"/>
              </w:rPr>
              <w:t>Etc.  </w:t>
            </w:r>
          </w:p>
          <w:p w14:paraId="3460E32C" w14:textId="77777777" w:rsidR="00A217BF" w:rsidRPr="005704EC" w:rsidRDefault="00A217BF" w:rsidP="001F5522">
            <w:pPr>
              <w:textAlignment w:val="baseline"/>
              <w:rPr>
                <w:rFonts w:ascii="Times New Roman" w:eastAsia="Times New Roman" w:hAnsi="Times New Roman"/>
                <w:sz w:val="24"/>
                <w:szCs w:val="24"/>
              </w:rPr>
            </w:pPr>
            <w:r w:rsidRPr="005704EC">
              <w:rPr>
                <w:rFonts w:ascii="Aptos" w:eastAsia="Times New Roman" w:hAnsi="Aptos"/>
                <w:color w:val="000000"/>
              </w:rPr>
              <w:t> </w:t>
            </w:r>
          </w:p>
          <w:p w14:paraId="03F7EB26" w14:textId="77777777" w:rsidR="00A217BF" w:rsidRPr="005704EC" w:rsidRDefault="00A217BF" w:rsidP="001F5522">
            <w:pPr>
              <w:textAlignment w:val="baseline"/>
              <w:rPr>
                <w:rFonts w:ascii="Times New Roman" w:eastAsia="Times New Roman" w:hAnsi="Times New Roman"/>
                <w:sz w:val="24"/>
                <w:szCs w:val="24"/>
              </w:rPr>
            </w:pPr>
            <w:r w:rsidRPr="005704EC">
              <w:rPr>
                <w:rFonts w:ascii="Aptos" w:eastAsia="Times New Roman" w:hAnsi="Aptos"/>
                <w:color w:val="000000"/>
              </w:rPr>
              <w:t> </w:t>
            </w:r>
          </w:p>
          <w:p w14:paraId="5904D450" w14:textId="77777777" w:rsidR="00A217BF" w:rsidRPr="005704EC" w:rsidRDefault="00A217BF" w:rsidP="001F5522">
            <w:pPr>
              <w:ind w:left="720"/>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79855454"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8105602" w14:textId="40DF2E79"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5C05C66" w14:textId="77777777" w:rsidR="00A217BF" w:rsidRPr="003A067D" w:rsidRDefault="00A217BF" w:rsidP="0066742B">
            <w:pPr>
              <w:pStyle w:val="ListParagraph"/>
              <w:numPr>
                <w:ilvl w:val="0"/>
                <w:numId w:val="76"/>
              </w:numPr>
              <w:textAlignment w:val="baseline"/>
              <w:rPr>
                <w:rFonts w:eastAsia="Times New Roman" w:cs="Calibri"/>
              </w:rPr>
            </w:pPr>
            <w:r w:rsidRPr="003A067D">
              <w:rPr>
                <w:rFonts w:eastAsia="Times New Roman" w:cs="Calibri"/>
                <w:color w:val="000000"/>
              </w:rPr>
              <w:t>recreational or diversional items such as television, cable or DVD players. </w:t>
            </w:r>
          </w:p>
          <w:p w14:paraId="2FA58E72" w14:textId="77777777" w:rsidR="00A217BF" w:rsidRPr="003A067D" w:rsidRDefault="00A217BF" w:rsidP="0066742B">
            <w:pPr>
              <w:pStyle w:val="ListParagraph"/>
              <w:numPr>
                <w:ilvl w:val="0"/>
                <w:numId w:val="76"/>
              </w:numPr>
              <w:textAlignment w:val="baseline"/>
              <w:rPr>
                <w:rFonts w:eastAsia="Times New Roman" w:cs="Calibri"/>
              </w:rPr>
            </w:pPr>
            <w:r w:rsidRPr="003A067D">
              <w:rPr>
                <w:rFonts w:eastAsia="Times New Roman" w:cs="Calibri"/>
                <w:color w:val="000000"/>
              </w:rPr>
              <w:t>Assistive Technology </w:t>
            </w:r>
          </w:p>
          <w:p w14:paraId="7D5679A3"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0F1B2356"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010CE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259EE63" w14:textId="77777777" w:rsidR="00A217BF" w:rsidRPr="003A067D" w:rsidRDefault="00A217BF" w:rsidP="0066742B">
            <w:pPr>
              <w:pStyle w:val="ListParagraph"/>
              <w:numPr>
                <w:ilvl w:val="0"/>
                <w:numId w:val="77"/>
              </w:numPr>
              <w:textAlignment w:val="baseline"/>
              <w:rPr>
                <w:rFonts w:ascii="Times New Roman" w:eastAsia="Times New Roman" w:hAnsi="Times New Roman"/>
                <w:sz w:val="24"/>
                <w:szCs w:val="24"/>
              </w:rPr>
            </w:pPr>
            <w:r w:rsidRPr="003A067D">
              <w:rPr>
                <w:rFonts w:eastAsia="Times New Roman" w:cs="Calibri"/>
              </w:rPr>
              <w:t>A contracted provider (Community Choice Guide or GOSH SHP) will need to be authorized to complete purchases or/and payments on the behalf of the client.  </w:t>
            </w:r>
          </w:p>
        </w:tc>
      </w:tr>
      <w:tr w:rsidR="00A217BF" w:rsidRPr="005704EC" w14:paraId="576978AA"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2745C7"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0ACAB39" w14:textId="77777777" w:rsidR="00A217BF" w:rsidRPr="003A067D" w:rsidRDefault="00A217BF" w:rsidP="0066742B">
            <w:pPr>
              <w:pStyle w:val="ListParagraph"/>
              <w:numPr>
                <w:ilvl w:val="0"/>
                <w:numId w:val="78"/>
              </w:numPr>
              <w:textAlignment w:val="baseline"/>
              <w:rPr>
                <w:rFonts w:eastAsia="Times New Roman" w:cs="Calibri"/>
              </w:rPr>
            </w:pPr>
            <w:r w:rsidRPr="003A067D">
              <w:rPr>
                <w:rFonts w:eastAsia="Times New Roman" w:cs="Calibri"/>
                <w:color w:val="000000"/>
              </w:rPr>
              <w:t>Open RAC 3131-LTSS Housing Stabilization </w:t>
            </w:r>
          </w:p>
          <w:p w14:paraId="3B3191EF" w14:textId="77777777" w:rsidR="00A217BF" w:rsidRPr="003A067D" w:rsidRDefault="00A217BF" w:rsidP="0066742B">
            <w:pPr>
              <w:pStyle w:val="ListParagraph"/>
              <w:numPr>
                <w:ilvl w:val="0"/>
                <w:numId w:val="78"/>
              </w:numPr>
              <w:textAlignment w:val="baseline"/>
              <w:rPr>
                <w:rFonts w:eastAsia="Times New Roman" w:cs="Calibri"/>
              </w:rPr>
            </w:pPr>
            <w:r w:rsidRPr="003A067D">
              <w:rPr>
                <w:rFonts w:eastAsia="Times New Roman" w:cs="Calibri"/>
                <w:color w:val="000000" w:themeColor="text1"/>
              </w:rPr>
              <w:t>Use Service Code SA294,U4 to authorize the necessary goods and services.  </w:t>
            </w:r>
          </w:p>
          <w:p w14:paraId="77B84AB3" w14:textId="77777777" w:rsidR="00A217BF" w:rsidRPr="003A067D" w:rsidRDefault="00A217BF" w:rsidP="0066742B">
            <w:pPr>
              <w:pStyle w:val="ListParagraph"/>
              <w:numPr>
                <w:ilvl w:val="0"/>
                <w:numId w:val="78"/>
              </w:numPr>
              <w:rPr>
                <w:rFonts w:eastAsia="Calibri" w:cs="Calibri"/>
                <w:color w:val="000000" w:themeColor="text1"/>
              </w:rPr>
            </w:pPr>
            <w:r w:rsidRPr="003A067D">
              <w:rPr>
                <w:rFonts w:eastAsia="Calibri" w:cs="Calibri"/>
                <w:color w:val="000000" w:themeColor="text1"/>
              </w:rPr>
              <w:t>Select the appropriate reason code. Options are “In-Home Community Stabilization or Employment Stabilization”</w:t>
            </w:r>
          </w:p>
          <w:p w14:paraId="74169CCD" w14:textId="77777777" w:rsidR="00A217BF" w:rsidRPr="003A067D" w:rsidRDefault="00A217BF" w:rsidP="0066742B">
            <w:pPr>
              <w:pStyle w:val="ListParagraph"/>
              <w:numPr>
                <w:ilvl w:val="0"/>
                <w:numId w:val="78"/>
              </w:numPr>
              <w:textAlignment w:val="baseline"/>
              <w:rPr>
                <w:rFonts w:eastAsia="Times New Roman" w:cs="Calibri"/>
              </w:rPr>
            </w:pPr>
            <w:r w:rsidRPr="003A067D">
              <w:rPr>
                <w:rFonts w:eastAsia="Times New Roman" w:cs="Calibri"/>
                <w:color w:val="000000"/>
              </w:rPr>
              <w:t>Note in the Service Episode Record (SER) that the client is eligible for LTSS Housing Stabilization services and that you have Supervisory approval to authorize state only funds.  </w:t>
            </w:r>
          </w:p>
          <w:p w14:paraId="228A5458" w14:textId="77777777" w:rsidR="00A217BF" w:rsidRPr="003A067D" w:rsidRDefault="00A217BF" w:rsidP="0066742B">
            <w:pPr>
              <w:pStyle w:val="ListParagraph"/>
              <w:numPr>
                <w:ilvl w:val="0"/>
                <w:numId w:val="78"/>
              </w:numPr>
              <w:textAlignment w:val="baseline"/>
              <w:rPr>
                <w:rFonts w:eastAsia="Times New Roman" w:cs="Calibri"/>
              </w:rPr>
            </w:pPr>
            <w:r w:rsidRPr="003A067D">
              <w:rPr>
                <w:rFonts w:eastAsia="Times New Roman" w:cs="Calibri"/>
                <w:color w:val="000000"/>
              </w:rPr>
              <w:t>Complete a SER outlining the service you are authorizing and/or the items you are purchasing and how they are necessary for the client’s service plan.  </w:t>
            </w:r>
          </w:p>
          <w:p w14:paraId="2FD26ECA" w14:textId="77777777" w:rsidR="00A217BF" w:rsidRPr="003A067D" w:rsidRDefault="00A217BF" w:rsidP="0066742B">
            <w:pPr>
              <w:pStyle w:val="ListParagraph"/>
              <w:numPr>
                <w:ilvl w:val="0"/>
                <w:numId w:val="78"/>
              </w:numPr>
              <w:textAlignment w:val="baseline"/>
              <w:rPr>
                <w:rFonts w:eastAsia="Times New Roman" w:cs="Calibri"/>
              </w:rPr>
            </w:pPr>
            <w:r w:rsidRPr="003A067D">
              <w:rPr>
                <w:rFonts w:eastAsia="Times New Roman" w:cs="Calibri"/>
                <w:color w:val="000000"/>
              </w:rPr>
              <w:t>Receipts for all purchases must be included in the participant’s electronic case record (ECR). Attach all receipts/bids to the Packet Cover Sheet: Social Services Packet Cover Sheet (DSHS Form 02-615)  </w:t>
            </w:r>
          </w:p>
          <w:p w14:paraId="36F1056A" w14:textId="77777777" w:rsidR="00A217BF" w:rsidRPr="005704EC" w:rsidRDefault="00A217BF" w:rsidP="001F5522">
            <w:pPr>
              <w:ind w:left="675"/>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3B0EC837"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44704B4"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38C12EE" w14:textId="66A97A55"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BA35C4">
              <w:rPr>
                <w:rFonts w:eastAsia="Times New Roman" w:cs="Calibri"/>
                <w:color w:val="000000"/>
              </w:rPr>
              <w:t>HCS</w:t>
            </w:r>
            <w:r w:rsidRPr="005704EC">
              <w:rPr>
                <w:rFonts w:eastAsia="Times New Roman" w:cs="Calibri"/>
                <w:color w:val="000000"/>
              </w:rPr>
              <w:t xml:space="preserve"> client meets </w:t>
            </w:r>
            <w:r>
              <w:rPr>
                <w:rFonts w:eastAsia="Times New Roman" w:cs="Calibri"/>
                <w:color w:val="000000"/>
              </w:rPr>
              <w:t>these</w:t>
            </w:r>
            <w:r w:rsidRPr="005704EC">
              <w:rPr>
                <w:rFonts w:eastAsia="Times New Roman" w:cs="Calibri"/>
                <w:color w:val="000000"/>
              </w:rPr>
              <w:t xml:space="preserve"> qualifications: </w:t>
            </w:r>
          </w:p>
          <w:p w14:paraId="1FBF0E61" w14:textId="0EC702B9" w:rsidR="00A217BF" w:rsidRPr="008A5873" w:rsidRDefault="00A217BF" w:rsidP="0066742B">
            <w:pPr>
              <w:pStyle w:val="ListParagraph"/>
              <w:numPr>
                <w:ilvl w:val="0"/>
                <w:numId w:val="79"/>
              </w:numPr>
              <w:textAlignment w:val="baseline"/>
              <w:rPr>
                <w:rFonts w:eastAsia="Times New Roman" w:cs="Calibri"/>
              </w:rPr>
            </w:pPr>
            <w:r w:rsidRPr="008A5873">
              <w:rPr>
                <w:rFonts w:eastAsia="Times New Roman" w:cs="Calibri"/>
                <w:color w:val="000000"/>
              </w:rPr>
              <w:t xml:space="preserve">Received a housing resource or had their housing coordinated through </w:t>
            </w:r>
            <w:r w:rsidR="00BA35C4">
              <w:rPr>
                <w:rFonts w:eastAsia="Times New Roman" w:cs="Calibri"/>
                <w:color w:val="000000"/>
              </w:rPr>
              <w:t>HCS</w:t>
            </w:r>
            <w:r>
              <w:rPr>
                <w:rFonts w:eastAsia="Times New Roman" w:cs="Calibri"/>
                <w:color w:val="000000"/>
              </w:rPr>
              <w:t xml:space="preserve">; </w:t>
            </w:r>
            <w:r w:rsidRPr="006B2A58">
              <w:rPr>
                <w:rFonts w:eastAsia="Times New Roman" w:cs="Calibri"/>
                <w:b/>
                <w:bCs/>
                <w:color w:val="000000"/>
              </w:rPr>
              <w:t>or</w:t>
            </w:r>
            <w:r w:rsidRPr="008A5873">
              <w:rPr>
                <w:rFonts w:eastAsia="Times New Roman" w:cs="Calibri"/>
                <w:color w:val="000000"/>
              </w:rPr>
              <w:t>  </w:t>
            </w:r>
          </w:p>
          <w:p w14:paraId="7F975183" w14:textId="03C01FA5" w:rsidR="00A217BF" w:rsidRPr="008A5873" w:rsidRDefault="00A217BF" w:rsidP="0066742B">
            <w:pPr>
              <w:pStyle w:val="ListParagraph"/>
              <w:numPr>
                <w:ilvl w:val="0"/>
                <w:numId w:val="79"/>
              </w:numPr>
              <w:textAlignment w:val="baseline"/>
              <w:rPr>
                <w:rFonts w:eastAsia="Times New Roman" w:cs="Calibri"/>
              </w:rPr>
            </w:pPr>
            <w:r w:rsidRPr="008A5873">
              <w:rPr>
                <w:rFonts w:eastAsia="Times New Roman" w:cs="Calibri"/>
                <w:color w:val="000000"/>
              </w:rPr>
              <w:t>Enrolled with</w:t>
            </w:r>
            <w:r>
              <w:rPr>
                <w:rFonts w:eastAsia="Times New Roman" w:cs="Calibri"/>
                <w:color w:val="000000"/>
              </w:rPr>
              <w:t xml:space="preserve"> FCS</w:t>
            </w:r>
            <w:r w:rsidRPr="008A5873">
              <w:rPr>
                <w:rFonts w:eastAsia="Times New Roman" w:cs="Calibri"/>
                <w:color w:val="000000"/>
              </w:rPr>
              <w:t xml:space="preserve"> Supported Employment or had their employment coordinated through </w:t>
            </w:r>
            <w:r w:rsidR="00BA35C4">
              <w:rPr>
                <w:rFonts w:eastAsia="Times New Roman" w:cs="Calibri"/>
                <w:color w:val="000000"/>
              </w:rPr>
              <w:t>HCS</w:t>
            </w:r>
            <w:r>
              <w:rPr>
                <w:rFonts w:eastAsia="Times New Roman" w:cs="Calibri"/>
                <w:color w:val="000000"/>
              </w:rPr>
              <w:t xml:space="preserve">; </w:t>
            </w:r>
            <w:r w:rsidRPr="006B2A58">
              <w:rPr>
                <w:rFonts w:eastAsia="Times New Roman" w:cs="Calibri"/>
                <w:b/>
                <w:bCs/>
                <w:color w:val="000000"/>
              </w:rPr>
              <w:t>and </w:t>
            </w:r>
          </w:p>
          <w:p w14:paraId="6B1F0A38" w14:textId="77777777" w:rsidR="00A217BF" w:rsidRPr="008A5873" w:rsidRDefault="00A217BF" w:rsidP="0066742B">
            <w:pPr>
              <w:pStyle w:val="ListParagraph"/>
              <w:numPr>
                <w:ilvl w:val="0"/>
                <w:numId w:val="79"/>
              </w:numPr>
              <w:textAlignment w:val="baseline"/>
              <w:rPr>
                <w:rFonts w:eastAsia="Times New Roman" w:cs="Calibri"/>
              </w:rPr>
            </w:pPr>
            <w:r w:rsidRPr="008A5873">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6B2A58">
              <w:rPr>
                <w:rFonts w:eastAsia="Times New Roman" w:cs="Calibri"/>
                <w:b/>
                <w:bCs/>
                <w:color w:val="000000"/>
              </w:rPr>
              <w:t>and </w:t>
            </w:r>
          </w:p>
          <w:p w14:paraId="20D7FB75" w14:textId="77777777" w:rsidR="00A217BF" w:rsidRPr="008A5873" w:rsidRDefault="00A217BF" w:rsidP="0066742B">
            <w:pPr>
              <w:pStyle w:val="ListParagraph"/>
              <w:numPr>
                <w:ilvl w:val="0"/>
                <w:numId w:val="79"/>
              </w:numPr>
              <w:textAlignment w:val="baseline"/>
              <w:rPr>
                <w:rFonts w:eastAsia="Times New Roman" w:cs="Calibri"/>
              </w:rPr>
            </w:pPr>
            <w:r w:rsidRPr="008A5873">
              <w:rPr>
                <w:rFonts w:eastAsia="Times New Roman" w:cs="Calibri"/>
                <w:color w:val="000000"/>
              </w:rPr>
              <w:t>Do not have other programs, services, or resources to assist you with these costs;</w:t>
            </w:r>
            <w:r w:rsidRPr="006B2A58">
              <w:rPr>
                <w:rFonts w:eastAsia="Times New Roman" w:cs="Calibri"/>
                <w:b/>
                <w:bCs/>
                <w:color w:val="000000"/>
              </w:rPr>
              <w:t xml:space="preserve"> and</w:t>
            </w:r>
            <w:r w:rsidRPr="008A5873">
              <w:rPr>
                <w:rFonts w:eastAsia="Times New Roman" w:cs="Calibri"/>
                <w:color w:val="000000"/>
              </w:rPr>
              <w:t> </w:t>
            </w:r>
          </w:p>
          <w:p w14:paraId="18D68DC0" w14:textId="77777777" w:rsidR="00A217BF" w:rsidRPr="008A5873" w:rsidRDefault="00A217BF" w:rsidP="0066742B">
            <w:pPr>
              <w:pStyle w:val="ListParagraph"/>
              <w:numPr>
                <w:ilvl w:val="0"/>
                <w:numId w:val="79"/>
              </w:numPr>
              <w:textAlignment w:val="baseline"/>
              <w:rPr>
                <w:rFonts w:eastAsia="Times New Roman" w:cs="Calibri"/>
              </w:rPr>
            </w:pPr>
            <w:r w:rsidRPr="008A5873">
              <w:rPr>
                <w:rFonts w:eastAsia="Times New Roman" w:cs="Calibri"/>
                <w:color w:val="000000"/>
              </w:rPr>
              <w:t>Are not eligible for federal funding </w:t>
            </w:r>
          </w:p>
          <w:p w14:paraId="7A08B4D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669AD953"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123C8A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14D5DDB4" w14:textId="77777777" w:rsidR="00A217BF" w:rsidRPr="00CB3726" w:rsidRDefault="00A217BF" w:rsidP="001F5522">
            <w:pPr>
              <w:textAlignment w:val="baseline"/>
              <w:rPr>
                <w:rFonts w:ascii="Times New Roman" w:eastAsia="Times New Roman" w:hAnsi="Times New Roman"/>
                <w:b/>
                <w:bCs/>
                <w:sz w:val="24"/>
                <w:szCs w:val="24"/>
              </w:rPr>
            </w:pPr>
            <w:r w:rsidRPr="00CB3726">
              <w:rPr>
                <w:rFonts w:eastAsia="Times New Roman" w:cs="Calibri"/>
                <w:b/>
                <w:bCs/>
              </w:rPr>
              <w:t>Yes.</w:t>
            </w:r>
            <w:r w:rsidRPr="00CB3726">
              <w:rPr>
                <w:rFonts w:eastAsia="Times New Roman" w:cs="Calibri"/>
                <w:b/>
                <w:bCs/>
                <w:color w:val="000000"/>
              </w:rPr>
              <w:t>  </w:t>
            </w:r>
          </w:p>
          <w:p w14:paraId="6BA701DA" w14:textId="77777777" w:rsidR="00A217BF" w:rsidRPr="00CB3726" w:rsidRDefault="00A217BF" w:rsidP="0066742B">
            <w:pPr>
              <w:pStyle w:val="ListParagraph"/>
              <w:numPr>
                <w:ilvl w:val="0"/>
                <w:numId w:val="80"/>
              </w:numPr>
              <w:textAlignment w:val="baseline"/>
              <w:rPr>
                <w:rFonts w:eastAsia="Times New Roman" w:cs="Calibri"/>
              </w:rPr>
            </w:pPr>
            <w:r w:rsidRPr="00CB3726">
              <w:rPr>
                <w:rFonts w:eastAsia="Times New Roman" w:cs="Calibri"/>
                <w:color w:val="000000"/>
              </w:rPr>
              <w:t>An ETR will be required if the total amount of goods &amp; services exceeds $5000.   </w:t>
            </w:r>
          </w:p>
          <w:p w14:paraId="00FF02A2" w14:textId="77777777" w:rsidR="00A217BF" w:rsidRPr="00CB3726" w:rsidRDefault="00A217BF" w:rsidP="0066742B">
            <w:pPr>
              <w:pStyle w:val="ListParagraph"/>
              <w:numPr>
                <w:ilvl w:val="0"/>
                <w:numId w:val="80"/>
              </w:numPr>
              <w:textAlignment w:val="baseline"/>
              <w:rPr>
                <w:rFonts w:eastAsia="Times New Roman" w:cs="Calibri"/>
              </w:rPr>
            </w:pPr>
            <w:r w:rsidRPr="00CB3726">
              <w:rPr>
                <w:rFonts w:eastAsia="Times New Roman" w:cs="Calibri"/>
                <w:color w:val="000000"/>
              </w:rPr>
              <w:t>Select “other” for both ETR/ETP category &amp; type. </w:t>
            </w:r>
          </w:p>
          <w:p w14:paraId="5214ACD5" w14:textId="77777777" w:rsidR="00A217BF" w:rsidRPr="00CB3726" w:rsidRDefault="00A217BF" w:rsidP="0066742B">
            <w:pPr>
              <w:pStyle w:val="ListParagraph"/>
              <w:numPr>
                <w:ilvl w:val="0"/>
                <w:numId w:val="80"/>
              </w:numPr>
              <w:textAlignment w:val="baseline"/>
              <w:rPr>
                <w:rFonts w:eastAsia="Times New Roman" w:cs="Calibri"/>
              </w:rPr>
            </w:pPr>
            <w:r w:rsidRPr="00CB3726">
              <w:rPr>
                <w:rFonts w:eastAsia="Times New Roman" w:cs="Calibri"/>
                <w:color w:val="000000"/>
              </w:rPr>
              <w:t xml:space="preserve">Submit the ETR to “Committee, Housing ETR” and email </w:t>
            </w:r>
            <w:hyperlink r:id="rId29" w:tgtFrame="_blank" w:history="1">
              <w:r w:rsidRPr="00CB3726">
                <w:rPr>
                  <w:rFonts w:eastAsia="Times New Roman" w:cs="Calibri"/>
                  <w:color w:val="0563C1"/>
                  <w:u w:val="single"/>
                </w:rPr>
                <w:t>housingcommitteeetr@dshs.wa.gov</w:t>
              </w:r>
            </w:hyperlink>
            <w:r w:rsidRPr="00CB3726">
              <w:rPr>
                <w:rFonts w:eastAsia="Times New Roman" w:cs="Calibri"/>
                <w:color w:val="000000"/>
              </w:rPr>
              <w:t xml:space="preserve"> to inform us about the ETR requested.  </w:t>
            </w:r>
          </w:p>
          <w:p w14:paraId="7E37591E" w14:textId="77777777" w:rsidR="00A217BF" w:rsidRPr="00CB3726" w:rsidRDefault="00A217BF" w:rsidP="0066742B">
            <w:pPr>
              <w:pStyle w:val="ListParagraph"/>
              <w:numPr>
                <w:ilvl w:val="0"/>
                <w:numId w:val="80"/>
              </w:numPr>
              <w:textAlignment w:val="baseline"/>
              <w:rPr>
                <w:rFonts w:ascii="Times New Roman" w:eastAsia="Times New Roman" w:hAnsi="Times New Roman"/>
                <w:sz w:val="24"/>
                <w:szCs w:val="24"/>
              </w:rPr>
            </w:pPr>
            <w:r w:rsidRPr="00CB3726">
              <w:rPr>
                <w:rFonts w:eastAsia="Times New Roman" w:cs="Calibri"/>
                <w:color w:val="000000"/>
              </w:rPr>
              <w:t>Note: If the amount Exceeds $2500,</w:t>
            </w:r>
            <w:r w:rsidRPr="00CB3726">
              <w:rPr>
                <w:rFonts w:eastAsia="Times New Roman" w:cs="Calibri"/>
              </w:rPr>
              <w:t xml:space="preserve"> this will generate an error message in CARE and will require the HCS/AAA CM to reach out to the Housing Program Manager to force the error. </w:t>
            </w:r>
          </w:p>
          <w:p w14:paraId="2C62D53A"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color w:val="000000"/>
              </w:rPr>
              <w:t> </w:t>
            </w:r>
          </w:p>
        </w:tc>
      </w:tr>
    </w:tbl>
    <w:p w14:paraId="5D903B63"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014336EF" w14:textId="77777777" w:rsidR="00A217BF" w:rsidRPr="005704EC" w:rsidRDefault="00A217BF" w:rsidP="00A217BF">
      <w:pPr>
        <w:textAlignment w:val="baseline"/>
        <w:rPr>
          <w:rFonts w:ascii="Segoe UI" w:eastAsia="Times New Roman" w:hAnsi="Segoe UI" w:cs="Segoe UI"/>
          <w:sz w:val="18"/>
          <w:szCs w:val="18"/>
        </w:rPr>
      </w:pPr>
      <w:r w:rsidRPr="005704EC">
        <w:rPr>
          <w:rFonts w:eastAsia="Times New Roman" w:cs="Calibri"/>
        </w:rPr>
        <w:t> </w:t>
      </w:r>
    </w:p>
    <w:p w14:paraId="0A9F2CDE" w14:textId="77777777" w:rsidR="00A217BF" w:rsidRDefault="00A217BF" w:rsidP="00A217BF">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0BCA2DD1" w14:textId="77777777" w:rsidR="00BB46DC" w:rsidRPr="005704EC" w:rsidRDefault="00BB46DC" w:rsidP="00A217BF">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A217BF" w:rsidRPr="005704EC" w14:paraId="7E54B26A" w14:textId="77777777" w:rsidTr="008A178E">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789036A" w14:textId="7C8AA566"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Emergency Rental Assistance (ERA)</w:t>
            </w:r>
            <w:r w:rsidRPr="005704EC">
              <w:rPr>
                <w:rFonts w:eastAsia="Times New Roman" w:cs="Calibri"/>
                <w:color w:val="000000"/>
              </w:rPr>
              <w:t xml:space="preserve"> can be used as a one-time payment made directly to landlords on behalf of an </w:t>
            </w:r>
            <w:r w:rsidR="00BA35C4">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p>
        </w:tc>
      </w:tr>
      <w:tr w:rsidR="00A217BF" w:rsidRPr="005704EC" w14:paraId="18858986" w14:textId="77777777" w:rsidTr="008A178E">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24D77D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Who is eligible for state ERA?</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40FB67EB" w14:textId="6DF83D8D" w:rsidR="00A217BF" w:rsidRPr="005F721E" w:rsidRDefault="00A217BF" w:rsidP="0066742B">
            <w:pPr>
              <w:pStyle w:val="ListParagraph"/>
              <w:numPr>
                <w:ilvl w:val="0"/>
                <w:numId w:val="81"/>
              </w:numPr>
              <w:textAlignment w:val="baseline"/>
              <w:rPr>
                <w:rFonts w:ascii="Times New Roman" w:eastAsia="Times New Roman" w:hAnsi="Times New Roman"/>
                <w:sz w:val="24"/>
                <w:szCs w:val="24"/>
              </w:rPr>
            </w:pPr>
            <w:r w:rsidRPr="005F721E">
              <w:rPr>
                <w:rFonts w:eastAsia="Times New Roman" w:cs="Calibri"/>
              </w:rPr>
              <w:t>An</w:t>
            </w:r>
            <w:r w:rsidRPr="005F721E">
              <w:rPr>
                <w:rFonts w:eastAsia="Times New Roman" w:cs="Calibri"/>
                <w:color w:val="000000"/>
              </w:rPr>
              <w:t xml:space="preserve"> </w:t>
            </w:r>
            <w:r w:rsidR="00BA35C4">
              <w:rPr>
                <w:rFonts w:eastAsia="Times New Roman" w:cs="Calibri"/>
                <w:color w:val="000000"/>
              </w:rPr>
              <w:t>HCS</w:t>
            </w:r>
            <w:r w:rsidRPr="005F721E">
              <w:rPr>
                <w:rFonts w:eastAsia="Times New Roman" w:cs="Calibri"/>
                <w:color w:val="000000"/>
              </w:rPr>
              <w:t xml:space="preserve"> client who is facing an immediate eviction due to non-payment of rent.  </w:t>
            </w:r>
          </w:p>
          <w:p w14:paraId="07CE830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20CDFF5D"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5F99552"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2E25B1B" w14:textId="675E4208" w:rsidR="00A217BF" w:rsidRPr="005F721E" w:rsidRDefault="00A217BF" w:rsidP="0066742B">
            <w:pPr>
              <w:pStyle w:val="ListParagraph"/>
              <w:numPr>
                <w:ilvl w:val="0"/>
                <w:numId w:val="82"/>
              </w:numPr>
              <w:textAlignment w:val="baseline"/>
              <w:rPr>
                <w:rFonts w:ascii="Times New Roman" w:eastAsia="Times New Roman" w:hAnsi="Times New Roman"/>
                <w:sz w:val="24"/>
                <w:szCs w:val="24"/>
              </w:rPr>
            </w:pPr>
            <w:r w:rsidRPr="005F721E">
              <w:rPr>
                <w:rFonts w:eastAsia="Times New Roman" w:cs="Calibri"/>
                <w:color w:val="000000"/>
              </w:rPr>
              <w:t xml:space="preserve">A one-time payment made directly to landlords on behalf of an </w:t>
            </w:r>
            <w:r w:rsidR="00BA35C4">
              <w:rPr>
                <w:rFonts w:eastAsia="Times New Roman" w:cs="Calibri"/>
                <w:color w:val="000000"/>
              </w:rPr>
              <w:t>HCS</w:t>
            </w:r>
            <w:r w:rsidRPr="005F721E">
              <w:rPr>
                <w:rFonts w:eastAsia="Times New Roman" w:cs="Calibri"/>
                <w:color w:val="000000"/>
              </w:rPr>
              <w:t xml:space="preserve"> client who is facing an immediate eviction due to non-payment of rent. </w:t>
            </w:r>
          </w:p>
        </w:tc>
      </w:tr>
      <w:tr w:rsidR="00A217BF" w:rsidRPr="005704EC" w14:paraId="25C77FD7"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9CA637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What is not covered under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04575794" w14:textId="77777777" w:rsidR="00A217BF" w:rsidRPr="005F721E" w:rsidRDefault="00A217BF" w:rsidP="0066742B">
            <w:pPr>
              <w:pStyle w:val="ListParagraph"/>
              <w:numPr>
                <w:ilvl w:val="0"/>
                <w:numId w:val="83"/>
              </w:numPr>
              <w:textAlignment w:val="baseline"/>
              <w:rPr>
                <w:rFonts w:eastAsia="Calibri" w:cs="Calibri"/>
              </w:rPr>
            </w:pPr>
            <w:r w:rsidRPr="005F721E">
              <w:rPr>
                <w:rFonts w:eastAsia="Times New Roman" w:cs="Calibri"/>
                <w:color w:val="000000" w:themeColor="text1"/>
              </w:rPr>
              <w:t>ERA does not include pre-tenancy deposits or move-in costs, including first month’s rent, required at move in. </w:t>
            </w:r>
            <w:r w:rsidRPr="005F721E">
              <w:rPr>
                <w:rFonts w:eastAsia="Calibri" w:cs="Calibri"/>
                <w:color w:val="D13438"/>
                <w:u w:val="single"/>
              </w:rPr>
              <w:t xml:space="preserve"> </w:t>
            </w:r>
            <w:r w:rsidRPr="005F721E">
              <w:rPr>
                <w:rFonts w:eastAsia="Calibri" w:cs="Calibri"/>
              </w:rPr>
              <w:t>ERA cannot pay in excess of 150% Fair Market Rent per month and can only pay for a total of six months back rent. </w:t>
            </w:r>
          </w:p>
        </w:tc>
      </w:tr>
      <w:tr w:rsidR="00A217BF" w:rsidRPr="005704EC" w14:paraId="7018F0E5"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18021FC"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5BA4BA4E" w14:textId="77777777" w:rsidR="00A217BF" w:rsidRPr="005F721E" w:rsidRDefault="00A217BF" w:rsidP="0066742B">
            <w:pPr>
              <w:pStyle w:val="ListParagraph"/>
              <w:numPr>
                <w:ilvl w:val="0"/>
                <w:numId w:val="84"/>
              </w:numPr>
              <w:textAlignment w:val="baseline"/>
              <w:rPr>
                <w:rFonts w:ascii="Times New Roman" w:eastAsia="Times New Roman" w:hAnsi="Times New Roman"/>
                <w:sz w:val="24"/>
                <w:szCs w:val="24"/>
              </w:rPr>
            </w:pPr>
            <w:r w:rsidRPr="005F721E">
              <w:rPr>
                <w:rFonts w:eastAsia="Times New Roman" w:cs="Calibri"/>
              </w:rPr>
              <w:t>The HCS/AAA case manager will need to authorize a Contracted Provider (Community Choice Guide or GOSH Supportive Housing Provider) to make the ERA payment on the clients’ behalf.   </w:t>
            </w:r>
          </w:p>
          <w:p w14:paraId="598C229E"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1D11F5DF"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7DE77CF"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How do I authorize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CA6E1FD" w14:textId="77777777" w:rsidR="00A217BF" w:rsidRPr="005F721E" w:rsidRDefault="00A217BF" w:rsidP="0066742B">
            <w:pPr>
              <w:pStyle w:val="ListParagraph"/>
              <w:numPr>
                <w:ilvl w:val="0"/>
                <w:numId w:val="85"/>
              </w:numPr>
              <w:textAlignment w:val="baseline"/>
              <w:rPr>
                <w:rFonts w:eastAsia="Times New Roman" w:cs="Calibri"/>
              </w:rPr>
            </w:pPr>
            <w:r w:rsidRPr="005F721E">
              <w:rPr>
                <w:rFonts w:eastAsia="Times New Roman" w:cs="Calibri"/>
              </w:rPr>
              <w:t>Use RAC 3131. </w:t>
            </w:r>
          </w:p>
          <w:p w14:paraId="2938A40B" w14:textId="079FEB53" w:rsidR="00A217BF" w:rsidRPr="005F721E" w:rsidRDefault="00A217BF" w:rsidP="0066742B">
            <w:pPr>
              <w:pStyle w:val="ListParagraph"/>
              <w:numPr>
                <w:ilvl w:val="0"/>
                <w:numId w:val="85"/>
              </w:numPr>
              <w:textAlignment w:val="baseline"/>
              <w:rPr>
                <w:rFonts w:eastAsia="Times New Roman" w:cs="Calibri"/>
              </w:rPr>
            </w:pPr>
            <w:r w:rsidRPr="005F721E">
              <w:rPr>
                <w:rFonts w:eastAsia="Times New Roman" w:cs="Calibri"/>
              </w:rPr>
              <w:t xml:space="preserve">Use Service Code </w:t>
            </w:r>
            <w:r w:rsidR="003642A6" w:rsidRPr="003642A6">
              <w:rPr>
                <w:rFonts w:eastAsia="Times New Roman" w:cs="Calibri"/>
              </w:rPr>
              <w:t>SA</w:t>
            </w:r>
            <w:r w:rsidRPr="003642A6">
              <w:rPr>
                <w:rFonts w:eastAsia="Times New Roman" w:cs="Calibri"/>
              </w:rPr>
              <w:t>298</w:t>
            </w:r>
            <w:r w:rsidRPr="005F721E">
              <w:rPr>
                <w:rFonts w:eastAsia="Times New Roman" w:cs="Calibri"/>
              </w:rPr>
              <w:t xml:space="preserve"> to reimburse the contracted provider for the ERA payment amount approved by the HPM.  </w:t>
            </w:r>
          </w:p>
          <w:p w14:paraId="7CF9FAA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rPr>
              <w:t> </w:t>
            </w:r>
          </w:p>
        </w:tc>
      </w:tr>
      <w:tr w:rsidR="00A217BF" w:rsidRPr="005704EC" w14:paraId="65ABC235" w14:textId="77777777" w:rsidTr="008A178E">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51222C9"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33CD4A65" w14:textId="77777777" w:rsidR="00A217BF" w:rsidRPr="005F721E" w:rsidRDefault="00A217BF" w:rsidP="0066742B">
            <w:pPr>
              <w:pStyle w:val="ListParagraph"/>
              <w:numPr>
                <w:ilvl w:val="0"/>
                <w:numId w:val="86"/>
              </w:numPr>
              <w:textAlignment w:val="baseline"/>
              <w:rPr>
                <w:rFonts w:ascii="Times New Roman" w:eastAsia="Times New Roman" w:hAnsi="Times New Roman"/>
                <w:sz w:val="24"/>
                <w:szCs w:val="24"/>
              </w:rPr>
            </w:pPr>
            <w:r w:rsidRPr="005F721E">
              <w:rPr>
                <w:rFonts w:eastAsia="Times New Roman" w:cs="Calibri"/>
              </w:rPr>
              <w:t>ERA should only be authorized after an ERA referral has been submitted and approved by the Supportive Housing Program Manager. The HCS/AAA is only allowed to authorize the amount approved by the SHPM.  </w:t>
            </w:r>
          </w:p>
        </w:tc>
      </w:tr>
      <w:tr w:rsidR="00A217BF" w:rsidRPr="005704EC" w14:paraId="53AFB23F" w14:textId="77777777" w:rsidTr="008A178E">
        <w:trPr>
          <w:trHeight w:val="903"/>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94649F8" w14:textId="77777777" w:rsidR="00A217BF" w:rsidRPr="005704EC" w:rsidRDefault="00A217BF" w:rsidP="001F5522">
            <w:pPr>
              <w:textAlignment w:val="baseline"/>
              <w:rPr>
                <w:rFonts w:ascii="Times New Roman" w:eastAsia="Times New Roman" w:hAnsi="Times New Roman"/>
                <w:sz w:val="24"/>
                <w:szCs w:val="24"/>
              </w:rPr>
            </w:pPr>
            <w:r w:rsidRPr="005704EC">
              <w:rPr>
                <w:rFonts w:eastAsia="Times New Roman" w:cs="Calibri"/>
                <w:b/>
                <w:bCs/>
                <w:color w:val="000000"/>
              </w:rPr>
              <w:t>Are ETRs allowed for the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89052FB" w14:textId="77777777" w:rsidR="00A217BF" w:rsidRPr="005F721E" w:rsidRDefault="00A217BF" w:rsidP="001F5522">
            <w:pPr>
              <w:textAlignment w:val="baseline"/>
              <w:rPr>
                <w:rFonts w:ascii="Times New Roman" w:eastAsia="Times New Roman" w:hAnsi="Times New Roman"/>
                <w:b/>
                <w:bCs/>
                <w:sz w:val="24"/>
                <w:szCs w:val="24"/>
              </w:rPr>
            </w:pPr>
            <w:r w:rsidRPr="005F721E">
              <w:rPr>
                <w:rFonts w:eastAsia="Times New Roman" w:cs="Calibri"/>
                <w:b/>
                <w:bCs/>
              </w:rPr>
              <w:t>No.  </w:t>
            </w:r>
          </w:p>
          <w:p w14:paraId="03CC679D" w14:textId="77777777" w:rsidR="00A217BF" w:rsidRPr="005F721E" w:rsidRDefault="00A217BF" w:rsidP="0066742B">
            <w:pPr>
              <w:pStyle w:val="ListParagraph"/>
              <w:numPr>
                <w:ilvl w:val="0"/>
                <w:numId w:val="87"/>
              </w:numPr>
              <w:textAlignment w:val="baseline"/>
              <w:rPr>
                <w:rFonts w:ascii="Times New Roman" w:eastAsia="Times New Roman" w:hAnsi="Times New Roman"/>
                <w:sz w:val="24"/>
                <w:szCs w:val="24"/>
              </w:rPr>
            </w:pPr>
            <w:r w:rsidRPr="005F721E">
              <w:rPr>
                <w:rFonts w:eastAsia="Times New Roman" w:cs="Calibri"/>
              </w:rPr>
              <w:t>note: When the approved ERA amount is above $4000, this will generate an error message in CARE and will require the HCS/AAA CM to reach out to the Housing Program Manager to force the error.  </w:t>
            </w:r>
          </w:p>
        </w:tc>
      </w:tr>
    </w:tbl>
    <w:p w14:paraId="4C63DFA0" w14:textId="77777777" w:rsidR="006B63AC" w:rsidRDefault="006B63AC" w:rsidP="00564D9C">
      <w:pPr>
        <w:pStyle w:val="BodyText"/>
        <w:ind w:left="0"/>
        <w:outlineLvl w:val="2"/>
        <w:rPr>
          <w:rFonts w:asciiTheme="minorHAnsi" w:hAnsiTheme="minorHAnsi" w:cstheme="minorHAnsi"/>
          <w:bCs/>
          <w:sz w:val="26"/>
          <w:szCs w:val="26"/>
          <w:u w:val="single"/>
        </w:rPr>
      </w:pPr>
    </w:p>
    <w:p w14:paraId="40C0C0C1" w14:textId="7EEEFFA0" w:rsidR="006B63AC" w:rsidRDefault="00885CAD" w:rsidP="00564D9C">
      <w:pPr>
        <w:pStyle w:val="BodyText"/>
        <w:ind w:left="0"/>
        <w:outlineLvl w:val="2"/>
        <w:rPr>
          <w:rFonts w:asciiTheme="minorHAnsi" w:hAnsiTheme="minorHAnsi" w:cstheme="minorHAnsi"/>
          <w:bCs/>
          <w:sz w:val="26"/>
          <w:szCs w:val="26"/>
          <w:u w:val="single"/>
        </w:rPr>
      </w:pPr>
      <w:r>
        <w:rPr>
          <w:rFonts w:cs="Calibri"/>
          <w:b/>
          <w:bCs/>
          <w:color w:val="1F3763"/>
          <w:sz w:val="26"/>
          <w:szCs w:val="26"/>
          <w:u w:val="single"/>
        </w:rPr>
        <w:t>Community Choice Guide SA263</w:t>
      </w:r>
    </w:p>
    <w:tbl>
      <w:tblPr>
        <w:tblW w:w="9195"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95"/>
      </w:tblGrid>
      <w:tr w:rsidR="006B63AC" w:rsidRPr="005704EC" w14:paraId="272B9A05" w14:textId="77777777" w:rsidTr="001F5522">
        <w:trPr>
          <w:trHeight w:val="300"/>
        </w:trPr>
        <w:tc>
          <w:tcPr>
            <w:tcW w:w="919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BE9B0B0" w14:textId="77777777" w:rsidR="006B63AC" w:rsidRDefault="006B63AC" w:rsidP="001F552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Payment for specialty services which provide assistance and support to ensure the eligible client’s successful transition to the community and/or maintenance of independent housing as authorized by HCS and/or AAA staff. </w:t>
            </w:r>
          </w:p>
          <w:p w14:paraId="3F2C2847" w14:textId="77777777" w:rsidR="006B63AC" w:rsidRDefault="006B63AC" w:rsidP="001F5522">
            <w:pPr>
              <w:textAlignment w:val="baseline"/>
              <w:rPr>
                <w:rFonts w:asciiTheme="minorHAnsi" w:eastAsia="Times New Roman" w:hAnsiTheme="minorHAnsi" w:cstheme="minorHAnsi"/>
              </w:rPr>
            </w:pPr>
          </w:p>
          <w:p w14:paraId="1C120B8E" w14:textId="77777777" w:rsidR="006B63AC" w:rsidRPr="00794C12" w:rsidRDefault="006B63AC" w:rsidP="001F5522">
            <w:pPr>
              <w:textAlignment w:val="baseline"/>
              <w:rPr>
                <w:rFonts w:asciiTheme="minorHAnsi" w:eastAsia="Times New Roman" w:hAnsiTheme="minorHAnsi" w:cstheme="minorHAnsi"/>
              </w:rPr>
            </w:pPr>
            <w:r w:rsidRPr="00794C12">
              <w:rPr>
                <w:rFonts w:asciiTheme="minorHAnsi" w:eastAsia="Times New Roman" w:hAnsiTheme="minorHAnsi" w:cstheme="minorHAnsi"/>
              </w:rPr>
              <w:t>CCG services may include, but are not limited to the following:</w:t>
            </w:r>
          </w:p>
          <w:p w14:paraId="7B51FF4E"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Locating and arranging appropriate, accessible housing; including working with local housing authorities and other community resource providers when applicable.</w:t>
            </w:r>
          </w:p>
          <w:p w14:paraId="13BC406F"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Maintaining or assisting with obtaining affordable housing.</w:t>
            </w:r>
          </w:p>
          <w:p w14:paraId="3800A7C9"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When relevant, liaising among and with the client, nursing or institutional facility staff, case managers, housing providers (including AFH providers), medical personnel, legal representatives, formal caregivers, family members, informal supports and any other involved party.</w:t>
            </w:r>
          </w:p>
          <w:p w14:paraId="0C318C1C"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Necessary assistance to support the client’s community living, including assistance in settling disputes with landlord.</w:t>
            </w:r>
          </w:p>
          <w:p w14:paraId="63D8C997"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Educating client on tenant rights, expectations and responsibilities.</w:t>
            </w:r>
          </w:p>
          <w:p w14:paraId="0EBA8145"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filling out forms and obtaining needed documentation to aid in maintaining successful community living (forms may include initial and renewal voucher forms, lease agreements, etc.).</w:t>
            </w:r>
          </w:p>
          <w:p w14:paraId="23FDFE9F"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Providing emergent assistance to avoid utility shut-off and/or eviction.</w:t>
            </w:r>
          </w:p>
          <w:p w14:paraId="621DE955"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locating and arranging transportation resources to effectively connect with community resources.</w:t>
            </w:r>
          </w:p>
          <w:p w14:paraId="308D5E56"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to locate and engage community integration activities.</w:t>
            </w:r>
          </w:p>
          <w:p w14:paraId="3A68D7C5"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Training or education to client about accessing community settings or health services.</w:t>
            </w:r>
          </w:p>
          <w:p w14:paraId="632A61D4" w14:textId="77777777" w:rsidR="006B63AC" w:rsidRPr="00B87506" w:rsidRDefault="006B63AC" w:rsidP="006B63AC">
            <w:pPr>
              <w:pStyle w:val="ListParagraph"/>
              <w:numPr>
                <w:ilvl w:val="0"/>
                <w:numId w:val="88"/>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to find a qualified caregiver.</w:t>
            </w:r>
          </w:p>
          <w:p w14:paraId="6BF7E3DF" w14:textId="77777777" w:rsidR="006B63AC" w:rsidRDefault="006B63AC" w:rsidP="001F5522">
            <w:pPr>
              <w:textAlignment w:val="baseline"/>
              <w:rPr>
                <w:rFonts w:asciiTheme="minorHAnsi" w:eastAsia="Times New Roman" w:hAnsiTheme="minorHAnsi" w:cstheme="minorHAnsi"/>
              </w:rPr>
            </w:pPr>
          </w:p>
          <w:p w14:paraId="1FEDC465" w14:textId="77777777" w:rsidR="006B63AC" w:rsidRDefault="006B63AC" w:rsidP="001F552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Detailed instructions on how to make a CCG referral using Service Codes SA263 can be found in the </w:t>
            </w:r>
            <w:hyperlink r:id="rId30" w:history="1">
              <w:r w:rsidRPr="00794C12">
                <w:rPr>
                  <w:rStyle w:val="Hyperlink"/>
                  <w:rFonts w:asciiTheme="minorHAnsi" w:eastAsia="Times New Roman" w:hAnsiTheme="minorHAnsi" w:cstheme="minorHAnsi"/>
                </w:rPr>
                <w:t>Chapter 7d</w:t>
              </w:r>
            </w:hyperlink>
            <w:r w:rsidRPr="00794C12">
              <w:rPr>
                <w:rFonts w:asciiTheme="minorHAnsi" w:eastAsia="Times New Roman" w:hAnsiTheme="minorHAnsi" w:cstheme="minorHAnsi"/>
              </w:rPr>
              <w:t>: COPES of the LTC Manual.</w:t>
            </w:r>
          </w:p>
          <w:p w14:paraId="7F941D32" w14:textId="77777777" w:rsidR="006B63AC" w:rsidRDefault="006B63AC" w:rsidP="001F5522">
            <w:pPr>
              <w:textAlignment w:val="baseline"/>
              <w:rPr>
                <w:rFonts w:asciiTheme="minorHAnsi" w:eastAsia="Times New Roman" w:hAnsiTheme="minorHAnsi" w:cstheme="minorHAnsi"/>
              </w:rPr>
            </w:pPr>
          </w:p>
          <w:p w14:paraId="70310471" w14:textId="77777777" w:rsidR="006B63AC" w:rsidRPr="00794C12" w:rsidRDefault="006B63AC" w:rsidP="001F552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The updated CCG Activity Tracking Form can be found in the resources section of this chapter and in </w:t>
            </w:r>
            <w:hyperlink r:id="rId31" w:history="1">
              <w:r w:rsidRPr="00794C12">
                <w:rPr>
                  <w:rStyle w:val="Hyperlink"/>
                  <w:rFonts w:asciiTheme="minorHAnsi" w:eastAsia="Times New Roman" w:hAnsiTheme="minorHAnsi" w:cstheme="minorHAnsi"/>
                </w:rPr>
                <w:t>Chapter 29</w:t>
              </w:r>
            </w:hyperlink>
            <w:r w:rsidRPr="00794C12">
              <w:rPr>
                <w:rFonts w:asciiTheme="minorHAnsi" w:eastAsia="Times New Roman" w:hAnsiTheme="minorHAnsi" w:cstheme="minorHAnsi"/>
              </w:rPr>
              <w:t>: Roads to Community Living.</w:t>
            </w:r>
          </w:p>
          <w:p w14:paraId="238457DE" w14:textId="77777777" w:rsidR="006B63AC" w:rsidRPr="005704EC" w:rsidRDefault="006B63AC" w:rsidP="001F5522">
            <w:pPr>
              <w:textAlignment w:val="baseline"/>
              <w:rPr>
                <w:rFonts w:ascii="Times New Roman" w:eastAsia="Times New Roman" w:hAnsi="Times New Roman"/>
                <w:sz w:val="24"/>
                <w:szCs w:val="24"/>
              </w:rPr>
            </w:pPr>
          </w:p>
        </w:tc>
      </w:tr>
    </w:tbl>
    <w:p w14:paraId="363EA2BB" w14:textId="77777777" w:rsidR="006B63AC" w:rsidRDefault="006B63AC" w:rsidP="00564D9C">
      <w:pPr>
        <w:pStyle w:val="BodyText"/>
        <w:ind w:left="0"/>
        <w:outlineLvl w:val="2"/>
        <w:rPr>
          <w:rFonts w:asciiTheme="minorHAnsi" w:hAnsiTheme="minorHAnsi" w:cstheme="minorHAnsi"/>
          <w:bCs/>
          <w:sz w:val="26"/>
          <w:szCs w:val="26"/>
          <w:u w:val="single"/>
        </w:rPr>
      </w:pPr>
    </w:p>
    <w:p w14:paraId="79F173D4" w14:textId="77777777" w:rsidR="001E33D7" w:rsidRDefault="001E33D7" w:rsidP="00564D9C">
      <w:pPr>
        <w:pStyle w:val="BodyText"/>
        <w:ind w:left="0"/>
        <w:outlineLvl w:val="2"/>
        <w:rPr>
          <w:rFonts w:asciiTheme="minorHAnsi" w:hAnsiTheme="minorHAnsi" w:cstheme="minorHAnsi"/>
          <w:bCs/>
          <w:sz w:val="26"/>
          <w:szCs w:val="26"/>
          <w:u w:val="single"/>
        </w:rPr>
      </w:pPr>
    </w:p>
    <w:p w14:paraId="5719906F" w14:textId="2EF14BB0" w:rsidR="00B0378F" w:rsidRPr="003A1EC4" w:rsidRDefault="00B0378F" w:rsidP="00564D9C">
      <w:pPr>
        <w:pStyle w:val="BodyText"/>
        <w:ind w:left="0"/>
        <w:outlineLvl w:val="2"/>
        <w:rPr>
          <w:rFonts w:asciiTheme="minorHAnsi" w:eastAsiaTheme="majorEastAsia" w:hAnsiTheme="minorHAnsi" w:cstheme="minorHAnsi"/>
          <w:bCs/>
        </w:rPr>
      </w:pPr>
      <w:r w:rsidRPr="003A1EC4">
        <w:rPr>
          <w:rFonts w:asciiTheme="minorHAnsi" w:hAnsiTheme="minorHAnsi" w:cstheme="minorHAnsi"/>
          <w:bCs/>
          <w:sz w:val="26"/>
          <w:szCs w:val="26"/>
          <w:u w:val="single"/>
        </w:rPr>
        <w:t>Related WACs:</w:t>
      </w:r>
      <w:bookmarkEnd w:id="31"/>
    </w:p>
    <w:p w14:paraId="0AC6C679" w14:textId="77777777" w:rsidR="00B0378F" w:rsidRDefault="00B0378F" w:rsidP="00B0378F">
      <w:hyperlink r:id="rId32" w:history="1">
        <w:r w:rsidRPr="00C05185">
          <w:rPr>
            <w:rStyle w:val="Hyperlink"/>
          </w:rPr>
          <w:t>WAC 388-106-0270</w:t>
        </w:r>
      </w:hyperlink>
      <w:r>
        <w:t xml:space="preserve">:  What services are available under Community First Choice (CFC)? </w:t>
      </w:r>
    </w:p>
    <w:p w14:paraId="06B8C2C3" w14:textId="77777777" w:rsidR="00B0378F" w:rsidRDefault="00B0378F" w:rsidP="00B0378F">
      <w:pPr>
        <w:pStyle w:val="BodyText"/>
        <w:ind w:left="0"/>
        <w:rPr>
          <w:rFonts w:asciiTheme="minorHAnsi" w:hAnsiTheme="minorHAnsi" w:cstheme="minorHAnsi"/>
        </w:rPr>
      </w:pPr>
      <w:hyperlink r:id="rId33" w:history="1">
        <w:r w:rsidRPr="009F3033">
          <w:rPr>
            <w:rStyle w:val="Hyperlink"/>
            <w:rFonts w:asciiTheme="minorHAnsi" w:hAnsiTheme="minorHAnsi" w:cstheme="minorHAnsi"/>
          </w:rPr>
          <w:t>WAC 388-106-0030</w:t>
        </w:r>
      </w:hyperlink>
      <w:r w:rsidRPr="009F3033">
        <w:rPr>
          <w:rFonts w:asciiTheme="minorHAnsi" w:hAnsiTheme="minorHAnsi" w:cstheme="minorHAnsi"/>
        </w:rPr>
        <w:t>:  Where can I receive services?</w:t>
      </w:r>
    </w:p>
    <w:p w14:paraId="79146C28" w14:textId="77777777" w:rsidR="00B0378F" w:rsidRDefault="00B0378F" w:rsidP="00B0378F">
      <w:pPr>
        <w:pStyle w:val="BodyText"/>
        <w:ind w:left="0"/>
        <w:rPr>
          <w:rFonts w:asciiTheme="minorHAnsi" w:hAnsiTheme="minorHAnsi" w:cstheme="minorHAnsi"/>
        </w:rPr>
      </w:pPr>
      <w:hyperlink r:id="rId34" w:history="1">
        <w:r w:rsidRPr="00F96BFC">
          <w:rPr>
            <w:rStyle w:val="Hyperlink"/>
            <w:rFonts w:asciiTheme="minorHAnsi" w:hAnsiTheme="minorHAnsi" w:cstheme="minorHAnsi"/>
          </w:rPr>
          <w:t>WAC 388-106</w:t>
        </w:r>
      </w:hyperlink>
      <w:r>
        <w:rPr>
          <w:rFonts w:asciiTheme="minorHAnsi" w:hAnsiTheme="minorHAnsi" w:cstheme="minorHAnsi"/>
        </w:rPr>
        <w:t>: Long Term Care Services</w:t>
      </w:r>
    </w:p>
    <w:p w14:paraId="1F863903" w14:textId="77777777" w:rsidR="00B0378F" w:rsidRPr="00526C70" w:rsidRDefault="00B0378F" w:rsidP="00B0378F">
      <w:pPr>
        <w:rPr>
          <w:rFonts w:cstheme="minorHAnsi"/>
          <w:color w:val="0000FF"/>
          <w:u w:val="single"/>
        </w:rPr>
      </w:pPr>
      <w:hyperlink r:id="rId35" w:history="1">
        <w:r w:rsidRPr="00615719">
          <w:rPr>
            <w:rStyle w:val="Hyperlink"/>
            <w:rFonts w:cstheme="minorHAnsi"/>
          </w:rPr>
          <w:t>WAC 388-106-1700</w:t>
        </w:r>
      </w:hyperlink>
      <w:r w:rsidRPr="004D777A">
        <w:rPr>
          <w:rFonts w:cstheme="minorHAnsi"/>
        </w:rPr>
        <w:t xml:space="preserve"> to </w:t>
      </w:r>
      <w:hyperlink r:id="rId36" w:history="1">
        <w:r w:rsidRPr="00A102AB">
          <w:rPr>
            <w:rStyle w:val="Hyperlink"/>
            <w:rFonts w:cstheme="minorHAnsi"/>
          </w:rPr>
          <w:t>WAC 388-106-1765</w:t>
        </w:r>
      </w:hyperlink>
      <w:r w:rsidRPr="00526C70">
        <w:rPr>
          <w:rStyle w:val="Hyperlink"/>
          <w:rFonts w:cstheme="minorHAnsi"/>
        </w:rPr>
        <w:t>: Supportive Housing</w:t>
      </w:r>
    </w:p>
    <w:p w14:paraId="7B45F2F1" w14:textId="77777777" w:rsidR="00B0378F" w:rsidRPr="009F3033" w:rsidRDefault="00B0378F" w:rsidP="00B0378F">
      <w:pPr>
        <w:pStyle w:val="BodyText"/>
        <w:ind w:left="0"/>
        <w:rPr>
          <w:rFonts w:asciiTheme="minorHAnsi" w:hAnsiTheme="minorHAnsi" w:cstheme="minorHAnsi"/>
        </w:rPr>
      </w:pPr>
    </w:p>
    <w:p w14:paraId="4585F2FF" w14:textId="77777777" w:rsidR="00B0378F" w:rsidRPr="003A1EC4" w:rsidRDefault="00B0378F" w:rsidP="00564D9C">
      <w:pPr>
        <w:pStyle w:val="Heading3"/>
        <w:rPr>
          <w:rFonts w:cstheme="minorHAnsi"/>
          <w:b w:val="0"/>
          <w:bCs/>
          <w:szCs w:val="26"/>
        </w:rPr>
      </w:pPr>
      <w:bookmarkStart w:id="32" w:name="_Acronyms:"/>
      <w:bookmarkStart w:id="33" w:name="_Toc193277394"/>
      <w:bookmarkEnd w:id="32"/>
      <w:r w:rsidRPr="003A1EC4">
        <w:rPr>
          <w:rFonts w:cstheme="minorHAnsi"/>
          <w:b w:val="0"/>
          <w:bCs/>
          <w:szCs w:val="26"/>
        </w:rPr>
        <w:t>Acronyms:</w:t>
      </w:r>
      <w:bookmarkEnd w:id="33"/>
    </w:p>
    <w:tbl>
      <w:tblPr>
        <w:tblStyle w:val="PlainTable42"/>
        <w:tblW w:w="0" w:type="auto"/>
        <w:tblLook w:val="04A0" w:firstRow="1" w:lastRow="0" w:firstColumn="1" w:lastColumn="0" w:noHBand="0" w:noVBand="1"/>
      </w:tblPr>
      <w:tblGrid>
        <w:gridCol w:w="3235"/>
        <w:gridCol w:w="2998"/>
      </w:tblGrid>
      <w:tr w:rsidR="008F750A" w:rsidRPr="00000892" w14:paraId="45866FDC" w14:textId="77777777" w:rsidTr="001F5522">
        <w:trPr>
          <w:cnfStyle w:val="100000000000" w:firstRow="1" w:lastRow="0" w:firstColumn="0" w:lastColumn="0" w:oddVBand="0" w:evenVBand="0" w:oddHBand="0"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235" w:type="dxa"/>
          </w:tcPr>
          <w:p w14:paraId="05EB8762" w14:textId="77777777" w:rsidR="008F750A" w:rsidRPr="00000892" w:rsidRDefault="008F750A" w:rsidP="001F5522">
            <w:pPr>
              <w:overflowPunct w:val="0"/>
              <w:autoSpaceDE w:val="0"/>
              <w:autoSpaceDN w:val="0"/>
              <w:adjustRightInd w:val="0"/>
              <w:spacing w:before="120" w:after="120" w:line="220" w:lineRule="atLeast"/>
              <w:textAlignment w:val="baseline"/>
              <w:rPr>
                <w:rFonts w:eastAsia="Times New Roman"/>
                <w:szCs w:val="20"/>
              </w:rPr>
            </w:pPr>
            <w:bookmarkStart w:id="34" w:name="_Forms:"/>
            <w:bookmarkStart w:id="35" w:name="_5B.12_Updates_to"/>
            <w:bookmarkEnd w:id="34"/>
            <w:bookmarkEnd w:id="35"/>
            <w:r w:rsidRPr="00000892">
              <w:rPr>
                <w:rFonts w:eastAsia="Times New Roman"/>
                <w:szCs w:val="20"/>
              </w:rPr>
              <w:t>HPM: Housing Program Manager</w:t>
            </w:r>
          </w:p>
        </w:tc>
        <w:tc>
          <w:tcPr>
            <w:tcW w:w="2998" w:type="dxa"/>
          </w:tcPr>
          <w:p w14:paraId="37B568E8" w14:textId="77777777" w:rsidR="008F750A" w:rsidRPr="00000892" w:rsidRDefault="008F750A" w:rsidP="001F5522">
            <w:pPr>
              <w:overflowPunct w:val="0"/>
              <w:autoSpaceDE w:val="0"/>
              <w:autoSpaceDN w:val="0"/>
              <w:adjustRightInd w:val="0"/>
              <w:spacing w:before="120" w:after="120" w:line="220" w:lineRule="atLeast"/>
              <w:textAlignment w:val="baseline"/>
              <w:cnfStyle w:val="100000000000" w:firstRow="1" w:lastRow="0" w:firstColumn="0" w:lastColumn="0" w:oddVBand="0" w:evenVBand="0" w:oddHBand="0" w:evenHBand="0" w:firstRowFirstColumn="0" w:firstRowLastColumn="0" w:lastRowFirstColumn="0" w:lastRowLastColumn="0"/>
              <w:rPr>
                <w:rFonts w:eastAsia="Times New Roman"/>
                <w:szCs w:val="20"/>
              </w:rPr>
            </w:pPr>
            <w:r w:rsidRPr="00000892">
              <w:rPr>
                <w:rFonts w:eastAsia="Times New Roman"/>
                <w:szCs w:val="20"/>
              </w:rPr>
              <w:t>LTSS: Long-Term Services and Supports</w:t>
            </w:r>
          </w:p>
        </w:tc>
      </w:tr>
      <w:tr w:rsidR="008F750A" w:rsidRPr="00000892" w14:paraId="7DE32C90" w14:textId="77777777" w:rsidTr="001F55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517E341F" w14:textId="77777777" w:rsidR="008F750A" w:rsidRPr="00000892" w:rsidRDefault="008F750A" w:rsidP="001F5522">
            <w:pPr>
              <w:overflowPunct w:val="0"/>
              <w:autoSpaceDE w:val="0"/>
              <w:autoSpaceDN w:val="0"/>
              <w:adjustRightInd w:val="0"/>
              <w:spacing w:before="120" w:after="120" w:line="220" w:lineRule="atLeast"/>
              <w:textAlignment w:val="baseline"/>
              <w:rPr>
                <w:rFonts w:eastAsia="Times New Roman"/>
                <w:szCs w:val="20"/>
              </w:rPr>
            </w:pPr>
            <w:r w:rsidRPr="00000892">
              <w:rPr>
                <w:rFonts w:eastAsia="Times New Roman"/>
                <w:szCs w:val="20"/>
              </w:rPr>
              <w:t>CCG: Community Choice Guide</w:t>
            </w:r>
          </w:p>
        </w:tc>
        <w:tc>
          <w:tcPr>
            <w:tcW w:w="2998" w:type="dxa"/>
          </w:tcPr>
          <w:p w14:paraId="71A263FF" w14:textId="77777777" w:rsidR="008F750A" w:rsidRPr="00000892" w:rsidRDefault="008F750A" w:rsidP="001F5522">
            <w:pPr>
              <w:overflowPunct w:val="0"/>
              <w:autoSpaceDE w:val="0"/>
              <w:autoSpaceDN w:val="0"/>
              <w:adjustRightInd w:val="0"/>
              <w:spacing w:before="120" w:after="120" w:line="220" w:lineRule="atLeast"/>
              <w:textAlignment w:val="baseline"/>
              <w:cnfStyle w:val="000000100000" w:firstRow="0" w:lastRow="0" w:firstColumn="0" w:lastColumn="0" w:oddVBand="0" w:evenVBand="0" w:oddHBand="1" w:evenHBand="0" w:firstRowFirstColumn="0" w:firstRowLastColumn="0" w:lastRowFirstColumn="0" w:lastRowLastColumn="0"/>
              <w:rPr>
                <w:rFonts w:eastAsia="Times New Roman"/>
                <w:b/>
                <w:bCs/>
                <w:szCs w:val="20"/>
              </w:rPr>
            </w:pPr>
            <w:r w:rsidRPr="00000892">
              <w:rPr>
                <w:rFonts w:eastAsia="Times New Roman"/>
                <w:b/>
                <w:bCs/>
                <w:szCs w:val="20"/>
              </w:rPr>
              <w:t>SHA: Spokane Housing Authority</w:t>
            </w:r>
          </w:p>
        </w:tc>
      </w:tr>
      <w:tr w:rsidR="008F750A" w:rsidRPr="00000892" w14:paraId="48207901" w14:textId="77777777" w:rsidTr="001F5522">
        <w:tc>
          <w:tcPr>
            <w:cnfStyle w:val="001000000000" w:firstRow="0" w:lastRow="0" w:firstColumn="1" w:lastColumn="0" w:oddVBand="0" w:evenVBand="0" w:oddHBand="0" w:evenHBand="0" w:firstRowFirstColumn="0" w:firstRowLastColumn="0" w:lastRowFirstColumn="0" w:lastRowLastColumn="0"/>
            <w:tcW w:w="3235" w:type="dxa"/>
          </w:tcPr>
          <w:p w14:paraId="0F318521" w14:textId="77777777" w:rsidR="008F750A" w:rsidRPr="00000892" w:rsidRDefault="008F750A" w:rsidP="001F5522">
            <w:pPr>
              <w:overflowPunct w:val="0"/>
              <w:autoSpaceDE w:val="0"/>
              <w:autoSpaceDN w:val="0"/>
              <w:adjustRightInd w:val="0"/>
              <w:spacing w:before="120" w:after="120" w:line="220" w:lineRule="atLeast"/>
              <w:textAlignment w:val="baseline"/>
              <w:rPr>
                <w:rFonts w:eastAsia="Times New Roman"/>
                <w:szCs w:val="20"/>
              </w:rPr>
            </w:pPr>
            <w:r w:rsidRPr="00000892">
              <w:rPr>
                <w:rFonts w:eastAsia="Times New Roman"/>
                <w:szCs w:val="20"/>
              </w:rPr>
              <w:t>PBV: Project Based Voucher</w:t>
            </w:r>
          </w:p>
        </w:tc>
        <w:tc>
          <w:tcPr>
            <w:tcW w:w="2998" w:type="dxa"/>
          </w:tcPr>
          <w:p w14:paraId="79CCFD5B" w14:textId="77777777" w:rsidR="008F750A" w:rsidRPr="00000892" w:rsidRDefault="008F750A" w:rsidP="001F5522">
            <w:pPr>
              <w:overflowPunct w:val="0"/>
              <w:autoSpaceDE w:val="0"/>
              <w:autoSpaceDN w:val="0"/>
              <w:adjustRightInd w:val="0"/>
              <w:spacing w:before="120" w:after="120" w:line="220" w:lineRule="atLeast"/>
              <w:textAlignment w:val="baseline"/>
              <w:cnfStyle w:val="000000000000" w:firstRow="0" w:lastRow="0" w:firstColumn="0" w:lastColumn="0" w:oddVBand="0" w:evenVBand="0" w:oddHBand="0" w:evenHBand="0" w:firstRowFirstColumn="0" w:firstRowLastColumn="0" w:lastRowFirstColumn="0" w:lastRowLastColumn="0"/>
              <w:rPr>
                <w:rFonts w:eastAsia="Times New Roman"/>
                <w:b/>
                <w:bCs/>
                <w:szCs w:val="20"/>
              </w:rPr>
            </w:pPr>
            <w:r w:rsidRPr="00000892">
              <w:rPr>
                <w:rFonts w:eastAsia="Times New Roman"/>
                <w:b/>
                <w:bCs/>
                <w:szCs w:val="20"/>
              </w:rPr>
              <w:t>AMI: Area Median Income</w:t>
            </w:r>
          </w:p>
        </w:tc>
      </w:tr>
    </w:tbl>
    <w:p w14:paraId="4448B292" w14:textId="77777777" w:rsidR="002D0700" w:rsidRDefault="002D0700" w:rsidP="00D07C0D">
      <w:pPr>
        <w:pStyle w:val="Heading3"/>
        <w:rPr>
          <w:rFonts w:cstheme="minorHAnsi"/>
          <w:szCs w:val="26"/>
        </w:rPr>
      </w:pPr>
    </w:p>
    <w:p w14:paraId="323B8F9E" w14:textId="3DA37EEA" w:rsidR="00D07C0D" w:rsidRPr="00D07C0D" w:rsidRDefault="00D07C0D" w:rsidP="00564D9C">
      <w:pPr>
        <w:pStyle w:val="Heading3"/>
        <w:rPr>
          <w:rFonts w:cstheme="minorHAnsi"/>
          <w:szCs w:val="26"/>
        </w:rPr>
      </w:pPr>
      <w:bookmarkStart w:id="36" w:name="_Toc193277395"/>
      <w:r w:rsidRPr="00731BD3">
        <w:rPr>
          <w:rFonts w:cstheme="minorHAnsi"/>
          <w:szCs w:val="26"/>
        </w:rPr>
        <w:t>Forms:</w:t>
      </w:r>
      <w:bookmarkEnd w:id="36"/>
    </w:p>
    <w:p w14:paraId="79DCDF7C" w14:textId="0F50936F" w:rsidR="00E908A9" w:rsidRDefault="00E908A9" w:rsidP="00E908A9">
      <w:pPr>
        <w:pStyle w:val="BodyText"/>
        <w:ind w:left="0"/>
      </w:pPr>
      <w:r w:rsidRPr="00417BB7">
        <w:rPr>
          <w:rFonts w:asciiTheme="minorHAnsi" w:hAnsiTheme="minorHAnsi" w:cstheme="minorHAnsi"/>
          <w:bCs/>
          <w:szCs w:val="22"/>
        </w:rPr>
        <w:t xml:space="preserve">Video: </w:t>
      </w:r>
      <w:hyperlink r:id="rId37" w:history="1">
        <w:r w:rsidRPr="00417BB7">
          <w:rPr>
            <w:rStyle w:val="Hyperlink"/>
            <w:rFonts w:asciiTheme="minorHAnsi" w:hAnsiTheme="minorHAnsi" w:cstheme="minorHAnsi"/>
            <w:bCs/>
            <w:szCs w:val="22"/>
          </w:rPr>
          <w:t>Options for Housing Through Long-Term Care Services</w:t>
        </w:r>
      </w:hyperlink>
    </w:p>
    <w:p w14:paraId="49C01357" w14:textId="77777777" w:rsidR="00E908A9" w:rsidRDefault="00E908A9" w:rsidP="00B0378F">
      <w:pPr>
        <w:pStyle w:val="BodyText"/>
        <w:ind w:left="0"/>
        <w:rPr>
          <w:rFonts w:asciiTheme="minorHAnsi" w:eastAsiaTheme="majorEastAsia" w:hAnsiTheme="minorHAnsi" w:cstheme="minorHAnsi"/>
        </w:rPr>
      </w:pPr>
    </w:p>
    <w:p w14:paraId="3C5208B9" w14:textId="0CF385D7" w:rsidR="00B0378F" w:rsidRDefault="00B0378F" w:rsidP="00DB39F8">
      <w:pPr>
        <w:pStyle w:val="BodyText"/>
        <w:ind w:left="0"/>
        <w:rPr>
          <w:rFonts w:asciiTheme="minorHAnsi" w:eastAsiaTheme="majorEastAsia" w:hAnsiTheme="minorHAnsi" w:cstheme="minorHAnsi"/>
        </w:rPr>
      </w:pPr>
    </w:p>
    <w:p w14:paraId="410D5315" w14:textId="77777777" w:rsidR="002D0700" w:rsidRDefault="002D0700" w:rsidP="00DB39F8">
      <w:pPr>
        <w:pStyle w:val="BodyText"/>
        <w:ind w:left="0"/>
        <w:rPr>
          <w:rFonts w:asciiTheme="minorHAnsi" w:eastAsiaTheme="majorEastAsia" w:hAnsiTheme="minorHAnsi" w:cstheme="minorHAnsi"/>
        </w:rPr>
      </w:pPr>
    </w:p>
    <w:p w14:paraId="6119344E" w14:textId="02793DA9" w:rsidR="002D0700" w:rsidRPr="00373551" w:rsidRDefault="009B048E" w:rsidP="00AA5DA3">
      <w:pPr>
        <w:pStyle w:val="Heading2"/>
      </w:pPr>
      <w:bookmarkStart w:id="37" w:name="_Toc192689241"/>
      <w:bookmarkStart w:id="38" w:name="_Toc193111776"/>
      <w:bookmarkStart w:id="39" w:name="_Toc193113055"/>
      <w:bookmarkStart w:id="40" w:name="_Toc193277396"/>
      <w:r>
        <w:t>R</w:t>
      </w:r>
      <w:r w:rsidR="002D0700" w:rsidRPr="00373551">
        <w:t xml:space="preserve">evision </w:t>
      </w:r>
      <w:r w:rsidRPr="001B391B">
        <w:t>H</w:t>
      </w:r>
      <w:r w:rsidR="002D0700" w:rsidRPr="001B391B">
        <w:t>istory</w:t>
      </w:r>
      <w:bookmarkStart w:id="41" w:name="_Hlk189638188"/>
      <w:bookmarkEnd w:id="37"/>
      <w:bookmarkEnd w:id="38"/>
      <w:bookmarkEnd w:id="39"/>
      <w:bookmarkEnd w:id="40"/>
    </w:p>
    <w:tbl>
      <w:tblPr>
        <w:tblStyle w:val="TableGrid"/>
        <w:tblW w:w="9985" w:type="dxa"/>
        <w:tblLook w:val="04A0" w:firstRow="1" w:lastRow="0" w:firstColumn="1" w:lastColumn="0" w:noHBand="0" w:noVBand="1"/>
      </w:tblPr>
      <w:tblGrid>
        <w:gridCol w:w="1435"/>
        <w:gridCol w:w="1800"/>
        <w:gridCol w:w="5220"/>
        <w:gridCol w:w="1530"/>
      </w:tblGrid>
      <w:tr w:rsidR="002D0700" w14:paraId="3D2861E8" w14:textId="77777777" w:rsidTr="001F5522">
        <w:tc>
          <w:tcPr>
            <w:tcW w:w="1435" w:type="dxa"/>
          </w:tcPr>
          <w:p w14:paraId="1EF88914" w14:textId="77777777" w:rsidR="002D0700" w:rsidRPr="00A9357F" w:rsidRDefault="002D0700" w:rsidP="001F5522">
            <w:pPr>
              <w:rPr>
                <w:b/>
                <w:caps/>
              </w:rPr>
            </w:pPr>
            <w:r w:rsidRPr="00A9357F">
              <w:rPr>
                <w:b/>
                <w:caps/>
              </w:rPr>
              <w:t>Date</w:t>
            </w:r>
          </w:p>
        </w:tc>
        <w:tc>
          <w:tcPr>
            <w:tcW w:w="1800" w:type="dxa"/>
          </w:tcPr>
          <w:p w14:paraId="3FAF7798" w14:textId="77777777" w:rsidR="002D0700" w:rsidRPr="00A9357F" w:rsidRDefault="002D0700" w:rsidP="001F5522">
            <w:pPr>
              <w:rPr>
                <w:b/>
                <w:caps/>
              </w:rPr>
            </w:pPr>
            <w:r w:rsidRPr="00A9357F">
              <w:rPr>
                <w:b/>
                <w:caps/>
              </w:rPr>
              <w:t>Made By</w:t>
            </w:r>
          </w:p>
        </w:tc>
        <w:tc>
          <w:tcPr>
            <w:tcW w:w="5220" w:type="dxa"/>
          </w:tcPr>
          <w:p w14:paraId="498BC5F4" w14:textId="77777777" w:rsidR="002D0700" w:rsidRPr="00A9357F" w:rsidRDefault="002D0700" w:rsidP="001F5522">
            <w:pPr>
              <w:rPr>
                <w:b/>
                <w:caps/>
              </w:rPr>
            </w:pPr>
            <w:r w:rsidRPr="00A9357F">
              <w:rPr>
                <w:b/>
                <w:caps/>
              </w:rPr>
              <w:t>Change(s)</w:t>
            </w:r>
          </w:p>
        </w:tc>
        <w:tc>
          <w:tcPr>
            <w:tcW w:w="1530" w:type="dxa"/>
          </w:tcPr>
          <w:p w14:paraId="12360346" w14:textId="77777777" w:rsidR="002D0700" w:rsidRPr="00A9357F" w:rsidRDefault="002D0700" w:rsidP="001F5522">
            <w:pPr>
              <w:rPr>
                <w:b/>
                <w:caps/>
              </w:rPr>
            </w:pPr>
            <w:r>
              <w:rPr>
                <w:b/>
                <w:caps/>
              </w:rPr>
              <w:t>MB #</w:t>
            </w:r>
          </w:p>
        </w:tc>
      </w:tr>
      <w:tr w:rsidR="002D0700" w14:paraId="52F73796" w14:textId="77777777" w:rsidTr="001F5522">
        <w:tc>
          <w:tcPr>
            <w:tcW w:w="1435" w:type="dxa"/>
          </w:tcPr>
          <w:p w14:paraId="6FD70392" w14:textId="77777777" w:rsidR="002D0700" w:rsidRPr="00A9357F" w:rsidRDefault="002D0700" w:rsidP="001F5522">
            <w:pPr>
              <w:rPr>
                <w:b/>
                <w:caps/>
              </w:rPr>
            </w:pPr>
            <w:r>
              <w:rPr>
                <w:b/>
                <w:caps/>
              </w:rPr>
              <w:t>5/2020</w:t>
            </w:r>
          </w:p>
        </w:tc>
        <w:tc>
          <w:tcPr>
            <w:tcW w:w="1800" w:type="dxa"/>
          </w:tcPr>
          <w:p w14:paraId="26B0EFB4" w14:textId="77777777" w:rsidR="002D0700" w:rsidRPr="00A9357F" w:rsidRDefault="002D0700" w:rsidP="001F5522">
            <w:pPr>
              <w:rPr>
                <w:b/>
                <w:caps/>
              </w:rPr>
            </w:pPr>
          </w:p>
        </w:tc>
        <w:tc>
          <w:tcPr>
            <w:tcW w:w="5220" w:type="dxa"/>
          </w:tcPr>
          <w:p w14:paraId="6CE88303" w14:textId="77777777" w:rsidR="002D0700" w:rsidRPr="00A9357F" w:rsidRDefault="002D0700" w:rsidP="001F5522">
            <w:pPr>
              <w:rPr>
                <w:b/>
                <w:caps/>
              </w:rPr>
            </w:pPr>
            <w:r w:rsidRPr="00FB3CF7">
              <w:rPr>
                <w:rFonts w:eastAsiaTheme="majorEastAsia" w:cstheme="minorHAnsi"/>
              </w:rPr>
              <w:t>Established</w:t>
            </w:r>
          </w:p>
        </w:tc>
        <w:tc>
          <w:tcPr>
            <w:tcW w:w="1530" w:type="dxa"/>
          </w:tcPr>
          <w:p w14:paraId="2EF6F3E4" w14:textId="77777777" w:rsidR="002D0700" w:rsidRDefault="002D0700" w:rsidP="001F5522">
            <w:pPr>
              <w:rPr>
                <w:b/>
                <w:caps/>
              </w:rPr>
            </w:pPr>
          </w:p>
        </w:tc>
      </w:tr>
      <w:tr w:rsidR="002D0700" w14:paraId="4450F547" w14:textId="77777777" w:rsidTr="001F5522">
        <w:tc>
          <w:tcPr>
            <w:tcW w:w="1435" w:type="dxa"/>
          </w:tcPr>
          <w:p w14:paraId="711C5373" w14:textId="77777777" w:rsidR="002D0700" w:rsidRPr="00A9357F" w:rsidRDefault="002D0700" w:rsidP="001F5522">
            <w:pPr>
              <w:rPr>
                <w:b/>
                <w:caps/>
              </w:rPr>
            </w:pPr>
            <w:r>
              <w:rPr>
                <w:b/>
                <w:caps/>
              </w:rPr>
              <w:t>8/2020</w:t>
            </w:r>
          </w:p>
        </w:tc>
        <w:tc>
          <w:tcPr>
            <w:tcW w:w="1800" w:type="dxa"/>
          </w:tcPr>
          <w:p w14:paraId="66BA5A70" w14:textId="77777777" w:rsidR="002D0700" w:rsidRPr="00A9357F" w:rsidRDefault="002D0700" w:rsidP="001F5522">
            <w:pPr>
              <w:rPr>
                <w:b/>
                <w:caps/>
              </w:rPr>
            </w:pPr>
          </w:p>
        </w:tc>
        <w:tc>
          <w:tcPr>
            <w:tcW w:w="5220" w:type="dxa"/>
          </w:tcPr>
          <w:p w14:paraId="162C57AD" w14:textId="77777777" w:rsidR="002D0700" w:rsidRPr="00A9357F" w:rsidRDefault="002D0700" w:rsidP="001F5522">
            <w:pPr>
              <w:rPr>
                <w:b/>
                <w:caps/>
              </w:rPr>
            </w:pPr>
            <w:r>
              <w:rPr>
                <w:rFonts w:eastAsiaTheme="majorEastAsia" w:cstheme="minorHAnsi"/>
              </w:rPr>
              <w:t>Added Chapter Section hyperlinks, Section 5B.6 GOSH and link to Supportive Housing WACs</w:t>
            </w:r>
          </w:p>
        </w:tc>
        <w:tc>
          <w:tcPr>
            <w:tcW w:w="1530" w:type="dxa"/>
          </w:tcPr>
          <w:p w14:paraId="3E2C4B49" w14:textId="77777777" w:rsidR="002D0700" w:rsidRDefault="002D0700" w:rsidP="001F5522">
            <w:pPr>
              <w:rPr>
                <w:b/>
                <w:caps/>
              </w:rPr>
            </w:pPr>
          </w:p>
        </w:tc>
      </w:tr>
      <w:tr w:rsidR="002D0700" w14:paraId="05B6D90B" w14:textId="77777777" w:rsidTr="001F5522">
        <w:tc>
          <w:tcPr>
            <w:tcW w:w="1435" w:type="dxa"/>
          </w:tcPr>
          <w:p w14:paraId="70DE82C0" w14:textId="77777777" w:rsidR="002D0700" w:rsidRPr="00A9357F" w:rsidRDefault="002D0700" w:rsidP="001F5522">
            <w:pPr>
              <w:rPr>
                <w:b/>
                <w:caps/>
              </w:rPr>
            </w:pPr>
            <w:r>
              <w:rPr>
                <w:b/>
                <w:caps/>
              </w:rPr>
              <w:t>10/2020</w:t>
            </w:r>
          </w:p>
        </w:tc>
        <w:tc>
          <w:tcPr>
            <w:tcW w:w="1800" w:type="dxa"/>
          </w:tcPr>
          <w:p w14:paraId="234AF76A" w14:textId="77777777" w:rsidR="002D0700" w:rsidRPr="00A9357F" w:rsidRDefault="002D0700" w:rsidP="001F5522">
            <w:pPr>
              <w:rPr>
                <w:b/>
                <w:caps/>
              </w:rPr>
            </w:pPr>
          </w:p>
        </w:tc>
        <w:tc>
          <w:tcPr>
            <w:tcW w:w="5220" w:type="dxa"/>
          </w:tcPr>
          <w:p w14:paraId="0E025422" w14:textId="05570193" w:rsidR="002D0700" w:rsidRDefault="002D0700" w:rsidP="001F5522">
            <w:pPr>
              <w:pStyle w:val="BodyText"/>
              <w:ind w:left="0"/>
              <w:rPr>
                <w:rFonts w:asciiTheme="minorHAnsi" w:eastAsiaTheme="majorEastAsia" w:hAnsiTheme="minorHAnsi" w:cstheme="minorHAnsi"/>
              </w:rPr>
            </w:pPr>
            <w:r w:rsidRPr="003B5CE5">
              <w:rPr>
                <w:rFonts w:asciiTheme="minorHAnsi" w:eastAsiaTheme="majorEastAsia" w:hAnsiTheme="minorHAnsi" w:cstheme="minorHAnsi"/>
              </w:rPr>
              <w:t xml:space="preserve">Updated GOSH Pre-Tenancy service code </w:t>
            </w:r>
            <w:r>
              <w:rPr>
                <w:rFonts w:asciiTheme="minorHAnsi" w:eastAsiaTheme="majorEastAsia" w:hAnsiTheme="minorHAnsi" w:cstheme="minorHAnsi"/>
              </w:rPr>
              <w:t xml:space="preserve">and </w:t>
            </w:r>
            <w:r w:rsidRPr="003B5CE5">
              <w:rPr>
                <w:rFonts w:asciiTheme="minorHAnsi" w:hAnsiTheme="minorHAnsi" w:cstheme="minorHAnsi"/>
              </w:rPr>
              <w:t>provided clarification around SHPM vs CM responsibility in “GOSH Client Accepted” section</w:t>
            </w:r>
            <w:r w:rsidRPr="003B5CE5">
              <w:rPr>
                <w:rFonts w:asciiTheme="minorHAnsi" w:eastAsiaTheme="majorEastAsia" w:hAnsiTheme="minorHAnsi" w:cstheme="minorHAnsi"/>
              </w:rPr>
              <w:t xml:space="preserve">. Added Housing Team contacts under section 5b.11. In section 5b.4 added instruction on how to document </w:t>
            </w:r>
            <w:r w:rsidR="00BA35C4">
              <w:rPr>
                <w:rFonts w:asciiTheme="minorHAnsi" w:eastAsiaTheme="majorEastAsia" w:hAnsiTheme="minorHAnsi" w:cstheme="minorHAnsi"/>
              </w:rPr>
              <w:t>HCS</w:t>
            </w:r>
            <w:r w:rsidRPr="003B5CE5">
              <w:rPr>
                <w:rFonts w:asciiTheme="minorHAnsi" w:eastAsiaTheme="majorEastAsia" w:hAnsiTheme="minorHAnsi" w:cstheme="minorHAnsi"/>
              </w:rPr>
              <w:t xml:space="preserve"> subsidy into CARE and Bridge file transition information. Added </w:t>
            </w:r>
            <w:r w:rsidRPr="003B5CE5">
              <w:rPr>
                <w:rFonts w:asciiTheme="minorHAnsi" w:eastAsiaTheme="majorEastAsia" w:hAnsiTheme="minorHAnsi" w:cstheme="minorHAnsi"/>
                <w:i/>
              </w:rPr>
              <w:t>Forms</w:t>
            </w:r>
            <w:r w:rsidRPr="003B5CE5">
              <w:rPr>
                <w:rFonts w:asciiTheme="minorHAnsi" w:eastAsiaTheme="majorEastAsia" w:hAnsiTheme="minorHAnsi" w:cstheme="minorHAnsi"/>
              </w:rPr>
              <w:t xml:space="preserve"> to section 5b.11 including (2) new forms: </w:t>
            </w:r>
            <w:r w:rsidR="00BA35C4">
              <w:rPr>
                <w:rFonts w:asciiTheme="minorHAnsi" w:eastAsiaTheme="majorEastAsia" w:hAnsiTheme="minorHAnsi" w:cstheme="minorHAnsi"/>
              </w:rPr>
              <w:t>HCS</w:t>
            </w:r>
            <w:r w:rsidRPr="003B5CE5">
              <w:rPr>
                <w:rFonts w:asciiTheme="minorHAnsi" w:eastAsiaTheme="majorEastAsia" w:hAnsiTheme="minorHAnsi" w:cstheme="minorHAnsi"/>
              </w:rPr>
              <w:t xml:space="preserve"> Bridge Referral and Bridge Referral and Application Process.</w:t>
            </w:r>
          </w:p>
          <w:p w14:paraId="0A625FCA" w14:textId="77777777" w:rsidR="002D0700" w:rsidRPr="00A9357F" w:rsidRDefault="002D0700" w:rsidP="001F5522">
            <w:pPr>
              <w:rPr>
                <w:b/>
                <w:caps/>
              </w:rPr>
            </w:pPr>
          </w:p>
        </w:tc>
        <w:tc>
          <w:tcPr>
            <w:tcW w:w="1530" w:type="dxa"/>
          </w:tcPr>
          <w:p w14:paraId="7B018E23" w14:textId="77777777" w:rsidR="002D0700" w:rsidRDefault="002D0700" w:rsidP="001F5522">
            <w:pPr>
              <w:rPr>
                <w:b/>
                <w:caps/>
              </w:rPr>
            </w:pPr>
          </w:p>
        </w:tc>
      </w:tr>
      <w:tr w:rsidR="002D0700" w14:paraId="69F29506" w14:textId="77777777" w:rsidTr="001F5522">
        <w:tc>
          <w:tcPr>
            <w:tcW w:w="1435" w:type="dxa"/>
          </w:tcPr>
          <w:p w14:paraId="52B12614" w14:textId="77777777" w:rsidR="002D0700" w:rsidRPr="00A9357F" w:rsidRDefault="002D0700" w:rsidP="001F5522">
            <w:pPr>
              <w:rPr>
                <w:b/>
                <w:caps/>
              </w:rPr>
            </w:pPr>
            <w:r>
              <w:rPr>
                <w:b/>
                <w:caps/>
              </w:rPr>
              <w:t>2/2021</w:t>
            </w:r>
          </w:p>
        </w:tc>
        <w:tc>
          <w:tcPr>
            <w:tcW w:w="1800" w:type="dxa"/>
          </w:tcPr>
          <w:p w14:paraId="710EB81C" w14:textId="77777777" w:rsidR="002D0700" w:rsidRPr="00A9357F" w:rsidRDefault="002D0700" w:rsidP="001F5522">
            <w:pPr>
              <w:rPr>
                <w:b/>
                <w:caps/>
              </w:rPr>
            </w:pPr>
          </w:p>
        </w:tc>
        <w:tc>
          <w:tcPr>
            <w:tcW w:w="5220" w:type="dxa"/>
          </w:tcPr>
          <w:p w14:paraId="5CBA0B1F" w14:textId="77777777" w:rsidR="002D0700" w:rsidRPr="00A9357F" w:rsidRDefault="002D0700" w:rsidP="001F5522">
            <w:pPr>
              <w:rPr>
                <w:b/>
                <w:caps/>
              </w:rPr>
            </w:pPr>
            <w:r>
              <w:rPr>
                <w:rFonts w:eastAsiaTheme="majorEastAsia" w:cstheme="minorHAnsi"/>
              </w:rPr>
              <w:t>Added SA294 subsidy payment authorization information to section 5B.4. Moved GOSH Section from 5B.6 to 5B.5. Added clarification that there is no participation for Supportive Housing services. Added GOSH “Discharge Planning” and “Transition to Independent Housing” sections to 5B.5. Updated hyperlinks.</w:t>
            </w:r>
          </w:p>
        </w:tc>
        <w:tc>
          <w:tcPr>
            <w:tcW w:w="1530" w:type="dxa"/>
          </w:tcPr>
          <w:p w14:paraId="68499554" w14:textId="77777777" w:rsidR="002D0700" w:rsidRDefault="002D0700" w:rsidP="001F5522">
            <w:pPr>
              <w:rPr>
                <w:b/>
                <w:caps/>
              </w:rPr>
            </w:pPr>
          </w:p>
        </w:tc>
      </w:tr>
      <w:tr w:rsidR="002D0700" w14:paraId="581B0889" w14:textId="77777777" w:rsidTr="001F5522">
        <w:tc>
          <w:tcPr>
            <w:tcW w:w="1435" w:type="dxa"/>
          </w:tcPr>
          <w:p w14:paraId="1A4BFB65" w14:textId="77777777" w:rsidR="002D0700" w:rsidRPr="00A9357F" w:rsidRDefault="002D0700" w:rsidP="001F5522">
            <w:pPr>
              <w:rPr>
                <w:b/>
                <w:caps/>
              </w:rPr>
            </w:pPr>
            <w:r>
              <w:rPr>
                <w:b/>
                <w:caps/>
              </w:rPr>
              <w:t>5/2021</w:t>
            </w:r>
          </w:p>
        </w:tc>
        <w:tc>
          <w:tcPr>
            <w:tcW w:w="1800" w:type="dxa"/>
          </w:tcPr>
          <w:p w14:paraId="6FF820F7" w14:textId="77777777" w:rsidR="002D0700" w:rsidRPr="00A9357F" w:rsidRDefault="002D0700" w:rsidP="001F5522">
            <w:pPr>
              <w:rPr>
                <w:b/>
                <w:caps/>
              </w:rPr>
            </w:pPr>
          </w:p>
        </w:tc>
        <w:tc>
          <w:tcPr>
            <w:tcW w:w="5220" w:type="dxa"/>
          </w:tcPr>
          <w:p w14:paraId="1D158451" w14:textId="77777777" w:rsidR="002D0700" w:rsidRPr="00A9357F" w:rsidRDefault="002D0700" w:rsidP="001F5522">
            <w:pPr>
              <w:rPr>
                <w:b/>
                <w:caps/>
              </w:rPr>
            </w:pPr>
            <w:r w:rsidRPr="007351CB">
              <w:rPr>
                <w:rFonts w:eastAsiaTheme="majorEastAsia" w:cstheme="minorHAnsi"/>
              </w:rPr>
              <w:t xml:space="preserve">Deleted SA294 payment authorization process for P1. Added the need for CM support with quarterly Bridge tenancy verifications as well as annual re-certifications. </w:t>
            </w:r>
            <w:r>
              <w:rPr>
                <w:rFonts w:eastAsiaTheme="majorEastAsia" w:cstheme="minorHAnsi"/>
              </w:rPr>
              <w:t>Clarified steps to add “Housing subsidy (HCS/AAA)” and “Supportive Housing (HCS/AAA)” as Treatments on the Medical Screen in CARE. Added new procedure for referring to GOSH, hyperlinked to new DSHS 11-153 GOSH Referral form. Clarified GOSH eligibility and HCS and AAA CMs can refer. Clarified GOSH authorization responsibility.  Hyperlinked to Chapter 30d to connect Supportive Housing service consults and consideration. Clarified on-going eligibility for GOSH clients regarding services and subsidy. Hyperlinked to Chapter 30d in the ‘How can I use CTS/CTSS/WA Roads section’. Updated PM Roles.</w:t>
            </w:r>
          </w:p>
        </w:tc>
        <w:tc>
          <w:tcPr>
            <w:tcW w:w="1530" w:type="dxa"/>
          </w:tcPr>
          <w:p w14:paraId="5D81D025" w14:textId="77777777" w:rsidR="002D0700" w:rsidRDefault="002D0700" w:rsidP="001F5522">
            <w:pPr>
              <w:rPr>
                <w:b/>
                <w:caps/>
              </w:rPr>
            </w:pPr>
          </w:p>
        </w:tc>
      </w:tr>
      <w:tr w:rsidR="002D0700" w14:paraId="680B139D" w14:textId="77777777" w:rsidTr="001F5522">
        <w:tc>
          <w:tcPr>
            <w:tcW w:w="1435" w:type="dxa"/>
          </w:tcPr>
          <w:p w14:paraId="20235B98" w14:textId="77777777" w:rsidR="002D0700" w:rsidRPr="00A9357F" w:rsidRDefault="002D0700" w:rsidP="001F5522">
            <w:pPr>
              <w:rPr>
                <w:b/>
                <w:caps/>
              </w:rPr>
            </w:pPr>
            <w:r>
              <w:rPr>
                <w:b/>
                <w:caps/>
              </w:rPr>
              <w:t>8/2021</w:t>
            </w:r>
          </w:p>
        </w:tc>
        <w:tc>
          <w:tcPr>
            <w:tcW w:w="1800" w:type="dxa"/>
          </w:tcPr>
          <w:p w14:paraId="077D984F" w14:textId="77777777" w:rsidR="002D0700" w:rsidRPr="00A9357F" w:rsidRDefault="002D0700" w:rsidP="001F5522">
            <w:pPr>
              <w:rPr>
                <w:b/>
                <w:caps/>
              </w:rPr>
            </w:pPr>
          </w:p>
        </w:tc>
        <w:tc>
          <w:tcPr>
            <w:tcW w:w="5220" w:type="dxa"/>
          </w:tcPr>
          <w:p w14:paraId="7848CA1D" w14:textId="75E42AE8" w:rsidR="002D0700" w:rsidRPr="00A9357F" w:rsidRDefault="002D0700" w:rsidP="001F5522">
            <w:pPr>
              <w:rPr>
                <w:b/>
                <w:caps/>
              </w:rPr>
            </w:pPr>
            <w:r>
              <w:t xml:space="preserve">Added new staff contacts for all regions by way of link to RCL Housing Resources website. Updated Bridge Referral form, Participant Agreement and Referral and Application Process form. Added updated ERA form. Updated 811 </w:t>
            </w:r>
            <w:r w:rsidR="00BA35C4">
              <w:t>HCS</w:t>
            </w:r>
            <w:r>
              <w:t xml:space="preserve"> HPM role regarding DDA/DBHR referrals. Added expanded GOSH eligibility criteria.</w:t>
            </w:r>
          </w:p>
        </w:tc>
        <w:tc>
          <w:tcPr>
            <w:tcW w:w="1530" w:type="dxa"/>
          </w:tcPr>
          <w:p w14:paraId="1B7EBC50" w14:textId="77777777" w:rsidR="002D0700" w:rsidRDefault="002D0700" w:rsidP="001F5522">
            <w:pPr>
              <w:rPr>
                <w:b/>
                <w:caps/>
              </w:rPr>
            </w:pPr>
          </w:p>
        </w:tc>
      </w:tr>
      <w:tr w:rsidR="002D0700" w14:paraId="0BD197F3" w14:textId="77777777" w:rsidTr="001F5522">
        <w:tc>
          <w:tcPr>
            <w:tcW w:w="1435" w:type="dxa"/>
          </w:tcPr>
          <w:p w14:paraId="0BFC63FA" w14:textId="77777777" w:rsidR="002D0700" w:rsidRPr="00A9357F" w:rsidRDefault="002D0700" w:rsidP="001F5522">
            <w:pPr>
              <w:rPr>
                <w:b/>
                <w:caps/>
              </w:rPr>
            </w:pPr>
            <w:r>
              <w:rPr>
                <w:b/>
                <w:caps/>
              </w:rPr>
              <w:t>2/2022</w:t>
            </w:r>
          </w:p>
        </w:tc>
        <w:tc>
          <w:tcPr>
            <w:tcW w:w="1800" w:type="dxa"/>
          </w:tcPr>
          <w:p w14:paraId="6C941D8C" w14:textId="77777777" w:rsidR="002D0700" w:rsidRPr="00A9357F" w:rsidRDefault="002D0700" w:rsidP="001F5522">
            <w:pPr>
              <w:rPr>
                <w:b/>
                <w:caps/>
              </w:rPr>
            </w:pPr>
          </w:p>
        </w:tc>
        <w:tc>
          <w:tcPr>
            <w:tcW w:w="5220" w:type="dxa"/>
          </w:tcPr>
          <w:p w14:paraId="093E78C0" w14:textId="6B4879C3" w:rsidR="002D0700" w:rsidRPr="00A9357F" w:rsidRDefault="002D0700" w:rsidP="001F5522">
            <w:pPr>
              <w:rPr>
                <w:b/>
                <w:caps/>
              </w:rPr>
            </w:pPr>
            <w:r>
              <w:t xml:space="preserve">Updated various links throughout the chapter. Updated </w:t>
            </w:r>
            <w:r w:rsidR="00BA35C4">
              <w:t>HCS</w:t>
            </w:r>
            <w:r>
              <w:t xml:space="preserve"> Subsidy P&amp;P inserted Document. Updated Participant Agreement inserted document. Added </w:t>
            </w:r>
            <w:r w:rsidRPr="0014757B">
              <w:rPr>
                <w:bCs/>
                <w:i/>
                <w:iCs/>
              </w:rPr>
              <w:t xml:space="preserve">What is needed to transfer an </w:t>
            </w:r>
            <w:r w:rsidR="00BA35C4">
              <w:rPr>
                <w:bCs/>
                <w:i/>
                <w:iCs/>
              </w:rPr>
              <w:t>HCS</w:t>
            </w:r>
            <w:r w:rsidRPr="0014757B">
              <w:rPr>
                <w:bCs/>
                <w:i/>
                <w:iCs/>
              </w:rPr>
              <w:t xml:space="preserve"> subsidy client from HCS to the AAA?</w:t>
            </w:r>
            <w:r>
              <w:rPr>
                <w:bCs/>
                <w:i/>
                <w:iCs/>
              </w:rPr>
              <w:t xml:space="preserve"> </w:t>
            </w:r>
            <w:r>
              <w:rPr>
                <w:bCs/>
              </w:rPr>
              <w:t>Section. Updated GOSH section to add protocol to staff cases with SHPM prior to closing a GOSH client and protocol related to clients with short term institutional stays (e.g., re-hospitalization or jail).</w:t>
            </w:r>
          </w:p>
        </w:tc>
        <w:tc>
          <w:tcPr>
            <w:tcW w:w="1530" w:type="dxa"/>
          </w:tcPr>
          <w:p w14:paraId="3CAB1F03" w14:textId="77777777" w:rsidR="002D0700" w:rsidRDefault="002D0700" w:rsidP="001F5522">
            <w:pPr>
              <w:rPr>
                <w:b/>
                <w:caps/>
              </w:rPr>
            </w:pPr>
          </w:p>
        </w:tc>
      </w:tr>
      <w:tr w:rsidR="002D0700" w14:paraId="3C056BB4" w14:textId="77777777" w:rsidTr="001F5522">
        <w:tc>
          <w:tcPr>
            <w:tcW w:w="1435" w:type="dxa"/>
          </w:tcPr>
          <w:p w14:paraId="02BF014D" w14:textId="77777777" w:rsidR="002D0700" w:rsidRPr="00A9357F" w:rsidRDefault="002D0700" w:rsidP="001F5522">
            <w:pPr>
              <w:rPr>
                <w:b/>
                <w:caps/>
              </w:rPr>
            </w:pPr>
            <w:r>
              <w:rPr>
                <w:b/>
                <w:caps/>
              </w:rPr>
              <w:t>8/2022</w:t>
            </w:r>
          </w:p>
        </w:tc>
        <w:tc>
          <w:tcPr>
            <w:tcW w:w="1800" w:type="dxa"/>
          </w:tcPr>
          <w:p w14:paraId="74A1870A" w14:textId="77777777" w:rsidR="002D0700" w:rsidRPr="00A9357F" w:rsidRDefault="002D0700" w:rsidP="001F5522">
            <w:pPr>
              <w:rPr>
                <w:b/>
                <w:caps/>
              </w:rPr>
            </w:pPr>
          </w:p>
        </w:tc>
        <w:tc>
          <w:tcPr>
            <w:tcW w:w="5220" w:type="dxa"/>
          </w:tcPr>
          <w:p w14:paraId="73C680F2" w14:textId="56740E7F" w:rsidR="002D0700" w:rsidRPr="00A9357F" w:rsidRDefault="002D0700" w:rsidP="001F5522">
            <w:pPr>
              <w:rPr>
                <w:b/>
                <w:caps/>
              </w:rPr>
            </w:pPr>
            <w:r>
              <w:t xml:space="preserve">Added RVP eligibility and availability. Update ERA with Hotel/Motel stay information and Process.  Update link to ERA form. Add info from Chapter 5a regarding WA Roads and eligibility from </w:t>
            </w:r>
            <w:r w:rsidR="00BA35C4">
              <w:t>HCS</w:t>
            </w:r>
            <w:r>
              <w:t xml:space="preserve"> housing resources. Updated language around HCS to AAA case transfers and Annual Assessments for GOSH. Added some hyperlinks into the GOSH Section to animated YouTube Videos:</w:t>
            </w:r>
            <w:r w:rsidRPr="00FC7997">
              <w:rPr>
                <w:rFonts w:ascii="Source Sans Pro" w:hAnsi="Source Sans Pro"/>
                <w:color w:val="575757"/>
                <w:sz w:val="23"/>
                <w:szCs w:val="23"/>
              </w:rPr>
              <w:t xml:space="preserve"> </w:t>
            </w:r>
            <w:hyperlink r:id="rId38" w:history="1">
              <w:r w:rsidRPr="00FC7997">
                <w:rPr>
                  <w:rStyle w:val="Hyperlink"/>
                  <w:rFonts w:cstheme="minorHAnsi"/>
                  <w:color w:val="0F5DA3"/>
                  <w:sz w:val="16"/>
                  <w:szCs w:val="16"/>
                </w:rPr>
                <w:t>What is the Governor’s Opportunity for Supportive Housing?</w:t>
              </w:r>
            </w:hyperlink>
            <w:r>
              <w:rPr>
                <w:rFonts w:cstheme="minorHAnsi"/>
                <w:color w:val="575757"/>
                <w:sz w:val="16"/>
                <w:szCs w:val="16"/>
              </w:rPr>
              <w:t xml:space="preserve">; </w:t>
            </w:r>
            <w:hyperlink r:id="rId39" w:history="1">
              <w:r w:rsidRPr="00FC7997">
                <w:rPr>
                  <w:rStyle w:val="Hyperlink"/>
                  <w:rFonts w:cstheme="minorHAnsi"/>
                  <w:color w:val="0F5DA3"/>
                  <w:sz w:val="16"/>
                  <w:szCs w:val="16"/>
                </w:rPr>
                <w:t>You</w:t>
              </w:r>
              <w:r>
                <w:rPr>
                  <w:rStyle w:val="Hyperlink"/>
                  <w:rFonts w:cstheme="minorHAnsi"/>
                  <w:color w:val="0F5DA3"/>
                  <w:sz w:val="16"/>
                  <w:szCs w:val="16"/>
                </w:rPr>
                <w:t>’</w:t>
              </w:r>
              <w:r w:rsidRPr="00FC7997">
                <w:rPr>
                  <w:rStyle w:val="Hyperlink"/>
                  <w:rFonts w:cstheme="minorHAnsi"/>
                  <w:color w:val="0F5DA3"/>
                  <w:sz w:val="16"/>
                  <w:szCs w:val="16"/>
                </w:rPr>
                <w:t xml:space="preserve">ve Been Referred to GOSH </w:t>
              </w:r>
              <w:r>
                <w:rPr>
                  <w:rStyle w:val="Hyperlink"/>
                  <w:rFonts w:cstheme="minorHAnsi"/>
                  <w:color w:val="0F5DA3"/>
                  <w:sz w:val="16"/>
                  <w:szCs w:val="16"/>
                </w:rPr>
                <w:t>–</w:t>
              </w:r>
              <w:r w:rsidRPr="00FC7997">
                <w:rPr>
                  <w:rStyle w:val="Hyperlink"/>
                  <w:rFonts w:cstheme="minorHAnsi"/>
                  <w:color w:val="0F5DA3"/>
                  <w:sz w:val="16"/>
                  <w:szCs w:val="16"/>
                </w:rPr>
                <w:t xml:space="preserve"> Now What?</w:t>
              </w:r>
            </w:hyperlink>
            <w:r w:rsidRPr="00FC7997">
              <w:rPr>
                <w:rFonts w:cstheme="minorHAnsi"/>
                <w:color w:val="575757"/>
                <w:sz w:val="16"/>
                <w:szCs w:val="16"/>
              </w:rPr>
              <w:t xml:space="preserve">; </w:t>
            </w:r>
            <w:hyperlink r:id="rId40" w:history="1">
              <w:r w:rsidRPr="00FC7997">
                <w:rPr>
                  <w:rStyle w:val="Hyperlink"/>
                  <w:rFonts w:cstheme="minorHAnsi"/>
                  <w:color w:val="0F5DA3"/>
                  <w:sz w:val="16"/>
                  <w:szCs w:val="16"/>
                </w:rPr>
                <w:t>Governor’s Opportunity for Supportive Housing (GOSH): Good Discharge Planning</w:t>
              </w:r>
            </w:hyperlink>
          </w:p>
        </w:tc>
        <w:tc>
          <w:tcPr>
            <w:tcW w:w="1530" w:type="dxa"/>
          </w:tcPr>
          <w:p w14:paraId="214DAD7D" w14:textId="77777777" w:rsidR="002D0700" w:rsidRDefault="002D0700" w:rsidP="001F5522">
            <w:pPr>
              <w:rPr>
                <w:b/>
                <w:caps/>
              </w:rPr>
            </w:pPr>
          </w:p>
        </w:tc>
      </w:tr>
      <w:tr w:rsidR="002D0700" w14:paraId="7D45236F" w14:textId="77777777" w:rsidTr="001F5522">
        <w:tc>
          <w:tcPr>
            <w:tcW w:w="1435" w:type="dxa"/>
          </w:tcPr>
          <w:p w14:paraId="3701A352" w14:textId="77777777" w:rsidR="002D0700" w:rsidRPr="00A9357F" w:rsidRDefault="002D0700" w:rsidP="001F5522">
            <w:pPr>
              <w:rPr>
                <w:b/>
                <w:caps/>
              </w:rPr>
            </w:pPr>
            <w:r>
              <w:rPr>
                <w:b/>
                <w:caps/>
              </w:rPr>
              <w:t>11/2022</w:t>
            </w:r>
          </w:p>
        </w:tc>
        <w:tc>
          <w:tcPr>
            <w:tcW w:w="1800" w:type="dxa"/>
          </w:tcPr>
          <w:p w14:paraId="54E34CD7" w14:textId="77777777" w:rsidR="002D0700" w:rsidRPr="00A9357F" w:rsidRDefault="002D0700" w:rsidP="001F5522">
            <w:pPr>
              <w:rPr>
                <w:b/>
                <w:caps/>
              </w:rPr>
            </w:pPr>
          </w:p>
        </w:tc>
        <w:tc>
          <w:tcPr>
            <w:tcW w:w="5220" w:type="dxa"/>
          </w:tcPr>
          <w:p w14:paraId="2F07BBF5" w14:textId="3D5D0444" w:rsidR="002D0700" w:rsidRPr="00A9357F" w:rsidRDefault="002D0700" w:rsidP="001F5522">
            <w:pPr>
              <w:rPr>
                <w:b/>
                <w:caps/>
              </w:rPr>
            </w:pPr>
            <w:r>
              <w:t xml:space="preserve">Added more detailed payment/authorization information for ERA SA298. Added in section from Chapter 5a on how to work with individuals on </w:t>
            </w:r>
            <w:r w:rsidR="00BA35C4">
              <w:t>HCS</w:t>
            </w:r>
            <w:r>
              <w:t xml:space="preserve"> Housing Resources who are not currently receiving LTSS. Added language on keeping GOSH participants open who are in jail or institutional stays into the Interim Setting section. General text/grammar corrections throughout document. Added Bellingham/Whatcom and Spokane RVP resource.</w:t>
            </w:r>
          </w:p>
        </w:tc>
        <w:tc>
          <w:tcPr>
            <w:tcW w:w="1530" w:type="dxa"/>
          </w:tcPr>
          <w:p w14:paraId="56C27667" w14:textId="77777777" w:rsidR="002D0700" w:rsidRDefault="002D0700" w:rsidP="001F5522">
            <w:pPr>
              <w:rPr>
                <w:b/>
                <w:caps/>
              </w:rPr>
            </w:pPr>
          </w:p>
        </w:tc>
      </w:tr>
      <w:tr w:rsidR="002D0700" w14:paraId="16420D2F" w14:textId="77777777" w:rsidTr="001F5522">
        <w:tc>
          <w:tcPr>
            <w:tcW w:w="1435" w:type="dxa"/>
          </w:tcPr>
          <w:p w14:paraId="606D473E" w14:textId="77777777" w:rsidR="002D0700" w:rsidRPr="00A9357F" w:rsidRDefault="002D0700" w:rsidP="001F5522">
            <w:pPr>
              <w:rPr>
                <w:b/>
                <w:caps/>
              </w:rPr>
            </w:pPr>
            <w:r>
              <w:rPr>
                <w:b/>
                <w:caps/>
              </w:rPr>
              <w:t>2/2023</w:t>
            </w:r>
          </w:p>
        </w:tc>
        <w:tc>
          <w:tcPr>
            <w:tcW w:w="1800" w:type="dxa"/>
          </w:tcPr>
          <w:p w14:paraId="5B530158" w14:textId="77777777" w:rsidR="002D0700" w:rsidRPr="00A9357F" w:rsidRDefault="002D0700" w:rsidP="001F5522">
            <w:pPr>
              <w:rPr>
                <w:b/>
                <w:caps/>
              </w:rPr>
            </w:pPr>
          </w:p>
        </w:tc>
        <w:tc>
          <w:tcPr>
            <w:tcW w:w="5220" w:type="dxa"/>
          </w:tcPr>
          <w:p w14:paraId="1A67756C" w14:textId="34796E49" w:rsidR="002D0700" w:rsidRDefault="002D0700" w:rsidP="001F5522">
            <w:pPr>
              <w:pStyle w:val="BodyText"/>
              <w:ind w:left="0"/>
              <w:rPr>
                <w:rFonts w:asciiTheme="minorHAnsi" w:hAnsiTheme="minorHAnsi"/>
              </w:rPr>
            </w:pPr>
            <w:r>
              <w:rPr>
                <w:rFonts w:asciiTheme="minorHAnsi" w:hAnsiTheme="minorHAnsi"/>
              </w:rPr>
              <w:t xml:space="preserve">Updated Unit Manager titles. Updated “NED” section to “permanent HUD voucher” section and added more process details. Updated Chapter Section list to include new 5b.5. Updated 811 sections with more details regarding application process. Removed old versions of forms and added updated versions (Participant Agreement, Tips for Maintaining LTSS, Chapter Version </w:t>
            </w:r>
            <w:r w:rsidR="00BA35C4">
              <w:rPr>
                <w:rFonts w:asciiTheme="minorHAnsi" w:hAnsiTheme="minorHAnsi"/>
              </w:rPr>
              <w:t>HCS</w:t>
            </w:r>
            <w:r>
              <w:rPr>
                <w:rFonts w:asciiTheme="minorHAnsi" w:hAnsiTheme="minorHAnsi"/>
              </w:rPr>
              <w:t xml:space="preserve"> Subsidy P&amp;P and Bridge referral). Added page numbers to footer. Added links to Brochures and Video.</w:t>
            </w:r>
          </w:p>
          <w:p w14:paraId="0E106BA8" w14:textId="77777777" w:rsidR="002D0700" w:rsidRPr="00A9357F" w:rsidRDefault="002D0700" w:rsidP="001F5522">
            <w:pPr>
              <w:rPr>
                <w:b/>
                <w:caps/>
              </w:rPr>
            </w:pPr>
          </w:p>
        </w:tc>
        <w:tc>
          <w:tcPr>
            <w:tcW w:w="1530" w:type="dxa"/>
          </w:tcPr>
          <w:p w14:paraId="26FEC115" w14:textId="77777777" w:rsidR="002D0700" w:rsidRDefault="002D0700" w:rsidP="001F5522">
            <w:pPr>
              <w:rPr>
                <w:b/>
                <w:caps/>
              </w:rPr>
            </w:pPr>
          </w:p>
        </w:tc>
      </w:tr>
      <w:tr w:rsidR="002D0700" w14:paraId="13D18914" w14:textId="77777777" w:rsidTr="001F5522">
        <w:tc>
          <w:tcPr>
            <w:tcW w:w="1435" w:type="dxa"/>
          </w:tcPr>
          <w:p w14:paraId="7F0093A5" w14:textId="77777777" w:rsidR="002D0700" w:rsidRPr="00A9357F" w:rsidRDefault="002D0700" w:rsidP="001F5522">
            <w:pPr>
              <w:rPr>
                <w:b/>
                <w:caps/>
              </w:rPr>
            </w:pPr>
            <w:r>
              <w:rPr>
                <w:b/>
                <w:caps/>
              </w:rPr>
              <w:t>5/2023</w:t>
            </w:r>
          </w:p>
        </w:tc>
        <w:tc>
          <w:tcPr>
            <w:tcW w:w="1800" w:type="dxa"/>
          </w:tcPr>
          <w:p w14:paraId="542D1D65" w14:textId="77777777" w:rsidR="002D0700" w:rsidRPr="00A9357F" w:rsidRDefault="002D0700" w:rsidP="001F5522">
            <w:pPr>
              <w:rPr>
                <w:b/>
                <w:caps/>
              </w:rPr>
            </w:pPr>
          </w:p>
        </w:tc>
        <w:tc>
          <w:tcPr>
            <w:tcW w:w="5220" w:type="dxa"/>
          </w:tcPr>
          <w:p w14:paraId="61CDA0A7" w14:textId="3188A83C" w:rsidR="002D0700" w:rsidRPr="00A9357F" w:rsidRDefault="00BA35C4" w:rsidP="001F5522">
            <w:pPr>
              <w:rPr>
                <w:b/>
                <w:caps/>
              </w:rPr>
            </w:pPr>
            <w:r>
              <w:t>HCS</w:t>
            </w:r>
            <w:r w:rsidR="002D0700" w:rsidRPr="00EB3DCA">
              <w:t xml:space="preserve"> subsidy video link</w:t>
            </w:r>
            <w:r w:rsidR="002D0700">
              <w:t>. Updates to Section 5b.5. Updated ERA form.</w:t>
            </w:r>
          </w:p>
        </w:tc>
        <w:tc>
          <w:tcPr>
            <w:tcW w:w="1530" w:type="dxa"/>
          </w:tcPr>
          <w:p w14:paraId="28991544" w14:textId="77777777" w:rsidR="002D0700" w:rsidRDefault="002D0700" w:rsidP="001F5522">
            <w:pPr>
              <w:rPr>
                <w:b/>
                <w:caps/>
              </w:rPr>
            </w:pPr>
          </w:p>
        </w:tc>
      </w:tr>
      <w:tr w:rsidR="002D0700" w14:paraId="7C2B9FB9" w14:textId="77777777" w:rsidTr="001F5522">
        <w:tc>
          <w:tcPr>
            <w:tcW w:w="1435" w:type="dxa"/>
          </w:tcPr>
          <w:p w14:paraId="688480A8" w14:textId="77777777" w:rsidR="002D0700" w:rsidRPr="00A9357F" w:rsidRDefault="002D0700" w:rsidP="001F5522">
            <w:pPr>
              <w:rPr>
                <w:b/>
                <w:caps/>
              </w:rPr>
            </w:pPr>
            <w:r>
              <w:rPr>
                <w:b/>
                <w:caps/>
              </w:rPr>
              <w:t>8/2023</w:t>
            </w:r>
          </w:p>
        </w:tc>
        <w:tc>
          <w:tcPr>
            <w:tcW w:w="1800" w:type="dxa"/>
          </w:tcPr>
          <w:p w14:paraId="3E48964E" w14:textId="77777777" w:rsidR="002D0700" w:rsidRPr="00A9357F" w:rsidRDefault="002D0700" w:rsidP="001F5522">
            <w:pPr>
              <w:rPr>
                <w:b/>
                <w:caps/>
              </w:rPr>
            </w:pPr>
          </w:p>
        </w:tc>
        <w:tc>
          <w:tcPr>
            <w:tcW w:w="5220" w:type="dxa"/>
          </w:tcPr>
          <w:p w14:paraId="01BB100C" w14:textId="62AAC4BC" w:rsidR="002D0700" w:rsidRPr="00A9357F" w:rsidRDefault="002D0700" w:rsidP="001F5522">
            <w:pPr>
              <w:rPr>
                <w:b/>
                <w:caps/>
              </w:rPr>
            </w:pPr>
            <w:r>
              <w:t xml:space="preserve">Updated information in the </w:t>
            </w:r>
            <w:r w:rsidR="00BA35C4">
              <w:t>HCS</w:t>
            </w:r>
            <w:r>
              <w:t xml:space="preserve"> Subsidy and GOSH sections related to CARE Changes. </w:t>
            </w:r>
            <w:r w:rsidRPr="00152830">
              <w:t>Clarified language related to ineligibility for permanent HUD vouchers.</w:t>
            </w:r>
          </w:p>
        </w:tc>
        <w:tc>
          <w:tcPr>
            <w:tcW w:w="1530" w:type="dxa"/>
          </w:tcPr>
          <w:p w14:paraId="00634A72" w14:textId="77777777" w:rsidR="002D0700" w:rsidRDefault="002D0700" w:rsidP="001F5522">
            <w:pPr>
              <w:rPr>
                <w:b/>
                <w:caps/>
              </w:rPr>
            </w:pPr>
          </w:p>
        </w:tc>
      </w:tr>
      <w:tr w:rsidR="002D0700" w14:paraId="5C99DBB0" w14:textId="77777777" w:rsidTr="001F5522">
        <w:tc>
          <w:tcPr>
            <w:tcW w:w="1435" w:type="dxa"/>
          </w:tcPr>
          <w:p w14:paraId="309B88C5" w14:textId="77777777" w:rsidR="002D0700" w:rsidRPr="00A9357F" w:rsidRDefault="002D0700" w:rsidP="001F5522">
            <w:pPr>
              <w:rPr>
                <w:b/>
                <w:caps/>
              </w:rPr>
            </w:pPr>
            <w:r>
              <w:rPr>
                <w:b/>
                <w:caps/>
              </w:rPr>
              <w:t>11/2023</w:t>
            </w:r>
          </w:p>
        </w:tc>
        <w:tc>
          <w:tcPr>
            <w:tcW w:w="1800" w:type="dxa"/>
          </w:tcPr>
          <w:p w14:paraId="59DAADEE" w14:textId="77777777" w:rsidR="002D0700" w:rsidRPr="00A9357F" w:rsidRDefault="002D0700" w:rsidP="001F5522">
            <w:pPr>
              <w:rPr>
                <w:b/>
                <w:caps/>
              </w:rPr>
            </w:pPr>
          </w:p>
        </w:tc>
        <w:tc>
          <w:tcPr>
            <w:tcW w:w="5220" w:type="dxa"/>
          </w:tcPr>
          <w:p w14:paraId="354F5E6D" w14:textId="59F7FC1B" w:rsidR="002D0700" w:rsidRPr="00A9357F" w:rsidRDefault="002D0700" w:rsidP="001F5522">
            <w:pPr>
              <w:rPr>
                <w:b/>
                <w:caps/>
              </w:rPr>
            </w:pPr>
            <w:bookmarkStart w:id="42" w:name="_Hlk152174840"/>
            <w:r w:rsidRPr="00152830">
              <w:t>Updated Emergency Rental Assistance Form. Clarified language and updated language i</w:t>
            </w:r>
            <w:r>
              <w:t>n section</w:t>
            </w:r>
            <w:r w:rsidRPr="00152830">
              <w:t xml:space="preserve"> </w:t>
            </w:r>
            <w:hyperlink w:anchor="_Background" w:history="1">
              <w:r w:rsidRPr="005C4FDB">
                <w:t>5b.5</w:t>
              </w:r>
            </w:hyperlink>
            <w:r w:rsidRPr="005C4FDB">
              <w:t xml:space="preserve"> </w:t>
            </w:r>
            <w:r>
              <w:t>“</w:t>
            </w:r>
            <w:r w:rsidRPr="005C4FDB">
              <w:t xml:space="preserve">Working with individuals on </w:t>
            </w:r>
            <w:r w:rsidR="00BA35C4">
              <w:t>HCS</w:t>
            </w:r>
            <w:r w:rsidRPr="005C4FDB">
              <w:t xml:space="preserve"> housing resources who are not currently receiving </w:t>
            </w:r>
            <w:r w:rsidR="00BA35C4">
              <w:t>HCS</w:t>
            </w:r>
            <w:r>
              <w:t xml:space="preserve"> LTSS”. Updated GOSH Section to include new regional referral email addresses.</w:t>
            </w:r>
            <w:bookmarkEnd w:id="42"/>
          </w:p>
        </w:tc>
        <w:tc>
          <w:tcPr>
            <w:tcW w:w="1530" w:type="dxa"/>
          </w:tcPr>
          <w:p w14:paraId="40E642B4" w14:textId="77777777" w:rsidR="002D0700" w:rsidRDefault="002D0700" w:rsidP="001F5522">
            <w:pPr>
              <w:rPr>
                <w:b/>
                <w:caps/>
              </w:rPr>
            </w:pPr>
          </w:p>
        </w:tc>
      </w:tr>
      <w:tr w:rsidR="002D0700" w14:paraId="18A8C7F5" w14:textId="77777777" w:rsidTr="001F5522">
        <w:tc>
          <w:tcPr>
            <w:tcW w:w="1435" w:type="dxa"/>
          </w:tcPr>
          <w:p w14:paraId="158DE926" w14:textId="77777777" w:rsidR="002D0700" w:rsidRPr="00A9357F" w:rsidRDefault="002D0700" w:rsidP="001F5522">
            <w:pPr>
              <w:rPr>
                <w:b/>
                <w:caps/>
              </w:rPr>
            </w:pPr>
            <w:r>
              <w:rPr>
                <w:b/>
                <w:caps/>
              </w:rPr>
              <w:t>1/2024</w:t>
            </w:r>
          </w:p>
        </w:tc>
        <w:tc>
          <w:tcPr>
            <w:tcW w:w="1800" w:type="dxa"/>
          </w:tcPr>
          <w:p w14:paraId="0036141A" w14:textId="77777777" w:rsidR="002D0700" w:rsidRPr="00A9357F" w:rsidRDefault="002D0700" w:rsidP="001F5522">
            <w:pPr>
              <w:rPr>
                <w:b/>
                <w:caps/>
              </w:rPr>
            </w:pPr>
          </w:p>
        </w:tc>
        <w:tc>
          <w:tcPr>
            <w:tcW w:w="5220" w:type="dxa"/>
          </w:tcPr>
          <w:p w14:paraId="35ADCCE3" w14:textId="77777777" w:rsidR="002D0700" w:rsidRPr="00A9357F" w:rsidRDefault="002D0700" w:rsidP="001F5522">
            <w:pPr>
              <w:rPr>
                <w:b/>
                <w:caps/>
              </w:rPr>
            </w:pPr>
            <w:r>
              <w:t>Chapter Links added and updated ERA form added</w:t>
            </w:r>
          </w:p>
        </w:tc>
        <w:tc>
          <w:tcPr>
            <w:tcW w:w="1530" w:type="dxa"/>
          </w:tcPr>
          <w:p w14:paraId="6799F715" w14:textId="77777777" w:rsidR="002D0700" w:rsidRDefault="002D0700" w:rsidP="001F5522">
            <w:pPr>
              <w:rPr>
                <w:b/>
                <w:caps/>
              </w:rPr>
            </w:pPr>
          </w:p>
        </w:tc>
      </w:tr>
      <w:tr w:rsidR="002D0700" w14:paraId="37F7C142" w14:textId="77777777" w:rsidTr="001F5522">
        <w:tc>
          <w:tcPr>
            <w:tcW w:w="1435" w:type="dxa"/>
          </w:tcPr>
          <w:p w14:paraId="1E0BC7FD" w14:textId="77777777" w:rsidR="002D0700" w:rsidRPr="00A9357F" w:rsidRDefault="002D0700" w:rsidP="001F5522">
            <w:pPr>
              <w:rPr>
                <w:b/>
                <w:caps/>
              </w:rPr>
            </w:pPr>
            <w:r>
              <w:rPr>
                <w:b/>
                <w:caps/>
              </w:rPr>
              <w:t>2/2024</w:t>
            </w:r>
          </w:p>
        </w:tc>
        <w:tc>
          <w:tcPr>
            <w:tcW w:w="1800" w:type="dxa"/>
          </w:tcPr>
          <w:p w14:paraId="45040169" w14:textId="77777777" w:rsidR="002D0700" w:rsidRPr="00A9357F" w:rsidRDefault="002D0700" w:rsidP="001F5522">
            <w:pPr>
              <w:rPr>
                <w:b/>
                <w:caps/>
              </w:rPr>
            </w:pPr>
          </w:p>
        </w:tc>
        <w:tc>
          <w:tcPr>
            <w:tcW w:w="5220" w:type="dxa"/>
          </w:tcPr>
          <w:p w14:paraId="45B70471" w14:textId="198F78FE" w:rsidR="002D0700" w:rsidRPr="00A9357F" w:rsidRDefault="002D0700" w:rsidP="001F5522">
            <w:pPr>
              <w:rPr>
                <w:b/>
                <w:caps/>
              </w:rPr>
            </w:pPr>
            <w:r>
              <w:t xml:space="preserve">Added a green box in pages 14 &amp; 24 &amp; 29 &amp; 34 with a process for possible no longer functionally eligible </w:t>
            </w:r>
            <w:r w:rsidR="00BA35C4">
              <w:t>HCS</w:t>
            </w:r>
            <w:r>
              <w:t xml:space="preserve"> clients who are already enrolled in a housing service. Added on page 33 &amp; 34 Motel Interim Stay for Transitions (MIST) program description. Added MIST to Table of contents Page 2. Replaced Washington Roads RAC info in pages 17 &amp; 21 &amp; 29 with new info (RAC 3131- LTSS Housing Stabilization). Added </w:t>
            </w:r>
            <w:r w:rsidRPr="00632D3F">
              <w:t>on page 1</w:t>
            </w:r>
            <w:r>
              <w:t>7</w:t>
            </w:r>
            <w:r w:rsidRPr="00632D3F">
              <w:t xml:space="preserve"> ( 1 d. and the HCS/AAA CM will extend the WA Roads RAC) &amp; ( 2 i. GOSH Program Manager will end the GOSH authorization and end RAC 3131- LTSS Housing Stabilization, and HCS/AAA CM will end the WA Roads R</w:t>
            </w:r>
            <w:r>
              <w:t>AC</w:t>
            </w:r>
            <w:r w:rsidRPr="00632D3F">
              <w:t>)</w:t>
            </w:r>
            <w:r>
              <w:t xml:space="preserve">. Removed from </w:t>
            </w:r>
            <w:r w:rsidRPr="00632D3F">
              <w:t xml:space="preserve">page </w:t>
            </w:r>
            <w:r>
              <w:t>30 &amp; 31</w:t>
            </w:r>
            <w:r w:rsidRPr="00632D3F">
              <w:t xml:space="preserve"> under reimbursements</w:t>
            </w:r>
            <w:r>
              <w:t xml:space="preserve"> “</w:t>
            </w:r>
            <w:r w:rsidRPr="00632D3F">
              <w:t>while the Supportive Housing services are authorized by SHPM under the service code SA299,U1 the CM would authorize use of any CFC CTS/CTSS/WA Roads funds under a separate service code, dependent upon eligibility and funds use</w:t>
            </w:r>
            <w:r>
              <w:t>d.”</w:t>
            </w:r>
          </w:p>
        </w:tc>
        <w:tc>
          <w:tcPr>
            <w:tcW w:w="1530" w:type="dxa"/>
          </w:tcPr>
          <w:p w14:paraId="19324117" w14:textId="77777777" w:rsidR="002D0700" w:rsidRDefault="002D0700" w:rsidP="001F5522">
            <w:pPr>
              <w:rPr>
                <w:b/>
                <w:caps/>
              </w:rPr>
            </w:pPr>
          </w:p>
        </w:tc>
      </w:tr>
      <w:tr w:rsidR="002D0700" w14:paraId="32324329" w14:textId="77777777" w:rsidTr="001F5522">
        <w:tc>
          <w:tcPr>
            <w:tcW w:w="1435" w:type="dxa"/>
          </w:tcPr>
          <w:p w14:paraId="36BDD9C4" w14:textId="77777777" w:rsidR="002D0700" w:rsidRPr="00A9357F" w:rsidRDefault="002D0700" w:rsidP="001F5522">
            <w:pPr>
              <w:rPr>
                <w:b/>
                <w:caps/>
              </w:rPr>
            </w:pPr>
            <w:r>
              <w:rPr>
                <w:b/>
                <w:caps/>
              </w:rPr>
              <w:t>3/27/2024</w:t>
            </w:r>
          </w:p>
        </w:tc>
        <w:tc>
          <w:tcPr>
            <w:tcW w:w="1800" w:type="dxa"/>
          </w:tcPr>
          <w:p w14:paraId="2C581769" w14:textId="77777777" w:rsidR="002D0700" w:rsidRPr="00A9357F" w:rsidRDefault="002D0700" w:rsidP="001F5522">
            <w:pPr>
              <w:rPr>
                <w:b/>
                <w:caps/>
              </w:rPr>
            </w:pPr>
          </w:p>
        </w:tc>
        <w:tc>
          <w:tcPr>
            <w:tcW w:w="5220" w:type="dxa"/>
          </w:tcPr>
          <w:p w14:paraId="4A86DD80" w14:textId="3021724E" w:rsidR="002D0700" w:rsidRPr="00A9357F" w:rsidRDefault="002D0700" w:rsidP="001F5522">
            <w:pPr>
              <w:rPr>
                <w:b/>
                <w:caps/>
              </w:rPr>
            </w:pPr>
            <w:r>
              <w:t xml:space="preserve">Updated Bridge documents at bottom of document with most recent versions. Page 11 &amp;12 amended for </w:t>
            </w:r>
            <w:r w:rsidR="00BA35C4">
              <w:t>HCS</w:t>
            </w:r>
            <w:r>
              <w:t xml:space="preserve"> Bridge Subsidy.</w:t>
            </w:r>
          </w:p>
        </w:tc>
        <w:tc>
          <w:tcPr>
            <w:tcW w:w="1530" w:type="dxa"/>
          </w:tcPr>
          <w:p w14:paraId="32EC66D8" w14:textId="77777777" w:rsidR="002D0700" w:rsidRDefault="002D0700" w:rsidP="001F5522">
            <w:pPr>
              <w:rPr>
                <w:b/>
                <w:caps/>
              </w:rPr>
            </w:pPr>
          </w:p>
        </w:tc>
      </w:tr>
      <w:tr w:rsidR="002D0700" w14:paraId="39741612" w14:textId="77777777" w:rsidTr="001F5522">
        <w:tc>
          <w:tcPr>
            <w:tcW w:w="1435" w:type="dxa"/>
          </w:tcPr>
          <w:p w14:paraId="4D475BCD" w14:textId="77777777" w:rsidR="002D0700" w:rsidRPr="00A9357F" w:rsidRDefault="002D0700" w:rsidP="001F5522">
            <w:pPr>
              <w:rPr>
                <w:b/>
                <w:caps/>
              </w:rPr>
            </w:pPr>
            <w:r>
              <w:rPr>
                <w:b/>
                <w:caps/>
              </w:rPr>
              <w:t>5/7/2024</w:t>
            </w:r>
          </w:p>
        </w:tc>
        <w:tc>
          <w:tcPr>
            <w:tcW w:w="1800" w:type="dxa"/>
          </w:tcPr>
          <w:p w14:paraId="4599B47E" w14:textId="77777777" w:rsidR="002D0700" w:rsidRPr="00A9357F" w:rsidRDefault="002D0700" w:rsidP="001F5522">
            <w:pPr>
              <w:rPr>
                <w:b/>
                <w:caps/>
              </w:rPr>
            </w:pPr>
          </w:p>
        </w:tc>
        <w:tc>
          <w:tcPr>
            <w:tcW w:w="5220" w:type="dxa"/>
          </w:tcPr>
          <w:p w14:paraId="34AE2AA1" w14:textId="77777777" w:rsidR="002D0700" w:rsidRPr="00A9357F" w:rsidRDefault="002D0700" w:rsidP="001F5522">
            <w:pPr>
              <w:rPr>
                <w:b/>
                <w:caps/>
              </w:rPr>
            </w:pPr>
            <w:r>
              <w:t>Removed Motel/Hotel language from ERA section. Corrected MIST referral email address. Added MIST Request Form. Added bullet on Civil Transition eligibility.</w:t>
            </w:r>
          </w:p>
        </w:tc>
        <w:tc>
          <w:tcPr>
            <w:tcW w:w="1530" w:type="dxa"/>
          </w:tcPr>
          <w:p w14:paraId="18A628B3" w14:textId="77777777" w:rsidR="002D0700" w:rsidRDefault="002D0700" w:rsidP="001F5522">
            <w:pPr>
              <w:rPr>
                <w:b/>
                <w:caps/>
              </w:rPr>
            </w:pPr>
          </w:p>
        </w:tc>
      </w:tr>
      <w:tr w:rsidR="002D0700" w14:paraId="757D63EC" w14:textId="77777777" w:rsidTr="001F5522">
        <w:tc>
          <w:tcPr>
            <w:tcW w:w="1435" w:type="dxa"/>
          </w:tcPr>
          <w:p w14:paraId="357F8F79" w14:textId="77777777" w:rsidR="002D0700" w:rsidRPr="00A9357F" w:rsidRDefault="002D0700" w:rsidP="001F5522">
            <w:pPr>
              <w:rPr>
                <w:b/>
                <w:caps/>
              </w:rPr>
            </w:pPr>
            <w:r>
              <w:rPr>
                <w:b/>
                <w:caps/>
              </w:rPr>
              <w:t>6/17/2024</w:t>
            </w:r>
          </w:p>
        </w:tc>
        <w:tc>
          <w:tcPr>
            <w:tcW w:w="1800" w:type="dxa"/>
          </w:tcPr>
          <w:p w14:paraId="79AFF41D" w14:textId="77777777" w:rsidR="002D0700" w:rsidRPr="00A9357F" w:rsidRDefault="002D0700" w:rsidP="001F5522">
            <w:pPr>
              <w:rPr>
                <w:b/>
                <w:caps/>
              </w:rPr>
            </w:pPr>
          </w:p>
        </w:tc>
        <w:tc>
          <w:tcPr>
            <w:tcW w:w="5220" w:type="dxa"/>
          </w:tcPr>
          <w:p w14:paraId="6E34F099" w14:textId="77777777" w:rsidR="002D0700" w:rsidRPr="00A9357F" w:rsidRDefault="002D0700" w:rsidP="001F5522">
            <w:pPr>
              <w:rPr>
                <w:b/>
                <w:caps/>
              </w:rPr>
            </w:pPr>
            <w:r>
              <w:t>Added ERA email address. Updated ERA referral process. Removed “How do I make a referral for a client who I believe is eligible for ERA?” Updated MIST eligibility criteria (Bridge Subsidy, GOSH program, Civil Transitions Program, Other Housing Resource, In-Home Short-Term Displacement, &amp; Limited Residential). Updated MIST referral Process outline. Updated &amp; added “How is payment made for MIST?” process/procedure.  Updated MIST Referral Form.</w:t>
            </w:r>
          </w:p>
        </w:tc>
        <w:tc>
          <w:tcPr>
            <w:tcW w:w="1530" w:type="dxa"/>
          </w:tcPr>
          <w:p w14:paraId="7FFF055B" w14:textId="77777777" w:rsidR="002D0700" w:rsidRDefault="002D0700" w:rsidP="001F5522">
            <w:pPr>
              <w:rPr>
                <w:b/>
                <w:caps/>
              </w:rPr>
            </w:pPr>
          </w:p>
        </w:tc>
      </w:tr>
      <w:tr w:rsidR="002D0700" w14:paraId="2F43F900" w14:textId="77777777" w:rsidTr="001F5522">
        <w:tc>
          <w:tcPr>
            <w:tcW w:w="1435" w:type="dxa"/>
          </w:tcPr>
          <w:p w14:paraId="666F5C47" w14:textId="77777777" w:rsidR="002D0700" w:rsidRPr="002D0700" w:rsidRDefault="002D0700" w:rsidP="001F5522">
            <w:pPr>
              <w:rPr>
                <w:b/>
                <w:caps/>
              </w:rPr>
            </w:pPr>
            <w:r w:rsidRPr="002D0700">
              <w:rPr>
                <w:b/>
                <w:caps/>
              </w:rPr>
              <w:t>9/3/2024</w:t>
            </w:r>
          </w:p>
        </w:tc>
        <w:tc>
          <w:tcPr>
            <w:tcW w:w="1800" w:type="dxa"/>
          </w:tcPr>
          <w:p w14:paraId="59340042" w14:textId="77777777" w:rsidR="002D0700" w:rsidRPr="00A9357F" w:rsidRDefault="002D0700" w:rsidP="001F5522">
            <w:pPr>
              <w:rPr>
                <w:b/>
                <w:caps/>
              </w:rPr>
            </w:pPr>
          </w:p>
        </w:tc>
        <w:tc>
          <w:tcPr>
            <w:tcW w:w="5220" w:type="dxa"/>
          </w:tcPr>
          <w:p w14:paraId="3AFAD678" w14:textId="0E2ADF80" w:rsidR="002D0700" w:rsidRPr="00A9357F" w:rsidRDefault="002D0700" w:rsidP="001F5522">
            <w:pPr>
              <w:rPr>
                <w:b/>
                <w:caps/>
              </w:rPr>
            </w:pPr>
            <w:r>
              <w:t xml:space="preserve">Added information regarding Bridge Subsidy waitlist, added information regarding Presumptive Eligibility, added policy information from chapter 9 regarding GOSH client unable to return to residential setting and being admitted to the hospital. Added policy information regarding if a client is incarcerated or hospitalized and how </w:t>
            </w:r>
            <w:r w:rsidR="00BA35C4">
              <w:t>HCS</w:t>
            </w:r>
            <w:r>
              <w:t xml:space="preserve"> pays the subsidy for up to 6 months. Added Stephen Miller contact info. Added Housing and Employment website, updated links to one pager. Updated table of contents to include Presumptive Eligibility. Added Global Leasing info. Updated GOSH eligibility criteria.</w:t>
            </w:r>
          </w:p>
        </w:tc>
        <w:tc>
          <w:tcPr>
            <w:tcW w:w="1530" w:type="dxa"/>
          </w:tcPr>
          <w:p w14:paraId="4402820D" w14:textId="77777777" w:rsidR="002D0700" w:rsidRDefault="002D0700" w:rsidP="001F5522">
            <w:pPr>
              <w:rPr>
                <w:b/>
                <w:caps/>
              </w:rPr>
            </w:pPr>
          </w:p>
        </w:tc>
      </w:tr>
      <w:tr w:rsidR="001E33D7" w14:paraId="0BE12222" w14:textId="77777777" w:rsidTr="001F5522">
        <w:tc>
          <w:tcPr>
            <w:tcW w:w="1435" w:type="dxa"/>
          </w:tcPr>
          <w:p w14:paraId="03BF1DF6" w14:textId="4E6A45AC" w:rsidR="001E33D7" w:rsidRPr="002D0700" w:rsidRDefault="00817D83" w:rsidP="001F5522">
            <w:pPr>
              <w:rPr>
                <w:b/>
                <w:caps/>
              </w:rPr>
            </w:pPr>
            <w:r>
              <w:rPr>
                <w:b/>
                <w:caps/>
              </w:rPr>
              <w:t>10/2024</w:t>
            </w:r>
          </w:p>
        </w:tc>
        <w:tc>
          <w:tcPr>
            <w:tcW w:w="1800" w:type="dxa"/>
          </w:tcPr>
          <w:p w14:paraId="55ED27A1" w14:textId="0543CD0B" w:rsidR="001E33D7" w:rsidRPr="00A9357F" w:rsidRDefault="00817D83" w:rsidP="001F5522">
            <w:pPr>
              <w:rPr>
                <w:b/>
                <w:caps/>
              </w:rPr>
            </w:pPr>
            <w:r>
              <w:rPr>
                <w:b/>
                <w:caps/>
              </w:rPr>
              <w:t>joana</w:t>
            </w:r>
          </w:p>
        </w:tc>
        <w:tc>
          <w:tcPr>
            <w:tcW w:w="5220" w:type="dxa"/>
          </w:tcPr>
          <w:p w14:paraId="06162D59" w14:textId="7D3C31ED" w:rsidR="001E33D7" w:rsidRDefault="00817D83" w:rsidP="001F5522">
            <w:r w:rsidRPr="00817D83">
              <w:t>Chapter 5b changed to Chapter 6. Chapter 6 Established</w:t>
            </w:r>
          </w:p>
        </w:tc>
        <w:tc>
          <w:tcPr>
            <w:tcW w:w="1530" w:type="dxa"/>
          </w:tcPr>
          <w:p w14:paraId="1BD66B5A" w14:textId="77777777" w:rsidR="001E33D7" w:rsidRDefault="001E33D7" w:rsidP="001F5522">
            <w:pPr>
              <w:rPr>
                <w:b/>
                <w:caps/>
              </w:rPr>
            </w:pPr>
          </w:p>
        </w:tc>
      </w:tr>
      <w:tr w:rsidR="002D0700" w14:paraId="69BA7A40" w14:textId="77777777" w:rsidTr="001F5522">
        <w:tc>
          <w:tcPr>
            <w:tcW w:w="1435" w:type="dxa"/>
          </w:tcPr>
          <w:p w14:paraId="5DB44B64" w14:textId="77777777" w:rsidR="002D0700" w:rsidRPr="002D0700" w:rsidRDefault="002D0700" w:rsidP="001F5522">
            <w:pPr>
              <w:rPr>
                <w:b/>
                <w:bCs/>
              </w:rPr>
            </w:pPr>
            <w:r w:rsidRPr="002D0700">
              <w:rPr>
                <w:b/>
                <w:bCs/>
              </w:rPr>
              <w:t>11/2024</w:t>
            </w:r>
          </w:p>
        </w:tc>
        <w:tc>
          <w:tcPr>
            <w:tcW w:w="1800" w:type="dxa"/>
          </w:tcPr>
          <w:p w14:paraId="68BD25B9" w14:textId="31B9202C" w:rsidR="002D0700" w:rsidRDefault="00817D83" w:rsidP="001F5522">
            <w:r>
              <w:t>joana</w:t>
            </w:r>
          </w:p>
        </w:tc>
        <w:tc>
          <w:tcPr>
            <w:tcW w:w="5220" w:type="dxa"/>
          </w:tcPr>
          <w:p w14:paraId="3B5D27B6" w14:textId="1DCCD7B7" w:rsidR="002D0700" w:rsidRDefault="002D0700" w:rsidP="001F5522">
            <w:r w:rsidRPr="005E2253">
              <w:t xml:space="preserve">Added information regarding the </w:t>
            </w:r>
            <w:r w:rsidR="00BA35C4">
              <w:t>HCS</w:t>
            </w:r>
            <w:r w:rsidRPr="005E2253">
              <w:t xml:space="preserve"> Acute Care Hospital Subsidy, and the referral/process and referral.</w:t>
            </w:r>
          </w:p>
        </w:tc>
        <w:tc>
          <w:tcPr>
            <w:tcW w:w="1530" w:type="dxa"/>
          </w:tcPr>
          <w:p w14:paraId="7FC95478" w14:textId="77777777" w:rsidR="002D0700" w:rsidRDefault="002D0700" w:rsidP="001F5522"/>
        </w:tc>
      </w:tr>
      <w:tr w:rsidR="00817D83" w14:paraId="5C2D097D" w14:textId="77777777" w:rsidTr="001F5522">
        <w:tc>
          <w:tcPr>
            <w:tcW w:w="1435" w:type="dxa"/>
          </w:tcPr>
          <w:p w14:paraId="3FADE966" w14:textId="43BA3D2C" w:rsidR="00817D83" w:rsidRPr="002D0700" w:rsidRDefault="00817D83" w:rsidP="001F5522">
            <w:pPr>
              <w:rPr>
                <w:b/>
                <w:bCs/>
              </w:rPr>
            </w:pPr>
            <w:r>
              <w:rPr>
                <w:b/>
                <w:bCs/>
              </w:rPr>
              <w:t>01/2025</w:t>
            </w:r>
          </w:p>
        </w:tc>
        <w:tc>
          <w:tcPr>
            <w:tcW w:w="1800" w:type="dxa"/>
          </w:tcPr>
          <w:p w14:paraId="0DDFD323" w14:textId="52CEA290" w:rsidR="00817D83" w:rsidRDefault="00817D83" w:rsidP="001F5522">
            <w:r>
              <w:t>joana</w:t>
            </w:r>
          </w:p>
        </w:tc>
        <w:tc>
          <w:tcPr>
            <w:tcW w:w="5220" w:type="dxa"/>
          </w:tcPr>
          <w:p w14:paraId="5EB39A76" w14:textId="567C5362" w:rsidR="00817D83" w:rsidRPr="005E2253" w:rsidRDefault="00817D83" w:rsidP="001F5522">
            <w:r w:rsidRPr="005347BD">
              <w:t xml:space="preserve">Edited information regarding the </w:t>
            </w:r>
            <w:r w:rsidR="00BA35C4">
              <w:t>HCS</w:t>
            </w:r>
            <w:r w:rsidRPr="005347BD">
              <w:t xml:space="preserve"> Acute Care Hospital Subsidy</w:t>
            </w:r>
          </w:p>
        </w:tc>
        <w:tc>
          <w:tcPr>
            <w:tcW w:w="1530" w:type="dxa"/>
          </w:tcPr>
          <w:p w14:paraId="2B399C47" w14:textId="77777777" w:rsidR="00817D83" w:rsidRDefault="00817D83" w:rsidP="001F5522"/>
        </w:tc>
      </w:tr>
      <w:tr w:rsidR="00817D83" w14:paraId="0A295EA9" w14:textId="77777777" w:rsidTr="001F5522">
        <w:tc>
          <w:tcPr>
            <w:tcW w:w="1435" w:type="dxa"/>
          </w:tcPr>
          <w:p w14:paraId="321C377F" w14:textId="23D2242F" w:rsidR="00817D83" w:rsidRDefault="00817D83" w:rsidP="001F5522">
            <w:pPr>
              <w:rPr>
                <w:b/>
                <w:bCs/>
              </w:rPr>
            </w:pPr>
            <w:r>
              <w:rPr>
                <w:b/>
                <w:bCs/>
              </w:rPr>
              <w:t>04/2025</w:t>
            </w:r>
          </w:p>
        </w:tc>
        <w:tc>
          <w:tcPr>
            <w:tcW w:w="1800" w:type="dxa"/>
          </w:tcPr>
          <w:p w14:paraId="7F89DDDF" w14:textId="02F546D5" w:rsidR="00817D83" w:rsidRDefault="00817D83" w:rsidP="001F5522">
            <w:r>
              <w:t>joana</w:t>
            </w:r>
          </w:p>
        </w:tc>
        <w:tc>
          <w:tcPr>
            <w:tcW w:w="5220" w:type="dxa"/>
          </w:tcPr>
          <w:p w14:paraId="7F07729F" w14:textId="77777777" w:rsidR="00817D83" w:rsidRPr="0066742B" w:rsidRDefault="00817D83" w:rsidP="00817D83">
            <w:pPr>
              <w:spacing w:after="160" w:line="257" w:lineRule="auto"/>
              <w:rPr>
                <w:rFonts w:eastAsia="Calibri" w:cs="Calibri"/>
              </w:rPr>
            </w:pPr>
            <w:r w:rsidRPr="0066742B">
              <w:rPr>
                <w:rFonts w:eastAsia="Calibri" w:cs="Calibri"/>
              </w:rPr>
              <w:t>Chapter 6 was divided up into 4 sections and renamed. Chapter 6C- Permanent Federal Vouchers established. Update policy &amp; procedure regarding Housing and Employment Stabilization Services when using with clients who have been inactivated from LTSS. Updated OHAE background and EDAI statement. Added a chart describing all the RACs and Service Codes associated with OHAE.</w:t>
            </w:r>
          </w:p>
          <w:p w14:paraId="6711B2F0" w14:textId="77777777" w:rsidR="00817D83" w:rsidRPr="005347BD" w:rsidRDefault="00817D83" w:rsidP="001F5522"/>
        </w:tc>
        <w:tc>
          <w:tcPr>
            <w:tcW w:w="1530" w:type="dxa"/>
          </w:tcPr>
          <w:p w14:paraId="2D0A9601" w14:textId="77777777" w:rsidR="00817D83" w:rsidRDefault="00817D83" w:rsidP="001F5522"/>
        </w:tc>
      </w:tr>
      <w:tr w:rsidR="00975658" w14:paraId="57C140CF" w14:textId="77777777" w:rsidTr="001F5522">
        <w:tc>
          <w:tcPr>
            <w:tcW w:w="1435" w:type="dxa"/>
          </w:tcPr>
          <w:p w14:paraId="74635D05" w14:textId="2C3A333F" w:rsidR="00975658" w:rsidRDefault="00975658" w:rsidP="001F5522">
            <w:pPr>
              <w:rPr>
                <w:b/>
                <w:bCs/>
              </w:rPr>
            </w:pPr>
            <w:r>
              <w:rPr>
                <w:b/>
                <w:bCs/>
              </w:rPr>
              <w:t>07/2025</w:t>
            </w:r>
          </w:p>
        </w:tc>
        <w:tc>
          <w:tcPr>
            <w:tcW w:w="1800" w:type="dxa"/>
          </w:tcPr>
          <w:p w14:paraId="22F481C1" w14:textId="64203E4C" w:rsidR="00975658" w:rsidRDefault="00975658" w:rsidP="001F5522">
            <w:r>
              <w:t>WJH</w:t>
            </w:r>
          </w:p>
        </w:tc>
        <w:tc>
          <w:tcPr>
            <w:tcW w:w="5220" w:type="dxa"/>
          </w:tcPr>
          <w:p w14:paraId="7562A9F2" w14:textId="4C339B65" w:rsidR="00975658" w:rsidRPr="00975658" w:rsidRDefault="00975658" w:rsidP="00975658">
            <w:pPr>
              <w:spacing w:after="160" w:line="257" w:lineRule="auto"/>
              <w:rPr>
                <w:rFonts w:eastAsia="Calibri" w:cs="Calibri"/>
              </w:rPr>
            </w:pPr>
            <w:r w:rsidRPr="00975658">
              <w:rPr>
                <w:rFonts w:eastAsia="Calibri" w:cs="Calibri"/>
              </w:rPr>
              <w:t>Through chapter changed language that referenced “ALTSA” to “HCS”</w:t>
            </w:r>
            <w:r w:rsidR="00D2130F">
              <w:rPr>
                <w:rFonts w:eastAsia="Calibri" w:cs="Calibri"/>
              </w:rPr>
              <w:t>;</w:t>
            </w:r>
            <w:r w:rsidR="00D2130F">
              <w:t xml:space="preserve"> Added information on RCL and HRSN STRA and how it is used in combination with state dollars to support a client’s interim HCS Subsidy.</w:t>
            </w:r>
          </w:p>
          <w:p w14:paraId="1922832F" w14:textId="77777777" w:rsidR="00975658" w:rsidRPr="0066742B" w:rsidRDefault="00975658" w:rsidP="00817D83">
            <w:pPr>
              <w:spacing w:after="160" w:line="257" w:lineRule="auto"/>
              <w:rPr>
                <w:rFonts w:eastAsia="Calibri" w:cs="Calibri"/>
              </w:rPr>
            </w:pPr>
          </w:p>
        </w:tc>
        <w:tc>
          <w:tcPr>
            <w:tcW w:w="1530" w:type="dxa"/>
          </w:tcPr>
          <w:p w14:paraId="5C0F7325" w14:textId="77777777" w:rsidR="00975658" w:rsidRDefault="00975658" w:rsidP="001F5522"/>
        </w:tc>
      </w:tr>
      <w:bookmarkEnd w:id="23"/>
      <w:bookmarkEnd w:id="24"/>
      <w:bookmarkEnd w:id="25"/>
      <w:bookmarkEnd w:id="26"/>
      <w:bookmarkEnd w:id="27"/>
      <w:bookmarkEnd w:id="41"/>
    </w:tbl>
    <w:p w14:paraId="509E7D6F" w14:textId="77777777" w:rsidR="002D0700" w:rsidRPr="00DB39F8" w:rsidRDefault="002D0700" w:rsidP="00DB39F8">
      <w:pPr>
        <w:pStyle w:val="BodyText"/>
        <w:ind w:left="0"/>
        <w:rPr>
          <w:rFonts w:asciiTheme="minorHAnsi" w:eastAsiaTheme="majorEastAsia" w:hAnsiTheme="minorHAnsi" w:cstheme="minorHAnsi"/>
        </w:rPr>
      </w:pPr>
    </w:p>
    <w:sectPr w:rsidR="002D0700" w:rsidRPr="00DB39F8" w:rsidSect="00471F01">
      <w:headerReference w:type="even" r:id="rId41"/>
      <w:headerReference w:type="default" r:id="rId42"/>
      <w:footerReference w:type="even" r:id="rId43"/>
      <w:footerReference w:type="default" r:id="rId44"/>
      <w:headerReference w:type="first" r:id="rId45"/>
      <w:footerReference w:type="first" r:id="rId46"/>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37613" w14:textId="77777777" w:rsidR="005C0C0D" w:rsidRDefault="005C0C0D" w:rsidP="00471F01">
      <w:r>
        <w:separator/>
      </w:r>
    </w:p>
    <w:p w14:paraId="37F57684" w14:textId="77777777" w:rsidR="005C0C0D" w:rsidRDefault="005C0C0D"/>
  </w:endnote>
  <w:endnote w:type="continuationSeparator" w:id="0">
    <w:p w14:paraId="00FCB253" w14:textId="77777777" w:rsidR="005C0C0D" w:rsidRDefault="005C0C0D" w:rsidP="00471F01">
      <w:r>
        <w:continuationSeparator/>
      </w:r>
    </w:p>
    <w:p w14:paraId="7951D857" w14:textId="77777777" w:rsidR="005C0C0D" w:rsidRDefault="005C0C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alibri"/>
    <w:panose1 w:val="00000000000000000000"/>
    <w:charset w:val="00"/>
    <w:family w:val="swiss"/>
    <w:notTrueType/>
    <w:pitch w:val="variable"/>
    <w:sig w:usb0="00000003" w:usb1="00000000" w:usb2="00000000" w:usb3="00000000" w:csb0="00000001"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Source Sans Pro">
    <w:altName w:val="Arial"/>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AA40F" w14:textId="77777777" w:rsidR="008A1309" w:rsidRDefault="008A1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68CA5639" w:rsidR="008967B9" w:rsidRPr="006D7365" w:rsidRDefault="4C0BEBAA" w:rsidP="4C0BEBAA">
    <w:pPr>
      <w:rPr>
        <w:sz w:val="16"/>
        <w:szCs w:val="16"/>
      </w:rPr>
    </w:pPr>
    <w:r w:rsidRPr="4C0BEBAA">
      <w:rPr>
        <w:rFonts w:ascii="Cambria" w:hAnsi="Cambria"/>
        <w:caps/>
      </w:rPr>
      <w:t xml:space="preserve">Page </w:t>
    </w:r>
    <w:sdt>
      <w:sdtPr>
        <w:rPr>
          <w:rFonts w:ascii="Cambria" w:hAnsi="Cambria"/>
          <w:caps/>
        </w:rPr>
        <w:id w:val="-592318871"/>
        <w:text/>
      </w:sdtPr>
      <w:sdtContent>
        <w:r w:rsidRPr="4C0BEBAA">
          <w:rPr>
            <w:rFonts w:ascii="Cambria" w:hAnsi="Cambria"/>
            <w:caps/>
          </w:rPr>
          <w:t>Ch.6C</w:t>
        </w:r>
      </w:sdtContent>
    </w:sdt>
    <w:r w:rsidRPr="4C0BEBAA">
      <w:rPr>
        <w:rFonts w:ascii="Cambria" w:hAnsi="Cambria"/>
        <w:caps/>
      </w:rPr>
      <w:t>.</w:t>
    </w:r>
    <w:r w:rsidR="0400FB94" w:rsidRPr="4C0BEBAA">
      <w:rPr>
        <w:rFonts w:ascii="Cambria" w:hAnsi="Cambria"/>
        <w:caps/>
        <w:noProof/>
      </w:rPr>
      <w:fldChar w:fldCharType="begin"/>
    </w:r>
    <w:r w:rsidR="0400FB94" w:rsidRPr="4C0BEBAA">
      <w:rPr>
        <w:rFonts w:ascii="Cambria" w:hAnsi="Cambria"/>
        <w:caps/>
      </w:rPr>
      <w:instrText xml:space="preserve"> PAGE   \* MERGEFORMAT </w:instrText>
    </w:r>
    <w:r w:rsidR="0400FB94" w:rsidRPr="4C0BEBAA">
      <w:rPr>
        <w:rFonts w:ascii="Cambria" w:hAnsi="Cambria"/>
        <w:caps/>
      </w:rPr>
      <w:fldChar w:fldCharType="separate"/>
    </w:r>
    <w:r w:rsidRPr="4C0BEBAA">
      <w:rPr>
        <w:rFonts w:ascii="Cambria" w:hAnsi="Cambria"/>
        <w:caps/>
        <w:noProof/>
      </w:rPr>
      <w:t>2</w:t>
    </w:r>
    <w:r w:rsidR="0400FB94" w:rsidRPr="4C0BEBAA">
      <w:rPr>
        <w:rFonts w:ascii="Cambria" w:hAnsi="Cambria"/>
        <w:caps/>
        <w:noProof/>
      </w:rPr>
      <w:fldChar w:fldCharType="end"/>
    </w:r>
    <w:r w:rsidR="0400FB94">
      <w:tab/>
    </w:r>
    <w:r w:rsidR="0400FB94">
      <w:tab/>
    </w:r>
    <w:r w:rsidR="0400FB94">
      <w:tab/>
    </w:r>
    <w:r w:rsidR="0400FB94">
      <w:tab/>
    </w:r>
    <w:r w:rsidR="0400FB94">
      <w:tab/>
    </w:r>
    <w:r w:rsidR="0400FB94">
      <w:tab/>
    </w:r>
    <w:r w:rsidR="0400FB94">
      <w:tab/>
    </w:r>
    <w:r w:rsidR="0400FB94">
      <w:tab/>
    </w:r>
    <w:r w:rsidRPr="4C0BEBAA">
      <w:rPr>
        <w:rFonts w:ascii="Cambria" w:hAnsi="Cambria"/>
        <w:i/>
        <w:iCs/>
        <w:sz w:val="18"/>
        <w:szCs w:val="18"/>
      </w:rPr>
      <w:t xml:space="preserve">Last Revised: </w:t>
    </w:r>
    <w:sdt>
      <w:sdtPr>
        <w:rPr>
          <w:rFonts w:ascii="Cambria" w:hAnsi="Cambria"/>
          <w:i/>
          <w:iCs/>
          <w:sz w:val="18"/>
          <w:szCs w:val="18"/>
        </w:rPr>
        <w:id w:val="1412045601"/>
      </w:sdtPr>
      <w:sdtContent>
        <w:r w:rsidRPr="4C0BEBAA">
          <w:rPr>
            <w:rFonts w:ascii="Cambria" w:hAnsi="Cambria"/>
            <w:i/>
            <w:iCs/>
            <w:sz w:val="18"/>
            <w:szCs w:val="18"/>
          </w:rPr>
          <w:t>8/2025</w:t>
        </w:r>
      </w:sdtContent>
    </w:sdt>
  </w:p>
  <w:p w14:paraId="169F2E6C" w14:textId="77777777" w:rsidR="008967B9" w:rsidRDefault="008967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980FE" w14:textId="77777777" w:rsidR="008A1309" w:rsidRDefault="008A1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2AF1E" w14:textId="77777777" w:rsidR="005C0C0D" w:rsidRDefault="005C0C0D" w:rsidP="00471F01">
      <w:r>
        <w:separator/>
      </w:r>
    </w:p>
    <w:p w14:paraId="6D24CD64" w14:textId="77777777" w:rsidR="005C0C0D" w:rsidRDefault="005C0C0D"/>
  </w:footnote>
  <w:footnote w:type="continuationSeparator" w:id="0">
    <w:p w14:paraId="6779A79F" w14:textId="77777777" w:rsidR="005C0C0D" w:rsidRDefault="005C0C0D" w:rsidP="00471F01">
      <w:r>
        <w:continuationSeparator/>
      </w:r>
    </w:p>
    <w:p w14:paraId="41207C0B" w14:textId="77777777" w:rsidR="005C0C0D" w:rsidRDefault="005C0C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88B4" w14:textId="77777777" w:rsidR="008A1309" w:rsidRDefault="008A1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7C6A7AF0"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317996">
                <w:rPr>
                  <w:rFonts w:ascii="Cambria" w:hAnsi="Cambria"/>
                  <w:color w:val="193F6F"/>
                  <w:sz w:val="24"/>
                  <w:szCs w:val="24"/>
                </w:rPr>
                <w:t>6</w:t>
              </w:r>
              <w:r w:rsidR="000F21F3">
                <w:rPr>
                  <w:rFonts w:ascii="Cambria" w:hAnsi="Cambria"/>
                  <w:color w:val="193F6F"/>
                  <w:sz w:val="24"/>
                  <w:szCs w:val="24"/>
                </w:rPr>
                <w:t>C</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0F21F3">
                <w:rPr>
                  <w:rFonts w:ascii="Cambria" w:hAnsi="Cambria"/>
                  <w:color w:val="193F6F"/>
                  <w:sz w:val="24"/>
                  <w:szCs w:val="24"/>
                </w:rPr>
                <w:t>Permanent Federal Vouchers</w:t>
              </w:r>
            </w:sdtContent>
          </w:sdt>
        </w:p>
        <w:p w14:paraId="010F4AEF" w14:textId="215709A6" w:rsidR="008967B9" w:rsidRPr="00B43E26" w:rsidRDefault="00BA35C4" w:rsidP="005C7038">
          <w:pPr>
            <w:pStyle w:val="Header"/>
            <w:rPr>
              <w:rFonts w:ascii="Cambria" w:hAnsi="Cambria"/>
              <w:i/>
              <w:color w:val="000000" w:themeColor="text1"/>
            </w:rPr>
          </w:pPr>
          <w:r>
            <w:rPr>
              <w:rFonts w:ascii="Arial" w:hAnsi="Arial" w:cs="Arial"/>
              <w:noProof/>
              <w:color w:val="FFFFFF"/>
              <w:sz w:val="4"/>
              <w:szCs w:val="20"/>
            </w:rPr>
            <w:t>HCS</w:t>
          </w:r>
          <w:r w:rsidR="008967B9"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A0B2E" w14:textId="77777777" w:rsidR="008A1309" w:rsidRDefault="008A13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769B"/>
    <w:multiLevelType w:val="hybridMultilevel"/>
    <w:tmpl w:val="DAAC729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D31E2"/>
    <w:multiLevelType w:val="hybridMultilevel"/>
    <w:tmpl w:val="D8F855F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434A0"/>
    <w:multiLevelType w:val="hybridMultilevel"/>
    <w:tmpl w:val="06262E3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64149"/>
    <w:multiLevelType w:val="multilevel"/>
    <w:tmpl w:val="93EA1444"/>
    <w:name w:val="Numbering22222"/>
    <w:numStyleLink w:val="Style1"/>
  </w:abstractNum>
  <w:abstractNum w:abstractNumId="4" w15:restartNumberingAfterBreak="0">
    <w:nsid w:val="06620C41"/>
    <w:multiLevelType w:val="hybridMultilevel"/>
    <w:tmpl w:val="22CEA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FF093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D33C9F"/>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754F2E"/>
    <w:multiLevelType w:val="hybridMultilevel"/>
    <w:tmpl w:val="A0E631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D4F9E"/>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F50F87"/>
    <w:multiLevelType w:val="multilevel"/>
    <w:tmpl w:val="8CD42D26"/>
    <w:name w:val="Numbering22222222222222"/>
    <w:numStyleLink w:val="NumericList"/>
  </w:abstractNum>
  <w:abstractNum w:abstractNumId="11" w15:restartNumberingAfterBreak="0">
    <w:nsid w:val="125048B2"/>
    <w:multiLevelType w:val="hybridMultilevel"/>
    <w:tmpl w:val="1D80FBD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C2D68"/>
    <w:multiLevelType w:val="multilevel"/>
    <w:tmpl w:val="5B0EC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5E3B33"/>
    <w:multiLevelType w:val="hybridMultilevel"/>
    <w:tmpl w:val="A69401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812BCC"/>
    <w:multiLevelType w:val="hybridMultilevel"/>
    <w:tmpl w:val="6D863A0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6" w15:restartNumberingAfterBreak="0">
    <w:nsid w:val="171A67B2"/>
    <w:multiLevelType w:val="hybridMultilevel"/>
    <w:tmpl w:val="ED186E6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3E639E"/>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754162E"/>
    <w:multiLevelType w:val="hybridMultilevel"/>
    <w:tmpl w:val="67DE42A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8749E0"/>
    <w:multiLevelType w:val="multilevel"/>
    <w:tmpl w:val="8CD42D26"/>
    <w:name w:val="Numbering2222222222"/>
    <w:numStyleLink w:val="NumericList"/>
  </w:abstractNum>
  <w:abstractNum w:abstractNumId="20" w15:restartNumberingAfterBreak="0">
    <w:nsid w:val="1D2E36E8"/>
    <w:multiLevelType w:val="hybridMultilevel"/>
    <w:tmpl w:val="5584064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E926CE7"/>
    <w:multiLevelType w:val="hybridMultilevel"/>
    <w:tmpl w:val="2E1C5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1612E4E"/>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7D3D2D"/>
    <w:multiLevelType w:val="hybridMultilevel"/>
    <w:tmpl w:val="6A20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7" w15:restartNumberingAfterBreak="0">
    <w:nsid w:val="254B574D"/>
    <w:multiLevelType w:val="hybridMultilevel"/>
    <w:tmpl w:val="64A0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5E00D1"/>
    <w:multiLevelType w:val="hybridMultilevel"/>
    <w:tmpl w:val="039CD0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AB34A1A"/>
    <w:multiLevelType w:val="multilevel"/>
    <w:tmpl w:val="8CD42D26"/>
    <w:name w:val="Numbering222222222"/>
    <w:numStyleLink w:val="NumericList"/>
  </w:abstractNum>
  <w:abstractNum w:abstractNumId="30" w15:restartNumberingAfterBreak="0">
    <w:nsid w:val="2C1D004C"/>
    <w:multiLevelType w:val="multilevel"/>
    <w:tmpl w:val="8CD42D26"/>
    <w:name w:val="Numbering2222222222222"/>
    <w:numStyleLink w:val="NumericList"/>
  </w:abstractNum>
  <w:abstractNum w:abstractNumId="31" w15:restartNumberingAfterBreak="0">
    <w:nsid w:val="2C59199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F3D7F76"/>
    <w:multiLevelType w:val="hybridMultilevel"/>
    <w:tmpl w:val="37BC8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5A26E1"/>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09F728E"/>
    <w:multiLevelType w:val="hybridMultilevel"/>
    <w:tmpl w:val="0C3E06F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CB778F"/>
    <w:multiLevelType w:val="hybridMultilevel"/>
    <w:tmpl w:val="0C3E0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9251A1"/>
    <w:multiLevelType w:val="hybridMultilevel"/>
    <w:tmpl w:val="AF1EB188"/>
    <w:lvl w:ilvl="0" w:tplc="04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3BA1BE8"/>
    <w:multiLevelType w:val="hybridMultilevel"/>
    <w:tmpl w:val="8056FFF8"/>
    <w:lvl w:ilvl="0" w:tplc="10E0CB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54301BA"/>
    <w:multiLevelType w:val="hybridMultilevel"/>
    <w:tmpl w:val="F0D017B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5D4BC5"/>
    <w:multiLevelType w:val="hybridMultilevel"/>
    <w:tmpl w:val="C23020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5E2E2F"/>
    <w:multiLevelType w:val="hybridMultilevel"/>
    <w:tmpl w:val="450E7D1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44" w15:restartNumberingAfterBreak="0">
    <w:nsid w:val="3BD051AE"/>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2E4882"/>
    <w:multiLevelType w:val="hybridMultilevel"/>
    <w:tmpl w:val="8432E08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55552C"/>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F8A5228"/>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23F27F9"/>
    <w:multiLevelType w:val="hybridMultilevel"/>
    <w:tmpl w:val="4AD093C6"/>
    <w:lvl w:ilvl="0" w:tplc="76004D46">
      <w:start w:val="1"/>
      <w:numFmt w:val="decimal"/>
      <w:pStyle w:val="Numbering2"/>
      <w:lvlText w:val="%1."/>
      <w:lvlJc w:val="right"/>
      <w:pPr>
        <w:ind w:left="1800" w:hanging="360"/>
      </w:pPr>
      <w:rPr>
        <w:rFonts w:asciiTheme="minorHAnsi" w:eastAsiaTheme="minorHAnsi" w:hAnsiTheme="minorHAnsi" w:cstheme="minorBidi"/>
      </w:rPr>
    </w:lvl>
    <w:lvl w:ilvl="1" w:tplc="5F56F698">
      <w:start w:val="1"/>
      <w:numFmt w:val="lowerLetter"/>
      <w:lvlText w:val="%2."/>
      <w:lvlJc w:val="left"/>
      <w:pPr>
        <w:ind w:left="2520" w:hanging="360"/>
      </w:pPr>
    </w:lvl>
    <w:lvl w:ilvl="2" w:tplc="C066A9DE">
      <w:start w:val="1"/>
      <w:numFmt w:val="lowerRoman"/>
      <w:lvlText w:val="%3."/>
      <w:lvlJc w:val="right"/>
      <w:pPr>
        <w:ind w:left="3240" w:hanging="180"/>
      </w:pPr>
    </w:lvl>
    <w:lvl w:ilvl="3" w:tplc="5F164878">
      <w:start w:val="1"/>
      <w:numFmt w:val="decimal"/>
      <w:lvlText w:val="%4."/>
      <w:lvlJc w:val="left"/>
      <w:pPr>
        <w:ind w:left="3960" w:hanging="360"/>
      </w:pPr>
    </w:lvl>
    <w:lvl w:ilvl="4" w:tplc="B7A232B8">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49" w15:restartNumberingAfterBreak="0">
    <w:nsid w:val="42766800"/>
    <w:multiLevelType w:val="hybridMultilevel"/>
    <w:tmpl w:val="1E027C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2B30837"/>
    <w:multiLevelType w:val="hybridMultilevel"/>
    <w:tmpl w:val="B39026A2"/>
    <w:lvl w:ilvl="0" w:tplc="10E0CB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4BD52C1"/>
    <w:multiLevelType w:val="hybridMultilevel"/>
    <w:tmpl w:val="C230201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62B2A3A"/>
    <w:multiLevelType w:val="hybridMultilevel"/>
    <w:tmpl w:val="7E982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46741465"/>
    <w:multiLevelType w:val="hybridMultilevel"/>
    <w:tmpl w:val="584E07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623F0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8407B41"/>
    <w:multiLevelType w:val="hybridMultilevel"/>
    <w:tmpl w:val="78722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96A2A83"/>
    <w:multiLevelType w:val="hybridMultilevel"/>
    <w:tmpl w:val="2206A0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9D53AC8"/>
    <w:multiLevelType w:val="hybridMultilevel"/>
    <w:tmpl w:val="B4DE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4B72B4"/>
    <w:multiLevelType w:val="multilevel"/>
    <w:tmpl w:val="8CD42D26"/>
    <w:name w:val="Numbering222222222222"/>
    <w:numStyleLink w:val="NumericList"/>
  </w:abstractNum>
  <w:abstractNum w:abstractNumId="59" w15:restartNumberingAfterBreak="0">
    <w:nsid w:val="4A863D60"/>
    <w:multiLevelType w:val="hybridMultilevel"/>
    <w:tmpl w:val="AA8C34B2"/>
    <w:lvl w:ilvl="0" w:tplc="04090001">
      <w:start w:val="1"/>
      <w:numFmt w:val="bullet"/>
      <w:lvlText w:val=""/>
      <w:lvlJc w:val="left"/>
      <w:pPr>
        <w:ind w:left="72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6718B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EEC72DD"/>
    <w:multiLevelType w:val="hybridMultilevel"/>
    <w:tmpl w:val="A24E2A9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02858FB"/>
    <w:multiLevelType w:val="hybridMultilevel"/>
    <w:tmpl w:val="96EC4E1C"/>
    <w:lvl w:ilvl="0" w:tplc="10E0CB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519D43D9"/>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1A31BDD"/>
    <w:multiLevelType w:val="hybridMultilevel"/>
    <w:tmpl w:val="1E5629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3C61D4C"/>
    <w:multiLevelType w:val="hybridMultilevel"/>
    <w:tmpl w:val="68AAA78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3DB5317"/>
    <w:multiLevelType w:val="multilevel"/>
    <w:tmpl w:val="93EA1444"/>
    <w:name w:val="Numbering2"/>
    <w:numStyleLink w:val="Style1"/>
  </w:abstractNum>
  <w:abstractNum w:abstractNumId="67" w15:restartNumberingAfterBreak="0">
    <w:nsid w:val="57BC0327"/>
    <w:multiLevelType w:val="hybridMultilevel"/>
    <w:tmpl w:val="AAE228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8266692"/>
    <w:multiLevelType w:val="hybridMultilevel"/>
    <w:tmpl w:val="61F4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2F40D4"/>
    <w:multiLevelType w:val="multilevel"/>
    <w:tmpl w:val="8CD42D26"/>
    <w:name w:val="Numbering22222222222"/>
    <w:numStyleLink w:val="NumericList"/>
  </w:abstractNum>
  <w:abstractNum w:abstractNumId="70"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72" w15:restartNumberingAfterBreak="0">
    <w:nsid w:val="5B5A60E6"/>
    <w:multiLevelType w:val="hybridMultilevel"/>
    <w:tmpl w:val="67DE4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74" w15:restartNumberingAfterBreak="0">
    <w:nsid w:val="5BAC265B"/>
    <w:multiLevelType w:val="hybridMultilevel"/>
    <w:tmpl w:val="5DFABD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D486530"/>
    <w:multiLevelType w:val="hybridMultilevel"/>
    <w:tmpl w:val="6D9685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77" w15:restartNumberingAfterBreak="0">
    <w:nsid w:val="61013FDE"/>
    <w:multiLevelType w:val="multilevel"/>
    <w:tmpl w:val="93EA1444"/>
    <w:name w:val="Numbering22"/>
    <w:numStyleLink w:val="Style1"/>
  </w:abstractNum>
  <w:abstractNum w:abstractNumId="78" w15:restartNumberingAfterBreak="0">
    <w:nsid w:val="61565AE4"/>
    <w:multiLevelType w:val="hybridMultilevel"/>
    <w:tmpl w:val="57221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16C3254"/>
    <w:multiLevelType w:val="hybridMultilevel"/>
    <w:tmpl w:val="09C2B4D6"/>
    <w:lvl w:ilvl="0" w:tplc="351E369E">
      <w:start w:val="1"/>
      <w:numFmt w:val="bullet"/>
      <w:lvlText w:val="–"/>
      <w:lvlJc w:val="left"/>
      <w:pPr>
        <w:tabs>
          <w:tab w:val="num" w:pos="720"/>
        </w:tabs>
        <w:ind w:left="720" w:hanging="360"/>
      </w:pPr>
      <w:rPr>
        <w:rFonts w:ascii="Arial" w:hAnsi="Arial" w:hint="default"/>
      </w:rPr>
    </w:lvl>
    <w:lvl w:ilvl="1" w:tplc="95824536">
      <w:numFmt w:val="bullet"/>
      <w:pStyle w:val="H2List"/>
      <w:lvlText w:val=""/>
      <w:lvlJc w:val="left"/>
      <w:pPr>
        <w:tabs>
          <w:tab w:val="num" w:pos="1440"/>
        </w:tabs>
        <w:ind w:left="1440" w:hanging="360"/>
      </w:pPr>
      <w:rPr>
        <w:rFonts w:ascii="Symbol" w:eastAsiaTheme="minorHAnsi" w:hAnsi="Symbol" w:cstheme="minorBidi"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80" w15:restartNumberingAfterBreak="0">
    <w:nsid w:val="63796833"/>
    <w:multiLevelType w:val="multilevel"/>
    <w:tmpl w:val="93EA1444"/>
    <w:name w:val="Numbering222"/>
    <w:numStyleLink w:val="Style1"/>
  </w:abstractNum>
  <w:abstractNum w:abstractNumId="81"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82" w15:restartNumberingAfterBreak="0">
    <w:nsid w:val="65746142"/>
    <w:multiLevelType w:val="hybridMultilevel"/>
    <w:tmpl w:val="F82A2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8D69C0"/>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A202C52"/>
    <w:multiLevelType w:val="hybridMultilevel"/>
    <w:tmpl w:val="E4F63E6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35783E"/>
    <w:multiLevelType w:val="hybridMultilevel"/>
    <w:tmpl w:val="A58A26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0540B51"/>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5C97648"/>
    <w:multiLevelType w:val="hybridMultilevel"/>
    <w:tmpl w:val="EE642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75EA5889"/>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6B3055C"/>
    <w:multiLevelType w:val="multilevel"/>
    <w:tmpl w:val="93EA1444"/>
    <w:name w:val="Numbering2222"/>
    <w:numStyleLink w:val="Style1"/>
  </w:abstractNum>
  <w:abstractNum w:abstractNumId="9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92" w15:restartNumberingAfterBreak="0">
    <w:nsid w:val="77D04A80"/>
    <w:multiLevelType w:val="hybridMultilevel"/>
    <w:tmpl w:val="C7D2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94" w15:restartNumberingAfterBreak="0">
    <w:nsid w:val="784F411D"/>
    <w:multiLevelType w:val="hybridMultilevel"/>
    <w:tmpl w:val="6F2EAD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8EE2567"/>
    <w:multiLevelType w:val="hybridMultilevel"/>
    <w:tmpl w:val="1B5AD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9A0509E"/>
    <w:multiLevelType w:val="multilevel"/>
    <w:tmpl w:val="C6ECFCB6"/>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3"/>
      <w:numFmt w:val="decimal"/>
      <w:pStyle w:val="List1"/>
      <w:lvlText w:val="%4."/>
      <w:lvlJc w:val="left"/>
      <w:pPr>
        <w:tabs>
          <w:tab w:val="num" w:pos="1080"/>
        </w:tabs>
        <w:ind w:left="1080" w:hanging="360"/>
      </w:pPr>
      <w:rPr>
        <w:rFonts w:hint="default"/>
        <w:color w:val="auto"/>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b w:val="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7" w15:restartNumberingAfterBreak="0">
    <w:nsid w:val="7AC40CCA"/>
    <w:multiLevelType w:val="multilevel"/>
    <w:tmpl w:val="918C2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B635E98"/>
    <w:multiLevelType w:val="hybridMultilevel"/>
    <w:tmpl w:val="ACE8DC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7C4420B0"/>
    <w:multiLevelType w:val="hybridMultilevel"/>
    <w:tmpl w:val="5DF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DEC13B2"/>
    <w:multiLevelType w:val="hybridMultilevel"/>
    <w:tmpl w:val="D0807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7DF44A73"/>
    <w:multiLevelType w:val="hybridMultilevel"/>
    <w:tmpl w:val="B2749A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FD84EED"/>
    <w:multiLevelType w:val="hybridMultilevel"/>
    <w:tmpl w:val="53D0B85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332823">
    <w:abstractNumId w:val="71"/>
  </w:num>
  <w:num w:numId="2" w16cid:durableId="1927811138">
    <w:abstractNumId w:val="81"/>
  </w:num>
  <w:num w:numId="3" w16cid:durableId="952975018">
    <w:abstractNumId w:val="43"/>
  </w:num>
  <w:num w:numId="4" w16cid:durableId="204369509">
    <w:abstractNumId w:val="48"/>
  </w:num>
  <w:num w:numId="5" w16cid:durableId="678117749">
    <w:abstractNumId w:val="26"/>
  </w:num>
  <w:num w:numId="6" w16cid:durableId="739451722">
    <w:abstractNumId w:val="73"/>
  </w:num>
  <w:num w:numId="7" w16cid:durableId="134764918">
    <w:abstractNumId w:val="93"/>
  </w:num>
  <w:num w:numId="8" w16cid:durableId="721177921">
    <w:abstractNumId w:val="21"/>
  </w:num>
  <w:num w:numId="9" w16cid:durableId="898590737">
    <w:abstractNumId w:val="37"/>
  </w:num>
  <w:num w:numId="10" w16cid:durableId="1589921853">
    <w:abstractNumId w:val="70"/>
  </w:num>
  <w:num w:numId="11" w16cid:durableId="1944145685">
    <w:abstractNumId w:val="23"/>
  </w:num>
  <w:num w:numId="12" w16cid:durableId="1546214424">
    <w:abstractNumId w:val="9"/>
  </w:num>
  <w:num w:numId="13" w16cid:durableId="1936815654">
    <w:abstractNumId w:val="83"/>
  </w:num>
  <w:num w:numId="14" w16cid:durableId="695884524">
    <w:abstractNumId w:val="41"/>
  </w:num>
  <w:num w:numId="15" w16cid:durableId="417674914">
    <w:abstractNumId w:val="4"/>
  </w:num>
  <w:num w:numId="16" w16cid:durableId="1542863709">
    <w:abstractNumId w:val="82"/>
  </w:num>
  <w:num w:numId="17" w16cid:durableId="944188558">
    <w:abstractNumId w:val="98"/>
  </w:num>
  <w:num w:numId="18" w16cid:durableId="474488996">
    <w:abstractNumId w:val="92"/>
  </w:num>
  <w:num w:numId="19" w16cid:durableId="764768075">
    <w:abstractNumId w:val="59"/>
  </w:num>
  <w:num w:numId="20" w16cid:durableId="2006784602">
    <w:abstractNumId w:val="57"/>
  </w:num>
  <w:num w:numId="21" w16cid:durableId="1392919682">
    <w:abstractNumId w:val="62"/>
  </w:num>
  <w:num w:numId="22" w16cid:durableId="991953981">
    <w:abstractNumId w:val="50"/>
  </w:num>
  <w:num w:numId="23" w16cid:durableId="2085640287">
    <w:abstractNumId w:val="38"/>
  </w:num>
  <w:num w:numId="24" w16cid:durableId="320013958">
    <w:abstractNumId w:val="78"/>
  </w:num>
  <w:num w:numId="25" w16cid:durableId="1317688595">
    <w:abstractNumId w:val="27"/>
  </w:num>
  <w:num w:numId="26" w16cid:durableId="866799514">
    <w:abstractNumId w:val="56"/>
  </w:num>
  <w:num w:numId="27" w16cid:durableId="2125154593">
    <w:abstractNumId w:val="96"/>
  </w:num>
  <w:num w:numId="28" w16cid:durableId="1536889644">
    <w:abstractNumId w:val="79"/>
  </w:num>
  <w:num w:numId="29" w16cid:durableId="1150638135">
    <w:abstractNumId w:val="97"/>
  </w:num>
  <w:num w:numId="30" w16cid:durableId="1552383165">
    <w:abstractNumId w:val="12"/>
  </w:num>
  <w:num w:numId="31" w16cid:durableId="190725792">
    <w:abstractNumId w:val="55"/>
  </w:num>
  <w:num w:numId="32" w16cid:durableId="1648051771">
    <w:abstractNumId w:val="95"/>
  </w:num>
  <w:num w:numId="33" w16cid:durableId="406265519">
    <w:abstractNumId w:val="52"/>
  </w:num>
  <w:num w:numId="34" w16cid:durableId="66078086">
    <w:abstractNumId w:val="88"/>
  </w:num>
  <w:num w:numId="35" w16cid:durableId="291138744">
    <w:abstractNumId w:val="25"/>
  </w:num>
  <w:num w:numId="36" w16cid:durableId="1796831846">
    <w:abstractNumId w:val="99"/>
  </w:num>
  <w:num w:numId="37" w16cid:durableId="260649228">
    <w:abstractNumId w:val="24"/>
  </w:num>
  <w:num w:numId="38" w16cid:durableId="426192747">
    <w:abstractNumId w:val="68"/>
  </w:num>
  <w:num w:numId="39" w16cid:durableId="1499346186">
    <w:abstractNumId w:val="89"/>
  </w:num>
  <w:num w:numId="40" w16cid:durableId="525600360">
    <w:abstractNumId w:val="0"/>
  </w:num>
  <w:num w:numId="41" w16cid:durableId="393091307">
    <w:abstractNumId w:val="14"/>
  </w:num>
  <w:num w:numId="42" w16cid:durableId="645621113">
    <w:abstractNumId w:val="86"/>
  </w:num>
  <w:num w:numId="43" w16cid:durableId="1264722570">
    <w:abstractNumId w:val="13"/>
  </w:num>
  <w:num w:numId="44" w16cid:durableId="2147156996">
    <w:abstractNumId w:val="28"/>
  </w:num>
  <w:num w:numId="45" w16cid:durableId="1707245039">
    <w:abstractNumId w:val="101"/>
  </w:num>
  <w:num w:numId="46" w16cid:durableId="1411194798">
    <w:abstractNumId w:val="54"/>
  </w:num>
  <w:num w:numId="47" w16cid:durableId="1521318677">
    <w:abstractNumId w:val="5"/>
  </w:num>
  <w:num w:numId="48" w16cid:durableId="1369381469">
    <w:abstractNumId w:val="16"/>
  </w:num>
  <w:num w:numId="49" w16cid:durableId="151800176">
    <w:abstractNumId w:val="31"/>
  </w:num>
  <w:num w:numId="50" w16cid:durableId="1849059463">
    <w:abstractNumId w:val="60"/>
  </w:num>
  <w:num w:numId="51" w16cid:durableId="2084065752">
    <w:abstractNumId w:val="20"/>
  </w:num>
  <w:num w:numId="52" w16cid:durableId="400100177">
    <w:abstractNumId w:val="61"/>
  </w:num>
  <w:num w:numId="53" w16cid:durableId="1637754141">
    <w:abstractNumId w:val="2"/>
  </w:num>
  <w:num w:numId="54" w16cid:durableId="1456172140">
    <w:abstractNumId w:val="44"/>
  </w:num>
  <w:num w:numId="55" w16cid:durableId="644552338">
    <w:abstractNumId w:val="63"/>
  </w:num>
  <w:num w:numId="56" w16cid:durableId="1780567733">
    <w:abstractNumId w:val="51"/>
  </w:num>
  <w:num w:numId="57" w16cid:durableId="69273232">
    <w:abstractNumId w:val="40"/>
  </w:num>
  <w:num w:numId="58" w16cid:durableId="2095011675">
    <w:abstractNumId w:val="102"/>
  </w:num>
  <w:num w:numId="59" w16cid:durableId="532231620">
    <w:abstractNumId w:val="75"/>
  </w:num>
  <w:num w:numId="60" w16cid:durableId="1260991071">
    <w:abstractNumId w:val="11"/>
  </w:num>
  <w:num w:numId="61" w16cid:durableId="385304212">
    <w:abstractNumId w:val="64"/>
  </w:num>
  <w:num w:numId="62" w16cid:durableId="771752781">
    <w:abstractNumId w:val="8"/>
  </w:num>
  <w:num w:numId="63" w16cid:durableId="884565141">
    <w:abstractNumId w:val="46"/>
  </w:num>
  <w:num w:numId="64" w16cid:durableId="2067365589">
    <w:abstractNumId w:val="94"/>
  </w:num>
  <w:num w:numId="65" w16cid:durableId="1595551051">
    <w:abstractNumId w:val="49"/>
  </w:num>
  <w:num w:numId="66" w16cid:durableId="257912438">
    <w:abstractNumId w:val="100"/>
  </w:num>
  <w:num w:numId="67" w16cid:durableId="825777594">
    <w:abstractNumId w:val="1"/>
  </w:num>
  <w:num w:numId="68" w16cid:durableId="985744583">
    <w:abstractNumId w:val="42"/>
  </w:num>
  <w:num w:numId="69" w16cid:durableId="493685824">
    <w:abstractNumId w:val="47"/>
  </w:num>
  <w:num w:numId="70" w16cid:durableId="1486509365">
    <w:abstractNumId w:val="87"/>
  </w:num>
  <w:num w:numId="71" w16cid:durableId="963929854">
    <w:abstractNumId w:val="85"/>
  </w:num>
  <w:num w:numId="72" w16cid:durableId="622075317">
    <w:abstractNumId w:val="67"/>
  </w:num>
  <w:num w:numId="73" w16cid:durableId="1232622453">
    <w:abstractNumId w:val="84"/>
  </w:num>
  <w:num w:numId="74" w16cid:durableId="1807353800">
    <w:abstractNumId w:val="6"/>
  </w:num>
  <w:num w:numId="75" w16cid:durableId="1721589375">
    <w:abstractNumId w:val="7"/>
  </w:num>
  <w:num w:numId="76" w16cid:durableId="1933582278">
    <w:abstractNumId w:val="39"/>
  </w:num>
  <w:num w:numId="77" w16cid:durableId="1062558560">
    <w:abstractNumId w:val="34"/>
  </w:num>
  <w:num w:numId="78" w16cid:durableId="1945839903">
    <w:abstractNumId w:val="35"/>
  </w:num>
  <w:num w:numId="79" w16cid:durableId="645204843">
    <w:abstractNumId w:val="53"/>
  </w:num>
  <w:num w:numId="80" w16cid:durableId="1735591547">
    <w:abstractNumId w:val="65"/>
  </w:num>
  <w:num w:numId="81" w16cid:durableId="357052456">
    <w:abstractNumId w:val="45"/>
  </w:num>
  <w:num w:numId="82" w16cid:durableId="920263413">
    <w:abstractNumId w:val="74"/>
  </w:num>
  <w:num w:numId="83" w16cid:durableId="762335084">
    <w:abstractNumId w:val="32"/>
  </w:num>
  <w:num w:numId="84" w16cid:durableId="1057582376">
    <w:abstractNumId w:val="33"/>
  </w:num>
  <w:num w:numId="85" w16cid:durableId="1875803675">
    <w:abstractNumId w:val="17"/>
  </w:num>
  <w:num w:numId="86" w16cid:durableId="1604606411">
    <w:abstractNumId w:val="18"/>
  </w:num>
  <w:num w:numId="87" w16cid:durableId="750738436">
    <w:abstractNumId w:val="72"/>
  </w:num>
  <w:num w:numId="88" w16cid:durableId="1617902404">
    <w:abstractNumId w:val="36"/>
  </w:num>
  <w:num w:numId="89" w16cid:durableId="556090215">
    <w:abstractNumId w:val="2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09FF"/>
    <w:rsid w:val="00064B37"/>
    <w:rsid w:val="00070B34"/>
    <w:rsid w:val="00071760"/>
    <w:rsid w:val="000760EA"/>
    <w:rsid w:val="000A1E2F"/>
    <w:rsid w:val="000B3142"/>
    <w:rsid w:val="000B450A"/>
    <w:rsid w:val="000C7197"/>
    <w:rsid w:val="000D0167"/>
    <w:rsid w:val="000F21F3"/>
    <w:rsid w:val="000F302E"/>
    <w:rsid w:val="000F33DB"/>
    <w:rsid w:val="000F47C1"/>
    <w:rsid w:val="00116A5C"/>
    <w:rsid w:val="00124A6B"/>
    <w:rsid w:val="00143E1D"/>
    <w:rsid w:val="0014495C"/>
    <w:rsid w:val="001540BA"/>
    <w:rsid w:val="0015545A"/>
    <w:rsid w:val="001559AE"/>
    <w:rsid w:val="00163799"/>
    <w:rsid w:val="0016511C"/>
    <w:rsid w:val="00165E2D"/>
    <w:rsid w:val="00175995"/>
    <w:rsid w:val="00176054"/>
    <w:rsid w:val="00177BFC"/>
    <w:rsid w:val="00186605"/>
    <w:rsid w:val="0019297A"/>
    <w:rsid w:val="00194A0B"/>
    <w:rsid w:val="001A0C38"/>
    <w:rsid w:val="001B391B"/>
    <w:rsid w:val="001C34AE"/>
    <w:rsid w:val="001C4CE9"/>
    <w:rsid w:val="001C7269"/>
    <w:rsid w:val="001D32E9"/>
    <w:rsid w:val="001D474E"/>
    <w:rsid w:val="001D5818"/>
    <w:rsid w:val="001E21C6"/>
    <w:rsid w:val="001E33D7"/>
    <w:rsid w:val="001F3BE4"/>
    <w:rsid w:val="001F3EC6"/>
    <w:rsid w:val="001F5522"/>
    <w:rsid w:val="002045E5"/>
    <w:rsid w:val="00205961"/>
    <w:rsid w:val="00214F73"/>
    <w:rsid w:val="002162C0"/>
    <w:rsid w:val="0022545D"/>
    <w:rsid w:val="0023350D"/>
    <w:rsid w:val="00236884"/>
    <w:rsid w:val="00244E41"/>
    <w:rsid w:val="00244F8F"/>
    <w:rsid w:val="002536CE"/>
    <w:rsid w:val="00255F2C"/>
    <w:rsid w:val="002652EE"/>
    <w:rsid w:val="00271B38"/>
    <w:rsid w:val="00281C23"/>
    <w:rsid w:val="00283E20"/>
    <w:rsid w:val="002868AF"/>
    <w:rsid w:val="00295201"/>
    <w:rsid w:val="00295703"/>
    <w:rsid w:val="00296C58"/>
    <w:rsid w:val="002A3492"/>
    <w:rsid w:val="002A3D16"/>
    <w:rsid w:val="002A7EC9"/>
    <w:rsid w:val="002B18B8"/>
    <w:rsid w:val="002B32B5"/>
    <w:rsid w:val="002B3CA1"/>
    <w:rsid w:val="002B4D01"/>
    <w:rsid w:val="002B7877"/>
    <w:rsid w:val="002C0236"/>
    <w:rsid w:val="002C2797"/>
    <w:rsid w:val="002C2D48"/>
    <w:rsid w:val="002D0700"/>
    <w:rsid w:val="002D21B3"/>
    <w:rsid w:val="002D402E"/>
    <w:rsid w:val="002E2DDE"/>
    <w:rsid w:val="002E44DD"/>
    <w:rsid w:val="002F2DF9"/>
    <w:rsid w:val="002F3838"/>
    <w:rsid w:val="003072E6"/>
    <w:rsid w:val="003160EB"/>
    <w:rsid w:val="00317996"/>
    <w:rsid w:val="003203B7"/>
    <w:rsid w:val="0032794B"/>
    <w:rsid w:val="0034254E"/>
    <w:rsid w:val="00353FFD"/>
    <w:rsid w:val="003642A6"/>
    <w:rsid w:val="00393661"/>
    <w:rsid w:val="003A1EC4"/>
    <w:rsid w:val="003A696F"/>
    <w:rsid w:val="003A7971"/>
    <w:rsid w:val="003C1FD0"/>
    <w:rsid w:val="003D6468"/>
    <w:rsid w:val="003E1C8A"/>
    <w:rsid w:val="003E5512"/>
    <w:rsid w:val="00401F44"/>
    <w:rsid w:val="00405BD7"/>
    <w:rsid w:val="00442B84"/>
    <w:rsid w:val="00445303"/>
    <w:rsid w:val="00450C89"/>
    <w:rsid w:val="00471DAD"/>
    <w:rsid w:val="00471F01"/>
    <w:rsid w:val="004839C7"/>
    <w:rsid w:val="00492585"/>
    <w:rsid w:val="00497A48"/>
    <w:rsid w:val="004A6CB7"/>
    <w:rsid w:val="004B575E"/>
    <w:rsid w:val="004B73C4"/>
    <w:rsid w:val="004D47CA"/>
    <w:rsid w:val="004D51F3"/>
    <w:rsid w:val="004D773F"/>
    <w:rsid w:val="004F2516"/>
    <w:rsid w:val="0050190B"/>
    <w:rsid w:val="00526100"/>
    <w:rsid w:val="00532CC7"/>
    <w:rsid w:val="00534461"/>
    <w:rsid w:val="00544F2C"/>
    <w:rsid w:val="00564D9C"/>
    <w:rsid w:val="005710CC"/>
    <w:rsid w:val="00572260"/>
    <w:rsid w:val="0057255B"/>
    <w:rsid w:val="00580D26"/>
    <w:rsid w:val="005A2E83"/>
    <w:rsid w:val="005B39E0"/>
    <w:rsid w:val="005C0C0D"/>
    <w:rsid w:val="005C41E6"/>
    <w:rsid w:val="005C7038"/>
    <w:rsid w:val="005E3C4D"/>
    <w:rsid w:val="00602FC2"/>
    <w:rsid w:val="00612A13"/>
    <w:rsid w:val="00615E6E"/>
    <w:rsid w:val="0061711B"/>
    <w:rsid w:val="00620715"/>
    <w:rsid w:val="00636B79"/>
    <w:rsid w:val="00637271"/>
    <w:rsid w:val="006457F1"/>
    <w:rsid w:val="00651643"/>
    <w:rsid w:val="0066742B"/>
    <w:rsid w:val="00667E57"/>
    <w:rsid w:val="00670313"/>
    <w:rsid w:val="006743B3"/>
    <w:rsid w:val="00681AEF"/>
    <w:rsid w:val="0068458D"/>
    <w:rsid w:val="006A30CE"/>
    <w:rsid w:val="006B5589"/>
    <w:rsid w:val="006B63AC"/>
    <w:rsid w:val="006C3806"/>
    <w:rsid w:val="006C49F4"/>
    <w:rsid w:val="006D3D48"/>
    <w:rsid w:val="006D5C70"/>
    <w:rsid w:val="006D6284"/>
    <w:rsid w:val="006E6FB2"/>
    <w:rsid w:val="006E71CD"/>
    <w:rsid w:val="006F740E"/>
    <w:rsid w:val="006F7A7B"/>
    <w:rsid w:val="0070353D"/>
    <w:rsid w:val="00715CCE"/>
    <w:rsid w:val="00725FC1"/>
    <w:rsid w:val="007343E8"/>
    <w:rsid w:val="007402A1"/>
    <w:rsid w:val="007539B0"/>
    <w:rsid w:val="007676F4"/>
    <w:rsid w:val="0078183A"/>
    <w:rsid w:val="00783B15"/>
    <w:rsid w:val="00793D8F"/>
    <w:rsid w:val="007B3186"/>
    <w:rsid w:val="007B3611"/>
    <w:rsid w:val="007B60E5"/>
    <w:rsid w:val="007C2A43"/>
    <w:rsid w:val="007C332B"/>
    <w:rsid w:val="007C7FB6"/>
    <w:rsid w:val="007D0891"/>
    <w:rsid w:val="007E62CD"/>
    <w:rsid w:val="00801A8A"/>
    <w:rsid w:val="008031CE"/>
    <w:rsid w:val="00803470"/>
    <w:rsid w:val="008125F9"/>
    <w:rsid w:val="00813E23"/>
    <w:rsid w:val="0081449C"/>
    <w:rsid w:val="00817D83"/>
    <w:rsid w:val="00817FC8"/>
    <w:rsid w:val="00820F06"/>
    <w:rsid w:val="00827F81"/>
    <w:rsid w:val="008333FD"/>
    <w:rsid w:val="00837725"/>
    <w:rsid w:val="008441C4"/>
    <w:rsid w:val="00853D12"/>
    <w:rsid w:val="00855AA7"/>
    <w:rsid w:val="00860701"/>
    <w:rsid w:val="008729E1"/>
    <w:rsid w:val="00874174"/>
    <w:rsid w:val="008819D1"/>
    <w:rsid w:val="00881EAA"/>
    <w:rsid w:val="008829F9"/>
    <w:rsid w:val="00884A87"/>
    <w:rsid w:val="00885CAD"/>
    <w:rsid w:val="008921B6"/>
    <w:rsid w:val="008967B9"/>
    <w:rsid w:val="008A1309"/>
    <w:rsid w:val="008A178E"/>
    <w:rsid w:val="008B6996"/>
    <w:rsid w:val="008C6E69"/>
    <w:rsid w:val="008E0ADA"/>
    <w:rsid w:val="008E2D4B"/>
    <w:rsid w:val="008F367A"/>
    <w:rsid w:val="008F5C8E"/>
    <w:rsid w:val="008F750A"/>
    <w:rsid w:val="00903440"/>
    <w:rsid w:val="00911E7E"/>
    <w:rsid w:val="00912C00"/>
    <w:rsid w:val="00915028"/>
    <w:rsid w:val="0092064E"/>
    <w:rsid w:val="009248E2"/>
    <w:rsid w:val="00934C47"/>
    <w:rsid w:val="00941067"/>
    <w:rsid w:val="009410BD"/>
    <w:rsid w:val="0094338E"/>
    <w:rsid w:val="00950E66"/>
    <w:rsid w:val="00975658"/>
    <w:rsid w:val="009825E4"/>
    <w:rsid w:val="00983E3F"/>
    <w:rsid w:val="0098433B"/>
    <w:rsid w:val="00987EA2"/>
    <w:rsid w:val="009A5F1D"/>
    <w:rsid w:val="009A6576"/>
    <w:rsid w:val="009B048E"/>
    <w:rsid w:val="009B1172"/>
    <w:rsid w:val="009B3990"/>
    <w:rsid w:val="009B7CFF"/>
    <w:rsid w:val="009C4143"/>
    <w:rsid w:val="009C4565"/>
    <w:rsid w:val="009C65C4"/>
    <w:rsid w:val="009E29DE"/>
    <w:rsid w:val="009E7690"/>
    <w:rsid w:val="009F3788"/>
    <w:rsid w:val="00A03A71"/>
    <w:rsid w:val="00A055D0"/>
    <w:rsid w:val="00A061AB"/>
    <w:rsid w:val="00A1127B"/>
    <w:rsid w:val="00A14206"/>
    <w:rsid w:val="00A217BF"/>
    <w:rsid w:val="00A21F38"/>
    <w:rsid w:val="00A26C3A"/>
    <w:rsid w:val="00A33EFE"/>
    <w:rsid w:val="00A45DEC"/>
    <w:rsid w:val="00A53106"/>
    <w:rsid w:val="00A54B29"/>
    <w:rsid w:val="00A63DEC"/>
    <w:rsid w:val="00A91601"/>
    <w:rsid w:val="00A94725"/>
    <w:rsid w:val="00AA4F7B"/>
    <w:rsid w:val="00AA5DA3"/>
    <w:rsid w:val="00AA6786"/>
    <w:rsid w:val="00AB115E"/>
    <w:rsid w:val="00AC48F9"/>
    <w:rsid w:val="00AC730F"/>
    <w:rsid w:val="00AE77CA"/>
    <w:rsid w:val="00AF5479"/>
    <w:rsid w:val="00AF56DF"/>
    <w:rsid w:val="00B015AD"/>
    <w:rsid w:val="00B0378F"/>
    <w:rsid w:val="00B17F26"/>
    <w:rsid w:val="00B21B8C"/>
    <w:rsid w:val="00B24D4A"/>
    <w:rsid w:val="00B36DD9"/>
    <w:rsid w:val="00B41215"/>
    <w:rsid w:val="00B43E26"/>
    <w:rsid w:val="00B52BE1"/>
    <w:rsid w:val="00B54BD1"/>
    <w:rsid w:val="00B556FE"/>
    <w:rsid w:val="00B63571"/>
    <w:rsid w:val="00BA35C4"/>
    <w:rsid w:val="00BB46DC"/>
    <w:rsid w:val="00BB5B02"/>
    <w:rsid w:val="00BC3AF0"/>
    <w:rsid w:val="00BC432C"/>
    <w:rsid w:val="00BD2C17"/>
    <w:rsid w:val="00BD31FC"/>
    <w:rsid w:val="00BD4697"/>
    <w:rsid w:val="00BE148E"/>
    <w:rsid w:val="00BE752C"/>
    <w:rsid w:val="00C0304D"/>
    <w:rsid w:val="00C11A0A"/>
    <w:rsid w:val="00C17B57"/>
    <w:rsid w:val="00C308BF"/>
    <w:rsid w:val="00C33CED"/>
    <w:rsid w:val="00C35768"/>
    <w:rsid w:val="00C3620E"/>
    <w:rsid w:val="00C64D15"/>
    <w:rsid w:val="00C77D96"/>
    <w:rsid w:val="00C822ED"/>
    <w:rsid w:val="00CA040F"/>
    <w:rsid w:val="00CA3545"/>
    <w:rsid w:val="00CA5E2E"/>
    <w:rsid w:val="00CB5AD7"/>
    <w:rsid w:val="00CB75A1"/>
    <w:rsid w:val="00CC043A"/>
    <w:rsid w:val="00CC2E18"/>
    <w:rsid w:val="00CD7CD5"/>
    <w:rsid w:val="00CE1900"/>
    <w:rsid w:val="00CE4B5D"/>
    <w:rsid w:val="00CE5A0D"/>
    <w:rsid w:val="00CE6CAA"/>
    <w:rsid w:val="00CF3EF6"/>
    <w:rsid w:val="00D0643D"/>
    <w:rsid w:val="00D07184"/>
    <w:rsid w:val="00D07C0D"/>
    <w:rsid w:val="00D15691"/>
    <w:rsid w:val="00D2130F"/>
    <w:rsid w:val="00D34090"/>
    <w:rsid w:val="00D358FD"/>
    <w:rsid w:val="00D3770A"/>
    <w:rsid w:val="00D4614B"/>
    <w:rsid w:val="00D56153"/>
    <w:rsid w:val="00D66163"/>
    <w:rsid w:val="00D726DD"/>
    <w:rsid w:val="00D73F31"/>
    <w:rsid w:val="00D9038B"/>
    <w:rsid w:val="00D949A3"/>
    <w:rsid w:val="00DA597B"/>
    <w:rsid w:val="00DB183C"/>
    <w:rsid w:val="00DB39F8"/>
    <w:rsid w:val="00DB757E"/>
    <w:rsid w:val="00DD1C9D"/>
    <w:rsid w:val="00DD4A9A"/>
    <w:rsid w:val="00DE40DD"/>
    <w:rsid w:val="00DE4F0A"/>
    <w:rsid w:val="00DF10E0"/>
    <w:rsid w:val="00E22649"/>
    <w:rsid w:val="00E23F57"/>
    <w:rsid w:val="00E2655A"/>
    <w:rsid w:val="00E312FF"/>
    <w:rsid w:val="00E350BE"/>
    <w:rsid w:val="00E37E9C"/>
    <w:rsid w:val="00E45F93"/>
    <w:rsid w:val="00E54274"/>
    <w:rsid w:val="00E57997"/>
    <w:rsid w:val="00E6251C"/>
    <w:rsid w:val="00E678D6"/>
    <w:rsid w:val="00E73AD1"/>
    <w:rsid w:val="00E80F4E"/>
    <w:rsid w:val="00E827DA"/>
    <w:rsid w:val="00E908A9"/>
    <w:rsid w:val="00E97F12"/>
    <w:rsid w:val="00EA0C09"/>
    <w:rsid w:val="00EB321D"/>
    <w:rsid w:val="00EB4807"/>
    <w:rsid w:val="00EC42BD"/>
    <w:rsid w:val="00EC74BC"/>
    <w:rsid w:val="00EC7E2B"/>
    <w:rsid w:val="00ED6D1C"/>
    <w:rsid w:val="00EE56F8"/>
    <w:rsid w:val="00EE71C3"/>
    <w:rsid w:val="00EE7B00"/>
    <w:rsid w:val="00EF77D4"/>
    <w:rsid w:val="00F02850"/>
    <w:rsid w:val="00F03ECC"/>
    <w:rsid w:val="00F05DF3"/>
    <w:rsid w:val="00F12969"/>
    <w:rsid w:val="00F15D3C"/>
    <w:rsid w:val="00F212C0"/>
    <w:rsid w:val="00F25604"/>
    <w:rsid w:val="00F3329E"/>
    <w:rsid w:val="00F46047"/>
    <w:rsid w:val="00F53034"/>
    <w:rsid w:val="00F5558A"/>
    <w:rsid w:val="00F56B9C"/>
    <w:rsid w:val="00F94540"/>
    <w:rsid w:val="00F946B4"/>
    <w:rsid w:val="00FA0275"/>
    <w:rsid w:val="00FA2581"/>
    <w:rsid w:val="00FB2CB9"/>
    <w:rsid w:val="00FC5169"/>
    <w:rsid w:val="00FC7289"/>
    <w:rsid w:val="00FD0A32"/>
    <w:rsid w:val="00FF59A4"/>
    <w:rsid w:val="028A1A81"/>
    <w:rsid w:val="0400FB94"/>
    <w:rsid w:val="4C0BEBAA"/>
    <w:rsid w:val="4CB677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ACCEA83F-87EC-4512-A023-4C5990A8E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236884"/>
    <w:rPr>
      <w:color w:val="605E5C"/>
      <w:shd w:val="clear" w:color="auto" w:fill="E1DFDD"/>
    </w:rPr>
  </w:style>
  <w:style w:type="paragraph" w:customStyle="1" w:styleId="BulletedList">
    <w:name w:val="BulletedList"/>
    <w:basedOn w:val="Normal"/>
    <w:rsid w:val="006F740E"/>
    <w:pPr>
      <w:numPr>
        <w:ilvl w:val="1"/>
        <w:numId w:val="14"/>
      </w:numPr>
    </w:pPr>
    <w:rPr>
      <w:rFonts w:ascii="Times New Roman" w:eastAsia="Times New Roman" w:hAnsi="Times New Roman"/>
      <w:sz w:val="24"/>
      <w:szCs w:val="24"/>
    </w:rPr>
  </w:style>
  <w:style w:type="character" w:customStyle="1" w:styleId="ListParagraphChar">
    <w:name w:val="List Paragraph Char"/>
    <w:link w:val="ListParagraph"/>
    <w:uiPriority w:val="34"/>
    <w:rsid w:val="006F740E"/>
  </w:style>
  <w:style w:type="character" w:customStyle="1" w:styleId="ui-provider">
    <w:name w:val="ui-provider"/>
    <w:basedOn w:val="DefaultParagraphFont"/>
    <w:rsid w:val="006F740E"/>
  </w:style>
  <w:style w:type="paragraph" w:customStyle="1" w:styleId="Numbering">
    <w:name w:val="Numbering"/>
    <w:basedOn w:val="ListParagraph"/>
    <w:qFormat/>
    <w:rsid w:val="00F53034"/>
    <w:pPr>
      <w:numPr>
        <w:numId w:val="0"/>
      </w:numPr>
      <w:ind w:left="648" w:hanging="144"/>
      <w:contextualSpacing/>
    </w:pPr>
    <w:rPr>
      <w:rFonts w:asciiTheme="minorHAnsi" w:hAnsiTheme="minorHAnsi" w:cstheme="minorBidi"/>
    </w:rPr>
  </w:style>
  <w:style w:type="paragraph" w:styleId="NoSpacing">
    <w:name w:val="No Spacing"/>
    <w:basedOn w:val="Normal"/>
    <w:uiPriority w:val="1"/>
    <w:qFormat/>
    <w:rsid w:val="00F53034"/>
    <w:rPr>
      <w:rFonts w:cs="Calibri"/>
    </w:rPr>
  </w:style>
  <w:style w:type="paragraph" w:customStyle="1" w:styleId="pf0">
    <w:name w:val="pf0"/>
    <w:basedOn w:val="Normal"/>
    <w:rsid w:val="00F53034"/>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53034"/>
  </w:style>
  <w:style w:type="character" w:customStyle="1" w:styleId="eop">
    <w:name w:val="eop"/>
    <w:basedOn w:val="DefaultParagraphFont"/>
    <w:rsid w:val="00F53034"/>
  </w:style>
  <w:style w:type="paragraph" w:styleId="BodyText">
    <w:name w:val="Body Text"/>
    <w:aliases w:val="bt,Under heading"/>
    <w:basedOn w:val="Normal"/>
    <w:link w:val="BodyTextChar"/>
    <w:rsid w:val="004D773F"/>
    <w:pPr>
      <w:overflowPunct w:val="0"/>
      <w:autoSpaceDE w:val="0"/>
      <w:autoSpaceDN w:val="0"/>
      <w:adjustRightInd w:val="0"/>
      <w:spacing w:before="120" w:after="120" w:line="220" w:lineRule="atLeast"/>
      <w:ind w:left="1080"/>
      <w:textAlignment w:val="baseline"/>
    </w:pPr>
    <w:rPr>
      <w:rFonts w:ascii="Times New Roman" w:eastAsia="Times New Roman" w:hAnsi="Times New Roman"/>
      <w:szCs w:val="20"/>
    </w:rPr>
  </w:style>
  <w:style w:type="character" w:customStyle="1" w:styleId="BodyTextChar">
    <w:name w:val="Body Text Char"/>
    <w:aliases w:val="bt Char,Under heading Char"/>
    <w:basedOn w:val="DefaultParagraphFont"/>
    <w:link w:val="BodyText"/>
    <w:rsid w:val="004D773F"/>
    <w:rPr>
      <w:rFonts w:ascii="Times New Roman" w:eastAsia="Times New Roman" w:hAnsi="Times New Roman"/>
      <w:szCs w:val="20"/>
    </w:rPr>
  </w:style>
  <w:style w:type="paragraph" w:customStyle="1" w:styleId="List1">
    <w:name w:val="List 1"/>
    <w:basedOn w:val="Normal"/>
    <w:rsid w:val="004D773F"/>
    <w:pPr>
      <w:numPr>
        <w:ilvl w:val="3"/>
        <w:numId w:val="27"/>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Default">
    <w:name w:val="Default"/>
    <w:rsid w:val="004D773F"/>
    <w:pPr>
      <w:autoSpaceDE w:val="0"/>
      <w:autoSpaceDN w:val="0"/>
      <w:adjustRightInd w:val="0"/>
    </w:pPr>
    <w:rPr>
      <w:rFonts w:ascii="Myriad Roman" w:eastAsia="Times New Roman" w:hAnsi="Myriad Roman" w:cs="Myriad Roman"/>
      <w:color w:val="000000"/>
      <w:sz w:val="24"/>
      <w:szCs w:val="24"/>
    </w:rPr>
  </w:style>
  <w:style w:type="paragraph" w:customStyle="1" w:styleId="H2List">
    <w:name w:val="H2 List"/>
    <w:basedOn w:val="Normal"/>
    <w:link w:val="H2ListChar"/>
    <w:qFormat/>
    <w:rsid w:val="004D773F"/>
    <w:pPr>
      <w:numPr>
        <w:ilvl w:val="1"/>
        <w:numId w:val="28"/>
      </w:numPr>
      <w:spacing w:after="160" w:line="259" w:lineRule="auto"/>
    </w:pPr>
    <w:rPr>
      <w:rFonts w:asciiTheme="minorHAnsi" w:hAnsiTheme="minorHAnsi" w:cstheme="minorBidi"/>
    </w:rPr>
  </w:style>
  <w:style w:type="character" w:customStyle="1" w:styleId="H2ListChar">
    <w:name w:val="H2 List Char"/>
    <w:basedOn w:val="DefaultParagraphFont"/>
    <w:link w:val="H2List"/>
    <w:rsid w:val="004D773F"/>
    <w:rPr>
      <w:rFonts w:asciiTheme="minorHAnsi" w:hAnsiTheme="minorHAnsi" w:cstheme="minorBidi"/>
    </w:rPr>
  </w:style>
  <w:style w:type="paragraph" w:customStyle="1" w:styleId="xxmsonormal">
    <w:name w:val="x_xmsonormal"/>
    <w:basedOn w:val="Normal"/>
    <w:rsid w:val="004D773F"/>
    <w:rPr>
      <w:rFonts w:ascii="Aptos" w:eastAsia="Aptos" w:hAnsi="Aptos" w:cs="Aptos"/>
      <w:sz w:val="24"/>
      <w:szCs w:val="24"/>
    </w:rPr>
  </w:style>
  <w:style w:type="table" w:styleId="PlainTable4">
    <w:name w:val="Plain Table 4"/>
    <w:basedOn w:val="TableNormal"/>
    <w:uiPriority w:val="44"/>
    <w:rsid w:val="00B0378F"/>
    <w:rPr>
      <w:rFonts w:asciiTheme="minorHAnsi" w:hAnsiTheme="minorHAnsi" w:cstheme="minorBid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D4697"/>
    <w:rPr>
      <w:color w:val="954F72" w:themeColor="followedHyperlink"/>
      <w:u w:val="single"/>
    </w:rPr>
  </w:style>
  <w:style w:type="paragraph" w:styleId="Revision">
    <w:name w:val="Revision"/>
    <w:hidden/>
    <w:uiPriority w:val="99"/>
    <w:semiHidden/>
    <w:rsid w:val="000F21F3"/>
  </w:style>
  <w:style w:type="table" w:customStyle="1" w:styleId="PlainTable42">
    <w:name w:val="Plain Table 42"/>
    <w:basedOn w:val="TableNormal"/>
    <w:next w:val="PlainTable4"/>
    <w:uiPriority w:val="44"/>
    <w:rsid w:val="008F750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052687">
      <w:bodyDiv w:val="1"/>
      <w:marLeft w:val="0"/>
      <w:marRight w:val="0"/>
      <w:marTop w:val="0"/>
      <w:marBottom w:val="0"/>
      <w:divBdr>
        <w:top w:val="none" w:sz="0" w:space="0" w:color="auto"/>
        <w:left w:val="none" w:sz="0" w:space="0" w:color="auto"/>
        <w:bottom w:val="none" w:sz="0" w:space="0" w:color="auto"/>
        <w:right w:val="none" w:sz="0" w:space="0" w:color="auto"/>
      </w:divBdr>
    </w:div>
    <w:div w:id="101090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altsa/office-housing-and-employment" TargetMode="External"/><Relationship Id="rId18" Type="http://schemas.openxmlformats.org/officeDocument/2006/relationships/hyperlink" Target="https://www.dshs.wa.gov/sites/default/files/ALTSA/stakeholders/documents/RCL/ALTSA-Housing-Regional-Map.pdf" TargetMode="External"/><Relationship Id="rId26" Type="http://schemas.openxmlformats.org/officeDocument/2006/relationships/hyperlink" Target="https://www.dshs.wa.gov/sites/default/files/ALTSA/hcs/Housing-Employment/Motel-Interim-Stays-for-Transition-MIST-Field.pdf" TargetMode="External"/><Relationship Id="rId39" Type="http://schemas.openxmlformats.org/officeDocument/2006/relationships/hyperlink" Target="https://www.youtube.com/watch?v=DyCerTNs2ZU" TargetMode="External"/><Relationship Id="rId21" Type="http://schemas.openxmlformats.org/officeDocument/2006/relationships/hyperlink" Target="https://www.dshs.wa.gov/sites/default/files/ALTSA/hcs/Housing-Employment/FederalVouchers.pdf" TargetMode="External"/><Relationship Id="rId34" Type="http://schemas.openxmlformats.org/officeDocument/2006/relationships/hyperlink" Target="https://apps.leg.wa.gov/wac/default.aspx?cite=388-106"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huduser.gov/portal/datasets/il.html" TargetMode="External"/><Relationship Id="rId29" Type="http://schemas.openxmlformats.org/officeDocument/2006/relationships/hyperlink" Target="mailto:housingcommitteeetr@dshs.w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nnie.matson2@dshs.wa.gov" TargetMode="External"/><Relationship Id="rId24" Type="http://schemas.openxmlformats.org/officeDocument/2006/relationships/hyperlink" Target="https://www.dshs.wa.gov/sites/default/files/ALTSA/stakeholders/documents/RCL/Zero%20Income.pdf" TargetMode="External"/><Relationship Id="rId32" Type="http://schemas.openxmlformats.org/officeDocument/2006/relationships/hyperlink" Target="https://apps.leg.wa.gov/wac/default.aspx?cite=388-106-0270" TargetMode="External"/><Relationship Id="rId37" Type="http://schemas.openxmlformats.org/officeDocument/2006/relationships/hyperlink" Target="https://www.youtube.com/watch?v=wRFjTKyqWJ4" TargetMode="External"/><Relationship Id="rId40" Type="http://schemas.openxmlformats.org/officeDocument/2006/relationships/hyperlink" Target="https://youtu.be/z5BKwZY7F1U" TargetMode="External"/><Relationship Id="rId45"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dshs.wa.gov/sites/default/files/ALTSA/stakeholders/documents/RCL/ALTSA-Housing-Regional-Map.pdf" TargetMode="External"/><Relationship Id="rId23" Type="http://schemas.openxmlformats.org/officeDocument/2006/relationships/hyperlink" Target="https://www.dshs.wa.gov/sites/default/files/ALTSA/stakeholders/documents/RCL/LTSS%20One-Pager.pdf" TargetMode="External"/><Relationship Id="rId28" Type="http://schemas.openxmlformats.org/officeDocument/2006/relationships/image" Target="media/image1.png"/><Relationship Id="rId36" Type="http://schemas.openxmlformats.org/officeDocument/2006/relationships/hyperlink" Target="http://apps.leg.wa.gov/wac/default.aspx?cite=388-106-1765" TargetMode="External"/><Relationship Id="rId10" Type="http://schemas.openxmlformats.org/officeDocument/2006/relationships/endnotes" Target="endnotes.xml"/><Relationship Id="rId19" Type="http://schemas.openxmlformats.org/officeDocument/2006/relationships/hyperlink" Target="https://www.dshs.wa.gov/altsa/office-housing-and-employment" TargetMode="External"/><Relationship Id="rId31" Type="http://schemas.openxmlformats.org/officeDocument/2006/relationships/hyperlink" Target="https://www.dshs.wa.gov/sites/default/files/ALTSA/hcs/documents/LTCManual/Chapter%2029.docx" TargetMode="Externa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duser.gov/portal/datasets/il.html" TargetMode="External"/><Relationship Id="rId22" Type="http://schemas.openxmlformats.org/officeDocument/2006/relationships/hyperlink" Target="https://www.dshs.wa.gov/sites/default/files/ALTSA/hcs/Housing-Employment/811Units.pdf" TargetMode="External"/><Relationship Id="rId27" Type="http://schemas.openxmlformats.org/officeDocument/2006/relationships/hyperlink" Target="https://www.youtube.com/watch?v=wRFjTKyqWJ4" TargetMode="External"/><Relationship Id="rId30" Type="http://schemas.openxmlformats.org/officeDocument/2006/relationships/hyperlink" Target="https://www.dshs.wa.gov/sites/default/files/ALTSA/hcs/documents/LTCManual/Chapter%207.docx" TargetMode="External"/><Relationship Id="rId35" Type="http://schemas.openxmlformats.org/officeDocument/2006/relationships/hyperlink" Target="https://apps.leg.wa.gov/wac/default.aspx?cite=388-106-1700"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ian.harpole@dshs.wa.gov" TargetMode="External"/><Relationship Id="rId17" Type="http://schemas.openxmlformats.org/officeDocument/2006/relationships/hyperlink" Target="https://www.dshs.wa.gov/sites/default/files/ALTSA/stakeholders/documents/RCL/ALTSA-Housing-Regional-Map.pdf" TargetMode="External"/><Relationship Id="rId25" Type="http://schemas.openxmlformats.org/officeDocument/2006/relationships/hyperlink" Target="https://www.dshs.wa.gov/sites/default/files/ALTSA/stakeholders/documents/RCL/Income%20Discrimination%20Flyer.pdf" TargetMode="External"/><Relationship Id="rId33" Type="http://schemas.openxmlformats.org/officeDocument/2006/relationships/hyperlink" Target="https://apps.leg.wa.gov/wac/default.aspx?cite=388-106-0030" TargetMode="External"/><Relationship Id="rId38" Type="http://schemas.openxmlformats.org/officeDocument/2006/relationships/hyperlink" Target="https://youtu.be/DTAvZlmM1pQ" TargetMode="External"/><Relationship Id="rId46" Type="http://schemas.openxmlformats.org/officeDocument/2006/relationships/footer" Target="footer3.xml"/><Relationship Id="rId20" Type="http://schemas.openxmlformats.org/officeDocument/2006/relationships/hyperlink" Target="https://www.dshs.wa.gov/sites/default/files/ALTSA/stakeholders/documents/RCL/ALTSA%20Housing%20Opportunities.pdf" TargetMode="External"/><Relationship Id="rId41"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6C3209-6098-42AC-AF72-3035C62B9F8C}">
  <ds:schemaRefs>
    <ds:schemaRef ds:uri="http://schemas.microsoft.com/office/2006/metadata/properties"/>
    <ds:schemaRef ds:uri="http://schemas.microsoft.com/office/infopath/2007/PartnerControls"/>
    <ds:schemaRef ds:uri="http://schemas.microsoft.com/sharepoint/v3"/>
    <ds:schemaRef ds:uri="37ec06e3-3d7b-447a-9afc-51f249ecfd56"/>
    <ds:schemaRef ds:uri="ba120aac-2fb2-44ba-8886-bd72401d1c37"/>
  </ds:schemaRefs>
</ds:datastoreItem>
</file>

<file path=customXml/itemProps2.xml><?xml version="1.0" encoding="utf-8"?>
<ds:datastoreItem xmlns:ds="http://schemas.openxmlformats.org/officeDocument/2006/customXml" ds:itemID="{F22E6337-C5FB-4BBA-BAFD-15365E86D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4.xml><?xml version="1.0" encoding="utf-8"?>
<ds:datastoreItem xmlns:ds="http://schemas.openxmlformats.org/officeDocument/2006/customXml" ds:itemID="{29AEE7B5-C432-4BCC-A2EE-F9FA4CC57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8462</Words>
  <Characters>48240</Characters>
  <Application>Microsoft Office Word</Application>
  <DocSecurity>4</DocSecurity>
  <Lines>402</Lines>
  <Paragraphs>113</Paragraphs>
  <ScaleCrop>false</ScaleCrop>
  <Company>Washington State DSHS</Company>
  <LinksUpToDate>false</LinksUpToDate>
  <CharactersWithSpaces>56589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10</cp:revision>
  <dcterms:created xsi:type="dcterms:W3CDTF">2025-05-21T15:44:00Z</dcterms:created>
  <dcterms:modified xsi:type="dcterms:W3CDTF">2025-08-20T16:02:00Z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y fmtid="{D5CDD505-2E9C-101B-9397-08002B2CF9AE}" pid="3" name="MediaServiceImageTags">
    <vt:lpwstr/>
  </property>
</Properties>
</file>