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A3A95" w14:textId="5A44F81B" w:rsidR="00DA34C3" w:rsidRPr="007E6071" w:rsidRDefault="00CE1DDB" w:rsidP="007E6071">
      <w:pPr>
        <w:pStyle w:val="Heading1"/>
      </w:pPr>
      <w:bookmarkStart w:id="0" w:name="_Toc205534342"/>
      <w:r w:rsidRPr="007E6071">
        <w:t>Introduction to Medicaid, State Plans, and 1915c W</w:t>
      </w:r>
      <w:r w:rsidR="00156D60" w:rsidRPr="007E6071">
        <w:t>aivers</w:t>
      </w:r>
      <w:bookmarkEnd w:id="0"/>
    </w:p>
    <w:p w14:paraId="6BEF7AED" w14:textId="468E0F14" w:rsidR="00CE1DDB" w:rsidRDefault="007676F4" w:rsidP="00CE1DDB">
      <w:r>
        <w:t xml:space="preserve">Chapter </w:t>
      </w:r>
      <w:r w:rsidR="00CE1DDB">
        <w:t>7</w:t>
      </w:r>
      <w:r>
        <w:t xml:space="preserve"> </w:t>
      </w:r>
      <w:r w:rsidR="00CE1DDB">
        <w:t xml:space="preserve">provides an overview of Medicaid, </w:t>
      </w:r>
      <w:r w:rsidR="00156D60">
        <w:t>t</w:t>
      </w:r>
      <w:r w:rsidR="00CE1DDB">
        <w:t>he Medicaid State Plan</w:t>
      </w:r>
      <w:r w:rsidR="00156D60">
        <w:t>, and 1915c Waivers</w:t>
      </w:r>
      <w:r w:rsidR="00CE1DDB">
        <w:t>. It will also</w:t>
      </w:r>
      <w:r w:rsidR="00156ABC">
        <w:t xml:space="preserve"> </w:t>
      </w:r>
      <w:r w:rsidR="00CE1DDB">
        <w:t xml:space="preserve">introduce </w:t>
      </w:r>
      <w:r w:rsidR="00CE1DDB" w:rsidRPr="00F67F82">
        <w:t xml:space="preserve">the </w:t>
      </w:r>
      <w:r w:rsidR="00CE1DDB">
        <w:t xml:space="preserve">core </w:t>
      </w:r>
      <w:r w:rsidR="009B2664">
        <w:t>Home and Community Services (</w:t>
      </w:r>
      <w:r w:rsidR="00CE1DDB" w:rsidRPr="00F67F82">
        <w:t>HCS</w:t>
      </w:r>
      <w:r w:rsidR="009B2664">
        <w:t>)</w:t>
      </w:r>
      <w:r w:rsidR="00CE1DDB" w:rsidRPr="00F67F82">
        <w:t xml:space="preserve"> programs</w:t>
      </w:r>
      <w:r w:rsidR="00CE1DDB">
        <w:t xml:space="preserve"> t</w:t>
      </w:r>
      <w:r w:rsidR="00CE1DDB" w:rsidRPr="00F67F82">
        <w:t>hat enable individuals to remain in or return to their own communities through the provision of coordinated</w:t>
      </w:r>
      <w:r w:rsidR="00CE1DDB">
        <w:t>,</w:t>
      </w:r>
      <w:r w:rsidR="00CE1DDB" w:rsidRPr="00F67F82">
        <w:t xml:space="preserve"> comprehensive </w:t>
      </w:r>
      <w:r w:rsidR="00CE1DDB">
        <w:t>and economical home and community-</w:t>
      </w:r>
      <w:r w:rsidR="00CE1DDB" w:rsidRPr="00F67F82">
        <w:t>based services.</w:t>
      </w:r>
    </w:p>
    <w:p w14:paraId="5D4BCF08" w14:textId="77777777" w:rsidR="00CE1DDB" w:rsidRDefault="00CE1DDB" w:rsidP="007676F4"/>
    <w:p w14:paraId="40524657" w14:textId="77777777" w:rsidR="007676F4" w:rsidRPr="007E6071" w:rsidRDefault="007676F4" w:rsidP="007676F4">
      <w:pPr>
        <w:pStyle w:val="Heading4"/>
        <w:rPr>
          <w:color w:val="193F6F"/>
        </w:rPr>
      </w:pPr>
      <w:r w:rsidRPr="007E6071">
        <w:rPr>
          <w:color w:val="193F6F"/>
        </w:rPr>
        <w:t>Ask the Expert</w:t>
      </w:r>
    </w:p>
    <w:p w14:paraId="2F6148AE" w14:textId="77777777" w:rsidR="007676F4" w:rsidRDefault="007676F4" w:rsidP="007676F4">
      <w:r>
        <w:t>If you have questions or need clarification about the content in this chapter, please contact:</w:t>
      </w:r>
    </w:p>
    <w:p w14:paraId="422E0338" w14:textId="4858050F" w:rsidR="006C6743" w:rsidRDefault="00B40F64" w:rsidP="006C6743">
      <w:r>
        <w:t>Anne Moua</w:t>
      </w:r>
      <w:r w:rsidR="001A372E">
        <w:tab/>
      </w:r>
      <w:r w:rsidR="001A372E">
        <w:tab/>
        <w:t>HC</w:t>
      </w:r>
      <w:r w:rsidR="00A62905">
        <w:t>B</w:t>
      </w:r>
      <w:r w:rsidR="001A372E">
        <w:t>S Waiver</w:t>
      </w:r>
      <w:r w:rsidR="006C6743">
        <w:t xml:space="preserve"> Program Manager</w:t>
      </w:r>
    </w:p>
    <w:p w14:paraId="7A3E442C" w14:textId="64C0EADC" w:rsidR="006C6743" w:rsidRDefault="006C6743" w:rsidP="006C6743">
      <w:r>
        <w:tab/>
      </w:r>
      <w:r>
        <w:tab/>
      </w:r>
      <w:r>
        <w:tab/>
      </w:r>
      <w:r w:rsidR="00B40F64">
        <w:t>509</w:t>
      </w:r>
      <w:r w:rsidR="00581108">
        <w:t>.</w:t>
      </w:r>
      <w:r w:rsidR="00B40F64">
        <w:t>590</w:t>
      </w:r>
      <w:r w:rsidR="00581108">
        <w:t>.</w:t>
      </w:r>
      <w:r w:rsidR="00B40F64">
        <w:t>3909</w:t>
      </w:r>
      <w:r>
        <w:tab/>
      </w:r>
      <w:r w:rsidR="006320F0">
        <w:tab/>
      </w:r>
      <w:hyperlink r:id="rId11" w:history="1">
        <w:r w:rsidR="006320F0" w:rsidRPr="00706399">
          <w:rPr>
            <w:rStyle w:val="Hyperlink"/>
          </w:rPr>
          <w:t>Anne.Moua@dshs.wa.gov</w:t>
        </w:r>
      </w:hyperlink>
      <w:r w:rsidR="005C3619">
        <w:t xml:space="preserve"> </w:t>
      </w:r>
    </w:p>
    <w:p w14:paraId="064A3CAD" w14:textId="77777777" w:rsidR="007676F4" w:rsidRDefault="007676F4" w:rsidP="007676F4"/>
    <w:p w14:paraId="69065F5C" w14:textId="77777777" w:rsidR="007E62CD" w:rsidRDefault="007E62CD" w:rsidP="00E22649"/>
    <w:bookmarkStart w:id="1" w:name="_Toc205534343"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Content>
        <w:p w14:paraId="34853433" w14:textId="77777777" w:rsidR="007E62CD" w:rsidRPr="007E6071" w:rsidRDefault="007E62CD" w:rsidP="007E62CD">
          <w:pPr>
            <w:pStyle w:val="Heading2"/>
            <w:rPr>
              <w:color w:val="193F6F"/>
            </w:rPr>
          </w:pPr>
          <w:r w:rsidRPr="007E6071">
            <w:rPr>
              <w:color w:val="193F6F"/>
            </w:rPr>
            <w:t>Table of Contents</w:t>
          </w:r>
          <w:bookmarkEnd w:id="1"/>
        </w:p>
        <w:p w14:paraId="48AC202E" w14:textId="1C14E4E5" w:rsidR="00DB42BF"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205534342" w:history="1">
            <w:r w:rsidR="00DB42BF" w:rsidRPr="002F1FA5">
              <w:rPr>
                <w:rStyle w:val="Hyperlink"/>
                <w:noProof/>
              </w:rPr>
              <w:t>Introduction to Medicaid, State Plans, and 1915c Waivers</w:t>
            </w:r>
            <w:r w:rsidR="00DB42BF">
              <w:rPr>
                <w:noProof/>
                <w:webHidden/>
              </w:rPr>
              <w:tab/>
            </w:r>
            <w:r w:rsidR="00DB42BF">
              <w:rPr>
                <w:noProof/>
                <w:webHidden/>
              </w:rPr>
              <w:fldChar w:fldCharType="begin"/>
            </w:r>
            <w:r w:rsidR="00DB42BF">
              <w:rPr>
                <w:noProof/>
                <w:webHidden/>
              </w:rPr>
              <w:instrText xml:space="preserve"> PAGEREF _Toc205534342 \h </w:instrText>
            </w:r>
            <w:r w:rsidR="00DB42BF">
              <w:rPr>
                <w:noProof/>
                <w:webHidden/>
              </w:rPr>
            </w:r>
            <w:r w:rsidR="00DB42BF">
              <w:rPr>
                <w:noProof/>
                <w:webHidden/>
              </w:rPr>
              <w:fldChar w:fldCharType="separate"/>
            </w:r>
            <w:r w:rsidR="00DB42BF">
              <w:rPr>
                <w:noProof/>
                <w:webHidden/>
              </w:rPr>
              <w:t>1</w:t>
            </w:r>
            <w:r w:rsidR="00DB42BF">
              <w:rPr>
                <w:noProof/>
                <w:webHidden/>
              </w:rPr>
              <w:fldChar w:fldCharType="end"/>
            </w:r>
          </w:hyperlink>
        </w:p>
        <w:p w14:paraId="0E5B6CDD" w14:textId="0E81BC46" w:rsidR="00DB42BF" w:rsidRDefault="00DB42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343" w:history="1">
            <w:r w:rsidRPr="002F1FA5">
              <w:rPr>
                <w:rStyle w:val="Hyperlink"/>
                <w:noProof/>
              </w:rPr>
              <w:t>Table of Contents</w:t>
            </w:r>
            <w:r>
              <w:rPr>
                <w:noProof/>
                <w:webHidden/>
              </w:rPr>
              <w:tab/>
            </w:r>
            <w:r>
              <w:rPr>
                <w:noProof/>
                <w:webHidden/>
              </w:rPr>
              <w:fldChar w:fldCharType="begin"/>
            </w:r>
            <w:r>
              <w:rPr>
                <w:noProof/>
                <w:webHidden/>
              </w:rPr>
              <w:instrText xml:space="preserve"> PAGEREF _Toc205534343 \h </w:instrText>
            </w:r>
            <w:r>
              <w:rPr>
                <w:noProof/>
                <w:webHidden/>
              </w:rPr>
            </w:r>
            <w:r>
              <w:rPr>
                <w:noProof/>
                <w:webHidden/>
              </w:rPr>
              <w:fldChar w:fldCharType="separate"/>
            </w:r>
            <w:r>
              <w:rPr>
                <w:noProof/>
                <w:webHidden/>
              </w:rPr>
              <w:t>1</w:t>
            </w:r>
            <w:r>
              <w:rPr>
                <w:noProof/>
                <w:webHidden/>
              </w:rPr>
              <w:fldChar w:fldCharType="end"/>
            </w:r>
          </w:hyperlink>
        </w:p>
        <w:p w14:paraId="646C2031" w14:textId="54675650" w:rsidR="00DB42BF" w:rsidRDefault="00DB42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344" w:history="1">
            <w:r w:rsidRPr="002F1FA5">
              <w:rPr>
                <w:rStyle w:val="Hyperlink"/>
                <w:noProof/>
              </w:rPr>
              <w:t>Background</w:t>
            </w:r>
            <w:r>
              <w:rPr>
                <w:noProof/>
                <w:webHidden/>
              </w:rPr>
              <w:tab/>
            </w:r>
            <w:r>
              <w:rPr>
                <w:noProof/>
                <w:webHidden/>
              </w:rPr>
              <w:fldChar w:fldCharType="begin"/>
            </w:r>
            <w:r>
              <w:rPr>
                <w:noProof/>
                <w:webHidden/>
              </w:rPr>
              <w:instrText xml:space="preserve"> PAGEREF _Toc205534344 \h </w:instrText>
            </w:r>
            <w:r>
              <w:rPr>
                <w:noProof/>
                <w:webHidden/>
              </w:rPr>
            </w:r>
            <w:r>
              <w:rPr>
                <w:noProof/>
                <w:webHidden/>
              </w:rPr>
              <w:fldChar w:fldCharType="separate"/>
            </w:r>
            <w:r>
              <w:rPr>
                <w:noProof/>
                <w:webHidden/>
              </w:rPr>
              <w:t>2</w:t>
            </w:r>
            <w:r>
              <w:rPr>
                <w:noProof/>
                <w:webHidden/>
              </w:rPr>
              <w:fldChar w:fldCharType="end"/>
            </w:r>
          </w:hyperlink>
        </w:p>
        <w:p w14:paraId="231BE3B3" w14:textId="5E711E61" w:rsidR="00DB42BF" w:rsidRDefault="00DB42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345" w:history="1">
            <w:r w:rsidRPr="002F1FA5">
              <w:rPr>
                <w:rStyle w:val="Hyperlink"/>
                <w:noProof/>
              </w:rPr>
              <w:t>Medicaid</w:t>
            </w:r>
            <w:r>
              <w:rPr>
                <w:noProof/>
                <w:webHidden/>
              </w:rPr>
              <w:tab/>
            </w:r>
            <w:r>
              <w:rPr>
                <w:noProof/>
                <w:webHidden/>
              </w:rPr>
              <w:fldChar w:fldCharType="begin"/>
            </w:r>
            <w:r>
              <w:rPr>
                <w:noProof/>
                <w:webHidden/>
              </w:rPr>
              <w:instrText xml:space="preserve"> PAGEREF _Toc205534345 \h </w:instrText>
            </w:r>
            <w:r>
              <w:rPr>
                <w:noProof/>
                <w:webHidden/>
              </w:rPr>
            </w:r>
            <w:r>
              <w:rPr>
                <w:noProof/>
                <w:webHidden/>
              </w:rPr>
              <w:fldChar w:fldCharType="separate"/>
            </w:r>
            <w:r>
              <w:rPr>
                <w:noProof/>
                <w:webHidden/>
              </w:rPr>
              <w:t>2</w:t>
            </w:r>
            <w:r>
              <w:rPr>
                <w:noProof/>
                <w:webHidden/>
              </w:rPr>
              <w:fldChar w:fldCharType="end"/>
            </w:r>
          </w:hyperlink>
        </w:p>
        <w:p w14:paraId="7FFB1314" w14:textId="12CD7D5E" w:rsidR="00DB42BF" w:rsidRDefault="00DB42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346" w:history="1">
            <w:r w:rsidRPr="002F1FA5">
              <w:rPr>
                <w:rStyle w:val="Hyperlink"/>
                <w:noProof/>
              </w:rPr>
              <w:t>Medicaid State Plan</w:t>
            </w:r>
            <w:r>
              <w:rPr>
                <w:noProof/>
                <w:webHidden/>
              </w:rPr>
              <w:tab/>
            </w:r>
            <w:r>
              <w:rPr>
                <w:noProof/>
                <w:webHidden/>
              </w:rPr>
              <w:fldChar w:fldCharType="begin"/>
            </w:r>
            <w:r>
              <w:rPr>
                <w:noProof/>
                <w:webHidden/>
              </w:rPr>
              <w:instrText xml:space="preserve"> PAGEREF _Toc205534346 \h </w:instrText>
            </w:r>
            <w:r>
              <w:rPr>
                <w:noProof/>
                <w:webHidden/>
              </w:rPr>
            </w:r>
            <w:r>
              <w:rPr>
                <w:noProof/>
                <w:webHidden/>
              </w:rPr>
              <w:fldChar w:fldCharType="separate"/>
            </w:r>
            <w:r>
              <w:rPr>
                <w:noProof/>
                <w:webHidden/>
              </w:rPr>
              <w:t>2</w:t>
            </w:r>
            <w:r>
              <w:rPr>
                <w:noProof/>
                <w:webHidden/>
              </w:rPr>
              <w:fldChar w:fldCharType="end"/>
            </w:r>
          </w:hyperlink>
        </w:p>
        <w:p w14:paraId="5E17EA4A" w14:textId="2CA8CF85" w:rsidR="00DB42BF" w:rsidRDefault="00DB42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347" w:history="1">
            <w:r w:rsidRPr="002F1FA5">
              <w:rPr>
                <w:rStyle w:val="Hyperlink"/>
                <w:noProof/>
              </w:rPr>
              <w:t>HCBS 1915c Waiver</w:t>
            </w:r>
            <w:r>
              <w:rPr>
                <w:noProof/>
                <w:webHidden/>
              </w:rPr>
              <w:tab/>
            </w:r>
            <w:r>
              <w:rPr>
                <w:noProof/>
                <w:webHidden/>
              </w:rPr>
              <w:fldChar w:fldCharType="begin"/>
            </w:r>
            <w:r>
              <w:rPr>
                <w:noProof/>
                <w:webHidden/>
              </w:rPr>
              <w:instrText xml:space="preserve"> PAGEREF _Toc205534347 \h </w:instrText>
            </w:r>
            <w:r>
              <w:rPr>
                <w:noProof/>
                <w:webHidden/>
              </w:rPr>
            </w:r>
            <w:r>
              <w:rPr>
                <w:noProof/>
                <w:webHidden/>
              </w:rPr>
              <w:fldChar w:fldCharType="separate"/>
            </w:r>
            <w:r>
              <w:rPr>
                <w:noProof/>
                <w:webHidden/>
              </w:rPr>
              <w:t>3</w:t>
            </w:r>
            <w:r>
              <w:rPr>
                <w:noProof/>
                <w:webHidden/>
              </w:rPr>
              <w:fldChar w:fldCharType="end"/>
            </w:r>
          </w:hyperlink>
        </w:p>
        <w:p w14:paraId="5683F4D2" w14:textId="7168B47C" w:rsidR="00DB42BF" w:rsidRDefault="00DB42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348" w:history="1">
            <w:r w:rsidRPr="002F1FA5">
              <w:rPr>
                <w:rStyle w:val="Hyperlink"/>
                <w:noProof/>
              </w:rPr>
              <w:t>Program Determination</w:t>
            </w:r>
            <w:r>
              <w:rPr>
                <w:noProof/>
                <w:webHidden/>
              </w:rPr>
              <w:tab/>
            </w:r>
            <w:r>
              <w:rPr>
                <w:noProof/>
                <w:webHidden/>
              </w:rPr>
              <w:fldChar w:fldCharType="begin"/>
            </w:r>
            <w:r>
              <w:rPr>
                <w:noProof/>
                <w:webHidden/>
              </w:rPr>
              <w:instrText xml:space="preserve"> PAGEREF _Toc205534348 \h </w:instrText>
            </w:r>
            <w:r>
              <w:rPr>
                <w:noProof/>
                <w:webHidden/>
              </w:rPr>
            </w:r>
            <w:r>
              <w:rPr>
                <w:noProof/>
                <w:webHidden/>
              </w:rPr>
              <w:fldChar w:fldCharType="separate"/>
            </w:r>
            <w:r>
              <w:rPr>
                <w:noProof/>
                <w:webHidden/>
              </w:rPr>
              <w:t>4</w:t>
            </w:r>
            <w:r>
              <w:rPr>
                <w:noProof/>
                <w:webHidden/>
              </w:rPr>
              <w:fldChar w:fldCharType="end"/>
            </w:r>
          </w:hyperlink>
        </w:p>
        <w:p w14:paraId="1F53F143" w14:textId="45714FEB" w:rsidR="00DB42BF" w:rsidRDefault="00DB42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349" w:history="1">
            <w:r w:rsidRPr="002F1FA5">
              <w:rPr>
                <w:rStyle w:val="Hyperlink"/>
                <w:noProof/>
              </w:rPr>
              <w:t>Hierarchy</w:t>
            </w:r>
            <w:r>
              <w:rPr>
                <w:noProof/>
                <w:webHidden/>
              </w:rPr>
              <w:tab/>
            </w:r>
            <w:r>
              <w:rPr>
                <w:noProof/>
                <w:webHidden/>
              </w:rPr>
              <w:fldChar w:fldCharType="begin"/>
            </w:r>
            <w:r>
              <w:rPr>
                <w:noProof/>
                <w:webHidden/>
              </w:rPr>
              <w:instrText xml:space="preserve"> PAGEREF _Toc205534349 \h </w:instrText>
            </w:r>
            <w:r>
              <w:rPr>
                <w:noProof/>
                <w:webHidden/>
              </w:rPr>
            </w:r>
            <w:r>
              <w:rPr>
                <w:noProof/>
                <w:webHidden/>
              </w:rPr>
              <w:fldChar w:fldCharType="separate"/>
            </w:r>
            <w:r>
              <w:rPr>
                <w:noProof/>
                <w:webHidden/>
              </w:rPr>
              <w:t>4</w:t>
            </w:r>
            <w:r>
              <w:rPr>
                <w:noProof/>
                <w:webHidden/>
              </w:rPr>
              <w:fldChar w:fldCharType="end"/>
            </w:r>
          </w:hyperlink>
        </w:p>
        <w:p w14:paraId="725B4A10" w14:textId="3A419579" w:rsidR="00DB42BF" w:rsidRDefault="00DB42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350" w:history="1">
            <w:r w:rsidRPr="002F1FA5">
              <w:rPr>
                <w:rStyle w:val="Hyperlink"/>
                <w:noProof/>
              </w:rPr>
              <w:t>Required Form</w:t>
            </w:r>
            <w:r>
              <w:rPr>
                <w:noProof/>
                <w:webHidden/>
              </w:rPr>
              <w:tab/>
            </w:r>
            <w:r>
              <w:rPr>
                <w:noProof/>
                <w:webHidden/>
              </w:rPr>
              <w:fldChar w:fldCharType="begin"/>
            </w:r>
            <w:r>
              <w:rPr>
                <w:noProof/>
                <w:webHidden/>
              </w:rPr>
              <w:instrText xml:space="preserve"> PAGEREF _Toc205534350 \h </w:instrText>
            </w:r>
            <w:r>
              <w:rPr>
                <w:noProof/>
                <w:webHidden/>
              </w:rPr>
            </w:r>
            <w:r>
              <w:rPr>
                <w:noProof/>
                <w:webHidden/>
              </w:rPr>
              <w:fldChar w:fldCharType="separate"/>
            </w:r>
            <w:r>
              <w:rPr>
                <w:noProof/>
                <w:webHidden/>
              </w:rPr>
              <w:t>4</w:t>
            </w:r>
            <w:r>
              <w:rPr>
                <w:noProof/>
                <w:webHidden/>
              </w:rPr>
              <w:fldChar w:fldCharType="end"/>
            </w:r>
          </w:hyperlink>
        </w:p>
        <w:p w14:paraId="333546E4" w14:textId="629DAABC" w:rsidR="00DB42BF" w:rsidRDefault="00DB42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351" w:history="1">
            <w:r w:rsidRPr="002F1FA5">
              <w:rPr>
                <w:rStyle w:val="Hyperlink"/>
                <w:noProof/>
              </w:rPr>
              <w:t>Excluded Services</w:t>
            </w:r>
            <w:r>
              <w:rPr>
                <w:noProof/>
                <w:webHidden/>
              </w:rPr>
              <w:tab/>
            </w:r>
            <w:r>
              <w:rPr>
                <w:noProof/>
                <w:webHidden/>
              </w:rPr>
              <w:fldChar w:fldCharType="begin"/>
            </w:r>
            <w:r>
              <w:rPr>
                <w:noProof/>
                <w:webHidden/>
              </w:rPr>
              <w:instrText xml:space="preserve"> PAGEREF _Toc205534351 \h </w:instrText>
            </w:r>
            <w:r>
              <w:rPr>
                <w:noProof/>
                <w:webHidden/>
              </w:rPr>
            </w:r>
            <w:r>
              <w:rPr>
                <w:noProof/>
                <w:webHidden/>
              </w:rPr>
              <w:fldChar w:fldCharType="separate"/>
            </w:r>
            <w:r>
              <w:rPr>
                <w:noProof/>
                <w:webHidden/>
              </w:rPr>
              <w:t>5</w:t>
            </w:r>
            <w:r>
              <w:rPr>
                <w:noProof/>
                <w:webHidden/>
              </w:rPr>
              <w:fldChar w:fldCharType="end"/>
            </w:r>
          </w:hyperlink>
        </w:p>
        <w:p w14:paraId="1DED7511" w14:textId="3EC16EF5" w:rsidR="00DB42BF" w:rsidRDefault="00DB42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352" w:history="1">
            <w:r w:rsidRPr="002F1FA5">
              <w:rPr>
                <w:rStyle w:val="Hyperlink"/>
                <w:noProof/>
              </w:rPr>
              <w:t>Resources</w:t>
            </w:r>
            <w:r>
              <w:rPr>
                <w:noProof/>
                <w:webHidden/>
              </w:rPr>
              <w:tab/>
            </w:r>
            <w:r>
              <w:rPr>
                <w:noProof/>
                <w:webHidden/>
              </w:rPr>
              <w:fldChar w:fldCharType="begin"/>
            </w:r>
            <w:r>
              <w:rPr>
                <w:noProof/>
                <w:webHidden/>
              </w:rPr>
              <w:instrText xml:space="preserve"> PAGEREF _Toc205534352 \h </w:instrText>
            </w:r>
            <w:r>
              <w:rPr>
                <w:noProof/>
                <w:webHidden/>
              </w:rPr>
            </w:r>
            <w:r>
              <w:rPr>
                <w:noProof/>
                <w:webHidden/>
              </w:rPr>
              <w:fldChar w:fldCharType="separate"/>
            </w:r>
            <w:r>
              <w:rPr>
                <w:noProof/>
                <w:webHidden/>
              </w:rPr>
              <w:t>6</w:t>
            </w:r>
            <w:r>
              <w:rPr>
                <w:noProof/>
                <w:webHidden/>
              </w:rPr>
              <w:fldChar w:fldCharType="end"/>
            </w:r>
          </w:hyperlink>
        </w:p>
        <w:p w14:paraId="39B0D7A8" w14:textId="7CBDE87C" w:rsidR="00DB42BF" w:rsidRDefault="00DB42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353" w:history="1">
            <w:r w:rsidRPr="002F1FA5">
              <w:rPr>
                <w:rStyle w:val="Hyperlink"/>
                <w:noProof/>
              </w:rPr>
              <w:t>Related WAC</w:t>
            </w:r>
            <w:r>
              <w:rPr>
                <w:noProof/>
                <w:webHidden/>
              </w:rPr>
              <w:tab/>
            </w:r>
            <w:r>
              <w:rPr>
                <w:noProof/>
                <w:webHidden/>
              </w:rPr>
              <w:fldChar w:fldCharType="begin"/>
            </w:r>
            <w:r>
              <w:rPr>
                <w:noProof/>
                <w:webHidden/>
              </w:rPr>
              <w:instrText xml:space="preserve"> PAGEREF _Toc205534353 \h </w:instrText>
            </w:r>
            <w:r>
              <w:rPr>
                <w:noProof/>
                <w:webHidden/>
              </w:rPr>
            </w:r>
            <w:r>
              <w:rPr>
                <w:noProof/>
                <w:webHidden/>
              </w:rPr>
              <w:fldChar w:fldCharType="separate"/>
            </w:r>
            <w:r>
              <w:rPr>
                <w:noProof/>
                <w:webHidden/>
              </w:rPr>
              <w:t>6</w:t>
            </w:r>
            <w:r>
              <w:rPr>
                <w:noProof/>
                <w:webHidden/>
              </w:rPr>
              <w:fldChar w:fldCharType="end"/>
            </w:r>
          </w:hyperlink>
        </w:p>
        <w:p w14:paraId="504E10A3" w14:textId="60A98DAC" w:rsidR="00DB42BF" w:rsidRDefault="00DB42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354" w:history="1">
            <w:r w:rsidRPr="002F1FA5">
              <w:rPr>
                <w:rStyle w:val="Hyperlink"/>
                <w:noProof/>
              </w:rPr>
              <w:t>Acronyms</w:t>
            </w:r>
            <w:r>
              <w:rPr>
                <w:noProof/>
                <w:webHidden/>
              </w:rPr>
              <w:tab/>
            </w:r>
            <w:r>
              <w:rPr>
                <w:noProof/>
                <w:webHidden/>
              </w:rPr>
              <w:fldChar w:fldCharType="begin"/>
            </w:r>
            <w:r>
              <w:rPr>
                <w:noProof/>
                <w:webHidden/>
              </w:rPr>
              <w:instrText xml:space="preserve"> PAGEREF _Toc205534354 \h </w:instrText>
            </w:r>
            <w:r>
              <w:rPr>
                <w:noProof/>
                <w:webHidden/>
              </w:rPr>
            </w:r>
            <w:r>
              <w:rPr>
                <w:noProof/>
                <w:webHidden/>
              </w:rPr>
              <w:fldChar w:fldCharType="separate"/>
            </w:r>
            <w:r>
              <w:rPr>
                <w:noProof/>
                <w:webHidden/>
              </w:rPr>
              <w:t>6</w:t>
            </w:r>
            <w:r>
              <w:rPr>
                <w:noProof/>
                <w:webHidden/>
              </w:rPr>
              <w:fldChar w:fldCharType="end"/>
            </w:r>
          </w:hyperlink>
        </w:p>
        <w:p w14:paraId="5DE1176D" w14:textId="7A02EC58" w:rsidR="00DB42BF" w:rsidRDefault="00DB42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355" w:history="1">
            <w:r w:rsidRPr="002F1FA5">
              <w:rPr>
                <w:rStyle w:val="Hyperlink"/>
                <w:noProof/>
              </w:rPr>
              <w:t>Revision History</w:t>
            </w:r>
            <w:r>
              <w:rPr>
                <w:noProof/>
                <w:webHidden/>
              </w:rPr>
              <w:tab/>
            </w:r>
            <w:r>
              <w:rPr>
                <w:noProof/>
                <w:webHidden/>
              </w:rPr>
              <w:fldChar w:fldCharType="begin"/>
            </w:r>
            <w:r>
              <w:rPr>
                <w:noProof/>
                <w:webHidden/>
              </w:rPr>
              <w:instrText xml:space="preserve"> PAGEREF _Toc205534355 \h </w:instrText>
            </w:r>
            <w:r>
              <w:rPr>
                <w:noProof/>
                <w:webHidden/>
              </w:rPr>
            </w:r>
            <w:r>
              <w:rPr>
                <w:noProof/>
                <w:webHidden/>
              </w:rPr>
              <w:fldChar w:fldCharType="separate"/>
            </w:r>
            <w:r>
              <w:rPr>
                <w:noProof/>
                <w:webHidden/>
              </w:rPr>
              <w:t>6</w:t>
            </w:r>
            <w:r>
              <w:rPr>
                <w:noProof/>
                <w:webHidden/>
              </w:rPr>
              <w:fldChar w:fldCharType="end"/>
            </w:r>
          </w:hyperlink>
        </w:p>
        <w:p w14:paraId="2D823C73" w14:textId="1F4CA51D" w:rsidR="00DA34C3" w:rsidRDefault="007E62CD" w:rsidP="00DA34C3">
          <w:pPr>
            <w:rPr>
              <w:bCs/>
              <w:noProof/>
            </w:rPr>
          </w:pPr>
          <w:r>
            <w:rPr>
              <w:b/>
              <w:bCs/>
              <w:noProof/>
            </w:rPr>
            <w:fldChar w:fldCharType="end"/>
          </w:r>
        </w:p>
      </w:sdtContent>
    </w:sdt>
    <w:bookmarkStart w:id="2" w:name="_Toc525727012" w:displacedByCustomXml="prev"/>
    <w:bookmarkStart w:id="3" w:name="_Toc525727112" w:displacedByCustomXml="prev"/>
    <w:bookmarkStart w:id="4" w:name="_Toc528758278" w:displacedByCustomXml="prev"/>
    <w:bookmarkStart w:id="5" w:name="_Toc528759426" w:displacedByCustomXml="prev"/>
    <w:bookmarkStart w:id="6" w:name="_Toc528760021" w:displacedByCustomXml="prev"/>
    <w:bookmarkEnd w:id="6"/>
    <w:bookmarkEnd w:id="5"/>
    <w:bookmarkEnd w:id="4"/>
    <w:bookmarkEnd w:id="3"/>
    <w:bookmarkEnd w:id="2"/>
    <w:p w14:paraId="2E2B7374" w14:textId="77777777" w:rsidR="00DB42BF" w:rsidRDefault="00DB42BF">
      <w:pPr>
        <w:rPr>
          <w:rFonts w:ascii="Century Gothic" w:eastAsiaTheme="majorEastAsia" w:hAnsi="Century Gothic" w:cstheme="majorBidi"/>
          <w:b/>
          <w:caps/>
          <w:color w:val="193F6F"/>
          <w:sz w:val="26"/>
          <w:szCs w:val="26"/>
        </w:rPr>
      </w:pPr>
      <w:r>
        <w:rPr>
          <w:color w:val="193F6F"/>
        </w:rPr>
        <w:br w:type="page"/>
      </w:r>
    </w:p>
    <w:p w14:paraId="0F6A36D8" w14:textId="4B48427C" w:rsidR="00DA34C3" w:rsidRPr="007E6071" w:rsidRDefault="00DA34C3" w:rsidP="00DA34C3">
      <w:pPr>
        <w:pStyle w:val="Heading2"/>
        <w:rPr>
          <w:color w:val="193F6F"/>
        </w:rPr>
      </w:pPr>
      <w:bookmarkStart w:id="7" w:name="_Toc205534344"/>
      <w:r w:rsidRPr="007E6071">
        <w:rPr>
          <w:color w:val="193F6F"/>
        </w:rPr>
        <w:t>Background</w:t>
      </w:r>
      <w:bookmarkEnd w:id="7"/>
    </w:p>
    <w:p w14:paraId="58931301" w14:textId="77777777" w:rsidR="00CE1DDB" w:rsidRDefault="00CE1DDB" w:rsidP="00CE1DDB">
      <w:r w:rsidRPr="00F67F82">
        <w:t xml:space="preserve">The </w:t>
      </w:r>
      <w:r>
        <w:t>purpose</w:t>
      </w:r>
      <w:r w:rsidRPr="00F67F82">
        <w:t xml:space="preserve"> </w:t>
      </w:r>
      <w:r w:rsidR="009B2664">
        <w:t>of the HCS</w:t>
      </w:r>
      <w:r w:rsidRPr="00F67F82">
        <w:t xml:space="preserve"> Division is to promote, plan, develop, and provide long-term care services responsive to the needs of adults with disabilities</w:t>
      </w:r>
      <w:r>
        <w:t xml:space="preserve"> and the elderly</w:t>
      </w:r>
      <w:r w:rsidRPr="00F67F82">
        <w:t xml:space="preserve"> with priority attention to low-income individuals and families. We help people with disabilities and their families obtain appropriate quality services to maximize independence, dignity, and quality of life.</w:t>
      </w:r>
    </w:p>
    <w:p w14:paraId="1D4CF777" w14:textId="77777777" w:rsidR="00CE1DDB" w:rsidRPr="00F67F82" w:rsidRDefault="00CE1DDB" w:rsidP="00CE1DDB"/>
    <w:p w14:paraId="2CBE4B80" w14:textId="28293973" w:rsidR="00CE1DDB" w:rsidRDefault="00CE1DDB" w:rsidP="00CE1DDB">
      <w:r w:rsidRPr="00F67F82">
        <w:t>HCS prog</w:t>
      </w:r>
      <w:r>
        <w:t>rams are funded by Medicaid and/or s</w:t>
      </w:r>
      <w:r w:rsidRPr="00F67F82">
        <w:t xml:space="preserve">tate funds and administered by the </w:t>
      </w:r>
      <w:r w:rsidR="00A27931">
        <w:t>Home and Community Living Administration (HCLA)</w:t>
      </w:r>
      <w:r w:rsidRPr="00DF7F9F">
        <w:t xml:space="preserve">. To be eligible for all </w:t>
      </w:r>
      <w:r w:rsidR="00A27931">
        <w:t>HCLA</w:t>
      </w:r>
      <w:r w:rsidRPr="00F67F82">
        <w:t>-funded programs, the applicant must meet the target population, functional, and financial criteria.</w:t>
      </w:r>
    </w:p>
    <w:p w14:paraId="1B633AFA" w14:textId="77777777" w:rsidR="005F0B67" w:rsidRDefault="005F0B67" w:rsidP="00CE1DDB"/>
    <w:p w14:paraId="7BF98B38" w14:textId="77777777" w:rsidR="007676F4" w:rsidRPr="007E6071" w:rsidRDefault="00CE1DDB" w:rsidP="007676F4">
      <w:pPr>
        <w:pStyle w:val="Heading2"/>
        <w:rPr>
          <w:color w:val="193F6F"/>
        </w:rPr>
      </w:pPr>
      <w:bookmarkStart w:id="8" w:name="_Toc205534345"/>
      <w:r w:rsidRPr="007E6071">
        <w:rPr>
          <w:color w:val="193F6F"/>
        </w:rPr>
        <w:t>Medicaid</w:t>
      </w:r>
      <w:bookmarkEnd w:id="8"/>
    </w:p>
    <w:p w14:paraId="2F5EE6D8" w14:textId="77777777" w:rsidR="00CE1DDB" w:rsidRDefault="00CE1DDB" w:rsidP="00CE1DDB">
      <w:r>
        <w:t xml:space="preserve">Medicaid, Title XIX of the Social Security Act (SSA), is a needs-based entitlement program that provides medical assistance for certain individuals and families with low incomes and few resources. The Medicaid program became law in 1965 as a jointly funded, cooperative venture between the Federal and State governments to assist states in the provision of adequate medical care to eligible needy persons. </w:t>
      </w:r>
    </w:p>
    <w:p w14:paraId="66CABDEA" w14:textId="77777777" w:rsidR="00CE1DDB" w:rsidRDefault="00CE1DDB" w:rsidP="00CE1DDB"/>
    <w:p w14:paraId="0AE4A4DC" w14:textId="70AE342B" w:rsidR="00CE1DDB" w:rsidRDefault="00CE1DDB" w:rsidP="00CE1DDB">
      <w:r>
        <w:t xml:space="preserve">Medicaid is the foundation on which </w:t>
      </w:r>
      <w:bookmarkStart w:id="9" w:name="_Int_nnyjKdQM"/>
      <w:r w:rsidR="1A8B1207">
        <w:t>HCS</w:t>
      </w:r>
      <w:bookmarkEnd w:id="9"/>
      <w:r w:rsidR="0040431A">
        <w:t xml:space="preserve"> </w:t>
      </w:r>
      <w:r>
        <w:t xml:space="preserve">and </w:t>
      </w:r>
      <w:r w:rsidR="0040431A">
        <w:t xml:space="preserve">the </w:t>
      </w:r>
      <w:r>
        <w:t xml:space="preserve">Developmental Disabilities </w:t>
      </w:r>
      <w:r w:rsidR="00A27931">
        <w:t xml:space="preserve">Community Services </w:t>
      </w:r>
      <w:r>
        <w:t>(DD</w:t>
      </w:r>
      <w:r w:rsidR="00A27931">
        <w:t>CS</w:t>
      </w:r>
      <w:r>
        <w:t xml:space="preserve">) build home and </w:t>
      </w:r>
      <w:r w:rsidR="7D17F8A5">
        <w:t>community-based</w:t>
      </w:r>
      <w:r>
        <w:t xml:space="preserve"> programs. Most of the core programs are funded through either the Medicaid State Plan or a Medicaid 1915(c) waiver. The costs of providing Medicaid services </w:t>
      </w:r>
      <w:r w:rsidR="005C3BEA">
        <w:t>are</w:t>
      </w:r>
      <w:r>
        <w:t xml:space="preserve"> shared between the Federal and State government.</w:t>
      </w:r>
    </w:p>
    <w:p w14:paraId="00954027" w14:textId="77777777" w:rsidR="00CE1DDB" w:rsidRDefault="00CE1DDB" w:rsidP="00CE1DDB"/>
    <w:p w14:paraId="78CABC6E" w14:textId="77777777" w:rsidR="00CE1DDB" w:rsidRDefault="00CE1DDB" w:rsidP="00CE1DDB">
      <w:r>
        <w:t>The portion paid by the Federal government is known as the Federal Medical Assistance Percentage or FMAP. Each state’s FMAP is determined annually using a formula that compares the state’s average per capita income with the national average. FMAP cannot be lower than 50% or higher than 83%. States with a higher per capita income receive a lower FMAP. Washington State’s FMAP is about 50%.</w:t>
      </w:r>
    </w:p>
    <w:p w14:paraId="14ABC4DF" w14:textId="77777777" w:rsidR="00CE1DDB" w:rsidRDefault="00CE1DDB" w:rsidP="00CE1DDB"/>
    <w:p w14:paraId="1CAC563D" w14:textId="77777777" w:rsidR="008967B9" w:rsidRDefault="00CE1DDB" w:rsidP="00CE1DDB">
      <w:r>
        <w:t>Rules and policies that g</w:t>
      </w:r>
      <w:r w:rsidR="0040431A">
        <w:t>overn Medicaid are found in the SSA</w:t>
      </w:r>
      <w:r>
        <w:t>, the Code of Federal Regulations (CFR)</w:t>
      </w:r>
      <w:r w:rsidR="0040431A">
        <w:t>,</w:t>
      </w:r>
      <w:r>
        <w:t xml:space="preserve"> and the Centers for Medicare and Medicaid Services (CMS) Medicaid Manual.</w:t>
      </w:r>
    </w:p>
    <w:p w14:paraId="1A75109E" w14:textId="77777777" w:rsidR="00CE1DDB" w:rsidRDefault="00CE1DDB" w:rsidP="00CE1DDB"/>
    <w:p w14:paraId="180B488E" w14:textId="77777777" w:rsidR="00CE1DDB" w:rsidRDefault="00CE1DDB" w:rsidP="0040431A">
      <w:pPr>
        <w:pStyle w:val="Heading3"/>
      </w:pPr>
      <w:bookmarkStart w:id="10" w:name="_Toc205534346"/>
      <w:r>
        <w:t>Medicaid State Plan</w:t>
      </w:r>
      <w:bookmarkEnd w:id="10"/>
    </w:p>
    <w:p w14:paraId="03EB2A2F" w14:textId="77777777" w:rsidR="001B7F79" w:rsidRDefault="00CE1DDB" w:rsidP="00CE1DDB">
      <w:r>
        <w:t xml:space="preserve">Section 1905 of the </w:t>
      </w:r>
      <w:r w:rsidR="0040431A">
        <w:t>SSA</w:t>
      </w:r>
      <w:r>
        <w:t xml:space="preserve"> requires States that administer the Medicaid program to describe how they will meet the mandatory Medicaid requirements and the option</w:t>
      </w:r>
      <w:r w:rsidR="0040431A">
        <w:t xml:space="preserve">al services they will provide. </w:t>
      </w:r>
      <w:r>
        <w:t>This is done through the development of a Medicaid State Plan</w:t>
      </w:r>
      <w:r w:rsidR="001B7F79">
        <w:t xml:space="preserve"> (</w:t>
      </w:r>
      <w:r>
        <w:t>also known as the State Plan)</w:t>
      </w:r>
      <w:r w:rsidR="001B7F79">
        <w:t>.</w:t>
      </w:r>
      <w:r>
        <w:t xml:space="preserve"> </w:t>
      </w:r>
      <w:r w:rsidR="001B7F79">
        <w:t xml:space="preserve">It </w:t>
      </w:r>
      <w:r>
        <w:t xml:space="preserve">is Washington’s agreement with CMS that our state will adhere to the requirements of the </w:t>
      </w:r>
      <w:r w:rsidR="0040431A">
        <w:t>SSA</w:t>
      </w:r>
      <w:r>
        <w:t xml:space="preserve"> and the official issuances of the Department of Health and Hum</w:t>
      </w:r>
      <w:r w:rsidR="0040431A">
        <w:t xml:space="preserve">an Services (DHHS). </w:t>
      </w:r>
    </w:p>
    <w:p w14:paraId="6FBE0232" w14:textId="77777777" w:rsidR="001B7F79" w:rsidRDefault="001B7F79" w:rsidP="00CE1DDB"/>
    <w:p w14:paraId="6767300C" w14:textId="58948AFA" w:rsidR="001B7F79" w:rsidRDefault="001B7F79" w:rsidP="00CE1DDB">
      <w:r w:rsidRPr="001B7F79">
        <w:t>The State Plan is “owned” by the Health Care Authority which is Washington’s Medicaid State Agency.  HCS and DD</w:t>
      </w:r>
      <w:r w:rsidR="00A27931">
        <w:t>CS</w:t>
      </w:r>
      <w:r w:rsidRPr="001B7F79">
        <w:t xml:space="preserve"> are considered operating agencies for some of the state plan services such as Medicaid Personal Care (MPC) and Community First Choice (CFC).</w:t>
      </w:r>
    </w:p>
    <w:p w14:paraId="7CAB2E2C" w14:textId="77777777" w:rsidR="001B7F79" w:rsidRPr="007E6071" w:rsidRDefault="001B7F79" w:rsidP="001B7F79">
      <w:pPr>
        <w:pStyle w:val="Heading4"/>
        <w:rPr>
          <w:color w:val="193F6F"/>
        </w:rPr>
      </w:pPr>
      <w:r w:rsidRPr="007E6071">
        <w:rPr>
          <w:color w:val="193F6F"/>
        </w:rPr>
        <w:t>State Plan Approval</w:t>
      </w:r>
    </w:p>
    <w:p w14:paraId="4E174AD0" w14:textId="77777777" w:rsidR="0040431A" w:rsidRPr="00CE1DDB" w:rsidRDefault="00CE1DDB" w:rsidP="0040431A">
      <w:r>
        <w:t>Once approved by CMS, the State Plan deems Washington eligible to receive federal funding or federal matching funds for providing Medicaid services.</w:t>
      </w:r>
      <w:r w:rsidR="001B7F79">
        <w:t xml:space="preserve"> </w:t>
      </w:r>
      <w:r w:rsidR="0040431A">
        <w:t xml:space="preserve">State Plan </w:t>
      </w:r>
      <w:r w:rsidR="0040431A" w:rsidRPr="00CE1DDB">
        <w:t>services must be offered statewide</w:t>
      </w:r>
      <w:r w:rsidR="005C3BEA">
        <w:t>,</w:t>
      </w:r>
      <w:r w:rsidR="0040431A" w:rsidRPr="00CE1DDB">
        <w:t xml:space="preserve"> and the state cannot set limits on the number of people who will be served or the dol</w:t>
      </w:r>
      <w:r w:rsidR="0040431A">
        <w:t xml:space="preserve">lar amount that will be spent. </w:t>
      </w:r>
      <w:r w:rsidR="0040431A" w:rsidRPr="00CE1DDB">
        <w:t>Federal rules require that state plan services should be used before using 1915(c) waiv</w:t>
      </w:r>
      <w:r w:rsidR="0040431A">
        <w:t xml:space="preserve">er funds. </w:t>
      </w:r>
      <w:r w:rsidR="0040431A" w:rsidRPr="00CE1DDB">
        <w:t>This is why state plan programs are</w:t>
      </w:r>
      <w:r w:rsidR="0040431A">
        <w:t xml:space="preserve"> considered priority programs. B</w:t>
      </w:r>
      <w:r w:rsidR="0040431A" w:rsidRPr="00CE1DDB">
        <w:t xml:space="preserve">y utilizing State Plan services first, </w:t>
      </w:r>
      <w:r w:rsidR="001B7F79">
        <w:t>Home and Community Based Services (</w:t>
      </w:r>
      <w:r w:rsidR="0040431A" w:rsidRPr="00CE1DDB">
        <w:t>HCBS</w:t>
      </w:r>
      <w:r w:rsidR="001B7F79">
        <w:t>)</w:t>
      </w:r>
      <w:r w:rsidR="0040431A" w:rsidRPr="00CE1DDB">
        <w:t xml:space="preserve"> waiver capacity is reserved for clients whose amount, duration, or scope of service need is beyond what the state plan programs can provide.</w:t>
      </w:r>
    </w:p>
    <w:p w14:paraId="6E9DFF14" w14:textId="77777777" w:rsidR="00CE1DDB" w:rsidRDefault="00CE1DDB" w:rsidP="00CE1DDB"/>
    <w:p w14:paraId="3E4F8339" w14:textId="77777777" w:rsidR="001B7F79" w:rsidRPr="007E6071" w:rsidRDefault="001B7F79" w:rsidP="001B7F79">
      <w:pPr>
        <w:pStyle w:val="Heading4"/>
        <w:rPr>
          <w:color w:val="193F6F"/>
        </w:rPr>
      </w:pPr>
      <w:r w:rsidRPr="007E6071">
        <w:rPr>
          <w:color w:val="193F6F"/>
        </w:rPr>
        <w:t>Components</w:t>
      </w:r>
    </w:p>
    <w:p w14:paraId="0B69FD59" w14:textId="77777777" w:rsidR="00CE1DDB" w:rsidRPr="00CE1DDB" w:rsidRDefault="001B7F79" w:rsidP="00CE1DDB">
      <w:r w:rsidRPr="00CE1DDB">
        <w:t>All state plans are different.</w:t>
      </w:r>
      <w:r>
        <w:t xml:space="preserve"> </w:t>
      </w:r>
      <w:r w:rsidRPr="00CE1DDB">
        <w:t>Each state defines Medicaid eligibility differently and not all states offer some of the optional Medicaid services (like MPC).</w:t>
      </w:r>
      <w:r>
        <w:t xml:space="preserve"> </w:t>
      </w:r>
      <w:r w:rsidR="00CE1DDB" w:rsidRPr="00CE1DDB">
        <w:t>The State Plan describes:</w:t>
      </w:r>
    </w:p>
    <w:p w14:paraId="7C28F86D" w14:textId="77777777" w:rsidR="00CE1DDB" w:rsidRPr="00CE1DDB" w:rsidRDefault="00CE1DDB" w:rsidP="005F0B67">
      <w:pPr>
        <w:pStyle w:val="ListParagraph"/>
      </w:pPr>
      <w:r w:rsidRPr="00CE1DDB">
        <w:t xml:space="preserve">Who is eligible; </w:t>
      </w:r>
    </w:p>
    <w:p w14:paraId="4ACF572C" w14:textId="77777777" w:rsidR="005F0B67" w:rsidRDefault="00CE1DDB" w:rsidP="005F0B67">
      <w:pPr>
        <w:pStyle w:val="ListParagraph"/>
      </w:pPr>
      <w:r w:rsidRPr="00CE1DDB">
        <w:t xml:space="preserve">What services will be offered including </w:t>
      </w:r>
      <w:r w:rsidR="005F0B67">
        <w:t>the:</w:t>
      </w:r>
    </w:p>
    <w:p w14:paraId="0F500A47" w14:textId="77777777" w:rsidR="005F0B67" w:rsidRDefault="005F0B67" w:rsidP="005F0B67">
      <w:pPr>
        <w:pStyle w:val="ListParagraph2"/>
      </w:pPr>
      <w:r>
        <w:t>amount (how often),</w:t>
      </w:r>
    </w:p>
    <w:p w14:paraId="0CA710BA" w14:textId="77777777" w:rsidR="005F0B67" w:rsidRDefault="00CE1DDB" w:rsidP="005F0B67">
      <w:pPr>
        <w:pStyle w:val="ListParagraph2"/>
      </w:pPr>
      <w:r w:rsidRPr="00CE1DDB">
        <w:t xml:space="preserve">duration (for how long), and </w:t>
      </w:r>
    </w:p>
    <w:p w14:paraId="00395543" w14:textId="77777777" w:rsidR="00CE1DDB" w:rsidRPr="00CE1DDB" w:rsidRDefault="00CE1DDB" w:rsidP="005F0B67">
      <w:pPr>
        <w:pStyle w:val="ListParagraph2"/>
      </w:pPr>
      <w:r w:rsidRPr="00CE1DDB">
        <w:t xml:space="preserve">scope (exact nature of what is provided); </w:t>
      </w:r>
    </w:p>
    <w:p w14:paraId="3288ACD4" w14:textId="77777777" w:rsidR="00CE1DDB" w:rsidRPr="00CE1DDB" w:rsidRDefault="00CE1DDB" w:rsidP="005F0B67">
      <w:pPr>
        <w:pStyle w:val="ListParagraph"/>
      </w:pPr>
      <w:r w:rsidRPr="00CE1DDB">
        <w:t>Who are the qualified providers for each service and what are the specific qualifications for each type of provider;</w:t>
      </w:r>
    </w:p>
    <w:p w14:paraId="405B116A" w14:textId="77777777" w:rsidR="00CE1DDB" w:rsidRPr="00CE1DDB" w:rsidRDefault="00CE1DDB" w:rsidP="005F0B67">
      <w:pPr>
        <w:pStyle w:val="ListParagraph"/>
      </w:pPr>
      <w:r w:rsidRPr="00CE1DDB">
        <w:t xml:space="preserve">How the state sets the rate of payment for services and how payment is made; and </w:t>
      </w:r>
    </w:p>
    <w:p w14:paraId="00B7F3EA" w14:textId="77777777" w:rsidR="00CE1DDB" w:rsidRPr="00CE1DDB" w:rsidRDefault="00CE1DDB" w:rsidP="005F0B67">
      <w:pPr>
        <w:pStyle w:val="ListParagraph"/>
      </w:pPr>
      <w:r w:rsidRPr="00CE1DDB">
        <w:t>How the program is administered.</w:t>
      </w:r>
    </w:p>
    <w:p w14:paraId="2C151AC5" w14:textId="77777777" w:rsidR="00CE1DDB" w:rsidRPr="00CE1DDB" w:rsidRDefault="00CE1DDB" w:rsidP="00CE1DDB"/>
    <w:p w14:paraId="40B0CB56" w14:textId="65BF9C06" w:rsidR="005F0B67" w:rsidRDefault="005F0B67" w:rsidP="00CE1DDB">
      <w:r>
        <w:t>Below is a list of State Plan programs operated by HCS and DD</w:t>
      </w:r>
      <w:r w:rsidR="00A27931">
        <w:t>CS</w:t>
      </w:r>
      <w:r>
        <w:t>:</w:t>
      </w:r>
    </w:p>
    <w:p w14:paraId="59758A6E" w14:textId="77777777" w:rsidR="005F0B67" w:rsidRDefault="005F0B67" w:rsidP="005F0B67">
      <w:pPr>
        <w:pStyle w:val="ListParagraph"/>
        <w:numPr>
          <w:ilvl w:val="0"/>
          <w:numId w:val="12"/>
        </w:numPr>
      </w:pPr>
      <w:hyperlink r:id="rId12" w:history="1">
        <w:r w:rsidRPr="005F0B67">
          <w:rPr>
            <w:rStyle w:val="Hyperlink"/>
          </w:rPr>
          <w:t>Community First Choice (CFC)</w:t>
        </w:r>
      </w:hyperlink>
    </w:p>
    <w:p w14:paraId="0D4C7A93" w14:textId="77777777" w:rsidR="005F0B67" w:rsidRDefault="005F0B67" w:rsidP="005F0B67">
      <w:pPr>
        <w:pStyle w:val="ListParagraph"/>
        <w:numPr>
          <w:ilvl w:val="0"/>
          <w:numId w:val="12"/>
        </w:numPr>
      </w:pPr>
      <w:hyperlink r:id="rId13" w:history="1">
        <w:r w:rsidRPr="005F0B67">
          <w:rPr>
            <w:rStyle w:val="Hyperlink"/>
          </w:rPr>
          <w:t>Medicaid Personal Care (MPC)</w:t>
        </w:r>
      </w:hyperlink>
    </w:p>
    <w:p w14:paraId="4A07205C" w14:textId="77777777" w:rsidR="005F0B67" w:rsidRDefault="005F0B67" w:rsidP="005F0B67">
      <w:pPr>
        <w:pStyle w:val="ListParagraph"/>
        <w:numPr>
          <w:ilvl w:val="0"/>
          <w:numId w:val="12"/>
        </w:numPr>
      </w:pPr>
      <w:r>
        <w:t>Program of All-Inclusive Care for the Elderly (PACE) – HCS Only</w:t>
      </w:r>
    </w:p>
    <w:p w14:paraId="0E7143CA" w14:textId="77777777" w:rsidR="005F0B67" w:rsidRDefault="005F0B67" w:rsidP="005F0B67">
      <w:pPr>
        <w:pStyle w:val="ListParagraph"/>
        <w:numPr>
          <w:ilvl w:val="0"/>
          <w:numId w:val="12"/>
        </w:numPr>
      </w:pPr>
      <w:hyperlink r:id="rId14" w:history="1">
        <w:r w:rsidRPr="005F0B67">
          <w:rPr>
            <w:rStyle w:val="Hyperlink"/>
          </w:rPr>
          <w:t>Private Duty Nursing</w:t>
        </w:r>
      </w:hyperlink>
      <w:r>
        <w:t xml:space="preserve"> </w:t>
      </w:r>
    </w:p>
    <w:p w14:paraId="2A42521C" w14:textId="77777777" w:rsidR="005F0B67" w:rsidRDefault="005F0B67" w:rsidP="00CE1DDB"/>
    <w:p w14:paraId="463F1554" w14:textId="77777777" w:rsidR="0040431A" w:rsidRDefault="001B7F79" w:rsidP="001B7F79">
      <w:pPr>
        <w:pStyle w:val="Heading3"/>
      </w:pPr>
      <w:bookmarkStart w:id="11" w:name="_Toc205534347"/>
      <w:r>
        <w:t xml:space="preserve">HCBS </w:t>
      </w:r>
      <w:r w:rsidRPr="0022160B">
        <w:t>1915c Waiver</w:t>
      </w:r>
      <w:bookmarkEnd w:id="11"/>
    </w:p>
    <w:p w14:paraId="7D2210FA" w14:textId="77777777" w:rsidR="001B7F79" w:rsidRDefault="001B7F79" w:rsidP="001B7F79">
      <w:r w:rsidRPr="00F67F82">
        <w:t>Section 1915</w:t>
      </w:r>
      <w:r>
        <w:t xml:space="preserve">(c) </w:t>
      </w:r>
      <w:r w:rsidRPr="00F67F82">
        <w:t xml:space="preserve">of the Social Security Act </w:t>
      </w:r>
      <w:r>
        <w:t xml:space="preserve">describes the regulations for obtaining and operating a 1915(c) HCBS waiver.  These </w:t>
      </w:r>
      <w:r w:rsidRPr="00F67F82">
        <w:t>waiver</w:t>
      </w:r>
      <w:r>
        <w:t xml:space="preserve">s are </w:t>
      </w:r>
      <w:r w:rsidRPr="00F67F82">
        <w:t>Medic</w:t>
      </w:r>
      <w:r>
        <w:t>a</w:t>
      </w:r>
      <w:r w:rsidRPr="00F67F82">
        <w:t>id's alternative to providing long-term</w:t>
      </w:r>
      <w:r>
        <w:t xml:space="preserve"> care in institutional settings. HCBS waiver rules allow states to “waive” Medicaid State Plan rules in order to provide services to individuals in their local communities instead of in an institution such as a nursing facility or intermediate care facility for individuals with intellectual disabilities (ICF/ID).  </w:t>
      </w:r>
    </w:p>
    <w:p w14:paraId="1EF24261" w14:textId="77777777" w:rsidR="001B7F79" w:rsidRDefault="001B7F79" w:rsidP="001B7F79"/>
    <w:p w14:paraId="4EE94AF2" w14:textId="77777777" w:rsidR="001B7F79" w:rsidRDefault="001B7F79" w:rsidP="001B7F79">
      <w:r>
        <w:t>The state plan rules that can be waived include:</w:t>
      </w:r>
    </w:p>
    <w:p w14:paraId="66ECF93B" w14:textId="77777777" w:rsidR="001B7F79" w:rsidRDefault="001B7F79" w:rsidP="001B7F79">
      <w:pPr>
        <w:numPr>
          <w:ilvl w:val="0"/>
          <w:numId w:val="13"/>
        </w:numPr>
      </w:pPr>
      <w:r>
        <w:t>Income and Resources (the financial eligibility criteria)</w:t>
      </w:r>
    </w:p>
    <w:p w14:paraId="2C224C0A" w14:textId="77777777" w:rsidR="001B7F79" w:rsidRDefault="001B7F79" w:rsidP="001B7F79">
      <w:pPr>
        <w:numPr>
          <w:ilvl w:val="0"/>
          <w:numId w:val="13"/>
        </w:numPr>
      </w:pPr>
      <w:r>
        <w:t>Comparability (targeting a specific population)</w:t>
      </w:r>
    </w:p>
    <w:p w14:paraId="3ACBDBEC" w14:textId="5D1FDE57" w:rsidR="001B7F79" w:rsidRDefault="7729D58B" w:rsidP="001B7F79">
      <w:pPr>
        <w:numPr>
          <w:ilvl w:val="0"/>
          <w:numId w:val="13"/>
        </w:numPr>
      </w:pPr>
      <w:r>
        <w:t>State wideness</w:t>
      </w:r>
      <w:r w:rsidR="001B7F79">
        <w:t xml:space="preserve"> (targeting a specific geographic are)</w:t>
      </w:r>
    </w:p>
    <w:p w14:paraId="39C0C0BB" w14:textId="77777777" w:rsidR="001B7F79" w:rsidRDefault="001B7F79" w:rsidP="001B7F79"/>
    <w:p w14:paraId="32AE912A" w14:textId="77777777" w:rsidR="001B7F79" w:rsidRDefault="001B7F79" w:rsidP="001B7F79">
      <w:r>
        <w:t>States also have more flexibility in adding additional, optional services to a 1915(c) waiver than to a State Plan.</w:t>
      </w:r>
    </w:p>
    <w:p w14:paraId="6E03B9D1" w14:textId="77777777" w:rsidR="001B7F79" w:rsidRDefault="001B7F79" w:rsidP="001B7F79">
      <w:r>
        <w:t>HCBS waivers operated by HCS include:</w:t>
      </w:r>
    </w:p>
    <w:p w14:paraId="1FFC84A8" w14:textId="77777777" w:rsidR="001B7F79" w:rsidRDefault="001B7F79" w:rsidP="001B7F79">
      <w:pPr>
        <w:pStyle w:val="ListParagraph"/>
      </w:pPr>
      <w:r>
        <w:t>Community Options Program Entry System (COPES)</w:t>
      </w:r>
    </w:p>
    <w:p w14:paraId="3579F314" w14:textId="77777777" w:rsidR="001B7F79" w:rsidRDefault="001B7F79" w:rsidP="001B7F79">
      <w:pPr>
        <w:pStyle w:val="ListParagraph"/>
      </w:pPr>
      <w:r>
        <w:t>New Freedom</w:t>
      </w:r>
    </w:p>
    <w:p w14:paraId="226F1C23" w14:textId="77777777" w:rsidR="001B7F79" w:rsidRDefault="001B7F79" w:rsidP="001B7F79">
      <w:pPr>
        <w:pStyle w:val="ListParagraph"/>
      </w:pPr>
      <w:r>
        <w:t>Residential Support Waiver (RSW)</w:t>
      </w:r>
    </w:p>
    <w:p w14:paraId="1B972456" w14:textId="77777777" w:rsidR="001B7F79" w:rsidRDefault="001B7F79" w:rsidP="001B7F79"/>
    <w:p w14:paraId="1059C4DF" w14:textId="1746AE14" w:rsidR="001B7F79" w:rsidRDefault="001B7F79" w:rsidP="001B7F79">
      <w:r>
        <w:t>DD</w:t>
      </w:r>
      <w:r w:rsidR="00A27931">
        <w:t>CS</w:t>
      </w:r>
      <w:r>
        <w:t xml:space="preserve"> operates the following HCBS waivers:</w:t>
      </w:r>
    </w:p>
    <w:p w14:paraId="5EE25961" w14:textId="77777777" w:rsidR="001B7F79" w:rsidRPr="001B7F79" w:rsidRDefault="001B7F79" w:rsidP="001B7F79">
      <w:pPr>
        <w:pStyle w:val="ListParagraph"/>
      </w:pPr>
      <w:r w:rsidRPr="001B7F79">
        <w:t>Basic Plus</w:t>
      </w:r>
    </w:p>
    <w:p w14:paraId="2C8BCB2F" w14:textId="77777777" w:rsidR="001B7F79" w:rsidRPr="001B7F79" w:rsidRDefault="001B7F79" w:rsidP="001B7F79">
      <w:pPr>
        <w:pStyle w:val="ListParagraph"/>
      </w:pPr>
      <w:r w:rsidRPr="001B7F79">
        <w:t>Core</w:t>
      </w:r>
    </w:p>
    <w:p w14:paraId="09FEA7F7" w14:textId="77777777" w:rsidR="001B7F79" w:rsidRPr="001B7F79" w:rsidRDefault="001B7F79" w:rsidP="001B7F79">
      <w:pPr>
        <w:pStyle w:val="ListParagraph"/>
      </w:pPr>
      <w:r w:rsidRPr="001B7F79">
        <w:t>Community Protection (CP)</w:t>
      </w:r>
    </w:p>
    <w:p w14:paraId="097E52B3" w14:textId="77777777" w:rsidR="001B7F79" w:rsidRPr="001B7F79" w:rsidRDefault="001B7F79" w:rsidP="001B7F79">
      <w:pPr>
        <w:pStyle w:val="ListParagraph"/>
      </w:pPr>
      <w:r w:rsidRPr="001B7F79">
        <w:t>Children with Intensive In-home Behavioral Supports (CIIBS)</w:t>
      </w:r>
    </w:p>
    <w:p w14:paraId="4E3757B2" w14:textId="77777777" w:rsidR="001B7F79" w:rsidRPr="001B7F79" w:rsidRDefault="001B7F79" w:rsidP="001B7F79">
      <w:pPr>
        <w:pStyle w:val="ListParagraph"/>
      </w:pPr>
      <w:r w:rsidRPr="001B7F79">
        <w:t>Individual and Family Services (IFS)</w:t>
      </w:r>
    </w:p>
    <w:p w14:paraId="3C2C2A1F" w14:textId="77777777" w:rsidR="004644C9" w:rsidRDefault="004644C9" w:rsidP="00CE1DDB"/>
    <w:p w14:paraId="3717A996" w14:textId="77777777" w:rsidR="0040431A" w:rsidRPr="008A4CD5" w:rsidRDefault="004644C9" w:rsidP="004644C9">
      <w:pPr>
        <w:pStyle w:val="Heading2"/>
        <w:rPr>
          <w:color w:val="193F6F"/>
        </w:rPr>
      </w:pPr>
      <w:bookmarkStart w:id="12" w:name="_Toc205534348"/>
      <w:r w:rsidRPr="008A4CD5">
        <w:rPr>
          <w:color w:val="193F6F"/>
        </w:rPr>
        <w:t>Program Determination</w:t>
      </w:r>
      <w:bookmarkEnd w:id="12"/>
    </w:p>
    <w:p w14:paraId="21D1B271" w14:textId="77777777" w:rsidR="004644C9" w:rsidRDefault="004644C9" w:rsidP="004644C9">
      <w:r>
        <w:t>Before authorizing initial services or reauthorize ongoing services, clients must be determined both financially and functionally eligible for the program that pr</w:t>
      </w:r>
      <w:r w:rsidR="00BC13AD">
        <w:t xml:space="preserve">ovides the services they need. </w:t>
      </w:r>
      <w:r>
        <w:t xml:space="preserve">For information about financial eligibility for services, see </w:t>
      </w:r>
      <w:hyperlink r:id="rId15" w:history="1">
        <w:r w:rsidRPr="006C6743">
          <w:rPr>
            <w:rStyle w:val="Hyperlink"/>
          </w:rPr>
          <w:t>Chapter 7a</w:t>
        </w:r>
      </w:hyperlink>
      <w:r w:rsidRPr="006C6743">
        <w:t xml:space="preserve"> of the LTC manual</w:t>
      </w:r>
      <w:r>
        <w:t>.</w:t>
      </w:r>
    </w:p>
    <w:p w14:paraId="04B74F74" w14:textId="77777777" w:rsidR="004644C9" w:rsidRDefault="004644C9" w:rsidP="004644C9"/>
    <w:p w14:paraId="076FC3AD" w14:textId="77777777" w:rsidR="004644C9" w:rsidRDefault="004644C9" w:rsidP="004644C9">
      <w:r>
        <w:t xml:space="preserve">Initial determination for HCS-funded services is made by the </w:t>
      </w:r>
      <w:r w:rsidR="00BC13AD">
        <w:t>HCS</w:t>
      </w:r>
      <w:r>
        <w:t xml:space="preserve"> Division. Program eligibility for our target population (aged, blind or physically disabled per SSA criteria) is based on a CARE assessment of an individual’s functional unmet needs and a Med</w:t>
      </w:r>
      <w:r w:rsidR="00BC13AD">
        <w:t xml:space="preserve">icaid financial determination. </w:t>
      </w:r>
      <w:r>
        <w:t xml:space="preserve">Functional and financial determinations occur at the same time.  </w:t>
      </w:r>
    </w:p>
    <w:p w14:paraId="65B26F9B" w14:textId="77777777" w:rsidR="004644C9" w:rsidRDefault="004644C9" w:rsidP="004644C9"/>
    <w:p w14:paraId="09706A26" w14:textId="77777777" w:rsidR="0040431A" w:rsidRDefault="004644C9" w:rsidP="004644C9">
      <w:r>
        <w:t>Upon completion of a CARE assessment, the case manager determines program eligibility based on functional eligibility for the programs listed in the drop</w:t>
      </w:r>
      <w:r w:rsidR="005C3BEA">
        <w:t>-</w:t>
      </w:r>
      <w:r>
        <w:t xml:space="preserve">down menu on the care plan screen in CARE.  Program selection </w:t>
      </w:r>
      <w:r w:rsidR="00BC13AD">
        <w:t xml:space="preserve">is </w:t>
      </w:r>
      <w:r>
        <w:t>based on the following items:</w:t>
      </w:r>
    </w:p>
    <w:p w14:paraId="38A4E94E" w14:textId="77777777" w:rsidR="004644C9" w:rsidRPr="00BC13AD" w:rsidRDefault="007C6FD6" w:rsidP="00BC13AD">
      <w:pPr>
        <w:pStyle w:val="ListParagraph"/>
      </w:pPr>
      <w:r>
        <w:t>F</w:t>
      </w:r>
      <w:r w:rsidR="004644C9" w:rsidRPr="00BC13AD">
        <w:t>inancial and functional program eligibility;</w:t>
      </w:r>
    </w:p>
    <w:p w14:paraId="29972357" w14:textId="77777777" w:rsidR="00BC13AD" w:rsidRPr="00BC13AD" w:rsidRDefault="007C6FD6" w:rsidP="00BC13AD">
      <w:pPr>
        <w:pStyle w:val="ListParagraph"/>
      </w:pPr>
      <w:r>
        <w:t>P</w:t>
      </w:r>
      <w:r w:rsidR="004644C9" w:rsidRPr="00BC13AD">
        <w:t xml:space="preserve">rogram rules; and </w:t>
      </w:r>
    </w:p>
    <w:p w14:paraId="26337774" w14:textId="77777777" w:rsidR="0040431A" w:rsidRPr="00BC13AD" w:rsidRDefault="007C6FD6" w:rsidP="00BC13AD">
      <w:pPr>
        <w:pStyle w:val="ListParagraph"/>
      </w:pPr>
      <w:r>
        <w:t>C</w:t>
      </w:r>
      <w:r w:rsidR="004644C9" w:rsidRPr="00BC13AD">
        <w:t>lient’s choice of eligible programs and providers</w:t>
      </w:r>
      <w:r w:rsidR="00BC13AD">
        <w:t>.</w:t>
      </w:r>
    </w:p>
    <w:p w14:paraId="1F7A757C" w14:textId="77777777" w:rsidR="0040431A" w:rsidRDefault="0040431A" w:rsidP="00CE1DDB"/>
    <w:p w14:paraId="37F9CF71" w14:textId="77777777" w:rsidR="0040431A" w:rsidRDefault="00BC13AD" w:rsidP="00BC13AD">
      <w:pPr>
        <w:pStyle w:val="Heading3"/>
      </w:pPr>
      <w:bookmarkStart w:id="13" w:name="_Toc205534349"/>
      <w:r>
        <w:t>Hierarchy</w:t>
      </w:r>
      <w:bookmarkEnd w:id="13"/>
    </w:p>
    <w:p w14:paraId="05980124" w14:textId="77777777" w:rsidR="00BC13AD" w:rsidRDefault="00BC13AD" w:rsidP="00CE1DDB">
      <w:r w:rsidRPr="00F67F82">
        <w:t xml:space="preserve">Determine </w:t>
      </w:r>
      <w:r>
        <w:t xml:space="preserve">the </w:t>
      </w:r>
      <w:r w:rsidRPr="00F67F82">
        <w:t>appropriate program</w:t>
      </w:r>
      <w:r>
        <w:t xml:space="preserve"> selection</w:t>
      </w:r>
      <w:r w:rsidRPr="00F67F82">
        <w:t xml:space="preserve"> based on the following </w:t>
      </w:r>
      <w:r>
        <w:t xml:space="preserve">general </w:t>
      </w:r>
      <w:r w:rsidRPr="00F67F82">
        <w:t>hierarchy</w:t>
      </w:r>
      <w:r>
        <w:t>:</w:t>
      </w:r>
    </w:p>
    <w:p w14:paraId="33706273" w14:textId="77777777" w:rsidR="00BC13AD" w:rsidRDefault="00BC13AD" w:rsidP="00BC13AD">
      <w:pPr>
        <w:pStyle w:val="ListParagraph"/>
      </w:pPr>
      <w:r>
        <w:t>Roads To Community Living (RCL)</w:t>
      </w:r>
      <w:r w:rsidR="00C75050">
        <w:t>; then</w:t>
      </w:r>
    </w:p>
    <w:p w14:paraId="797D9B3C" w14:textId="77777777" w:rsidR="00BC13AD" w:rsidRDefault="00BC13AD" w:rsidP="007C6FD6">
      <w:pPr>
        <w:pStyle w:val="ListParagraph"/>
        <w:numPr>
          <w:ilvl w:val="0"/>
          <w:numId w:val="22"/>
        </w:numPr>
        <w:tabs>
          <w:tab w:val="left" w:pos="3960"/>
        </w:tabs>
        <w:ind w:left="1080" w:hanging="216"/>
      </w:pPr>
      <w:r>
        <w:t>Medicaid State Plan programs</w:t>
      </w:r>
      <w:r w:rsidR="007C6FD6">
        <w:tab/>
        <w:t>– CFC</w:t>
      </w:r>
      <w:r w:rsidR="00C75050">
        <w:t xml:space="preserve"> or</w:t>
      </w:r>
    </w:p>
    <w:p w14:paraId="62B9353F" w14:textId="77777777" w:rsidR="007C6FD6" w:rsidRDefault="007C6FD6" w:rsidP="007C6FD6">
      <w:pPr>
        <w:pStyle w:val="ListParagraph"/>
        <w:numPr>
          <w:ilvl w:val="5"/>
          <w:numId w:val="24"/>
        </w:numPr>
        <w:ind w:left="4140" w:hanging="180"/>
      </w:pPr>
      <w:r>
        <w:t>MPC</w:t>
      </w:r>
      <w:r w:rsidR="00C75050">
        <w:t>; then</w:t>
      </w:r>
    </w:p>
    <w:p w14:paraId="763C93D1" w14:textId="77777777" w:rsidR="00BC13AD" w:rsidRDefault="00BC13AD" w:rsidP="007C6FD6">
      <w:pPr>
        <w:pStyle w:val="ListParagraph"/>
        <w:numPr>
          <w:ilvl w:val="0"/>
          <w:numId w:val="23"/>
        </w:numPr>
        <w:ind w:left="1620" w:hanging="270"/>
      </w:pPr>
      <w:r>
        <w:t>Home and Community-Based Services (HCBS) waivers</w:t>
      </w:r>
      <w:r w:rsidR="00C75050">
        <w:t>; then</w:t>
      </w:r>
      <w:r>
        <w:t xml:space="preserve"> </w:t>
      </w:r>
    </w:p>
    <w:p w14:paraId="0CFFA247" w14:textId="77777777" w:rsidR="00BC13AD" w:rsidRDefault="00BC13AD" w:rsidP="007C6FD6">
      <w:pPr>
        <w:pStyle w:val="ListParagraph"/>
        <w:numPr>
          <w:ilvl w:val="0"/>
          <w:numId w:val="23"/>
        </w:numPr>
        <w:ind w:left="2070" w:hanging="270"/>
      </w:pPr>
      <w:r>
        <w:t>State-funded Medical Care Services (MCS)</w:t>
      </w:r>
      <w:r w:rsidR="00C75050">
        <w:t>; then</w:t>
      </w:r>
      <w:r>
        <w:t xml:space="preserve"> </w:t>
      </w:r>
    </w:p>
    <w:p w14:paraId="46014041" w14:textId="77777777" w:rsidR="00BC13AD" w:rsidRDefault="00BC13AD" w:rsidP="007C6FD6">
      <w:pPr>
        <w:pStyle w:val="ListParagraph"/>
        <w:numPr>
          <w:ilvl w:val="0"/>
          <w:numId w:val="23"/>
        </w:numPr>
        <w:ind w:left="2430" w:hanging="270"/>
      </w:pPr>
      <w:r>
        <w:t>State-funded LTC for Non-Citizens</w:t>
      </w:r>
      <w:r w:rsidR="00C75050">
        <w:t>; then</w:t>
      </w:r>
    </w:p>
    <w:p w14:paraId="390ADBE0" w14:textId="77777777" w:rsidR="007676F4" w:rsidRPr="007C6FD6" w:rsidRDefault="00C75050" w:rsidP="007C6FD6">
      <w:pPr>
        <w:pStyle w:val="ListParagraph"/>
        <w:numPr>
          <w:ilvl w:val="0"/>
          <w:numId w:val="23"/>
        </w:numPr>
        <w:ind w:left="2790" w:hanging="270"/>
        <w:rPr>
          <w:rFonts w:ascii="Century Gothic" w:hAnsi="Century Gothic"/>
          <w:color w:val="005CAB"/>
          <w:szCs w:val="26"/>
        </w:rPr>
      </w:pPr>
      <w:r>
        <w:t>Washington Roads</w:t>
      </w:r>
    </w:p>
    <w:p w14:paraId="0E2EC281" w14:textId="77777777" w:rsidR="00BC13AD" w:rsidRDefault="00BC13AD" w:rsidP="00BC13AD">
      <w:pPr>
        <w:pStyle w:val="Heading3"/>
      </w:pPr>
      <w:bookmarkStart w:id="14" w:name="_Toc205534350"/>
      <w:r>
        <w:t>Required Form</w:t>
      </w:r>
      <w:bookmarkEnd w:id="14"/>
    </w:p>
    <w:p w14:paraId="32E88CD5" w14:textId="6A70F209" w:rsidR="00BC13AD" w:rsidRDefault="00BC13AD" w:rsidP="00BC13AD">
      <w:r w:rsidRPr="00BC13AD">
        <w:t xml:space="preserve">Clients who are functionally and financially eligible for the waiver programs can choose to receive their care in an institution or in the community.  The Acknowledgment of </w:t>
      </w:r>
      <w:r w:rsidR="00703C12">
        <w:t xml:space="preserve">Services form </w:t>
      </w:r>
      <w:hyperlink r:id="rId16" w:history="1">
        <w:r w:rsidRPr="00BC13AD">
          <w:rPr>
            <w:rStyle w:val="Hyperlink"/>
          </w:rPr>
          <w:t>DSHS 14-225</w:t>
        </w:r>
      </w:hyperlink>
      <w:r w:rsidRPr="00BC13AD">
        <w:t xml:space="preserve"> </w:t>
      </w:r>
      <w:r w:rsidR="00156D60">
        <w:t xml:space="preserve">for CFC and HCS waiver programs </w:t>
      </w:r>
      <w:r w:rsidRPr="00BC13AD">
        <w:t>is the documentation that all of the program choices have been explained to the client and the client has acknowledged their choice of CFC or waiver services instead of nursing home care.</w:t>
      </w:r>
      <w:r w:rsidR="00156D60">
        <w:t xml:space="preserve"> </w:t>
      </w:r>
      <w:r w:rsidR="00156D60" w:rsidRPr="00156D60">
        <w:t>DD</w:t>
      </w:r>
      <w:r w:rsidR="00A27931">
        <w:t>CS</w:t>
      </w:r>
      <w:r w:rsidR="00156D60" w:rsidRPr="00156D60">
        <w:t xml:space="preserve"> uses the Voluntary Participation </w:t>
      </w:r>
      <w:r w:rsidR="00C6196A">
        <w:t>F</w:t>
      </w:r>
      <w:r w:rsidR="00156D60" w:rsidRPr="00156D60">
        <w:t xml:space="preserve">orm </w:t>
      </w:r>
      <w:hyperlink r:id="rId17" w:history="1">
        <w:r w:rsidR="00156D60" w:rsidRPr="00156D60">
          <w:rPr>
            <w:rStyle w:val="Hyperlink"/>
          </w:rPr>
          <w:t>DSHS 10-424</w:t>
        </w:r>
      </w:hyperlink>
      <w:r w:rsidR="00156D60">
        <w:t>.</w:t>
      </w:r>
    </w:p>
    <w:p w14:paraId="1E6F832D" w14:textId="77777777" w:rsidR="00BC13AD" w:rsidRDefault="00BC13AD" w:rsidP="00BC13AD"/>
    <w:p w14:paraId="370806E0" w14:textId="77777777" w:rsidR="00156D60" w:rsidRDefault="00156D60" w:rsidP="00156D60">
      <w:pPr>
        <w:pStyle w:val="Numbering"/>
      </w:pPr>
      <w:r>
        <w:t xml:space="preserve">This form is a federal requirement. </w:t>
      </w:r>
    </w:p>
    <w:p w14:paraId="49FC9BB0" w14:textId="77777777" w:rsidR="00156D60" w:rsidRPr="00156D60" w:rsidRDefault="00156D60" w:rsidP="00156D60">
      <w:pPr>
        <w:pStyle w:val="Numbering2"/>
      </w:pPr>
      <w:r w:rsidRPr="00156D60">
        <w:t xml:space="preserve">CFC and waiver services cannot be authorized without the client’s signature and signature date on this form. </w:t>
      </w:r>
    </w:p>
    <w:p w14:paraId="7AED8062" w14:textId="77777777" w:rsidR="00156D60" w:rsidRPr="00156D60" w:rsidRDefault="00156D60" w:rsidP="00156D60">
      <w:pPr>
        <w:pStyle w:val="Numbering2"/>
      </w:pPr>
      <w:r w:rsidRPr="00156D60">
        <w:t>This document indicates the client’s choice of Home &amp; Community-based waiver and CFC services (CFC and/or COPES, New Freedom, or Residential Support Waiver</w:t>
      </w:r>
      <w:r w:rsidR="001A372E">
        <w:t>)</w:t>
      </w:r>
      <w:r w:rsidRPr="00156D60">
        <w:t>.</w:t>
      </w:r>
    </w:p>
    <w:p w14:paraId="04631A74" w14:textId="74ADFB60" w:rsidR="00156D60" w:rsidRDefault="00156D60" w:rsidP="00156D60">
      <w:pPr>
        <w:pStyle w:val="Numbering"/>
      </w:pPr>
      <w:r>
        <w:t xml:space="preserve">If the client enters the nursing facility, home and </w:t>
      </w:r>
      <w:r w:rsidR="27F95A55">
        <w:t>community-based</w:t>
      </w:r>
      <w:r>
        <w:t xml:space="preserve"> services are terminated on that date. </w:t>
      </w:r>
    </w:p>
    <w:p w14:paraId="68FA8883" w14:textId="77777777" w:rsidR="00156D60" w:rsidRDefault="00156D60" w:rsidP="00156D60">
      <w:pPr>
        <w:pStyle w:val="Numbering2"/>
        <w:numPr>
          <w:ilvl w:val="0"/>
          <w:numId w:val="21"/>
        </w:numPr>
        <w:ind w:left="1170" w:hanging="180"/>
      </w:pPr>
      <w:r>
        <w:t xml:space="preserve">A new 14-225 is not required if the stay is short-term (e.g. 30 days or less, recipient is attending rehabilitation and will be returning to place of residence.)  </w:t>
      </w:r>
    </w:p>
    <w:p w14:paraId="6E540884" w14:textId="77777777" w:rsidR="00156D60" w:rsidRDefault="00156D60" w:rsidP="00156D60">
      <w:pPr>
        <w:pStyle w:val="Numbering2"/>
        <w:numPr>
          <w:ilvl w:val="0"/>
          <w:numId w:val="21"/>
        </w:numPr>
        <w:ind w:left="1170" w:hanging="180"/>
      </w:pPr>
      <w:r>
        <w:t xml:space="preserve">If the stay in the nursing home is more than 30 days, a new Acknowledgment of Services form is required if the client wants to return to the community on CFC and/or waiver services. The </w:t>
      </w:r>
      <w:r w:rsidRPr="00156D60">
        <w:t>14-225</w:t>
      </w:r>
      <w:r>
        <w:t xml:space="preserve"> is documentation of the client’s choice to receive services outside of the nursing home. </w:t>
      </w:r>
    </w:p>
    <w:p w14:paraId="28D7A49E" w14:textId="6B609B73" w:rsidR="00BC13AD" w:rsidRPr="00BC13AD" w:rsidRDefault="00156D60" w:rsidP="00156D60">
      <w:pPr>
        <w:pStyle w:val="Numbering"/>
      </w:pPr>
      <w:r>
        <w:t xml:space="preserve">Two signed copies are required - one copy is given to the </w:t>
      </w:r>
      <w:r w:rsidR="0B9A6627">
        <w:t>client,</w:t>
      </w:r>
      <w:r>
        <w:t xml:space="preserve"> and one copy is placed in the client record by sending </w:t>
      </w:r>
      <w:r w:rsidR="00C6196A">
        <w:t xml:space="preserve">it </w:t>
      </w:r>
      <w:r>
        <w:t>to the HCS Imaging Unit.</w:t>
      </w:r>
    </w:p>
    <w:p w14:paraId="73D31431" w14:textId="77777777" w:rsidR="00BC13AD" w:rsidRPr="00BC13AD" w:rsidRDefault="00BC13AD" w:rsidP="00BC13AD"/>
    <w:p w14:paraId="03BA90FE" w14:textId="77777777" w:rsidR="00BC13AD" w:rsidRDefault="00BC13AD" w:rsidP="00BC13AD">
      <w:pPr>
        <w:pStyle w:val="Heading3"/>
      </w:pPr>
      <w:bookmarkStart w:id="15" w:name="_Toc205534351"/>
      <w:r>
        <w:t>Excluded Services</w:t>
      </w:r>
      <w:bookmarkEnd w:id="15"/>
    </w:p>
    <w:p w14:paraId="2759170C" w14:textId="4A07ECF5" w:rsidR="00BC13AD" w:rsidRDefault="00BC13AD" w:rsidP="00BC13AD">
      <w:r w:rsidRPr="00F67F82">
        <w:t xml:space="preserve">Assess and document client </w:t>
      </w:r>
      <w:r>
        <w:t>goals and services</w:t>
      </w:r>
      <w:r w:rsidRPr="00F67F82">
        <w:t xml:space="preserve"> within CARE</w:t>
      </w:r>
      <w:r>
        <w:t xml:space="preserve"> regardless of funding source. </w:t>
      </w:r>
      <w:r w:rsidRPr="00F67F82">
        <w:t>When</w:t>
      </w:r>
      <w:r>
        <w:t xml:space="preserve"> service planning</w:t>
      </w:r>
      <w:r w:rsidRPr="00F67F82">
        <w:t xml:space="preserve">, you may need to look at </w:t>
      </w:r>
      <w:r>
        <w:t>funding r</w:t>
      </w:r>
      <w:r w:rsidRPr="00F67F82">
        <w:t>esources</w:t>
      </w:r>
      <w:r>
        <w:t xml:space="preserve"> other than HCS and DD</w:t>
      </w:r>
      <w:r w:rsidR="00A27931">
        <w:t>CS</w:t>
      </w:r>
      <w:r>
        <w:t xml:space="preserve">. Excluded services are found in </w:t>
      </w:r>
      <w:hyperlink r:id="rId18" w:history="1">
        <w:r w:rsidRPr="00BC13AD">
          <w:rPr>
            <w:rStyle w:val="Hyperlink"/>
          </w:rPr>
          <w:t>WAC 388-106-0020</w:t>
        </w:r>
      </w:hyperlink>
      <w:r w:rsidR="00156D60">
        <w:t xml:space="preserve">. </w:t>
      </w:r>
      <w:r>
        <w:t xml:space="preserve">For example, core programs </w:t>
      </w:r>
      <w:r w:rsidRPr="00F67F82">
        <w:t>do not cover the following services:</w:t>
      </w:r>
    </w:p>
    <w:p w14:paraId="1FD5F8BC" w14:textId="77777777" w:rsidR="00BC13AD" w:rsidRDefault="00BC13AD" w:rsidP="00BC13AD">
      <w:pPr>
        <w:pStyle w:val="ListParagraph"/>
        <w:numPr>
          <w:ilvl w:val="0"/>
          <w:numId w:val="18"/>
        </w:numPr>
      </w:pPr>
      <w:r w:rsidRPr="00BC13AD">
        <w:t>For Chore and MPC only:</w:t>
      </w:r>
    </w:p>
    <w:p w14:paraId="6EB401CF" w14:textId="77777777" w:rsidR="00BC13AD" w:rsidRPr="00F67F82" w:rsidRDefault="00BC13AD" w:rsidP="00BC13AD">
      <w:pPr>
        <w:pStyle w:val="Numbering4-bulletlist"/>
      </w:pPr>
      <w:r w:rsidRPr="00F67F82">
        <w:t>Teaching, including teaching how to perform personal care tasks;</w:t>
      </w:r>
    </w:p>
    <w:p w14:paraId="0AB66747" w14:textId="77777777" w:rsidR="00BC13AD" w:rsidRPr="00F67F82" w:rsidRDefault="00BC13AD" w:rsidP="00BC13AD">
      <w:pPr>
        <w:pStyle w:val="Numbering4-bulletlist"/>
      </w:pPr>
      <w:r w:rsidRPr="00F67F82">
        <w:t>Development of social, behavioral, recreational, communication, or other types of community living skills;</w:t>
      </w:r>
    </w:p>
    <w:p w14:paraId="12A4B2B0" w14:textId="77777777" w:rsidR="00BC13AD" w:rsidRPr="00F67F82" w:rsidRDefault="00BC13AD" w:rsidP="00BC13AD">
      <w:pPr>
        <w:pStyle w:val="Numbering4-bulletlist"/>
      </w:pPr>
      <w:r w:rsidRPr="00F67F82">
        <w:t>Nursing care.</w:t>
      </w:r>
    </w:p>
    <w:p w14:paraId="5367BDA3" w14:textId="740BF7D5" w:rsidR="00BC13AD" w:rsidRDefault="00BC13AD" w:rsidP="4EEE8C98">
      <w:pPr>
        <w:pStyle w:val="ListParagraph"/>
      </w:pPr>
      <w:r>
        <w:t xml:space="preserve">Personal care services provided outside of the client’s residence in your place </w:t>
      </w:r>
      <w:r w:rsidR="2FD22756">
        <w:t>of employment</w:t>
      </w:r>
      <w:r>
        <w:t xml:space="preserve"> or while accessing community services, that are NOT identified and authorized in your written service plan;</w:t>
      </w:r>
    </w:p>
    <w:p w14:paraId="4DE2FCCB" w14:textId="77777777" w:rsidR="00BC13AD" w:rsidRDefault="00BC13AD" w:rsidP="00BC13AD">
      <w:pPr>
        <w:pStyle w:val="ListParagraph"/>
        <w:numPr>
          <w:ilvl w:val="0"/>
          <w:numId w:val="18"/>
        </w:numPr>
      </w:pPr>
      <w:r>
        <w:t>Respite (HCS/AAA only);</w:t>
      </w:r>
    </w:p>
    <w:p w14:paraId="1808C4C6" w14:textId="77777777" w:rsidR="00BC13AD" w:rsidRDefault="00BC13AD" w:rsidP="00BC13AD">
      <w:pPr>
        <w:pStyle w:val="ListParagraph"/>
        <w:numPr>
          <w:ilvl w:val="0"/>
          <w:numId w:val="18"/>
        </w:numPr>
      </w:pPr>
      <w:r>
        <w:t>Child care;</w:t>
      </w:r>
    </w:p>
    <w:p w14:paraId="2371AF48" w14:textId="77777777" w:rsidR="00BC13AD" w:rsidRDefault="00BC13AD" w:rsidP="00BC13AD">
      <w:pPr>
        <w:pStyle w:val="ListParagraph"/>
        <w:numPr>
          <w:ilvl w:val="0"/>
          <w:numId w:val="18"/>
        </w:numPr>
      </w:pPr>
      <w:r>
        <w:t xml:space="preserve">Animal care, unless for service animals when receiving services through New Freedom; </w:t>
      </w:r>
    </w:p>
    <w:p w14:paraId="5B5E1E58" w14:textId="77777777" w:rsidR="00BC13AD" w:rsidRDefault="00BC13AD" w:rsidP="00BC13AD">
      <w:pPr>
        <w:pStyle w:val="ListParagraph"/>
        <w:numPr>
          <w:ilvl w:val="0"/>
          <w:numId w:val="18"/>
        </w:numPr>
      </w:pPr>
      <w:r>
        <w:t>Sterile procedures, administration of medications, or other tasks requiring a licensed health professional, unless authorized as an approved nursing delegation task, client self-directed care task (excludes agency providers), or provided by a family member;</w:t>
      </w:r>
    </w:p>
    <w:p w14:paraId="44BEF0DB" w14:textId="77777777" w:rsidR="00BC13AD" w:rsidRDefault="00BC13AD" w:rsidP="00BC13AD">
      <w:pPr>
        <w:pStyle w:val="ListParagraph"/>
        <w:numPr>
          <w:ilvl w:val="0"/>
          <w:numId w:val="18"/>
        </w:numPr>
      </w:pPr>
      <w:r>
        <w:t>Services provided over the telephone;</w:t>
      </w:r>
    </w:p>
    <w:p w14:paraId="6C2AE80F" w14:textId="77777777" w:rsidR="00BC13AD" w:rsidRDefault="00BC13AD" w:rsidP="00BC13AD">
      <w:pPr>
        <w:pStyle w:val="ListParagraph"/>
        <w:numPr>
          <w:ilvl w:val="0"/>
          <w:numId w:val="18"/>
        </w:numPr>
      </w:pPr>
      <w:r>
        <w:t>Chore services provided outside the state of Washington;</w:t>
      </w:r>
    </w:p>
    <w:p w14:paraId="451573DF" w14:textId="77777777" w:rsidR="00BC13AD" w:rsidRDefault="00BC13AD" w:rsidP="00BC13AD">
      <w:pPr>
        <w:pStyle w:val="ListParagraph"/>
        <w:numPr>
          <w:ilvl w:val="0"/>
          <w:numId w:val="18"/>
        </w:numPr>
      </w:pPr>
      <w:r>
        <w:t>Any services provided outside of the United States;</w:t>
      </w:r>
    </w:p>
    <w:p w14:paraId="630B058E" w14:textId="77777777" w:rsidR="00BC13AD" w:rsidRDefault="00BC13AD" w:rsidP="00BC13AD">
      <w:pPr>
        <w:pStyle w:val="ListParagraph"/>
        <w:numPr>
          <w:ilvl w:val="0"/>
          <w:numId w:val="18"/>
        </w:numPr>
      </w:pPr>
      <w:r>
        <w:t>Services to any person who has not been authorized by the department to receive them;</w:t>
      </w:r>
    </w:p>
    <w:p w14:paraId="38E106BB" w14:textId="77777777" w:rsidR="00BC13AD" w:rsidRDefault="00BC13AD" w:rsidP="00BC13AD">
      <w:pPr>
        <w:pStyle w:val="ListParagraph"/>
        <w:numPr>
          <w:ilvl w:val="0"/>
          <w:numId w:val="18"/>
        </w:numPr>
      </w:pPr>
      <w:r>
        <w:t>Yard care;</w:t>
      </w:r>
    </w:p>
    <w:p w14:paraId="2BCC0E39" w14:textId="77777777" w:rsidR="00BC13AD" w:rsidRDefault="00BC13AD" w:rsidP="00BC13AD">
      <w:pPr>
        <w:pStyle w:val="ListParagraph"/>
        <w:numPr>
          <w:ilvl w:val="0"/>
          <w:numId w:val="18"/>
        </w:numPr>
      </w:pPr>
      <w:r>
        <w:t>Assistance with managing finances unless receiving services through New Freedom.</w:t>
      </w:r>
    </w:p>
    <w:p w14:paraId="51E811AF" w14:textId="77777777" w:rsidR="007676F4" w:rsidRPr="008A4CD5" w:rsidRDefault="007676F4" w:rsidP="007676F4">
      <w:pPr>
        <w:pStyle w:val="Heading2"/>
        <w:rPr>
          <w:color w:val="193F6F"/>
        </w:rPr>
      </w:pPr>
      <w:bookmarkStart w:id="16" w:name="_Toc525727013"/>
      <w:bookmarkStart w:id="17" w:name="_Toc525727113"/>
      <w:bookmarkStart w:id="18" w:name="_Toc528758280"/>
      <w:bookmarkStart w:id="19" w:name="_Toc528759428"/>
      <w:bookmarkStart w:id="20" w:name="_Toc528760023"/>
      <w:bookmarkStart w:id="21" w:name="_Toc205534352"/>
      <w:r w:rsidRPr="008A4CD5">
        <w:rPr>
          <w:color w:val="193F6F"/>
        </w:rPr>
        <w:t>Resources</w:t>
      </w:r>
      <w:bookmarkEnd w:id="16"/>
      <w:bookmarkEnd w:id="17"/>
      <w:bookmarkEnd w:id="18"/>
      <w:bookmarkEnd w:id="19"/>
      <w:bookmarkEnd w:id="20"/>
      <w:bookmarkEnd w:id="21"/>
    </w:p>
    <w:p w14:paraId="4EFB438F" w14:textId="77777777" w:rsidR="007676F4" w:rsidRDefault="007676F4" w:rsidP="007676F4">
      <w:pPr>
        <w:pStyle w:val="Heading3"/>
      </w:pPr>
      <w:bookmarkStart w:id="22" w:name="_Toc525727014"/>
      <w:bookmarkStart w:id="23" w:name="_Toc525727114"/>
      <w:bookmarkStart w:id="24" w:name="_Toc528758281"/>
      <w:bookmarkStart w:id="25" w:name="_Toc528759429"/>
      <w:bookmarkStart w:id="26" w:name="_Toc528760024"/>
      <w:bookmarkStart w:id="27" w:name="_Toc205534353"/>
      <w:r>
        <w:t>Related WAC</w:t>
      </w:r>
      <w:bookmarkEnd w:id="22"/>
      <w:bookmarkEnd w:id="23"/>
      <w:bookmarkEnd w:id="24"/>
      <w:bookmarkEnd w:id="25"/>
      <w:bookmarkEnd w:id="26"/>
      <w:bookmarkEnd w:id="27"/>
    </w:p>
    <w:p w14:paraId="185BAEC0" w14:textId="77777777" w:rsidR="007676F4" w:rsidRDefault="001B7F79" w:rsidP="007676F4">
      <w:hyperlink r:id="rId19" w:history="1">
        <w:r w:rsidRPr="00BC13AD">
          <w:rPr>
            <w:rStyle w:val="Hyperlink"/>
          </w:rPr>
          <w:t>WAC 388-106-0020</w:t>
        </w:r>
      </w:hyperlink>
      <w:r w:rsidR="003C1FD0">
        <w:tab/>
      </w:r>
      <w:r>
        <w:t>Excluded Services</w:t>
      </w:r>
    </w:p>
    <w:p w14:paraId="104BC183" w14:textId="77777777" w:rsidR="001B7F79" w:rsidRDefault="001B7F79" w:rsidP="007676F4"/>
    <w:p w14:paraId="7B01E0BB" w14:textId="77777777" w:rsidR="007676F4" w:rsidRPr="00CE1DDB" w:rsidRDefault="007676F4" w:rsidP="007676F4">
      <w:pPr>
        <w:pStyle w:val="Heading3"/>
      </w:pPr>
      <w:bookmarkStart w:id="28" w:name="_Toc525727015"/>
      <w:bookmarkStart w:id="29" w:name="_Toc525727115"/>
      <w:bookmarkStart w:id="30" w:name="_Toc528758282"/>
      <w:bookmarkStart w:id="31" w:name="_Toc528759430"/>
      <w:bookmarkStart w:id="32" w:name="_Toc528760025"/>
      <w:bookmarkStart w:id="33" w:name="_Toc205534354"/>
      <w:r w:rsidRPr="00CE1DDB">
        <w:t>Acronyms</w:t>
      </w:r>
      <w:bookmarkEnd w:id="28"/>
      <w:bookmarkEnd w:id="29"/>
      <w:bookmarkEnd w:id="30"/>
      <w:bookmarkEnd w:id="31"/>
      <w:bookmarkEnd w:id="32"/>
      <w:bookmarkEnd w:id="33"/>
    </w:p>
    <w:p w14:paraId="12176936" w14:textId="77777777" w:rsidR="00156D60" w:rsidRDefault="00156D60" w:rsidP="007676F4">
      <w:r>
        <w:t>AAA</w:t>
      </w:r>
      <w:r>
        <w:tab/>
      </w:r>
      <w:r>
        <w:tab/>
        <w:t>Area Agency on Aging</w:t>
      </w:r>
    </w:p>
    <w:p w14:paraId="5CFF8ADF" w14:textId="77777777" w:rsidR="00CE1DDB" w:rsidRPr="00CE1DDB" w:rsidRDefault="00CE1DDB" w:rsidP="007676F4">
      <w:r>
        <w:t>CFC</w:t>
      </w:r>
      <w:r>
        <w:tab/>
      </w:r>
      <w:r>
        <w:tab/>
        <w:t>Community First Choice</w:t>
      </w:r>
    </w:p>
    <w:p w14:paraId="527F6A99" w14:textId="77777777" w:rsidR="00CE1DDB" w:rsidRDefault="00CE1DDB" w:rsidP="007676F4">
      <w:r>
        <w:t>CFR</w:t>
      </w:r>
      <w:r>
        <w:tab/>
      </w:r>
      <w:r>
        <w:tab/>
        <w:t>Code of Federal Regulations</w:t>
      </w:r>
    </w:p>
    <w:p w14:paraId="7D294466" w14:textId="77777777" w:rsidR="00CE1DDB" w:rsidRDefault="00CE1DDB" w:rsidP="007676F4">
      <w:r>
        <w:t>CMS</w:t>
      </w:r>
      <w:r>
        <w:tab/>
      </w:r>
      <w:r>
        <w:tab/>
        <w:t>Centers for Medicare and Medicaid Services</w:t>
      </w:r>
    </w:p>
    <w:p w14:paraId="3331EE92" w14:textId="77777777" w:rsidR="009B2664" w:rsidRDefault="009B2664" w:rsidP="007676F4">
      <w:r>
        <w:t>COPES</w:t>
      </w:r>
      <w:r>
        <w:tab/>
      </w:r>
      <w:r>
        <w:tab/>
        <w:t>Community Options Program Entry System</w:t>
      </w:r>
    </w:p>
    <w:p w14:paraId="1D9A3813" w14:textId="2C5E3C5B" w:rsidR="00CE1DDB" w:rsidRDefault="00CE1DDB" w:rsidP="007676F4">
      <w:r>
        <w:t>DD</w:t>
      </w:r>
      <w:r w:rsidR="00A27931">
        <w:t>CS</w:t>
      </w:r>
      <w:r>
        <w:tab/>
      </w:r>
      <w:r>
        <w:tab/>
        <w:t xml:space="preserve">Developmental Disability </w:t>
      </w:r>
      <w:r w:rsidR="00A27931">
        <w:t>Community Services</w:t>
      </w:r>
    </w:p>
    <w:p w14:paraId="4065ECFF" w14:textId="77777777" w:rsidR="00CE1DDB" w:rsidRDefault="00CE1DDB" w:rsidP="007676F4">
      <w:r>
        <w:t>DHHS</w:t>
      </w:r>
      <w:r>
        <w:tab/>
      </w:r>
      <w:r>
        <w:tab/>
        <w:t>Department of Health and Human Services</w:t>
      </w:r>
    </w:p>
    <w:p w14:paraId="2141C00A" w14:textId="77777777" w:rsidR="00CE1DDB" w:rsidRDefault="00CE1DDB" w:rsidP="007676F4">
      <w:r w:rsidRPr="00CE1DDB">
        <w:t>FMAP</w:t>
      </w:r>
      <w:r w:rsidRPr="00CE1DDB">
        <w:tab/>
      </w:r>
      <w:r w:rsidRPr="00CE1DDB">
        <w:tab/>
        <w:t>Federal Medical Assistance Percentage</w:t>
      </w:r>
    </w:p>
    <w:p w14:paraId="72710B75" w14:textId="77777777" w:rsidR="005F0B67" w:rsidRPr="00CE1DDB" w:rsidRDefault="005F0B67" w:rsidP="007676F4">
      <w:r>
        <w:t>HCBS</w:t>
      </w:r>
      <w:r>
        <w:tab/>
      </w:r>
      <w:r>
        <w:tab/>
        <w:t>Home and Community Based Services</w:t>
      </w:r>
    </w:p>
    <w:p w14:paraId="3567F143" w14:textId="1F90213E" w:rsidR="00A27931" w:rsidRDefault="00A27931" w:rsidP="007676F4">
      <w:r>
        <w:t>HCLA</w:t>
      </w:r>
      <w:r>
        <w:tab/>
      </w:r>
      <w:r>
        <w:tab/>
        <w:t>Home and Community Living Administration</w:t>
      </w:r>
    </w:p>
    <w:p w14:paraId="75D180CF" w14:textId="40B6870E" w:rsidR="00CE1DDB" w:rsidRDefault="00CE1DDB" w:rsidP="007676F4">
      <w:r w:rsidRPr="00CE1DDB">
        <w:t>HCS</w:t>
      </w:r>
      <w:r w:rsidRPr="00CE1DDB">
        <w:tab/>
      </w:r>
      <w:r w:rsidRPr="00CE1DDB">
        <w:tab/>
        <w:t>Home and Community Services</w:t>
      </w:r>
    </w:p>
    <w:p w14:paraId="01478867" w14:textId="77777777" w:rsidR="009B2664" w:rsidRDefault="009B2664" w:rsidP="007676F4">
      <w:r>
        <w:t>MCS</w:t>
      </w:r>
      <w:r>
        <w:tab/>
      </w:r>
      <w:r>
        <w:tab/>
        <w:t>Medical Care Services</w:t>
      </w:r>
    </w:p>
    <w:p w14:paraId="30488CFE" w14:textId="77777777" w:rsidR="00CE1DDB" w:rsidRPr="00CE1DDB" w:rsidRDefault="00CE1DDB" w:rsidP="007676F4">
      <w:r>
        <w:t>MPC</w:t>
      </w:r>
      <w:r>
        <w:tab/>
      </w:r>
      <w:r>
        <w:tab/>
        <w:t>Medicaid Personal Care</w:t>
      </w:r>
    </w:p>
    <w:p w14:paraId="6A55C13E" w14:textId="77777777" w:rsidR="00CE1DDB" w:rsidRPr="00CE1DDB" w:rsidRDefault="00CE1DDB" w:rsidP="007676F4">
      <w:r w:rsidRPr="00CE1DDB">
        <w:t>SSA</w:t>
      </w:r>
      <w:r w:rsidRPr="00CE1DDB">
        <w:tab/>
      </w:r>
      <w:r w:rsidRPr="00CE1DDB">
        <w:tab/>
        <w:t>Social Security Act</w:t>
      </w:r>
    </w:p>
    <w:p w14:paraId="76E34C1D" w14:textId="77777777" w:rsidR="007676F4" w:rsidRPr="00CE1DDB" w:rsidRDefault="007676F4" w:rsidP="007676F4"/>
    <w:p w14:paraId="08EBDBF1" w14:textId="77777777" w:rsidR="007676F4" w:rsidRDefault="007676F4" w:rsidP="007676F4">
      <w:r>
        <w:tab/>
      </w:r>
      <w:r>
        <w:tab/>
      </w:r>
    </w:p>
    <w:p w14:paraId="5B615323" w14:textId="77777777" w:rsidR="007676F4" w:rsidRPr="005B2F93" w:rsidRDefault="007676F4" w:rsidP="007676F4">
      <w:pPr>
        <w:pStyle w:val="Heading2"/>
        <w:rPr>
          <w:color w:val="193F6F"/>
        </w:rPr>
      </w:pPr>
      <w:bookmarkStart w:id="34" w:name="_Toc525727017"/>
      <w:bookmarkStart w:id="35" w:name="_Toc525727117"/>
      <w:bookmarkStart w:id="36" w:name="_Toc528758284"/>
      <w:bookmarkStart w:id="37" w:name="_Toc528759432"/>
      <w:bookmarkStart w:id="38" w:name="_Toc528760027"/>
      <w:bookmarkStart w:id="39" w:name="_Toc205534355"/>
      <w:r w:rsidRPr="005B2F93">
        <w:rPr>
          <w:color w:val="193F6F"/>
        </w:rPr>
        <w:t>Revision History</w:t>
      </w:r>
      <w:bookmarkEnd w:id="34"/>
      <w:bookmarkEnd w:id="35"/>
      <w:bookmarkEnd w:id="36"/>
      <w:bookmarkEnd w:id="37"/>
      <w:bookmarkEnd w:id="38"/>
      <w:bookmarkEnd w:id="39"/>
    </w:p>
    <w:tbl>
      <w:tblPr>
        <w:tblStyle w:val="TableGrid"/>
        <w:tblW w:w="0" w:type="auto"/>
        <w:tblLook w:val="04A0" w:firstRow="1" w:lastRow="0" w:firstColumn="1" w:lastColumn="0" w:noHBand="0" w:noVBand="1"/>
      </w:tblPr>
      <w:tblGrid>
        <w:gridCol w:w="1435"/>
        <w:gridCol w:w="1530"/>
        <w:gridCol w:w="4958"/>
        <w:gridCol w:w="1427"/>
      </w:tblGrid>
      <w:tr w:rsidR="007676F4" w14:paraId="60140BA7" w14:textId="77777777" w:rsidTr="008967B9">
        <w:tc>
          <w:tcPr>
            <w:tcW w:w="1435" w:type="dxa"/>
          </w:tcPr>
          <w:p w14:paraId="3FBF5476" w14:textId="77777777" w:rsidR="007676F4" w:rsidRPr="00A9357F" w:rsidRDefault="007676F4" w:rsidP="008967B9">
            <w:pPr>
              <w:rPr>
                <w:b/>
                <w:caps/>
              </w:rPr>
            </w:pPr>
            <w:r w:rsidRPr="00A9357F">
              <w:rPr>
                <w:b/>
                <w:caps/>
              </w:rPr>
              <w:t>Date</w:t>
            </w:r>
          </w:p>
        </w:tc>
        <w:tc>
          <w:tcPr>
            <w:tcW w:w="1530" w:type="dxa"/>
          </w:tcPr>
          <w:p w14:paraId="2A17F82D" w14:textId="77777777" w:rsidR="007676F4" w:rsidRPr="00A9357F" w:rsidRDefault="007676F4" w:rsidP="008967B9">
            <w:pPr>
              <w:rPr>
                <w:b/>
                <w:caps/>
              </w:rPr>
            </w:pPr>
            <w:r w:rsidRPr="00A9357F">
              <w:rPr>
                <w:b/>
                <w:caps/>
              </w:rPr>
              <w:t>Made By</w:t>
            </w:r>
          </w:p>
        </w:tc>
        <w:tc>
          <w:tcPr>
            <w:tcW w:w="4958" w:type="dxa"/>
          </w:tcPr>
          <w:p w14:paraId="7498B0DC" w14:textId="77777777" w:rsidR="007676F4" w:rsidRPr="00A9357F" w:rsidRDefault="007676F4" w:rsidP="008967B9">
            <w:pPr>
              <w:rPr>
                <w:b/>
                <w:caps/>
              </w:rPr>
            </w:pPr>
            <w:r w:rsidRPr="00A9357F">
              <w:rPr>
                <w:b/>
                <w:caps/>
              </w:rPr>
              <w:t>Change(s)</w:t>
            </w:r>
          </w:p>
        </w:tc>
        <w:tc>
          <w:tcPr>
            <w:tcW w:w="1427" w:type="dxa"/>
          </w:tcPr>
          <w:p w14:paraId="20C5D1F3" w14:textId="77777777" w:rsidR="007676F4" w:rsidRPr="00A9357F" w:rsidRDefault="007676F4" w:rsidP="008967B9">
            <w:pPr>
              <w:rPr>
                <w:b/>
                <w:caps/>
              </w:rPr>
            </w:pPr>
            <w:r>
              <w:rPr>
                <w:b/>
                <w:caps/>
              </w:rPr>
              <w:t>MB #</w:t>
            </w:r>
          </w:p>
        </w:tc>
      </w:tr>
      <w:tr w:rsidR="00A27931" w14:paraId="422C46B2" w14:textId="77777777" w:rsidTr="008967B9">
        <w:tc>
          <w:tcPr>
            <w:tcW w:w="1435" w:type="dxa"/>
          </w:tcPr>
          <w:p w14:paraId="5B3AF913" w14:textId="22093707" w:rsidR="00A27931" w:rsidRPr="00A27931" w:rsidRDefault="00A27931" w:rsidP="008967B9">
            <w:r w:rsidRPr="00A27931">
              <w:t>7/2025</w:t>
            </w:r>
          </w:p>
        </w:tc>
        <w:tc>
          <w:tcPr>
            <w:tcW w:w="1530" w:type="dxa"/>
          </w:tcPr>
          <w:p w14:paraId="00722B0B" w14:textId="1B4D7FC6" w:rsidR="00A27931" w:rsidRPr="00A27931" w:rsidRDefault="00A27931" w:rsidP="008967B9">
            <w:r w:rsidRPr="00A27931">
              <w:t>Annie Moua</w:t>
            </w:r>
          </w:p>
        </w:tc>
        <w:tc>
          <w:tcPr>
            <w:tcW w:w="4958" w:type="dxa"/>
          </w:tcPr>
          <w:p w14:paraId="36E9F001" w14:textId="19366818" w:rsidR="00A27931" w:rsidRPr="00A27931" w:rsidRDefault="00A27931" w:rsidP="008967B9">
            <w:r>
              <w:t>Update ALTSA to HCLA and DDA to DDCS</w:t>
            </w:r>
          </w:p>
        </w:tc>
        <w:tc>
          <w:tcPr>
            <w:tcW w:w="1427" w:type="dxa"/>
          </w:tcPr>
          <w:p w14:paraId="47A93A3E" w14:textId="7EE47FC2" w:rsidR="00A27931" w:rsidRPr="00A27931" w:rsidRDefault="00A27931" w:rsidP="008967B9">
            <w:r w:rsidRPr="00A27931">
              <w:t>TBD</w:t>
            </w:r>
          </w:p>
        </w:tc>
      </w:tr>
      <w:tr w:rsidR="00460DF4" w14:paraId="2B0F3273" w14:textId="77777777" w:rsidTr="008967B9">
        <w:tc>
          <w:tcPr>
            <w:tcW w:w="1435" w:type="dxa"/>
          </w:tcPr>
          <w:p w14:paraId="7C0FDE3B" w14:textId="77777777" w:rsidR="00460DF4" w:rsidRPr="005C3BEA" w:rsidRDefault="003D4744" w:rsidP="008967B9">
            <w:r w:rsidRPr="005C3BEA">
              <w:t>10/1/2023</w:t>
            </w:r>
          </w:p>
        </w:tc>
        <w:tc>
          <w:tcPr>
            <w:tcW w:w="1530" w:type="dxa"/>
          </w:tcPr>
          <w:p w14:paraId="07CD721A" w14:textId="77777777" w:rsidR="00460DF4" w:rsidRPr="005C3BEA" w:rsidRDefault="003D4744" w:rsidP="008967B9">
            <w:r>
              <w:t>Anne Moua</w:t>
            </w:r>
          </w:p>
        </w:tc>
        <w:tc>
          <w:tcPr>
            <w:tcW w:w="4958" w:type="dxa"/>
          </w:tcPr>
          <w:p w14:paraId="6F9EFBE0" w14:textId="77777777" w:rsidR="00460DF4" w:rsidRPr="005C3BEA" w:rsidRDefault="003D4744" w:rsidP="008967B9">
            <w:r>
              <w:t>Update contact</w:t>
            </w:r>
          </w:p>
        </w:tc>
        <w:tc>
          <w:tcPr>
            <w:tcW w:w="1427" w:type="dxa"/>
          </w:tcPr>
          <w:p w14:paraId="4131B590" w14:textId="2686AAF6" w:rsidR="00460DF4" w:rsidRPr="005C3BEA" w:rsidRDefault="00460DF4" w:rsidP="008967B9"/>
        </w:tc>
      </w:tr>
      <w:tr w:rsidR="007676F4" w14:paraId="47D88C35" w14:textId="77777777" w:rsidTr="008967B9">
        <w:tc>
          <w:tcPr>
            <w:tcW w:w="1435" w:type="dxa"/>
          </w:tcPr>
          <w:p w14:paraId="010F3727" w14:textId="77777777" w:rsidR="007676F4" w:rsidRDefault="007676F4" w:rsidP="008967B9"/>
        </w:tc>
        <w:tc>
          <w:tcPr>
            <w:tcW w:w="1530" w:type="dxa"/>
          </w:tcPr>
          <w:p w14:paraId="3FC390AF" w14:textId="77777777" w:rsidR="007676F4" w:rsidRDefault="000A40F4" w:rsidP="008967B9">
            <w:r>
              <w:t>Beth Adams</w:t>
            </w:r>
          </w:p>
        </w:tc>
        <w:tc>
          <w:tcPr>
            <w:tcW w:w="4958" w:type="dxa"/>
          </w:tcPr>
          <w:p w14:paraId="4C926849" w14:textId="77777777" w:rsidR="007676F4" w:rsidRDefault="00CE1DDB" w:rsidP="008967B9">
            <w:r>
              <w:t>Moved to new template</w:t>
            </w:r>
            <w:r w:rsidR="009B2664">
              <w:t>; rearranged content order</w:t>
            </w:r>
          </w:p>
        </w:tc>
        <w:tc>
          <w:tcPr>
            <w:tcW w:w="1427" w:type="dxa"/>
          </w:tcPr>
          <w:p w14:paraId="27B78E3D" w14:textId="77777777" w:rsidR="007676F4" w:rsidRDefault="007676F4" w:rsidP="008967B9"/>
        </w:tc>
      </w:tr>
    </w:tbl>
    <w:p w14:paraId="5987A31F" w14:textId="77777777" w:rsidR="003C1FD0" w:rsidRDefault="003C1FD0" w:rsidP="003C1FD0"/>
    <w:p w14:paraId="4389BC3F" w14:textId="77777777" w:rsidR="007676F4" w:rsidRDefault="007676F4" w:rsidP="007676F4">
      <w:pPr>
        <w:rPr>
          <w:rFonts w:ascii="Century Gothic" w:eastAsiaTheme="majorEastAsia" w:hAnsi="Century Gothic" w:cstheme="majorBidi"/>
          <w:color w:val="005CAB"/>
          <w:sz w:val="26"/>
          <w:szCs w:val="26"/>
        </w:rPr>
      </w:pPr>
    </w:p>
    <w:sectPr w:rsidR="007676F4" w:rsidSect="00471F01">
      <w:headerReference w:type="default" r:id="rId20"/>
      <w:footerReference w:type="default" r:id="rId2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FD53C" w14:textId="77777777" w:rsidR="007D149A" w:rsidRDefault="007D149A" w:rsidP="00471F01">
      <w:r>
        <w:separator/>
      </w:r>
    </w:p>
    <w:p w14:paraId="4944508A" w14:textId="77777777" w:rsidR="007D149A" w:rsidRDefault="007D149A"/>
  </w:endnote>
  <w:endnote w:type="continuationSeparator" w:id="0">
    <w:p w14:paraId="14960EB8" w14:textId="77777777" w:rsidR="007D149A" w:rsidRDefault="007D149A" w:rsidP="00471F01">
      <w:r>
        <w:continuationSeparator/>
      </w:r>
    </w:p>
    <w:p w14:paraId="5BBF733F" w14:textId="77777777" w:rsidR="007D149A" w:rsidRDefault="007D1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9DA05" w14:textId="77777777" w:rsidR="00156D60" w:rsidRDefault="00156D60" w:rsidP="00471F01"/>
  <w:p w14:paraId="218DDB18" w14:textId="77777777" w:rsidR="00156D60" w:rsidRPr="000016C9" w:rsidRDefault="00156D60" w:rsidP="00471F01">
    <w:pPr>
      <w:pBdr>
        <w:top w:val="single" w:sz="4" w:space="1" w:color="auto"/>
      </w:pBdr>
      <w:tabs>
        <w:tab w:val="left" w:pos="7470"/>
        <w:tab w:val="left" w:pos="8370"/>
      </w:tabs>
      <w:rPr>
        <w:rFonts w:ascii="Cambria" w:hAnsi="Cambria"/>
        <w:caps/>
        <w:sz w:val="10"/>
      </w:rPr>
    </w:pPr>
  </w:p>
  <w:p w14:paraId="2C056665" w14:textId="3791606C" w:rsidR="00DB42BF" w:rsidRPr="00DB42BF" w:rsidRDefault="37D67BAF" w:rsidP="37D67BAF">
    <w:pPr>
      <w:rPr>
        <w:rFonts w:ascii="Cambria" w:hAnsi="Cambria"/>
        <w:i/>
        <w:sz w:val="18"/>
        <w:szCs w:val="18"/>
      </w:rPr>
    </w:pPr>
    <w:r w:rsidRPr="37D67BAF">
      <w:rPr>
        <w:rFonts w:ascii="Cambria" w:hAnsi="Cambria"/>
        <w:caps/>
      </w:rPr>
      <w:t xml:space="preserve">Page </w:t>
    </w:r>
    <w:sdt>
      <w:sdtPr>
        <w:rPr>
          <w:rFonts w:ascii="Cambria" w:hAnsi="Cambria"/>
          <w:caps/>
        </w:rPr>
        <w:id w:val="-592318871"/>
        <w:text/>
      </w:sdtPr>
      <w:sdtContent>
        <w:r w:rsidRPr="37D67BAF">
          <w:rPr>
            <w:rFonts w:ascii="Cambria" w:hAnsi="Cambria"/>
            <w:caps/>
          </w:rPr>
          <w:t>7</w:t>
        </w:r>
      </w:sdtContent>
    </w:sdt>
    <w:r w:rsidRPr="37D67BAF">
      <w:rPr>
        <w:rFonts w:ascii="Cambria" w:hAnsi="Cambria"/>
        <w:caps/>
      </w:rPr>
      <w:t>.</w:t>
    </w:r>
    <w:r w:rsidR="00156D60" w:rsidRPr="37D67BAF">
      <w:rPr>
        <w:rFonts w:ascii="Cambria" w:hAnsi="Cambria"/>
        <w:caps/>
        <w:noProof/>
      </w:rPr>
      <w:fldChar w:fldCharType="begin"/>
    </w:r>
    <w:r w:rsidR="00156D60" w:rsidRPr="37D67BAF">
      <w:rPr>
        <w:rFonts w:ascii="Cambria" w:hAnsi="Cambria"/>
        <w:caps/>
      </w:rPr>
      <w:instrText xml:space="preserve"> PAGE   \* MERGEFORMAT </w:instrText>
    </w:r>
    <w:r w:rsidR="00156D60" w:rsidRPr="37D67BAF">
      <w:rPr>
        <w:rFonts w:ascii="Cambria" w:hAnsi="Cambria"/>
        <w:caps/>
      </w:rPr>
      <w:fldChar w:fldCharType="separate"/>
    </w:r>
    <w:r w:rsidRPr="37D67BAF">
      <w:rPr>
        <w:rFonts w:ascii="Cambria" w:hAnsi="Cambria"/>
        <w:caps/>
        <w:noProof/>
      </w:rPr>
      <w:t>6</w:t>
    </w:r>
    <w:r w:rsidR="00156D60" w:rsidRPr="37D67BAF">
      <w:rPr>
        <w:rFonts w:ascii="Cambria" w:hAnsi="Cambria"/>
        <w:caps/>
        <w:noProof/>
      </w:rPr>
      <w:fldChar w:fldCharType="end"/>
    </w:r>
    <w:r w:rsidR="00156D60">
      <w:tab/>
    </w:r>
    <w:r w:rsidR="00156D60">
      <w:tab/>
    </w:r>
    <w:r w:rsidR="00156D60">
      <w:tab/>
    </w:r>
    <w:r w:rsidR="00156D60">
      <w:tab/>
    </w:r>
    <w:r w:rsidR="00156D60">
      <w:tab/>
    </w:r>
    <w:r w:rsidR="00156D60">
      <w:tab/>
    </w:r>
    <w:r w:rsidR="00156D60">
      <w:tab/>
    </w:r>
    <w:r w:rsidR="00156D60">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 xml:space="preserve">: </w:t>
    </w:r>
    <w:r w:rsidRPr="37D67BAF">
      <w:rPr>
        <w:rFonts w:ascii="Cambria" w:hAnsi="Cambria"/>
        <w:i/>
        <w:iCs/>
        <w:sz w:val="18"/>
        <w:szCs w:val="18"/>
      </w:rPr>
      <w:t>8</w:t>
    </w:r>
    <w:r>
      <w:rPr>
        <w:rFonts w:ascii="Cambria" w:hAnsi="Cambria"/>
        <w:i/>
        <w:sz w:val="18"/>
        <w:szCs w:val="18"/>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4C748" w14:textId="77777777" w:rsidR="007D149A" w:rsidRDefault="007D149A" w:rsidP="00471F01">
      <w:r>
        <w:separator/>
      </w:r>
    </w:p>
    <w:p w14:paraId="0B3DEFAC" w14:textId="77777777" w:rsidR="007D149A" w:rsidRDefault="007D149A"/>
  </w:footnote>
  <w:footnote w:type="continuationSeparator" w:id="0">
    <w:p w14:paraId="0EA22F1C" w14:textId="77777777" w:rsidR="007D149A" w:rsidRDefault="007D149A" w:rsidP="00471F01">
      <w:r>
        <w:continuationSeparator/>
      </w:r>
    </w:p>
    <w:p w14:paraId="7EF5F067" w14:textId="77777777" w:rsidR="007D149A" w:rsidRDefault="007D14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3D3A14" w14:paraId="1C0BF88A" w14:textId="77777777" w:rsidTr="004F2BDF">
      <w:trPr>
        <w:trHeight w:val="1350"/>
      </w:trPr>
      <w:tc>
        <w:tcPr>
          <w:tcW w:w="6048" w:type="dxa"/>
        </w:tcPr>
        <w:p w14:paraId="00024813" w14:textId="59239A0B" w:rsidR="003D3A14" w:rsidRPr="00194A0B" w:rsidRDefault="003D3A14" w:rsidP="003D3A14">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CF029C">
                <w:rPr>
                  <w:rFonts w:ascii="Cambria" w:hAnsi="Cambria"/>
                  <w:color w:val="193F6F"/>
                  <w:sz w:val="24"/>
                  <w:szCs w:val="24"/>
                </w:rPr>
                <w:t>7</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CF029C">
                <w:rPr>
                  <w:rFonts w:ascii="Cambria" w:hAnsi="Cambria"/>
                  <w:color w:val="193F6F"/>
                  <w:sz w:val="24"/>
                  <w:szCs w:val="24"/>
                </w:rPr>
                <w:t>Introduction</w:t>
              </w:r>
              <w:r w:rsidR="00173967">
                <w:rPr>
                  <w:rFonts w:ascii="Cambria" w:hAnsi="Cambria"/>
                  <w:color w:val="193F6F"/>
                  <w:sz w:val="24"/>
                  <w:szCs w:val="24"/>
                </w:rPr>
                <w:t xml:space="preserve"> to Medicaid, State Plans and 1915c Waivers</w:t>
              </w:r>
            </w:sdtContent>
          </w:sdt>
        </w:p>
        <w:p w14:paraId="7293B978" w14:textId="77777777" w:rsidR="003D3A14" w:rsidRPr="00B43E26" w:rsidRDefault="003D3A14" w:rsidP="003D3A14">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283F361F" w14:textId="77777777" w:rsidR="003D3A14" w:rsidRDefault="003D3A14" w:rsidP="003D3A14">
          <w:pPr>
            <w:pStyle w:val="Header"/>
            <w:rPr>
              <w:rFonts w:ascii="Cambria" w:hAnsi="Cambria"/>
              <w:b/>
              <w:caps/>
            </w:rPr>
          </w:pPr>
          <w:r>
            <w:rPr>
              <w:rFonts w:ascii="Cambria" w:hAnsi="Cambria"/>
              <w:b/>
              <w:caps/>
              <w:noProof/>
            </w:rPr>
            <w:drawing>
              <wp:inline distT="0" distB="0" distL="0" distR="0" wp14:anchorId="441B3A28" wp14:editId="2A600326">
                <wp:extent cx="1969135" cy="829310"/>
                <wp:effectExtent l="0" t="0" r="0" b="8890"/>
                <wp:docPr id="1732190794"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A picture containing text, clipar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3D3A14" w14:paraId="4EFFBDA5" w14:textId="77777777" w:rsidTr="004F2BDF">
      <w:trPr>
        <w:trHeight w:val="91"/>
      </w:trPr>
      <w:tc>
        <w:tcPr>
          <w:tcW w:w="9369" w:type="dxa"/>
          <w:gridSpan w:val="2"/>
          <w:shd w:val="clear" w:color="auto" w:fill="27A1C6"/>
        </w:tcPr>
        <w:p w14:paraId="124A7F3B" w14:textId="77777777" w:rsidR="003D3A14" w:rsidRPr="000D6D48" w:rsidRDefault="003D3A14" w:rsidP="003D3A14">
          <w:pPr>
            <w:pStyle w:val="Header"/>
            <w:rPr>
              <w:rFonts w:ascii="Arial" w:hAnsi="Arial" w:cs="Arial"/>
              <w:noProof/>
              <w:color w:val="FFFFFF"/>
              <w:sz w:val="4"/>
              <w:szCs w:val="20"/>
            </w:rPr>
          </w:pPr>
        </w:p>
      </w:tc>
    </w:tr>
  </w:tbl>
  <w:p w14:paraId="4A6080C2" w14:textId="77777777" w:rsidR="00156D60" w:rsidRDefault="00156D60"/>
</w:hdr>
</file>

<file path=word/intelligence2.xml><?xml version="1.0" encoding="utf-8"?>
<int2:intelligence xmlns:int2="http://schemas.microsoft.com/office/intelligence/2020/intelligence" xmlns:oel="http://schemas.microsoft.com/office/2019/extlst">
  <int2:observations>
    <int2:bookmark int2:bookmarkName="_Int_nnyjKdQM" int2:invalidationBookmarkName="" int2:hashCode="yWT0A5R5SFrose" int2:id="8bNZ2LmU">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D3293"/>
    <w:multiLevelType w:val="hybridMultilevel"/>
    <w:tmpl w:val="D90E7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2B7F"/>
    <w:multiLevelType w:val="hybridMultilevel"/>
    <w:tmpl w:val="2BF4A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4A4A03"/>
    <w:multiLevelType w:val="hybridMultilevel"/>
    <w:tmpl w:val="99DAECA0"/>
    <w:lvl w:ilvl="0" w:tplc="B0903092">
      <w:start w:val="1"/>
      <w:numFmt w:val="bullet"/>
      <w:lvlText w:val="•"/>
      <w:lvlJc w:val="left"/>
      <w:pPr>
        <w:tabs>
          <w:tab w:val="num" w:pos="720"/>
        </w:tabs>
        <w:ind w:left="720" w:hanging="360"/>
      </w:pPr>
      <w:rPr>
        <w:rFonts w:ascii="Times New Roman" w:hAnsi="Times New Roman" w:hint="default"/>
      </w:rPr>
    </w:lvl>
    <w:lvl w:ilvl="1" w:tplc="69C06322">
      <w:start w:val="2852"/>
      <w:numFmt w:val="bullet"/>
      <w:lvlText w:val="•"/>
      <w:lvlJc w:val="left"/>
      <w:pPr>
        <w:tabs>
          <w:tab w:val="num" w:pos="1440"/>
        </w:tabs>
        <w:ind w:left="1440" w:hanging="360"/>
      </w:pPr>
      <w:rPr>
        <w:rFonts w:ascii="Arial" w:hAnsi="Arial" w:cs="Arial" w:hint="default"/>
        <w:sz w:val="28"/>
        <w:szCs w:val="28"/>
      </w:rPr>
    </w:lvl>
    <w:lvl w:ilvl="2" w:tplc="AC2C892E">
      <w:start w:val="1"/>
      <w:numFmt w:val="bullet"/>
      <w:lvlText w:val="•"/>
      <w:lvlJc w:val="left"/>
      <w:pPr>
        <w:tabs>
          <w:tab w:val="num" w:pos="2160"/>
        </w:tabs>
        <w:ind w:left="2160" w:hanging="360"/>
      </w:pPr>
      <w:rPr>
        <w:rFonts w:ascii="Times New Roman" w:hAnsi="Times New Roman" w:hint="default"/>
      </w:rPr>
    </w:lvl>
    <w:lvl w:ilvl="3" w:tplc="12E2B732" w:tentative="1">
      <w:start w:val="1"/>
      <w:numFmt w:val="bullet"/>
      <w:lvlText w:val="•"/>
      <w:lvlJc w:val="left"/>
      <w:pPr>
        <w:tabs>
          <w:tab w:val="num" w:pos="2880"/>
        </w:tabs>
        <w:ind w:left="2880" w:hanging="360"/>
      </w:pPr>
      <w:rPr>
        <w:rFonts w:ascii="Times New Roman" w:hAnsi="Times New Roman" w:hint="default"/>
      </w:rPr>
    </w:lvl>
    <w:lvl w:ilvl="4" w:tplc="70083B4A" w:tentative="1">
      <w:start w:val="1"/>
      <w:numFmt w:val="bullet"/>
      <w:lvlText w:val="•"/>
      <w:lvlJc w:val="left"/>
      <w:pPr>
        <w:tabs>
          <w:tab w:val="num" w:pos="3600"/>
        </w:tabs>
        <w:ind w:left="3600" w:hanging="360"/>
      </w:pPr>
      <w:rPr>
        <w:rFonts w:ascii="Times New Roman" w:hAnsi="Times New Roman" w:hint="default"/>
      </w:rPr>
    </w:lvl>
    <w:lvl w:ilvl="5" w:tplc="F2DEC1A0" w:tentative="1">
      <w:start w:val="1"/>
      <w:numFmt w:val="bullet"/>
      <w:lvlText w:val="•"/>
      <w:lvlJc w:val="left"/>
      <w:pPr>
        <w:tabs>
          <w:tab w:val="num" w:pos="4320"/>
        </w:tabs>
        <w:ind w:left="4320" w:hanging="360"/>
      </w:pPr>
      <w:rPr>
        <w:rFonts w:ascii="Times New Roman" w:hAnsi="Times New Roman" w:hint="default"/>
      </w:rPr>
    </w:lvl>
    <w:lvl w:ilvl="6" w:tplc="C2B42352" w:tentative="1">
      <w:start w:val="1"/>
      <w:numFmt w:val="bullet"/>
      <w:lvlText w:val="•"/>
      <w:lvlJc w:val="left"/>
      <w:pPr>
        <w:tabs>
          <w:tab w:val="num" w:pos="5040"/>
        </w:tabs>
        <w:ind w:left="5040" w:hanging="360"/>
      </w:pPr>
      <w:rPr>
        <w:rFonts w:ascii="Times New Roman" w:hAnsi="Times New Roman" w:hint="default"/>
      </w:rPr>
    </w:lvl>
    <w:lvl w:ilvl="7" w:tplc="769CDEE6" w:tentative="1">
      <w:start w:val="1"/>
      <w:numFmt w:val="bullet"/>
      <w:lvlText w:val="•"/>
      <w:lvlJc w:val="left"/>
      <w:pPr>
        <w:tabs>
          <w:tab w:val="num" w:pos="5760"/>
        </w:tabs>
        <w:ind w:left="5760" w:hanging="360"/>
      </w:pPr>
      <w:rPr>
        <w:rFonts w:ascii="Times New Roman" w:hAnsi="Times New Roman" w:hint="default"/>
      </w:rPr>
    </w:lvl>
    <w:lvl w:ilvl="8" w:tplc="C750DB6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4267769"/>
    <w:multiLevelType w:val="hybridMultilevel"/>
    <w:tmpl w:val="D46A93DC"/>
    <w:lvl w:ilvl="0" w:tplc="C3D2016C">
      <w:start w:val="1"/>
      <w:numFmt w:val="lowerRoman"/>
      <w:pStyle w:val="Numbering3"/>
      <w:lvlText w:val="%1."/>
      <w:lvlJc w:val="right"/>
      <w:pPr>
        <w:ind w:left="2160" w:hanging="360"/>
      </w:pPr>
      <w:rPr>
        <w:rFonts w:ascii="Arial" w:hAnsi="Arial" w:cs="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B395606"/>
    <w:multiLevelType w:val="hybridMultilevel"/>
    <w:tmpl w:val="FBEC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2D44C0"/>
    <w:multiLevelType w:val="hybridMultilevel"/>
    <w:tmpl w:val="8B6E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217F4"/>
    <w:multiLevelType w:val="hybridMultilevel"/>
    <w:tmpl w:val="2BFCE4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68F3E31"/>
    <w:multiLevelType w:val="hybridMultilevel"/>
    <w:tmpl w:val="31A4D538"/>
    <w:lvl w:ilvl="0" w:tplc="1CE62762">
      <w:start w:val="1"/>
      <w:numFmt w:val="bullet"/>
      <w:lvlText w:val="9"/>
      <w:lvlJc w:val="left"/>
      <w:pPr>
        <w:ind w:left="1224" w:hanging="360"/>
      </w:pPr>
      <w:rPr>
        <w:rFonts w:ascii="Wingdings 3" w:hAnsi="Wingdings 3" w:hint="default"/>
      </w:rPr>
    </w:lvl>
    <w:lvl w:ilvl="1" w:tplc="04090003">
      <w:start w:val="1"/>
      <w:numFmt w:val="bullet"/>
      <w:lvlText w:val="o"/>
      <w:lvlJc w:val="left"/>
      <w:pPr>
        <w:ind w:left="1944" w:hanging="360"/>
      </w:pPr>
      <w:rPr>
        <w:rFonts w:ascii="Courier New" w:hAnsi="Courier New" w:cs="Courier New" w:hint="default"/>
      </w:rPr>
    </w:lvl>
    <w:lvl w:ilvl="2" w:tplc="04090005">
      <w:start w:val="1"/>
      <w:numFmt w:val="bullet"/>
      <w:lvlText w:val=""/>
      <w:lvlJc w:val="left"/>
      <w:pPr>
        <w:ind w:left="2664" w:hanging="360"/>
      </w:pPr>
      <w:rPr>
        <w:rFonts w:ascii="Wingdings" w:hAnsi="Wingdings" w:hint="default"/>
      </w:rPr>
    </w:lvl>
    <w:lvl w:ilvl="3" w:tplc="04090001">
      <w:start w:val="1"/>
      <w:numFmt w:val="bullet"/>
      <w:lvlText w:val=""/>
      <w:lvlJc w:val="left"/>
      <w:pPr>
        <w:ind w:left="3384" w:hanging="360"/>
      </w:pPr>
      <w:rPr>
        <w:rFonts w:ascii="Symbol" w:hAnsi="Symbol" w:hint="default"/>
      </w:rPr>
    </w:lvl>
    <w:lvl w:ilvl="4" w:tplc="04090003">
      <w:start w:val="1"/>
      <w:numFmt w:val="bullet"/>
      <w:lvlText w:val="o"/>
      <w:lvlJc w:val="left"/>
      <w:pPr>
        <w:ind w:left="4104" w:hanging="360"/>
      </w:pPr>
      <w:rPr>
        <w:rFonts w:ascii="Courier New" w:hAnsi="Courier New" w:cs="Courier New" w:hint="default"/>
      </w:rPr>
    </w:lvl>
    <w:lvl w:ilvl="5" w:tplc="04090005">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8"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EA16EBE"/>
    <w:multiLevelType w:val="hybridMultilevel"/>
    <w:tmpl w:val="6310F266"/>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423F27F9"/>
    <w:multiLevelType w:val="hybridMultilevel"/>
    <w:tmpl w:val="8D64AC74"/>
    <w:lvl w:ilvl="0" w:tplc="549C7192">
      <w:start w:val="1"/>
      <w:numFmt w:val="lowerLetter"/>
      <w:pStyle w:val="Numbering2"/>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43C6AD1"/>
    <w:multiLevelType w:val="hybridMultilevel"/>
    <w:tmpl w:val="2CD8B2EA"/>
    <w:lvl w:ilvl="0" w:tplc="70E47B66">
      <w:start w:val="1"/>
      <w:numFmt w:val="decimal"/>
      <w:pStyle w:val="Numbering"/>
      <w:lvlText w:val="%1."/>
      <w:lvlJc w:val="right"/>
      <w:pPr>
        <w:ind w:left="1224" w:hanging="360"/>
      </w:pPr>
      <w:rPr>
        <w:rFonts w:hint="default"/>
        <w:color w:val="000000" w:themeColor="text1"/>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4B6113E8"/>
    <w:multiLevelType w:val="hybridMultilevel"/>
    <w:tmpl w:val="3A7E6612"/>
    <w:lvl w:ilvl="0" w:tplc="35009706">
      <w:start w:val="1"/>
      <w:numFmt w:val="bullet"/>
      <w:lvlText w:val="9"/>
      <w:lvlJc w:val="left"/>
      <w:pPr>
        <w:ind w:left="1224" w:hanging="360"/>
      </w:pPr>
      <w:rPr>
        <w:rFonts w:ascii="Wingdings 3" w:hAnsi="Wingdings 3" w:hint="default"/>
        <w:color w:val="auto"/>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3" w15:restartNumberingAfterBreak="0">
    <w:nsid w:val="4C9B2841"/>
    <w:multiLevelType w:val="hybridMultilevel"/>
    <w:tmpl w:val="1264F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D43401"/>
    <w:multiLevelType w:val="hybridMultilevel"/>
    <w:tmpl w:val="E81C4010"/>
    <w:lvl w:ilvl="0" w:tplc="20A25664">
      <w:start w:val="1"/>
      <w:numFmt w:val="bullet"/>
      <w:pStyle w:val="ListParagraph2"/>
      <w:lvlText w:val=""/>
      <w:lvlJc w:val="left"/>
      <w:pPr>
        <w:ind w:left="144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E72AE1EA">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E3984"/>
    <w:multiLevelType w:val="hybridMultilevel"/>
    <w:tmpl w:val="5D2E3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2038B"/>
    <w:multiLevelType w:val="hybridMultilevel"/>
    <w:tmpl w:val="D21AB6AA"/>
    <w:lvl w:ilvl="0" w:tplc="4A18D218">
      <w:start w:val="1"/>
      <w:numFmt w:val="bullet"/>
      <w:pStyle w:val="ListParagraph"/>
      <w:lvlText w:val=""/>
      <w:lvlJc w:val="left"/>
      <w:pPr>
        <w:ind w:left="1728" w:hanging="360"/>
      </w:pPr>
      <w:rPr>
        <w:rFonts w:ascii="Symbol" w:hAnsi="Symbol" w:hint="default"/>
      </w:rPr>
    </w:lvl>
    <w:lvl w:ilvl="1" w:tplc="04090003">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7" w15:restartNumberingAfterBreak="0">
    <w:nsid w:val="6BF30D6C"/>
    <w:multiLevelType w:val="hybridMultilevel"/>
    <w:tmpl w:val="1B562F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10F25F5"/>
    <w:multiLevelType w:val="hybridMultilevel"/>
    <w:tmpl w:val="F376C1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2B0B78"/>
    <w:multiLevelType w:val="hybridMultilevel"/>
    <w:tmpl w:val="34007438"/>
    <w:lvl w:ilvl="0" w:tplc="1CE62762">
      <w:start w:val="1"/>
      <w:numFmt w:val="bullet"/>
      <w:lvlText w:val="9"/>
      <w:lvlJc w:val="left"/>
      <w:pPr>
        <w:ind w:left="1224" w:hanging="360"/>
      </w:pPr>
      <w:rPr>
        <w:rFonts w:ascii="Wingdings 3" w:hAnsi="Wingdings 3" w:hint="default"/>
      </w:rPr>
    </w:lvl>
    <w:lvl w:ilvl="1" w:tplc="04090003">
      <w:start w:val="1"/>
      <w:numFmt w:val="bullet"/>
      <w:lvlText w:val="o"/>
      <w:lvlJc w:val="left"/>
      <w:pPr>
        <w:ind w:left="1944" w:hanging="360"/>
      </w:pPr>
      <w:rPr>
        <w:rFonts w:ascii="Courier New" w:hAnsi="Courier New" w:cs="Courier New" w:hint="default"/>
      </w:rPr>
    </w:lvl>
    <w:lvl w:ilvl="2" w:tplc="04090005">
      <w:start w:val="1"/>
      <w:numFmt w:val="bullet"/>
      <w:lvlText w:val=""/>
      <w:lvlJc w:val="left"/>
      <w:pPr>
        <w:ind w:left="2664" w:hanging="360"/>
      </w:pPr>
      <w:rPr>
        <w:rFonts w:ascii="Wingdings" w:hAnsi="Wingdings" w:hint="default"/>
      </w:rPr>
    </w:lvl>
    <w:lvl w:ilvl="3" w:tplc="04090001">
      <w:start w:val="1"/>
      <w:numFmt w:val="bullet"/>
      <w:lvlText w:val=""/>
      <w:lvlJc w:val="left"/>
      <w:pPr>
        <w:ind w:left="3384" w:hanging="360"/>
      </w:pPr>
      <w:rPr>
        <w:rFonts w:ascii="Symbol" w:hAnsi="Symbol" w:hint="default"/>
      </w:rPr>
    </w:lvl>
    <w:lvl w:ilvl="4" w:tplc="04090003">
      <w:start w:val="1"/>
      <w:numFmt w:val="bullet"/>
      <w:lvlText w:val="o"/>
      <w:lvlJc w:val="left"/>
      <w:pPr>
        <w:ind w:left="4104" w:hanging="360"/>
      </w:pPr>
      <w:rPr>
        <w:rFonts w:ascii="Courier New" w:hAnsi="Courier New" w:cs="Courier New" w:hint="default"/>
      </w:rPr>
    </w:lvl>
    <w:lvl w:ilvl="5" w:tplc="10E0CB24">
      <w:start w:val="1"/>
      <w:numFmt w:val="bullet"/>
      <w:lvlText w:val=""/>
      <w:lvlJc w:val="left"/>
      <w:pPr>
        <w:ind w:left="4824" w:hanging="360"/>
      </w:pPr>
      <w:rPr>
        <w:rFonts w:ascii="Symbol" w:hAnsi="Symbol"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15:restartNumberingAfterBreak="0">
    <w:nsid w:val="751332A8"/>
    <w:multiLevelType w:val="hybridMultilevel"/>
    <w:tmpl w:val="32A2DF26"/>
    <w:lvl w:ilvl="0" w:tplc="D54A27F6">
      <w:start w:val="1"/>
      <w:numFmt w:val="decimal"/>
      <w:lvlText w:val="%1."/>
      <w:lvlJc w:val="left"/>
      <w:pPr>
        <w:ind w:left="720" w:hanging="360"/>
      </w:pPr>
      <w:rPr>
        <w:rFonts w:hint="default"/>
      </w:rPr>
    </w:lvl>
    <w:lvl w:ilvl="1" w:tplc="94CCCBD6">
      <w:start w:val="1"/>
      <w:numFmt w:val="lowerLetter"/>
      <w:lvlText w:val="%2."/>
      <w:lvlJc w:val="left"/>
      <w:pPr>
        <w:ind w:left="1440" w:hanging="360"/>
      </w:pPr>
    </w:lvl>
    <w:lvl w:ilvl="2" w:tplc="99028980">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A67C37"/>
    <w:multiLevelType w:val="hybridMultilevel"/>
    <w:tmpl w:val="2BA0FEDC"/>
    <w:lvl w:ilvl="0" w:tplc="04090001">
      <w:start w:val="1"/>
      <w:numFmt w:val="bullet"/>
      <w:lvlText w:val=""/>
      <w:lvlJc w:val="left"/>
      <w:pPr>
        <w:tabs>
          <w:tab w:val="num" w:pos="2088"/>
        </w:tabs>
        <w:ind w:left="2088" w:hanging="360"/>
      </w:pPr>
      <w:rPr>
        <w:rFonts w:ascii="Symbol" w:hAnsi="Symbol" w:hint="default"/>
      </w:rPr>
    </w:lvl>
    <w:lvl w:ilvl="1" w:tplc="04090005">
      <w:start w:val="1"/>
      <w:numFmt w:val="bullet"/>
      <w:lvlText w:val=""/>
      <w:lvlJc w:val="left"/>
      <w:pPr>
        <w:tabs>
          <w:tab w:val="num" w:pos="2880"/>
        </w:tabs>
        <w:ind w:left="2880" w:hanging="360"/>
      </w:pPr>
      <w:rPr>
        <w:rFonts w:ascii="Wingdings" w:hAnsi="Wingdings" w:hint="default"/>
      </w:rPr>
    </w:lvl>
    <w:lvl w:ilvl="2" w:tplc="4DA2C412">
      <w:start w:val="3"/>
      <w:numFmt w:val="bullet"/>
      <w:lvlText w:val="-"/>
      <w:lvlJc w:val="left"/>
      <w:pPr>
        <w:ind w:left="3780" w:hanging="360"/>
      </w:pPr>
      <w:rPr>
        <w:rFonts w:ascii="Arial" w:eastAsia="Times New Roman" w:hAnsi="Arial" w:cs="Arial"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1473281294">
    <w:abstractNumId w:val="14"/>
  </w:num>
  <w:num w:numId="2" w16cid:durableId="20975894">
    <w:abstractNumId w:val="16"/>
  </w:num>
  <w:num w:numId="3" w16cid:durableId="1540701130">
    <w:abstractNumId w:val="20"/>
  </w:num>
  <w:num w:numId="4" w16cid:durableId="24910891">
    <w:abstractNumId w:val="15"/>
  </w:num>
  <w:num w:numId="5" w16cid:durableId="560409875">
    <w:abstractNumId w:val="8"/>
  </w:num>
  <w:num w:numId="6" w16cid:durableId="2104956950">
    <w:abstractNumId w:val="11"/>
  </w:num>
  <w:num w:numId="7" w16cid:durableId="400950721">
    <w:abstractNumId w:val="10"/>
  </w:num>
  <w:num w:numId="8" w16cid:durableId="445193640">
    <w:abstractNumId w:val="3"/>
  </w:num>
  <w:num w:numId="9" w16cid:durableId="193273218">
    <w:abstractNumId w:val="1"/>
  </w:num>
  <w:num w:numId="10" w16cid:durableId="1827896818">
    <w:abstractNumId w:val="18"/>
  </w:num>
  <w:num w:numId="11" w16cid:durableId="1961061627">
    <w:abstractNumId w:val="2"/>
  </w:num>
  <w:num w:numId="12" w16cid:durableId="1939679110">
    <w:abstractNumId w:val="4"/>
  </w:num>
  <w:num w:numId="13" w16cid:durableId="2120417602">
    <w:abstractNumId w:val="13"/>
  </w:num>
  <w:num w:numId="14" w16cid:durableId="1729576032">
    <w:abstractNumId w:val="6"/>
  </w:num>
  <w:num w:numId="15" w16cid:durableId="1761870230">
    <w:abstractNumId w:val="17"/>
  </w:num>
  <w:num w:numId="16" w16cid:durableId="1571311026">
    <w:abstractNumId w:val="9"/>
  </w:num>
  <w:num w:numId="17" w16cid:durableId="835219413">
    <w:abstractNumId w:val="5"/>
  </w:num>
  <w:num w:numId="18" w16cid:durableId="874389765">
    <w:abstractNumId w:val="0"/>
  </w:num>
  <w:num w:numId="19" w16cid:durableId="353118903">
    <w:abstractNumId w:val="21"/>
  </w:num>
  <w:num w:numId="20" w16cid:durableId="580213632">
    <w:abstractNumId w:val="10"/>
    <w:lvlOverride w:ilvl="0">
      <w:startOverride w:val="1"/>
    </w:lvlOverride>
  </w:num>
  <w:num w:numId="21" w16cid:durableId="2041852725">
    <w:abstractNumId w:val="10"/>
    <w:lvlOverride w:ilvl="0">
      <w:startOverride w:val="1"/>
    </w:lvlOverride>
  </w:num>
  <w:num w:numId="22" w16cid:durableId="1622154630">
    <w:abstractNumId w:val="7"/>
  </w:num>
  <w:num w:numId="23" w16cid:durableId="1810048561">
    <w:abstractNumId w:val="12"/>
  </w:num>
  <w:num w:numId="24" w16cid:durableId="20753544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7B9"/>
    <w:rsid w:val="00016E1B"/>
    <w:rsid w:val="00025C28"/>
    <w:rsid w:val="00027F0E"/>
    <w:rsid w:val="000A40F4"/>
    <w:rsid w:val="000B3142"/>
    <w:rsid w:val="000B450A"/>
    <w:rsid w:val="00105121"/>
    <w:rsid w:val="001421CC"/>
    <w:rsid w:val="00143E1D"/>
    <w:rsid w:val="001559AE"/>
    <w:rsid w:val="00156ABC"/>
    <w:rsid w:val="00156D60"/>
    <w:rsid w:val="00173967"/>
    <w:rsid w:val="00177BFC"/>
    <w:rsid w:val="001A372E"/>
    <w:rsid w:val="001B7F79"/>
    <w:rsid w:val="001C4CE9"/>
    <w:rsid w:val="001D20D0"/>
    <w:rsid w:val="001D32E9"/>
    <w:rsid w:val="001F3BE4"/>
    <w:rsid w:val="00214F73"/>
    <w:rsid w:val="00231D4C"/>
    <w:rsid w:val="00241FA6"/>
    <w:rsid w:val="00250F2F"/>
    <w:rsid w:val="00252D13"/>
    <w:rsid w:val="00255F2C"/>
    <w:rsid w:val="002A3D16"/>
    <w:rsid w:val="002C4925"/>
    <w:rsid w:val="003072E6"/>
    <w:rsid w:val="0031452D"/>
    <w:rsid w:val="003203B7"/>
    <w:rsid w:val="00393661"/>
    <w:rsid w:val="003C1FD0"/>
    <w:rsid w:val="003D3A14"/>
    <w:rsid w:val="003D4744"/>
    <w:rsid w:val="003F71ED"/>
    <w:rsid w:val="0040431A"/>
    <w:rsid w:val="00405BD7"/>
    <w:rsid w:val="004322DC"/>
    <w:rsid w:val="00435E45"/>
    <w:rsid w:val="00445303"/>
    <w:rsid w:val="00460DF4"/>
    <w:rsid w:val="004644C9"/>
    <w:rsid w:val="00471DAD"/>
    <w:rsid w:val="00471F01"/>
    <w:rsid w:val="0048697C"/>
    <w:rsid w:val="004B6013"/>
    <w:rsid w:val="004E73B7"/>
    <w:rsid w:val="004F02F6"/>
    <w:rsid w:val="004F2BDF"/>
    <w:rsid w:val="005703B8"/>
    <w:rsid w:val="00580D26"/>
    <w:rsid w:val="00581108"/>
    <w:rsid w:val="005913C6"/>
    <w:rsid w:val="005B2F93"/>
    <w:rsid w:val="005C3619"/>
    <w:rsid w:val="005C3BEA"/>
    <w:rsid w:val="005E3D2A"/>
    <w:rsid w:val="005F0B67"/>
    <w:rsid w:val="00612A13"/>
    <w:rsid w:val="0061711B"/>
    <w:rsid w:val="00620715"/>
    <w:rsid w:val="006320F0"/>
    <w:rsid w:val="006611FD"/>
    <w:rsid w:val="00663625"/>
    <w:rsid w:val="0068458D"/>
    <w:rsid w:val="006C6743"/>
    <w:rsid w:val="006E6FB2"/>
    <w:rsid w:val="006F7A7B"/>
    <w:rsid w:val="00703C12"/>
    <w:rsid w:val="00726E50"/>
    <w:rsid w:val="00755993"/>
    <w:rsid w:val="007676F4"/>
    <w:rsid w:val="00792F66"/>
    <w:rsid w:val="007B083E"/>
    <w:rsid w:val="007C6FD6"/>
    <w:rsid w:val="007C7FB6"/>
    <w:rsid w:val="007D149A"/>
    <w:rsid w:val="007E58DB"/>
    <w:rsid w:val="007E6071"/>
    <w:rsid w:val="007E62CD"/>
    <w:rsid w:val="00801A8A"/>
    <w:rsid w:val="00837725"/>
    <w:rsid w:val="008441C4"/>
    <w:rsid w:val="00874174"/>
    <w:rsid w:val="008967B9"/>
    <w:rsid w:val="008A4CD5"/>
    <w:rsid w:val="008C6E69"/>
    <w:rsid w:val="008C7FAE"/>
    <w:rsid w:val="008E0ADA"/>
    <w:rsid w:val="00912C00"/>
    <w:rsid w:val="0092064E"/>
    <w:rsid w:val="0099034A"/>
    <w:rsid w:val="00993282"/>
    <w:rsid w:val="009A2F5C"/>
    <w:rsid w:val="009B1F0F"/>
    <w:rsid w:val="009B2664"/>
    <w:rsid w:val="009C4143"/>
    <w:rsid w:val="00A1127B"/>
    <w:rsid w:val="00A24ED2"/>
    <w:rsid w:val="00A27931"/>
    <w:rsid w:val="00A62905"/>
    <w:rsid w:val="00A63DEC"/>
    <w:rsid w:val="00AB0D39"/>
    <w:rsid w:val="00AF56DF"/>
    <w:rsid w:val="00B17F26"/>
    <w:rsid w:val="00B26308"/>
    <w:rsid w:val="00B36DD9"/>
    <w:rsid w:val="00B40F64"/>
    <w:rsid w:val="00BC13AD"/>
    <w:rsid w:val="00BC6DF2"/>
    <w:rsid w:val="00C11A0A"/>
    <w:rsid w:val="00C41B53"/>
    <w:rsid w:val="00C6196A"/>
    <w:rsid w:val="00C64D15"/>
    <w:rsid w:val="00C75050"/>
    <w:rsid w:val="00C822ED"/>
    <w:rsid w:val="00C92472"/>
    <w:rsid w:val="00C97A5B"/>
    <w:rsid w:val="00CB2B98"/>
    <w:rsid w:val="00CB2D14"/>
    <w:rsid w:val="00CC6105"/>
    <w:rsid w:val="00CE1DDB"/>
    <w:rsid w:val="00CE5A0D"/>
    <w:rsid w:val="00CF029C"/>
    <w:rsid w:val="00D07184"/>
    <w:rsid w:val="00D3696A"/>
    <w:rsid w:val="00D56153"/>
    <w:rsid w:val="00D726DD"/>
    <w:rsid w:val="00DA34C3"/>
    <w:rsid w:val="00DA597B"/>
    <w:rsid w:val="00DB42BF"/>
    <w:rsid w:val="00DE40DD"/>
    <w:rsid w:val="00DE4F0A"/>
    <w:rsid w:val="00DF793E"/>
    <w:rsid w:val="00E22649"/>
    <w:rsid w:val="00E2655A"/>
    <w:rsid w:val="00E312FF"/>
    <w:rsid w:val="00E37E9C"/>
    <w:rsid w:val="00E80F4E"/>
    <w:rsid w:val="00E827DA"/>
    <w:rsid w:val="00EA0C09"/>
    <w:rsid w:val="00EC42BD"/>
    <w:rsid w:val="00EC4404"/>
    <w:rsid w:val="00EF77D4"/>
    <w:rsid w:val="00EF7CA6"/>
    <w:rsid w:val="00F212C0"/>
    <w:rsid w:val="00F46047"/>
    <w:rsid w:val="00F5558A"/>
    <w:rsid w:val="00F56AD1"/>
    <w:rsid w:val="00FB5E02"/>
    <w:rsid w:val="00FC2620"/>
    <w:rsid w:val="0B9A6627"/>
    <w:rsid w:val="1A8B1207"/>
    <w:rsid w:val="1DC03D34"/>
    <w:rsid w:val="27F95A55"/>
    <w:rsid w:val="2FD22756"/>
    <w:rsid w:val="37D67BAF"/>
    <w:rsid w:val="4EEE8C98"/>
    <w:rsid w:val="7729D58B"/>
    <w:rsid w:val="7D17F8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6836E"/>
  <w15:chartTrackingRefBased/>
  <w15:docId w15:val="{1BB7EB01-57D1-45E2-AAFD-B96438508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143"/>
  </w:style>
  <w:style w:type="paragraph" w:styleId="Heading1">
    <w:name w:val="heading 1"/>
    <w:basedOn w:val="Normal"/>
    <w:next w:val="Normal"/>
    <w:link w:val="Heading1Char"/>
    <w:autoRedefine/>
    <w:uiPriority w:val="9"/>
    <w:qFormat/>
    <w:rsid w:val="007E607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semiHidden/>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7E6071"/>
    <w:rPr>
      <w:rFonts w:ascii="Arial" w:eastAsiaTheme="majorEastAsia" w:hAnsi="Arial" w:cstheme="majorBidi"/>
      <w:color w:val="193F6F"/>
      <w:sz w:val="44"/>
      <w:szCs w:val="32"/>
    </w:rPr>
  </w:style>
  <w:style w:type="paragraph" w:styleId="ListParagraph">
    <w:name w:val="List Paragraph"/>
    <w:basedOn w:val="Normal"/>
    <w:uiPriority w:val="34"/>
    <w:qFormat/>
    <w:rsid w:val="001559AE"/>
    <w:pPr>
      <w:numPr>
        <w:numId w:val="2"/>
      </w:numPr>
      <w:ind w:left="720" w:hanging="216"/>
      <w:contextualSpacing/>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5"/>
      </w:numPr>
      <w:ind w:left="2016" w:hanging="216"/>
    </w:pPr>
  </w:style>
  <w:style w:type="paragraph" w:customStyle="1" w:styleId="Numbering">
    <w:name w:val="Numbering"/>
    <w:basedOn w:val="ListParagraph"/>
    <w:qFormat/>
    <w:rsid w:val="00AF56DF"/>
    <w:pPr>
      <w:numPr>
        <w:numId w:val="6"/>
      </w:numPr>
      <w:ind w:left="648" w:hanging="144"/>
    </w:pPr>
    <w:rPr>
      <w:rFonts w:asciiTheme="minorHAnsi" w:hAnsiTheme="minorHAnsi" w:cstheme="minorBidi"/>
    </w:rPr>
  </w:style>
  <w:style w:type="paragraph" w:customStyle="1" w:styleId="Numbering2">
    <w:name w:val="Numbering 2"/>
    <w:basedOn w:val="Numbering"/>
    <w:qFormat/>
    <w:rsid w:val="00AF56DF"/>
    <w:pPr>
      <w:numPr>
        <w:numId w:val="7"/>
      </w:numPr>
      <w:ind w:left="1224" w:hanging="144"/>
    </w:pPr>
  </w:style>
  <w:style w:type="paragraph" w:customStyle="1" w:styleId="Numbering3">
    <w:name w:val="Numbering 3"/>
    <w:basedOn w:val="ListParagraph"/>
    <w:qFormat/>
    <w:rsid w:val="00AF56DF"/>
    <w:pPr>
      <w:numPr>
        <w:numId w:val="8"/>
      </w:numPr>
    </w:pPr>
    <w:rPr>
      <w:rFonts w:asciiTheme="minorHAnsi" w:hAnsiTheme="minorHAnsi" w:cstheme="minorBidi"/>
    </w:rPr>
  </w:style>
  <w:style w:type="paragraph" w:customStyle="1" w:styleId="Numbering4-bulletlist">
    <w:name w:val="Numbering 4- bullet list"/>
    <w:basedOn w:val="ListParagraph"/>
    <w:qFormat/>
    <w:rsid w:val="00F5558A"/>
    <w:pPr>
      <w:ind w:left="1296"/>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caps/>
      <w:color w:val="FFFFFF" w:themeColor="background1"/>
      <w:sz w:val="26"/>
    </w:rPr>
  </w:style>
  <w:style w:type="character" w:styleId="Hyperlink">
    <w:name w:val="Hyperlink"/>
    <w:basedOn w:val="DefaultParagraphFont"/>
    <w:uiPriority w:val="99"/>
    <w:unhideWhenUsed/>
    <w:rsid w:val="00E37E9C"/>
    <w:rPr>
      <w:color w:val="0563C1" w:themeColor="hyperlink"/>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paragraph" w:customStyle="1" w:styleId="TextunderSubheadingCharCharCharCharChar">
    <w:name w:val="Text under Subheading Char Char Char Char Char"/>
    <w:basedOn w:val="Normal"/>
    <w:next w:val="BlockText"/>
    <w:rsid w:val="00BC13AD"/>
    <w:pPr>
      <w:overflowPunct w:val="0"/>
      <w:autoSpaceDE w:val="0"/>
      <w:autoSpaceDN w:val="0"/>
      <w:adjustRightInd w:val="0"/>
      <w:spacing w:before="120" w:after="120" w:line="220" w:lineRule="atLeast"/>
      <w:ind w:left="360"/>
      <w:textAlignment w:val="baseline"/>
    </w:pPr>
    <w:rPr>
      <w:rFonts w:ascii="Arial" w:eastAsia="Times New Roman" w:hAnsi="Arial"/>
      <w:sz w:val="24"/>
      <w:szCs w:val="20"/>
    </w:rPr>
  </w:style>
  <w:style w:type="paragraph" w:styleId="BlockText">
    <w:name w:val="Block Text"/>
    <w:basedOn w:val="Normal"/>
    <w:uiPriority w:val="99"/>
    <w:semiHidden/>
    <w:unhideWhenUsed/>
    <w:rsid w:val="00BC13A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styleId="CommentReference">
    <w:name w:val="annotation reference"/>
    <w:basedOn w:val="DefaultParagraphFont"/>
    <w:uiPriority w:val="99"/>
    <w:semiHidden/>
    <w:unhideWhenUsed/>
    <w:rsid w:val="00703C12"/>
    <w:rPr>
      <w:sz w:val="16"/>
      <w:szCs w:val="16"/>
    </w:rPr>
  </w:style>
  <w:style w:type="paragraph" w:styleId="CommentText">
    <w:name w:val="annotation text"/>
    <w:basedOn w:val="Normal"/>
    <w:link w:val="CommentTextChar"/>
    <w:uiPriority w:val="99"/>
    <w:semiHidden/>
    <w:unhideWhenUsed/>
    <w:rsid w:val="00703C12"/>
    <w:rPr>
      <w:sz w:val="20"/>
      <w:szCs w:val="20"/>
    </w:rPr>
  </w:style>
  <w:style w:type="character" w:customStyle="1" w:styleId="CommentTextChar">
    <w:name w:val="Comment Text Char"/>
    <w:basedOn w:val="DefaultParagraphFont"/>
    <w:link w:val="CommentText"/>
    <w:uiPriority w:val="99"/>
    <w:semiHidden/>
    <w:rsid w:val="00703C12"/>
    <w:rPr>
      <w:sz w:val="20"/>
      <w:szCs w:val="20"/>
    </w:rPr>
  </w:style>
  <w:style w:type="paragraph" w:styleId="CommentSubject">
    <w:name w:val="annotation subject"/>
    <w:basedOn w:val="CommentText"/>
    <w:next w:val="CommentText"/>
    <w:link w:val="CommentSubjectChar"/>
    <w:uiPriority w:val="99"/>
    <w:semiHidden/>
    <w:unhideWhenUsed/>
    <w:rsid w:val="00703C12"/>
    <w:rPr>
      <w:b/>
      <w:bCs/>
    </w:rPr>
  </w:style>
  <w:style w:type="character" w:customStyle="1" w:styleId="CommentSubjectChar">
    <w:name w:val="Comment Subject Char"/>
    <w:basedOn w:val="CommentTextChar"/>
    <w:link w:val="CommentSubject"/>
    <w:uiPriority w:val="99"/>
    <w:semiHidden/>
    <w:rsid w:val="00703C12"/>
    <w:rPr>
      <w:b/>
      <w:bCs/>
      <w:sz w:val="20"/>
      <w:szCs w:val="20"/>
    </w:rPr>
  </w:style>
  <w:style w:type="paragraph" w:styleId="Revision">
    <w:name w:val="Revision"/>
    <w:hidden/>
    <w:uiPriority w:val="99"/>
    <w:semiHidden/>
    <w:rsid w:val="00B40F64"/>
  </w:style>
  <w:style w:type="character" w:styleId="UnresolvedMention">
    <w:name w:val="Unresolved Mention"/>
    <w:basedOn w:val="DefaultParagraphFont"/>
    <w:uiPriority w:val="99"/>
    <w:semiHidden/>
    <w:unhideWhenUsed/>
    <w:rsid w:val="005C3619"/>
    <w:rPr>
      <w:color w:val="605E5C"/>
      <w:shd w:val="clear" w:color="auto" w:fill="E1DFDD"/>
    </w:rPr>
  </w:style>
  <w:style w:type="character" w:styleId="FollowedHyperlink">
    <w:name w:val="FollowedHyperlink"/>
    <w:basedOn w:val="DefaultParagraphFont"/>
    <w:uiPriority w:val="99"/>
    <w:semiHidden/>
    <w:unhideWhenUsed/>
    <w:rsid w:val="005C3B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tra.altsa.dshs.wa.gov/docufind/LTCManual/documents/Chapter%207c%20-%20MPC.doc" TargetMode="External"/><Relationship Id="rId18" Type="http://schemas.openxmlformats.org/officeDocument/2006/relationships/hyperlink" Target="https://apps.leg.wa.gov/wac/default.aspx?cite=388-106-002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intra.altsa.dshs.wa.gov/docufind/LTCManual/documents/CFC%20Chapter.docx" TargetMode="External"/><Relationship Id="rId17" Type="http://schemas.openxmlformats.org/officeDocument/2006/relationships/hyperlink" Target="https://www.dshs.wa.gov/office-of-the-secretary/forms?field_number_value=10-424&amp;title=" TargetMode="External"/><Relationship Id="rId2" Type="http://schemas.openxmlformats.org/officeDocument/2006/relationships/customXml" Target="../customXml/item2.xml"/><Relationship Id="rId16" Type="http://schemas.openxmlformats.org/officeDocument/2006/relationships/hyperlink" Target="https://www.dshs.wa.gov/office-of-the-secretary/forms?field_number_value=14-225&amp;tit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e.Moua@dshs.wa.gov"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intra.altsa.dshs.wa.gov/docufind/LTCManual/documents/Chapter%207a.doc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pps.leg.wa.gov/wac/default.aspx?cite=388-106-0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tra.altsa.dshs.wa.gov/docufind/LTCManual/documents/Chapter%2025.docx"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sE\Documents\Custom%20Office%20Templates\LTC%20Manual%20Template-Updated%209-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C9A72-6680-4FB3-9932-0C64DA7B8EDE}">
  <ds:schemaRefs>
    <ds:schemaRef ds:uri="http://schemas.microsoft.com/sharepoint/v3/contenttype/forms"/>
  </ds:schemaRefs>
</ds:datastoreItem>
</file>

<file path=customXml/itemProps2.xml><?xml version="1.0" encoding="utf-8"?>
<ds:datastoreItem xmlns:ds="http://schemas.openxmlformats.org/officeDocument/2006/customXml" ds:itemID="{80898806-6A69-4417-A70C-2F1078243B68}">
  <ds:schemaRefs>
    <ds:schemaRef ds:uri="http://schemas.openxmlformats.org/officeDocument/2006/bibliography"/>
  </ds:schemaRefs>
</ds:datastoreItem>
</file>

<file path=customXml/itemProps3.xml><?xml version="1.0" encoding="utf-8"?>
<ds:datastoreItem xmlns:ds="http://schemas.openxmlformats.org/officeDocument/2006/customXml" ds:itemID="{2062EF55-5595-4F06-BC76-D5E3C8C4A9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1629CD-1C2F-4AE9-8010-8967A4CB6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LTC%20Manual%20Template-Updated%209-2019.dotx</Template>
  <TotalTime>0</TotalTime>
  <Pages>1</Pages>
  <Words>1944</Words>
  <Characters>11087</Characters>
  <Application>Microsoft Office Word</Application>
  <DocSecurity>4</DocSecurity>
  <Lines>92</Lines>
  <Paragraphs>26</Paragraphs>
  <ScaleCrop>false</ScaleCrop>
  <Company>Washington State DSHS</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Sanchez, Jovi A (DSHS/HCLA/HCS)</cp:lastModifiedBy>
  <cp:revision>7</cp:revision>
  <dcterms:created xsi:type="dcterms:W3CDTF">2025-08-08T15:29:00Z</dcterms:created>
  <dcterms:modified xsi:type="dcterms:W3CDTF">2025-08-20T17:18:00Z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